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98038" w14:textId="77777777" w:rsidR="00602577" w:rsidRDefault="00602577">
      <w:pPr>
        <w:pStyle w:val="Header"/>
        <w:tabs>
          <w:tab w:val="clear" w:pos="4320"/>
          <w:tab w:val="clear" w:pos="8640"/>
        </w:tabs>
        <w:sectPr w:rsidR="00602577" w:rsidSect="00694B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1440" w:bottom="1440" w:left="1440" w:header="720" w:footer="1440" w:gutter="0"/>
          <w:cols w:space="720"/>
          <w:titlePg/>
        </w:sectPr>
      </w:pPr>
      <w:bookmarkStart w:id="1" w:name="_GoBack"/>
      <w:bookmarkEnd w:id="1"/>
    </w:p>
    <w:p w14:paraId="7978C2E6" w14:textId="66C160C8" w:rsidR="00602577" w:rsidRDefault="008356A6">
      <w:pPr>
        <w:jc w:val="right"/>
        <w:rPr>
          <w:sz w:val="24"/>
        </w:rPr>
      </w:pPr>
      <w:r>
        <w:rPr>
          <w:sz w:val="24"/>
        </w:rPr>
        <w:lastRenderedPageBreak/>
        <w:t xml:space="preserve">DA </w:t>
      </w:r>
      <w:r w:rsidR="00876E1B" w:rsidRPr="00876E1B">
        <w:rPr>
          <w:sz w:val="24"/>
        </w:rPr>
        <w:t>16-824</w:t>
      </w:r>
    </w:p>
    <w:p w14:paraId="28D9FA9A" w14:textId="68AAEB7E" w:rsidR="00602577" w:rsidRDefault="008356A6">
      <w:pPr>
        <w:spacing w:before="60"/>
        <w:jc w:val="right"/>
        <w:rPr>
          <w:sz w:val="24"/>
        </w:rPr>
      </w:pPr>
      <w:r>
        <w:rPr>
          <w:sz w:val="24"/>
        </w:rPr>
        <w:t xml:space="preserve">Released: July </w:t>
      </w:r>
      <w:r w:rsidR="00876E1B" w:rsidRPr="00876E1B">
        <w:rPr>
          <w:sz w:val="24"/>
        </w:rPr>
        <w:t>19</w:t>
      </w:r>
      <w:r w:rsidRPr="00876E1B">
        <w:rPr>
          <w:sz w:val="24"/>
        </w:rPr>
        <w:t>,</w:t>
      </w:r>
      <w:r>
        <w:rPr>
          <w:sz w:val="24"/>
        </w:rPr>
        <w:t xml:space="preserve"> 2016</w:t>
      </w:r>
    </w:p>
    <w:p w14:paraId="4D6FA1F6" w14:textId="77777777" w:rsidR="00602577" w:rsidRDefault="00602577">
      <w:pPr>
        <w:jc w:val="right"/>
        <w:rPr>
          <w:sz w:val="24"/>
        </w:rPr>
      </w:pPr>
    </w:p>
    <w:p w14:paraId="4EA5472A" w14:textId="1125059D" w:rsidR="00602577" w:rsidRDefault="008356A6" w:rsidP="00FF4005">
      <w:pPr>
        <w:jc w:val="center"/>
        <w:rPr>
          <w:b/>
          <w:sz w:val="24"/>
        </w:rPr>
      </w:pPr>
      <w:r>
        <w:rPr>
          <w:b/>
          <w:sz w:val="24"/>
        </w:rPr>
        <w:t xml:space="preserve">PUBLIC SAFETY AND HOMELAND SECURITY BUREAU ANNOUNCES COMMENT DATES FOR </w:t>
      </w:r>
      <w:r w:rsidR="00354815">
        <w:rPr>
          <w:b/>
          <w:sz w:val="24"/>
        </w:rPr>
        <w:t xml:space="preserve">PROPOSED </w:t>
      </w:r>
      <w:r>
        <w:rPr>
          <w:b/>
          <w:sz w:val="24"/>
        </w:rPr>
        <w:t xml:space="preserve">PART 4 </w:t>
      </w:r>
      <w:r w:rsidR="00354815">
        <w:rPr>
          <w:b/>
          <w:sz w:val="24"/>
        </w:rPr>
        <w:t>COMMUNICATIONS DISRUPTION REPORTING CHANGES AND UPDATES</w:t>
      </w:r>
    </w:p>
    <w:p w14:paraId="6D790092" w14:textId="77777777" w:rsidR="00FF4005" w:rsidRPr="00FF4005" w:rsidRDefault="00FF4005" w:rsidP="00FF4005">
      <w:pPr>
        <w:jc w:val="center"/>
        <w:rPr>
          <w:sz w:val="24"/>
        </w:rPr>
      </w:pPr>
    </w:p>
    <w:p w14:paraId="35A7E635" w14:textId="77777777" w:rsidR="00602577" w:rsidRDefault="008356A6" w:rsidP="00963A77">
      <w:pPr>
        <w:jc w:val="center"/>
        <w:rPr>
          <w:b/>
        </w:rPr>
      </w:pPr>
      <w:r>
        <w:rPr>
          <w:b/>
          <w:sz w:val="24"/>
        </w:rPr>
        <w:t>PS Docket Nos. 15-80, 11-82</w:t>
      </w:r>
      <w:r w:rsidR="00354815">
        <w:rPr>
          <w:b/>
          <w:sz w:val="24"/>
        </w:rPr>
        <w:t xml:space="preserve">, </w:t>
      </w:r>
      <w:r w:rsidR="00354815" w:rsidRPr="00963A77">
        <w:rPr>
          <w:b/>
        </w:rPr>
        <w:t>ET Docket No. 04-35</w:t>
      </w:r>
    </w:p>
    <w:p w14:paraId="26EC7F94" w14:textId="77777777" w:rsidR="00963A77" w:rsidRPr="00FF4005" w:rsidRDefault="00963A77" w:rsidP="00963A77">
      <w:pPr>
        <w:jc w:val="center"/>
        <w:rPr>
          <w:sz w:val="24"/>
        </w:rPr>
      </w:pPr>
    </w:p>
    <w:p w14:paraId="053751D4" w14:textId="77777777" w:rsidR="00602577" w:rsidRPr="00686D49" w:rsidRDefault="008356A6" w:rsidP="00686D49">
      <w:pPr>
        <w:rPr>
          <w:b/>
          <w:sz w:val="24"/>
        </w:rPr>
      </w:pPr>
      <w:r w:rsidRPr="00686D49">
        <w:rPr>
          <w:b/>
          <w:sz w:val="24"/>
        </w:rPr>
        <w:t>Comment Date: August 26, 2016</w:t>
      </w:r>
    </w:p>
    <w:p w14:paraId="26142223" w14:textId="0595E9BE" w:rsidR="00963A77" w:rsidRPr="00686D49" w:rsidRDefault="008356A6" w:rsidP="00686D49">
      <w:pPr>
        <w:rPr>
          <w:b/>
          <w:sz w:val="24"/>
        </w:rPr>
      </w:pPr>
      <w:r w:rsidRPr="00686D49">
        <w:rPr>
          <w:b/>
          <w:sz w:val="24"/>
        </w:rPr>
        <w:t>Reply Comment Date: September 12, 2016</w:t>
      </w:r>
    </w:p>
    <w:p w14:paraId="734A1952" w14:textId="344D65B1" w:rsidR="008356A6" w:rsidRDefault="008356A6" w:rsidP="009D5DA5">
      <w:pPr>
        <w:spacing w:before="120"/>
        <w:rPr>
          <w:sz w:val="24"/>
        </w:rPr>
      </w:pPr>
      <w:r>
        <w:rPr>
          <w:sz w:val="24"/>
        </w:rPr>
        <w:tab/>
        <w:t xml:space="preserve">On May 25, 2016, the Federal Communications Commission </w:t>
      </w:r>
      <w:r w:rsidR="008D6AB4">
        <w:rPr>
          <w:sz w:val="24"/>
        </w:rPr>
        <w:t xml:space="preserve">(Commission) </w:t>
      </w:r>
      <w:r>
        <w:rPr>
          <w:sz w:val="24"/>
        </w:rPr>
        <w:t>adopted a</w:t>
      </w:r>
      <w:r>
        <w:rPr>
          <w:i/>
          <w:sz w:val="24"/>
        </w:rPr>
        <w:t xml:space="preserve"> Further Notice of Proposed Rulemaking </w:t>
      </w:r>
      <w:r>
        <w:rPr>
          <w:sz w:val="24"/>
        </w:rPr>
        <w:t>(</w:t>
      </w:r>
      <w:r w:rsidRPr="00963A77">
        <w:rPr>
          <w:i/>
          <w:sz w:val="24"/>
        </w:rPr>
        <w:t>Further Notice</w:t>
      </w:r>
      <w:r>
        <w:rPr>
          <w:sz w:val="24"/>
        </w:rPr>
        <w:t>)</w:t>
      </w:r>
      <w:r w:rsidR="008D65C5">
        <w:rPr>
          <w:rStyle w:val="FootnoteReference"/>
          <w:sz w:val="24"/>
        </w:rPr>
        <w:footnoteReference w:id="1"/>
      </w:r>
      <w:r>
        <w:rPr>
          <w:sz w:val="24"/>
        </w:rPr>
        <w:t xml:space="preserve"> regarding timely </w:t>
      </w:r>
      <w:r w:rsidR="002A19B9">
        <w:rPr>
          <w:sz w:val="24"/>
        </w:rPr>
        <w:t>modifications</w:t>
      </w:r>
      <w:r>
        <w:rPr>
          <w:sz w:val="24"/>
        </w:rPr>
        <w:t xml:space="preserve"> to the </w:t>
      </w:r>
      <w:r w:rsidR="008D6AB4">
        <w:rPr>
          <w:sz w:val="24"/>
        </w:rPr>
        <w:t xml:space="preserve">its </w:t>
      </w:r>
      <w:r>
        <w:rPr>
          <w:sz w:val="24"/>
        </w:rPr>
        <w:t>outage reporting requirements rules.</w:t>
      </w:r>
      <w:r w:rsidR="002A19B9">
        <w:rPr>
          <w:rStyle w:val="FootnoteReference"/>
          <w:sz w:val="24"/>
        </w:rPr>
        <w:footnoteReference w:id="2"/>
      </w:r>
      <w:r w:rsidR="00686D49">
        <w:rPr>
          <w:sz w:val="24"/>
        </w:rPr>
        <w:t xml:space="preserve">  The </w:t>
      </w:r>
      <w:r w:rsidR="00686D49" w:rsidRPr="009D5DA5">
        <w:rPr>
          <w:i/>
          <w:sz w:val="24"/>
        </w:rPr>
        <w:t>Further Notice</w:t>
      </w:r>
      <w:r w:rsidR="00686D49">
        <w:rPr>
          <w:sz w:val="24"/>
        </w:rPr>
        <w:t xml:space="preserve"> set deadlines for filing comments and reply comments at 45 days and 60 days after Federal Register publication.</w:t>
      </w:r>
      <w:r w:rsidR="00DA4752">
        <w:rPr>
          <w:rStyle w:val="FootnoteReference"/>
          <w:sz w:val="24"/>
        </w:rPr>
        <w:footnoteReference w:id="3"/>
      </w:r>
    </w:p>
    <w:p w14:paraId="7CBA5566" w14:textId="0C04EEE4" w:rsidR="00686D49" w:rsidRDefault="00686D49" w:rsidP="009D5DA5">
      <w:pPr>
        <w:spacing w:before="120"/>
        <w:rPr>
          <w:sz w:val="24"/>
        </w:rPr>
      </w:pPr>
      <w:r>
        <w:rPr>
          <w:sz w:val="24"/>
        </w:rPr>
        <w:tab/>
        <w:t xml:space="preserve">On July 12, 2016, a summary of the </w:t>
      </w:r>
      <w:r>
        <w:rPr>
          <w:i/>
          <w:sz w:val="24"/>
        </w:rPr>
        <w:t xml:space="preserve">Further Notice </w:t>
      </w:r>
      <w:r>
        <w:rPr>
          <w:sz w:val="24"/>
        </w:rPr>
        <w:t>was published in the Federal Register</w:t>
      </w:r>
      <w:r w:rsidR="008D6AB4">
        <w:rPr>
          <w:sz w:val="24"/>
        </w:rPr>
        <w:t>.</w:t>
      </w:r>
      <w:r w:rsidR="00EA20A8">
        <w:rPr>
          <w:rStyle w:val="FootnoteReference"/>
          <w:sz w:val="24"/>
        </w:rPr>
        <w:footnoteReference w:id="4"/>
      </w:r>
      <w:r>
        <w:rPr>
          <w:sz w:val="24"/>
        </w:rPr>
        <w:t xml:space="preserve"> </w:t>
      </w:r>
      <w:r w:rsidR="008D6AB4">
        <w:rPr>
          <w:sz w:val="24"/>
        </w:rPr>
        <w:t>A</w:t>
      </w:r>
      <w:r>
        <w:rPr>
          <w:sz w:val="24"/>
        </w:rPr>
        <w:t xml:space="preserve">ccordingly, comments are due on or before August 26, 2016, and reply comments are due on or before September 12, 2016.  Complete comment filing instructions are set forth in the </w:t>
      </w:r>
      <w:r>
        <w:rPr>
          <w:i/>
          <w:sz w:val="24"/>
        </w:rPr>
        <w:t>Further Notice</w:t>
      </w:r>
      <w:r>
        <w:rPr>
          <w:sz w:val="24"/>
        </w:rPr>
        <w:t>.</w:t>
      </w:r>
      <w:r w:rsidR="009D5DA5">
        <w:rPr>
          <w:rStyle w:val="FootnoteReference"/>
          <w:sz w:val="24"/>
        </w:rPr>
        <w:footnoteReference w:id="5"/>
      </w:r>
      <w:r>
        <w:rPr>
          <w:sz w:val="24"/>
        </w:rPr>
        <w:t xml:space="preserve">  </w:t>
      </w:r>
    </w:p>
    <w:p w14:paraId="136B1894" w14:textId="3CC90CE5" w:rsidR="00686D49" w:rsidRDefault="00686D49" w:rsidP="009D5DA5">
      <w:pPr>
        <w:spacing w:before="120"/>
        <w:rPr>
          <w:sz w:val="24"/>
        </w:rPr>
      </w:pPr>
      <w:r>
        <w:rPr>
          <w:sz w:val="24"/>
        </w:rPr>
        <w:tab/>
        <w:t>For further information regarding this proceeding, contact Brenda Villanueva</w:t>
      </w:r>
      <w:r w:rsidR="00354815">
        <w:rPr>
          <w:sz w:val="24"/>
        </w:rPr>
        <w:t>, Attorney Advisor</w:t>
      </w:r>
      <w:r>
        <w:rPr>
          <w:sz w:val="24"/>
        </w:rPr>
        <w:t xml:space="preserve"> (202-418-7005; </w:t>
      </w:r>
      <w:hyperlink r:id="rId14" w:history="1">
        <w:r w:rsidRPr="009C4357">
          <w:rPr>
            <w:rStyle w:val="Hyperlink"/>
            <w:sz w:val="24"/>
          </w:rPr>
          <w:t>Brenda.Villanueva@fcc.gov</w:t>
        </w:r>
      </w:hyperlink>
      <w:r>
        <w:rPr>
          <w:sz w:val="24"/>
        </w:rPr>
        <w:t xml:space="preserve">) </w:t>
      </w:r>
      <w:r w:rsidRPr="00963A77">
        <w:rPr>
          <w:sz w:val="24"/>
        </w:rPr>
        <w:t>or Theodore Marcus</w:t>
      </w:r>
      <w:r w:rsidR="00354815" w:rsidRPr="00963A77">
        <w:rPr>
          <w:sz w:val="24"/>
        </w:rPr>
        <w:t>, Deputy Division Chief</w:t>
      </w:r>
      <w:r w:rsidRPr="00963A77">
        <w:rPr>
          <w:sz w:val="24"/>
        </w:rPr>
        <w:t xml:space="preserve"> (202-418-2610; </w:t>
      </w:r>
      <w:hyperlink r:id="rId15" w:history="1">
        <w:r w:rsidRPr="00963A77">
          <w:rPr>
            <w:rStyle w:val="Hyperlink"/>
            <w:sz w:val="24"/>
          </w:rPr>
          <w:t>Theodore.Marcus@fcc.gov</w:t>
        </w:r>
      </w:hyperlink>
      <w:r w:rsidRPr="00963A77">
        <w:rPr>
          <w:sz w:val="24"/>
        </w:rPr>
        <w:t>) in</w:t>
      </w:r>
      <w:r>
        <w:rPr>
          <w:sz w:val="24"/>
        </w:rPr>
        <w:t xml:space="preserve"> the </w:t>
      </w:r>
      <w:r w:rsidR="00354815">
        <w:rPr>
          <w:sz w:val="24"/>
        </w:rPr>
        <w:t xml:space="preserve">Cybersecurity and Communications Reliability Division of the </w:t>
      </w:r>
      <w:r>
        <w:rPr>
          <w:sz w:val="24"/>
        </w:rPr>
        <w:t>Public Safety and Homeland Security Bureau.</w:t>
      </w:r>
    </w:p>
    <w:p w14:paraId="0E9A963F" w14:textId="77777777" w:rsidR="008D65C5" w:rsidRPr="008D65C5" w:rsidRDefault="008D65C5" w:rsidP="008D65C5">
      <w:pPr>
        <w:spacing w:before="120" w:after="240"/>
        <w:jc w:val="center"/>
        <w:rPr>
          <w:b/>
          <w:sz w:val="24"/>
        </w:rPr>
      </w:pPr>
      <w:r w:rsidRPr="008D65C5">
        <w:rPr>
          <w:b/>
          <w:sz w:val="24"/>
        </w:rPr>
        <w:t>-FCC-</w:t>
      </w:r>
    </w:p>
    <w:sectPr w:rsidR="008D65C5" w:rsidRPr="008D65C5" w:rsidSect="00694B89">
      <w:type w:val="continuous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51AE6" w14:textId="77777777" w:rsidR="00480F37" w:rsidRDefault="00480F37">
      <w:r>
        <w:separator/>
      </w:r>
    </w:p>
  </w:endnote>
  <w:endnote w:type="continuationSeparator" w:id="0">
    <w:p w14:paraId="2D52A96E" w14:textId="77777777" w:rsidR="00480F37" w:rsidRDefault="0048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3323" w14:textId="77777777" w:rsidR="00BC3C5C" w:rsidRDefault="00BC3C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78B48" w14:textId="77777777" w:rsidR="00BC3C5C" w:rsidRDefault="00BC3C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BDD7D" w14:textId="77777777" w:rsidR="00BC3C5C" w:rsidRDefault="00BC3C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CBB21" w14:textId="77777777" w:rsidR="00480F37" w:rsidRDefault="00480F37">
      <w:r>
        <w:separator/>
      </w:r>
    </w:p>
  </w:footnote>
  <w:footnote w:type="continuationSeparator" w:id="0">
    <w:p w14:paraId="488AAE6F" w14:textId="77777777" w:rsidR="00480F37" w:rsidRDefault="00480F37">
      <w:r>
        <w:continuationSeparator/>
      </w:r>
    </w:p>
  </w:footnote>
  <w:footnote w:id="1">
    <w:p w14:paraId="2A68C836" w14:textId="31B33171" w:rsidR="008D65C5" w:rsidRPr="008D65C5" w:rsidRDefault="008D65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Amendments to Part 4 of the Commission’s Rules Concerning Disruptions to Communications</w:t>
      </w:r>
      <w:r>
        <w:t xml:space="preserve">, </w:t>
      </w:r>
      <w:r w:rsidRPr="008D65C5">
        <w:rPr>
          <w:i/>
        </w:rPr>
        <w:t>et.al.</w:t>
      </w:r>
      <w:r>
        <w:t xml:space="preserve">, PS Docket Nos. 15-80, 11-82, ET Docket No. 04-35, Report and Order, Order on Reconsideration, and Further Notice of Proposed Rulemaking, </w:t>
      </w:r>
      <w:r w:rsidR="008B7ACC">
        <w:t xml:space="preserve">31 FCC Rcd 5817 </w:t>
      </w:r>
      <w:r>
        <w:t>(2016)</w:t>
      </w:r>
      <w:r w:rsidR="00DA4752">
        <w:t xml:space="preserve">, </w:t>
      </w:r>
      <w:hyperlink r:id="rId1" w:history="1">
        <w:r w:rsidR="00DA4752" w:rsidRPr="009C4357">
          <w:rPr>
            <w:rStyle w:val="Hyperlink"/>
          </w:rPr>
          <w:t>https://apps.fcc.gov/edocs_public/attachmatch/FCC-16-63A1.pdf</w:t>
        </w:r>
      </w:hyperlink>
      <w:r w:rsidR="009D5DA5">
        <w:t xml:space="preserve"> (</w:t>
      </w:r>
      <w:r w:rsidR="009D5DA5" w:rsidRPr="002A19B9">
        <w:rPr>
          <w:i/>
        </w:rPr>
        <w:t>Further Notice</w:t>
      </w:r>
      <w:r w:rsidR="009D5DA5">
        <w:t>)</w:t>
      </w:r>
      <w:r>
        <w:t>.</w:t>
      </w:r>
      <w:r w:rsidR="00DA4752">
        <w:t xml:space="preserve"> </w:t>
      </w:r>
    </w:p>
  </w:footnote>
  <w:footnote w:id="2">
    <w:p w14:paraId="10D590EB" w14:textId="2FF6B78E" w:rsidR="002A19B9" w:rsidRDefault="002A19B9">
      <w:pPr>
        <w:pStyle w:val="FootnoteText"/>
      </w:pPr>
      <w:r>
        <w:rPr>
          <w:rStyle w:val="FootnoteReference"/>
        </w:rPr>
        <w:footnoteRef/>
      </w:r>
      <w:r>
        <w:t xml:space="preserve"> 47 CFR pt. 4.</w:t>
      </w:r>
    </w:p>
  </w:footnote>
  <w:footnote w:id="3">
    <w:p w14:paraId="6C253DEB" w14:textId="0638E2CD" w:rsidR="00DA4752" w:rsidRPr="00DA4752" w:rsidRDefault="00DA47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A19B9">
        <w:rPr>
          <w:i/>
        </w:rPr>
        <w:t>Further Notice</w:t>
      </w:r>
      <w:r w:rsidR="002A19B9">
        <w:t xml:space="preserve">, </w:t>
      </w:r>
      <w:r w:rsidR="008B7ACC">
        <w:t>31 FCC Rcd at 5817</w:t>
      </w:r>
      <w:r w:rsidR="002A19B9">
        <w:t>.</w:t>
      </w:r>
    </w:p>
  </w:footnote>
  <w:footnote w:id="4">
    <w:p w14:paraId="6BC54333" w14:textId="220E40B6" w:rsidR="00EA20A8" w:rsidRDefault="00EA20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A4752" w:rsidRPr="00DA4752">
        <w:rPr>
          <w:i/>
        </w:rPr>
        <w:t>See</w:t>
      </w:r>
      <w:r w:rsidR="00DA4752">
        <w:t xml:space="preserve"> Federal Communications Commission, Disruptions to Communications Proposed Rule, 81 Fed. Reg. 45095 (July 12, 2016), </w:t>
      </w:r>
      <w:hyperlink r:id="rId2" w:history="1">
        <w:r w:rsidR="00DA4752" w:rsidRPr="009C4357">
          <w:rPr>
            <w:rStyle w:val="Hyperlink"/>
          </w:rPr>
          <w:t>https://federalregister.gov/a/2016-16273</w:t>
        </w:r>
      </w:hyperlink>
      <w:r w:rsidR="00DA4752">
        <w:t xml:space="preserve">. </w:t>
      </w:r>
    </w:p>
  </w:footnote>
  <w:footnote w:id="5">
    <w:p w14:paraId="09AFEBD9" w14:textId="6551DD49" w:rsidR="009D5DA5" w:rsidRPr="009D5DA5" w:rsidRDefault="009D5D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Further Notice</w:t>
      </w:r>
      <w:r>
        <w:t xml:space="preserve">, </w:t>
      </w:r>
      <w:r w:rsidR="008B7ACC">
        <w:t>31 FCC Rcd at 5902-03</w:t>
      </w:r>
      <w:r>
        <w:t>, para. 222.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666E2" w14:textId="77777777" w:rsidR="00BC3C5C" w:rsidRDefault="00BC3C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15F0F" w14:textId="77777777" w:rsidR="00BC3C5C" w:rsidRDefault="00BC3C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02CF9" w14:textId="017B2ABD" w:rsidR="00694B89" w:rsidRDefault="00694B89" w:rsidP="00694B89">
    <w:pPr>
      <w:pStyle w:val="Header"/>
      <w:tabs>
        <w:tab w:val="clear" w:pos="4320"/>
        <w:tab w:val="clear" w:pos="8640"/>
      </w:tabs>
      <w:spacing w:before="40"/>
      <w:rPr>
        <w:rFonts w:ascii="News Gothic MT" w:hAnsi="News Gothic MT"/>
        <w:b/>
        <w:kern w:val="28"/>
        <w:sz w:val="96"/>
      </w:rPr>
    </w:pPr>
    <w:r w:rsidRPr="00694B89">
      <w:rPr>
        <w:rFonts w:ascii="News Gothic MT" w:hAnsi="News Gothic MT"/>
        <w:b/>
        <w:noProof/>
        <w:kern w:val="28"/>
        <w:sz w:val="96"/>
      </w:rPr>
      <w:drawing>
        <wp:anchor distT="0" distB="0" distL="114300" distR="114300" simplePos="0" relativeHeight="251660288" behindDoc="0" locked="0" layoutInCell="0" allowOverlap="1" wp14:anchorId="5BEA1C67" wp14:editId="4C3F39D2">
          <wp:simplePos x="0" y="0"/>
          <wp:positionH relativeFrom="column">
            <wp:posOffset>-71582</wp:posOffset>
          </wp:positionH>
          <wp:positionV relativeFrom="paragraph">
            <wp:posOffset>140970</wp:posOffset>
          </wp:positionV>
          <wp:extent cx="530225" cy="530225"/>
          <wp:effectExtent l="0" t="0" r="3175" b="3175"/>
          <wp:wrapNone/>
          <wp:docPr id="6" name="Picture 6" descr="f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ews Gothic MT" w:hAnsi="News Gothic MT"/>
        <w:b/>
        <w:kern w:val="28"/>
        <w:sz w:val="96"/>
      </w:rPr>
      <w:t xml:space="preserve">   PUBLIC NOTICE</w:t>
    </w:r>
  </w:p>
  <w:p w14:paraId="477585A3" w14:textId="745C1052" w:rsidR="00602577" w:rsidRDefault="00FF4005" w:rsidP="00694B89">
    <w:pPr>
      <w:pStyle w:val="Header"/>
      <w:tabs>
        <w:tab w:val="clear" w:pos="4320"/>
        <w:tab w:val="clear" w:pos="8640"/>
        <w:tab w:val="left" w:pos="1080"/>
      </w:tabs>
      <w:spacing w:line="1120" w:lineRule="exact"/>
      <w:rPr>
        <w:rFonts w:ascii="Arial" w:hAnsi="Arial"/>
        <w:b/>
        <w:sz w:val="28"/>
      </w:rPr>
    </w:pPr>
    <w:r>
      <w:rPr>
        <w:rFonts w:ascii="Arial" w:hAnsi="Arial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F74A87F" wp14:editId="7251508D">
              <wp:simplePos x="0" y="0"/>
              <wp:positionH relativeFrom="column">
                <wp:posOffset>-58058</wp:posOffset>
              </wp:positionH>
              <wp:positionV relativeFrom="paragraph">
                <wp:posOffset>703217</wp:posOffset>
              </wp:positionV>
              <wp:extent cx="5990771" cy="2540"/>
              <wp:effectExtent l="0" t="0" r="29210" b="355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0771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96D7468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55.35pt" to="467.1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Fg2FgIAACs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" o:allowincell="f"/>
          </w:pict>
        </mc:Fallback>
      </mc:AlternateContent>
    </w:r>
    <w:r>
      <w:rPr>
        <w:rFonts w:ascii="News Gothic MT" w:hAnsi="News Gothic MT"/>
        <w:b/>
        <w:noProof/>
        <w:sz w:val="24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970FB95" wp14:editId="0AEB0876">
              <wp:simplePos x="0" y="0"/>
              <wp:positionH relativeFrom="column">
                <wp:posOffset>-129087</wp:posOffset>
              </wp:positionH>
              <wp:positionV relativeFrom="paragraph">
                <wp:posOffset>64770</wp:posOffset>
              </wp:positionV>
              <wp:extent cx="3108960" cy="6400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8960" cy="64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270C1" w14:textId="77777777" w:rsidR="00602577" w:rsidRDefault="00602577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Federal Communications Commission</w:t>
                          </w:r>
                        </w:p>
                        <w:p w14:paraId="757C3D27" w14:textId="77777777" w:rsidR="00602577" w:rsidRDefault="00602577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445 12</w:t>
                          </w:r>
                          <w:r>
                            <w:rPr>
                              <w:rFonts w:ascii="Arial" w:hAnsi="Arial"/>
                              <w:b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 xml:space="preserve"> St., S.W.</w:t>
                          </w:r>
                        </w:p>
                        <w:p w14:paraId="3A430558" w14:textId="77777777" w:rsidR="00602577" w:rsidRDefault="00602577">
                          <w:pPr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Washington, D.C. 20554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970FB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0.15pt;margin-top:5.1pt;width:244.8pt;height:5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VQogQIAAA8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" o:allowincell="f" stroked="f">
              <v:textbox>
                <w:txbxContent>
                  <w:p w14:paraId="031270C1" w14:textId="77777777" w:rsidR="00602577" w:rsidRDefault="00602577">
                    <w:pPr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Federal Communications Commission</w:t>
                    </w:r>
                  </w:p>
                  <w:p w14:paraId="757C3D27" w14:textId="77777777" w:rsidR="00602577" w:rsidRDefault="00602577">
                    <w:pPr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445 12</w:t>
                    </w:r>
                    <w:r>
                      <w:rPr>
                        <w:rFonts w:ascii="Arial" w:hAnsi="Arial"/>
                        <w:b/>
                        <w:vertAlign w:val="superscript"/>
                      </w:rPr>
                      <w:t>th</w:t>
                    </w:r>
                    <w:r>
                      <w:rPr>
                        <w:rFonts w:ascii="Arial" w:hAnsi="Arial"/>
                        <w:b/>
                      </w:rPr>
                      <w:t xml:space="preserve"> St., S.W.</w:t>
                    </w:r>
                  </w:p>
                  <w:p w14:paraId="3A430558" w14:textId="77777777" w:rsidR="00602577" w:rsidRDefault="00602577">
                    <w:pPr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</w:rPr>
                      <w:t>Washington, D.C. 20554</w:t>
                    </w:r>
                  </w:p>
                </w:txbxContent>
              </v:textbox>
            </v:shape>
          </w:pict>
        </mc:Fallback>
      </mc:AlternateContent>
    </w:r>
    <w:r>
      <w:rPr>
        <w:rFonts w:ascii="News Gothic MT" w:hAnsi="News Gothic MT"/>
        <w:b/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706F40" wp14:editId="5D40E18F">
              <wp:simplePos x="0" y="0"/>
              <wp:positionH relativeFrom="column">
                <wp:posOffset>3335623</wp:posOffset>
              </wp:positionH>
              <wp:positionV relativeFrom="paragraph">
                <wp:posOffset>110262</wp:posOffset>
              </wp:positionV>
              <wp:extent cx="2640965" cy="54864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096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E07D6" w14:textId="77777777" w:rsidR="00602577" w:rsidRDefault="00602577">
                          <w:pPr>
                            <w:spacing w:before="40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News Media Information 202 / 418-0500</w:t>
                          </w:r>
                        </w:p>
                        <w:p w14:paraId="435F7B87" w14:textId="77777777" w:rsidR="00602577" w:rsidRDefault="00602577">
                          <w:pPr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ab/>
                            <w:t xml:space="preserve">Internet: </w:t>
                          </w:r>
                          <w:bookmarkStart w:id="0" w:name="_Hlt233824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h</w:t>
                          </w:r>
                          <w:bookmarkEnd w:id="0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ttp://www.fcc.gov</w:t>
                          </w:r>
                        </w:p>
                        <w:p w14:paraId="4112BB44" w14:textId="77777777" w:rsidR="00602577" w:rsidRDefault="00602577">
                          <w:pPr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TTY: 1-888-835-5322</w:t>
                          </w:r>
                        </w:p>
                        <w:p w14:paraId="06A6F5A6" w14:textId="77777777" w:rsidR="00602577" w:rsidRDefault="0060257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E706F40" id="Text Box 5" o:spid="_x0000_s1027" type="#_x0000_t202" style="position:absolute;margin-left:262.65pt;margin-top:8.7pt;width:207.95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" o:allowincell="f" stroked="f">
              <v:textbox inset=",0,,0">
                <w:txbxContent>
                  <w:p w14:paraId="455E07D6" w14:textId="77777777" w:rsidR="00602577" w:rsidRDefault="00602577">
                    <w:pPr>
                      <w:spacing w:before="40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News Media Information 202 / 418-0500</w:t>
                    </w:r>
                  </w:p>
                  <w:p w14:paraId="435F7B87" w14:textId="77777777" w:rsidR="00602577" w:rsidRDefault="00602577">
                    <w:pPr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ab/>
                      <w:t xml:space="preserve">Internet: </w:t>
                    </w:r>
                    <w:bookmarkStart w:id="1" w:name="_Hlt233824"/>
                    <w:r>
                      <w:rPr>
                        <w:rFonts w:ascii="Arial" w:hAnsi="Arial"/>
                        <w:b/>
                        <w:sz w:val="16"/>
                      </w:rPr>
                      <w:t>h</w:t>
                    </w:r>
                    <w:bookmarkEnd w:id="1"/>
                    <w:r>
                      <w:rPr>
                        <w:rFonts w:ascii="Arial" w:hAnsi="Arial"/>
                        <w:b/>
                        <w:sz w:val="16"/>
                      </w:rPr>
                      <w:t>ttp://www.fcc.gov</w:t>
                    </w:r>
                  </w:p>
                  <w:p w14:paraId="4112BB44" w14:textId="77777777" w:rsidR="00602577" w:rsidRDefault="00602577">
                    <w:pPr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TTY: 1-888-835-5322</w:t>
                    </w:r>
                  </w:p>
                  <w:p w14:paraId="06A6F5A6" w14:textId="77777777" w:rsidR="00602577" w:rsidRDefault="00602577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02948E18" w14:textId="56AF72D1" w:rsidR="00602577" w:rsidRPr="00FF4005" w:rsidRDefault="00602577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1">
    <w:nsid w:val="3D0F1B3D"/>
    <w:multiLevelType w:val="singleLevel"/>
    <w:tmpl w:val="0902D07C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3">
    <w:nsid w:val="541F6B38"/>
    <w:multiLevelType w:val="multilevel"/>
    <w:tmpl w:val="9BCA1692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pStyle w:val="Heading5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4">
    <w:nsid w:val="59BA0F8A"/>
    <w:multiLevelType w:val="singleLevel"/>
    <w:tmpl w:val="C03E86D2"/>
    <w:lvl w:ilvl="0">
      <w:start w:val="1"/>
      <w:numFmt w:val="bullet"/>
      <w:pStyle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5">
    <w:nsid w:val="5D2B06DD"/>
    <w:multiLevelType w:val="multilevel"/>
    <w:tmpl w:val="E9F8819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/>
        <w:i w:val="0"/>
        <w:sz w:val="22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/>
        <w:i w:val="0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/>
        <w:i w:val="0"/>
        <w:sz w:val="22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removePersonalInformation/>
  <w:removeDateAndTime/>
  <w:activeWritingStyle w:appName="MSWord" w:lang="en-US" w:vendorID="8" w:dllVersion="513" w:checkStyle="1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6A6"/>
    <w:rsid w:val="000265AE"/>
    <w:rsid w:val="00042E01"/>
    <w:rsid w:val="0023035B"/>
    <w:rsid w:val="002A19B9"/>
    <w:rsid w:val="002D425D"/>
    <w:rsid w:val="002F53DE"/>
    <w:rsid w:val="00354815"/>
    <w:rsid w:val="003E58D7"/>
    <w:rsid w:val="00480F37"/>
    <w:rsid w:val="00573094"/>
    <w:rsid w:val="00602577"/>
    <w:rsid w:val="00686D49"/>
    <w:rsid w:val="00694B89"/>
    <w:rsid w:val="00715D4A"/>
    <w:rsid w:val="008356A6"/>
    <w:rsid w:val="00876E1B"/>
    <w:rsid w:val="008B7ACC"/>
    <w:rsid w:val="008D65C5"/>
    <w:rsid w:val="008D6AB4"/>
    <w:rsid w:val="00963A77"/>
    <w:rsid w:val="009D5DA5"/>
    <w:rsid w:val="00A755FC"/>
    <w:rsid w:val="00BC3C5C"/>
    <w:rsid w:val="00D17DC0"/>
    <w:rsid w:val="00D60EFF"/>
    <w:rsid w:val="00DA4752"/>
    <w:rsid w:val="00EA20A8"/>
    <w:rsid w:val="00FF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3413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2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widowControl w:val="0"/>
      <w:numPr>
        <w:ilvl w:val="1"/>
        <w:numId w:val="2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2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2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widowControl w:val="0"/>
      <w:numPr>
        <w:ilvl w:val="4"/>
        <w:numId w:val="2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widowControl w:val="0"/>
      <w:numPr>
        <w:ilvl w:val="5"/>
        <w:numId w:val="2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widowControl w:val="0"/>
      <w:numPr>
        <w:ilvl w:val="7"/>
        <w:numId w:val="2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widowControl w:val="0"/>
      <w:numPr>
        <w:ilvl w:val="7"/>
        <w:numId w:val="9"/>
      </w:numPr>
      <w:tabs>
        <w:tab w:val="clear" w:pos="5400"/>
      </w:tabs>
      <w:spacing w:after="220"/>
      <w:ind w:left="5760" w:hanging="72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widowControl w:val="0"/>
      <w:numPr>
        <w:ilvl w:val="8"/>
        <w:numId w:val="2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lockText">
    <w:name w:val="Block Text"/>
    <w:basedOn w:val="Normal"/>
    <w:semiHidden/>
    <w:pPr>
      <w:widowControl w:val="0"/>
      <w:spacing w:after="220"/>
      <w:ind w:left="1440" w:right="1440"/>
      <w:jc w:val="both"/>
    </w:pPr>
  </w:style>
  <w:style w:type="paragraph" w:customStyle="1" w:styleId="Bullet">
    <w:name w:val="Bullet"/>
    <w:basedOn w:val="Normal"/>
    <w:pPr>
      <w:widowControl w:val="0"/>
      <w:numPr>
        <w:numId w:val="1"/>
      </w:numPr>
      <w:tabs>
        <w:tab w:val="clear" w:pos="2520"/>
      </w:tabs>
      <w:spacing w:after="220"/>
      <w:ind w:left="2160" w:hanging="720"/>
      <w:jc w:val="both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tabs>
        <w:tab w:val="left" w:pos="720"/>
      </w:tabs>
      <w:spacing w:after="200"/>
    </w:pPr>
  </w:style>
  <w:style w:type="paragraph" w:customStyle="1" w:styleId="NumberedList">
    <w:name w:val="Numbered List"/>
    <w:basedOn w:val="Normal"/>
    <w:pPr>
      <w:numPr>
        <w:numId w:val="11"/>
      </w:numPr>
      <w:tabs>
        <w:tab w:val="clear" w:pos="1080"/>
      </w:tabs>
      <w:spacing w:after="220"/>
      <w:ind w:firstLine="0"/>
    </w:pPr>
  </w:style>
  <w:style w:type="paragraph" w:customStyle="1" w:styleId="Paranum">
    <w:name w:val="Paranum"/>
    <w:basedOn w:val="Normal"/>
    <w:pPr>
      <w:widowControl w:val="0"/>
      <w:numPr>
        <w:numId w:val="12"/>
      </w:numPr>
      <w:tabs>
        <w:tab w:val="clear" w:pos="1080"/>
      </w:tabs>
      <w:spacing w:after="220"/>
      <w:jc w:val="both"/>
    </w:pPr>
  </w:style>
  <w:style w:type="paragraph" w:customStyle="1" w:styleId="TableFormat">
    <w:name w:val="Table 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paragraph" w:styleId="TOC1">
    <w:name w:val="toc 1"/>
    <w:basedOn w:val="Normal"/>
    <w:next w:val="Normal"/>
    <w:autoRedefine/>
    <w:semiHidden/>
    <w:rPr>
      <w:caps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8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4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81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8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8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2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widowControl w:val="0"/>
      <w:numPr>
        <w:ilvl w:val="1"/>
        <w:numId w:val="2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2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2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widowControl w:val="0"/>
      <w:numPr>
        <w:ilvl w:val="4"/>
        <w:numId w:val="2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widowControl w:val="0"/>
      <w:numPr>
        <w:ilvl w:val="5"/>
        <w:numId w:val="2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widowControl w:val="0"/>
      <w:numPr>
        <w:ilvl w:val="7"/>
        <w:numId w:val="2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widowControl w:val="0"/>
      <w:numPr>
        <w:ilvl w:val="7"/>
        <w:numId w:val="9"/>
      </w:numPr>
      <w:tabs>
        <w:tab w:val="clear" w:pos="5400"/>
      </w:tabs>
      <w:spacing w:after="220"/>
      <w:ind w:left="5760" w:hanging="72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widowControl w:val="0"/>
      <w:numPr>
        <w:ilvl w:val="8"/>
        <w:numId w:val="2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lockText">
    <w:name w:val="Block Text"/>
    <w:basedOn w:val="Normal"/>
    <w:semiHidden/>
    <w:pPr>
      <w:widowControl w:val="0"/>
      <w:spacing w:after="220"/>
      <w:ind w:left="1440" w:right="1440"/>
      <w:jc w:val="both"/>
    </w:pPr>
  </w:style>
  <w:style w:type="paragraph" w:customStyle="1" w:styleId="Bullet">
    <w:name w:val="Bullet"/>
    <w:basedOn w:val="Normal"/>
    <w:pPr>
      <w:widowControl w:val="0"/>
      <w:numPr>
        <w:numId w:val="1"/>
      </w:numPr>
      <w:tabs>
        <w:tab w:val="clear" w:pos="2520"/>
      </w:tabs>
      <w:spacing w:after="220"/>
      <w:ind w:left="2160" w:hanging="720"/>
      <w:jc w:val="both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tabs>
        <w:tab w:val="left" w:pos="720"/>
      </w:tabs>
      <w:spacing w:after="200"/>
    </w:pPr>
  </w:style>
  <w:style w:type="paragraph" w:customStyle="1" w:styleId="NumberedList">
    <w:name w:val="Numbered List"/>
    <w:basedOn w:val="Normal"/>
    <w:pPr>
      <w:numPr>
        <w:numId w:val="11"/>
      </w:numPr>
      <w:tabs>
        <w:tab w:val="clear" w:pos="1080"/>
      </w:tabs>
      <w:spacing w:after="220"/>
      <w:ind w:firstLine="0"/>
    </w:pPr>
  </w:style>
  <w:style w:type="paragraph" w:customStyle="1" w:styleId="Paranum">
    <w:name w:val="Paranum"/>
    <w:basedOn w:val="Normal"/>
    <w:pPr>
      <w:widowControl w:val="0"/>
      <w:numPr>
        <w:numId w:val="12"/>
      </w:numPr>
      <w:tabs>
        <w:tab w:val="clear" w:pos="1080"/>
      </w:tabs>
      <w:spacing w:after="220"/>
      <w:jc w:val="both"/>
    </w:pPr>
  </w:style>
  <w:style w:type="paragraph" w:customStyle="1" w:styleId="TableFormat">
    <w:name w:val="Table 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paragraph" w:styleId="TOC1">
    <w:name w:val="toc 1"/>
    <w:basedOn w:val="Normal"/>
    <w:next w:val="Normal"/>
    <w:autoRedefine/>
    <w:semiHidden/>
    <w:rPr>
      <w:caps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8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4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81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8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Theodore.Marcus@fcc.gov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Brenda.Villanueva@fcc.gov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ederalregister.gov/a/2016-16273" TargetMode="External"/><Relationship Id="rId1" Type="http://schemas.openxmlformats.org/officeDocument/2006/relationships/hyperlink" Target="https://apps.fcc.gov/edocs_public/attachmatch/FCC-16-63A1.pd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forms\OS%20Process\Public%20Notice%20-%20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Public Notice - Portrait</Template>
  <TotalTime>0</TotalTime>
  <Pages>1</Pages>
  <Words>179</Words>
  <Characters>1084</Characters>
  <Application>Microsoft Office Word</Application>
  <DocSecurity>0</DocSecurity>
  <Lines>25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[Click to enter document number]</vt:lpstr>
    </vt:vector>
  </TitlesOfParts>
  <Manager/>
  <Company/>
  <LinksUpToDate>false</LinksUpToDate>
  <CharactersWithSpaces>1259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2002-01-31T15:18:00Z</cp:lastPrinted>
  <dcterms:created xsi:type="dcterms:W3CDTF">2016-07-19T19:04:00Z</dcterms:created>
  <dcterms:modified xsi:type="dcterms:W3CDTF">2016-07-19T19:04:00Z</dcterms:modified>
  <cp:category> </cp:category>
  <cp:contentStatus> </cp:contentStatus>
</cp:coreProperties>
</file>