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E63B0" w14:textId="77777777" w:rsidR="00AE5BD8" w:rsidRDefault="0088296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92376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7216" behindDoc="0" locked="0" layoutInCell="1" allowOverlap="1" wp14:anchorId="558B3756" wp14:editId="58D6BF6C">
            <wp:simplePos x="0" y="0"/>
            <wp:positionH relativeFrom="column">
              <wp:posOffset>-751417</wp:posOffset>
            </wp:positionH>
            <wp:positionV relativeFrom="paragraph">
              <wp:posOffset>-965200</wp:posOffset>
            </wp:positionV>
            <wp:extent cx="3041439" cy="543983"/>
            <wp:effectExtent l="19050" t="0" r="6561" b="0"/>
            <wp:wrapNone/>
            <wp:docPr id="8" name="Picture 8" descr="Comporium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omporium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439" cy="5439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5BD8">
        <w:rPr>
          <w:rFonts w:ascii="Times New Roman" w:hAnsi="Times New Roman" w:cs="Times New Roman"/>
          <w:sz w:val="28"/>
          <w:szCs w:val="28"/>
        </w:rPr>
        <w:t>PBT Telecom, Inc.</w:t>
      </w:r>
    </w:p>
    <w:p w14:paraId="36A34190" w14:textId="77777777" w:rsidR="00AE5BD8" w:rsidRDefault="00AE5BD8">
      <w:pPr>
        <w:rPr>
          <w:rFonts w:ascii="Times New Roman" w:hAnsi="Times New Roman" w:cs="Times New Roman"/>
          <w:sz w:val="28"/>
          <w:szCs w:val="28"/>
        </w:rPr>
      </w:pPr>
    </w:p>
    <w:p w14:paraId="3016F6FF" w14:textId="77777777" w:rsidR="00AE5BD8" w:rsidRDefault="00AE5BD8">
      <w:pPr>
        <w:rPr>
          <w:rFonts w:ascii="Times New Roman" w:hAnsi="Times New Roman" w:cs="Times New Roman"/>
          <w:sz w:val="28"/>
          <w:szCs w:val="28"/>
        </w:rPr>
      </w:pPr>
    </w:p>
    <w:p w14:paraId="7C0E6BA0" w14:textId="77777777" w:rsidR="002476E5" w:rsidRDefault="002851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January 23, 2019</w:t>
      </w:r>
    </w:p>
    <w:p w14:paraId="5043D4E8" w14:textId="77777777" w:rsidR="00DC55FF" w:rsidRDefault="00DC55FF">
      <w:pPr>
        <w:rPr>
          <w:rFonts w:ascii="Times New Roman" w:hAnsi="Times New Roman" w:cs="Times New Roman"/>
          <w:sz w:val="28"/>
          <w:szCs w:val="28"/>
        </w:rPr>
      </w:pPr>
    </w:p>
    <w:p w14:paraId="554BA4D1" w14:textId="77777777" w:rsidR="00EF6797" w:rsidRDefault="00EF6797">
      <w:pPr>
        <w:rPr>
          <w:rFonts w:ascii="Times New Roman" w:hAnsi="Times New Roman" w:cs="Times New Roman"/>
          <w:sz w:val="28"/>
          <w:szCs w:val="28"/>
        </w:rPr>
      </w:pPr>
    </w:p>
    <w:p w14:paraId="51FECC47" w14:textId="77777777" w:rsidR="000B0182" w:rsidRDefault="000B0182">
      <w:pPr>
        <w:rPr>
          <w:rFonts w:ascii="Times New Roman" w:hAnsi="Times New Roman" w:cs="Times New Roman"/>
          <w:sz w:val="28"/>
          <w:szCs w:val="28"/>
        </w:rPr>
      </w:pPr>
    </w:p>
    <w:p w14:paraId="36EF9E47" w14:textId="77777777" w:rsidR="00DC55FF" w:rsidRDefault="00DC55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Ms. Marlene H. Dortch</w:t>
      </w:r>
    </w:p>
    <w:p w14:paraId="2197E582" w14:textId="77777777" w:rsidR="00DC55FF" w:rsidRDefault="00DC55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Secretary</w:t>
      </w:r>
    </w:p>
    <w:p w14:paraId="5B4C6C4A" w14:textId="77777777" w:rsidR="00DC55FF" w:rsidRDefault="00DC55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Federal Communications Commission</w:t>
      </w:r>
    </w:p>
    <w:p w14:paraId="1DE33857" w14:textId="77777777" w:rsidR="00DC55FF" w:rsidRDefault="00DC55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445 12th Street, SW</w:t>
      </w:r>
    </w:p>
    <w:p w14:paraId="30F512D6" w14:textId="77777777" w:rsidR="00DC55FF" w:rsidRDefault="00DC55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Washington, DC 20554</w:t>
      </w:r>
    </w:p>
    <w:p w14:paraId="44E05C2E" w14:textId="77777777" w:rsidR="00DC55FF" w:rsidRDefault="00DC55FF">
      <w:pPr>
        <w:rPr>
          <w:rFonts w:ascii="Times New Roman" w:hAnsi="Times New Roman" w:cs="Times New Roman"/>
          <w:sz w:val="28"/>
          <w:szCs w:val="28"/>
        </w:rPr>
      </w:pPr>
    </w:p>
    <w:p w14:paraId="6E3D32A4" w14:textId="77777777" w:rsidR="00DC55FF" w:rsidRDefault="00DC55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 RE:</w:t>
      </w:r>
      <w:r>
        <w:rPr>
          <w:rFonts w:ascii="Times New Roman" w:hAnsi="Times New Roman" w:cs="Times New Roman"/>
          <w:sz w:val="28"/>
          <w:szCs w:val="28"/>
        </w:rPr>
        <w:tab/>
        <w:t xml:space="preserve">Annual Lifeline Eligible Telecommunications Carrier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Certification form for PBT Telecom, Inc.</w:t>
      </w:r>
      <w:r w:rsidR="00FB1728">
        <w:rPr>
          <w:rFonts w:ascii="Times New Roman" w:hAnsi="Times New Roman" w:cs="Times New Roman"/>
          <w:sz w:val="28"/>
          <w:szCs w:val="28"/>
        </w:rPr>
        <w:t xml:space="preserve"> (11-42)</w:t>
      </w:r>
    </w:p>
    <w:p w14:paraId="3CCCA6EE" w14:textId="77777777" w:rsidR="00DC55FF" w:rsidRDefault="00DC55FF">
      <w:pPr>
        <w:rPr>
          <w:rFonts w:ascii="Times New Roman" w:hAnsi="Times New Roman" w:cs="Times New Roman"/>
          <w:sz w:val="28"/>
          <w:szCs w:val="28"/>
        </w:rPr>
      </w:pPr>
    </w:p>
    <w:p w14:paraId="122CBAED" w14:textId="77777777" w:rsidR="00DC55FF" w:rsidRDefault="00DC55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Dear Ms. Dortch:</w:t>
      </w:r>
    </w:p>
    <w:p w14:paraId="590BCDFE" w14:textId="77777777" w:rsidR="00DC55FF" w:rsidRDefault="00DC55FF">
      <w:pPr>
        <w:rPr>
          <w:rFonts w:ascii="Times New Roman" w:hAnsi="Times New Roman" w:cs="Times New Roman"/>
          <w:sz w:val="28"/>
          <w:szCs w:val="28"/>
        </w:rPr>
      </w:pPr>
    </w:p>
    <w:p w14:paraId="34EA7672" w14:textId="77777777" w:rsidR="00960885" w:rsidRDefault="00DC55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Annual Lifeline Eligible </w:t>
      </w:r>
      <w:r w:rsidR="00960885">
        <w:rPr>
          <w:rFonts w:ascii="Times New Roman" w:hAnsi="Times New Roman" w:cs="Times New Roman"/>
          <w:sz w:val="28"/>
          <w:szCs w:val="28"/>
        </w:rPr>
        <w:t>Telecommunications</w:t>
      </w:r>
      <w:r>
        <w:rPr>
          <w:rFonts w:ascii="Times New Roman" w:hAnsi="Times New Roman" w:cs="Times New Roman"/>
          <w:sz w:val="28"/>
          <w:szCs w:val="28"/>
        </w:rPr>
        <w:t xml:space="preserve"> Carrier Certification Form (FCC Form 555) for PBT Telecom, Inc. is attached to this letter. </w:t>
      </w:r>
      <w:r w:rsidR="00EF6797">
        <w:rPr>
          <w:rFonts w:ascii="Times New Roman" w:hAnsi="Times New Roman" w:cs="Times New Roman"/>
          <w:sz w:val="28"/>
          <w:szCs w:val="28"/>
        </w:rPr>
        <w:t>In addition,</w:t>
      </w:r>
      <w:r w:rsidR="00302E81">
        <w:rPr>
          <w:rFonts w:ascii="Times New Roman" w:hAnsi="Times New Roman" w:cs="Times New Roman"/>
          <w:sz w:val="28"/>
          <w:szCs w:val="28"/>
        </w:rPr>
        <w:t xml:space="preserve"> </w:t>
      </w:r>
      <w:r w:rsidR="00EF6797">
        <w:rPr>
          <w:rFonts w:ascii="Times New Roman" w:hAnsi="Times New Roman" w:cs="Times New Roman"/>
          <w:sz w:val="28"/>
          <w:szCs w:val="28"/>
        </w:rPr>
        <w:t>t</w:t>
      </w:r>
      <w:r w:rsidR="00302E81">
        <w:rPr>
          <w:rFonts w:ascii="Times New Roman" w:hAnsi="Times New Roman" w:cs="Times New Roman"/>
          <w:sz w:val="28"/>
          <w:szCs w:val="28"/>
        </w:rPr>
        <w:t xml:space="preserve">his </w:t>
      </w:r>
      <w:r w:rsidR="00982195">
        <w:rPr>
          <w:rFonts w:ascii="Times New Roman" w:hAnsi="Times New Roman" w:cs="Times New Roman"/>
          <w:sz w:val="28"/>
          <w:szCs w:val="28"/>
        </w:rPr>
        <w:t>information</w:t>
      </w:r>
      <w:r w:rsidR="00960885">
        <w:rPr>
          <w:rFonts w:ascii="Times New Roman" w:hAnsi="Times New Roman" w:cs="Times New Roman"/>
          <w:sz w:val="28"/>
          <w:szCs w:val="28"/>
        </w:rPr>
        <w:t xml:space="preserve"> is also being sent to the South Carolina Public Service Commission.</w:t>
      </w:r>
    </w:p>
    <w:p w14:paraId="21CEBFD8" w14:textId="77777777" w:rsidR="00960885" w:rsidRDefault="00960885">
      <w:pPr>
        <w:rPr>
          <w:rFonts w:ascii="Times New Roman" w:hAnsi="Times New Roman" w:cs="Times New Roman"/>
          <w:sz w:val="28"/>
          <w:szCs w:val="28"/>
        </w:rPr>
      </w:pPr>
    </w:p>
    <w:p w14:paraId="13A27F70" w14:textId="77777777" w:rsidR="00960885" w:rsidRDefault="009608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Should you have questions or desire additional information, please contact me at your convenience.</w:t>
      </w:r>
    </w:p>
    <w:p w14:paraId="5BFFA77B" w14:textId="77777777" w:rsidR="00960885" w:rsidRDefault="00960885">
      <w:pPr>
        <w:rPr>
          <w:rFonts w:ascii="Times New Roman" w:hAnsi="Times New Roman" w:cs="Times New Roman"/>
          <w:sz w:val="28"/>
          <w:szCs w:val="28"/>
        </w:rPr>
      </w:pPr>
    </w:p>
    <w:p w14:paraId="79C8F192" w14:textId="77777777" w:rsidR="00960885" w:rsidRDefault="009608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Sincerely,</w:t>
      </w:r>
    </w:p>
    <w:p w14:paraId="2CE870B7" w14:textId="77777777" w:rsidR="00960885" w:rsidRDefault="00960885">
      <w:pPr>
        <w:rPr>
          <w:rFonts w:ascii="Times New Roman" w:hAnsi="Times New Roman" w:cs="Times New Roman"/>
          <w:sz w:val="28"/>
          <w:szCs w:val="28"/>
        </w:rPr>
      </w:pPr>
    </w:p>
    <w:p w14:paraId="6C38EDED" w14:textId="77777777" w:rsidR="00417F7B" w:rsidRPr="0069600D" w:rsidRDefault="00417F7B">
      <w:pPr>
        <w:rPr>
          <w:rFonts w:ascii="Blackadder ITC" w:hAnsi="Blackadder ITC" w:cs="Times New Roman"/>
          <w:sz w:val="36"/>
          <w:szCs w:val="36"/>
        </w:rPr>
      </w:pPr>
      <w:r w:rsidRPr="0069600D">
        <w:rPr>
          <w:rFonts w:ascii="Blackadder ITC" w:hAnsi="Blackadder ITC" w:cs="Times New Roman"/>
          <w:sz w:val="36"/>
          <w:szCs w:val="36"/>
        </w:rPr>
        <w:t>L.B. Spearman</w:t>
      </w:r>
    </w:p>
    <w:p w14:paraId="5F0C87F2" w14:textId="77777777" w:rsidR="0069600D" w:rsidRDefault="0069600D">
      <w:pPr>
        <w:rPr>
          <w:rFonts w:ascii="Times New Roman" w:hAnsi="Times New Roman" w:cs="Times New Roman"/>
          <w:sz w:val="28"/>
          <w:szCs w:val="28"/>
        </w:rPr>
      </w:pPr>
    </w:p>
    <w:p w14:paraId="7EC829A6" w14:textId="77777777" w:rsidR="00960885" w:rsidRDefault="009608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L.B. Spearman</w:t>
      </w:r>
    </w:p>
    <w:p w14:paraId="5FF2C43B" w14:textId="77777777" w:rsidR="00960885" w:rsidRDefault="009608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Vice President</w:t>
      </w:r>
    </w:p>
    <w:p w14:paraId="7F5F003E" w14:textId="77777777" w:rsidR="00960885" w:rsidRDefault="00960885">
      <w:pPr>
        <w:rPr>
          <w:rFonts w:ascii="Times New Roman" w:hAnsi="Times New Roman" w:cs="Times New Roman"/>
          <w:sz w:val="28"/>
          <w:szCs w:val="28"/>
        </w:rPr>
      </w:pPr>
    </w:p>
    <w:p w14:paraId="7A99518A" w14:textId="77777777" w:rsidR="00960885" w:rsidRDefault="009608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LBS/</w:t>
      </w:r>
    </w:p>
    <w:p w14:paraId="66DA279F" w14:textId="77777777" w:rsidR="00960885" w:rsidRDefault="00960885">
      <w:pPr>
        <w:rPr>
          <w:rFonts w:ascii="Times New Roman" w:hAnsi="Times New Roman" w:cs="Times New Roman"/>
          <w:sz w:val="28"/>
          <w:szCs w:val="28"/>
        </w:rPr>
      </w:pPr>
    </w:p>
    <w:p w14:paraId="5A2EEEC7" w14:textId="77777777" w:rsidR="00476196" w:rsidRPr="00417F7B" w:rsidRDefault="00FB1728" w:rsidP="005233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Attached: </w:t>
      </w:r>
      <w:r w:rsidR="00960885">
        <w:rPr>
          <w:rFonts w:ascii="Times New Roman" w:hAnsi="Times New Roman" w:cs="Times New Roman"/>
          <w:sz w:val="28"/>
          <w:szCs w:val="28"/>
        </w:rPr>
        <w:t>FCC Form 555</w:t>
      </w:r>
    </w:p>
    <w:sectPr w:rsidR="00476196" w:rsidRPr="00417F7B" w:rsidSect="00417F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250" w:right="1800" w:bottom="990" w:left="1800" w:header="720" w:footer="720" w:gutter="0"/>
      <w:cols w:space="720"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BF6946" w14:textId="77777777" w:rsidR="00066B93" w:rsidRDefault="00066B93">
      <w:r>
        <w:separator/>
      </w:r>
    </w:p>
  </w:endnote>
  <w:endnote w:type="continuationSeparator" w:id="0">
    <w:p w14:paraId="09DBF4AC" w14:textId="77777777" w:rsidR="00066B93" w:rsidRDefault="00066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Avenir LT 55 Oblique">
    <w:altName w:val="MV Bol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853F3" w14:textId="77777777" w:rsidR="00DC55FF" w:rsidRDefault="00DC55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E5C3F" w14:textId="77777777" w:rsidR="00DC55FF" w:rsidRDefault="00BA72A2">
    <w:pPr>
      <w:pStyle w:val="Footer"/>
    </w:pPr>
    <w:r>
      <w:rPr>
        <w:noProof/>
      </w:rPr>
      <w:pict w14:anchorId="4DB4C4E3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56.1pt;margin-top:745.2pt;width:551.65pt;height:27pt;z-index:251657728;mso-position-vertical-relative:page" filled="f" stroked="f">
          <v:textbox style="mso-next-textbox:#_x0000_s2049">
            <w:txbxContent>
              <w:p w14:paraId="2AF2276F" w14:textId="77777777" w:rsidR="00DC55FF" w:rsidRPr="00E361FF" w:rsidRDefault="00DC55FF" w:rsidP="00AB5E54">
                <w:pPr>
                  <w:tabs>
                    <w:tab w:val="left" w:pos="2640"/>
                    <w:tab w:val="left" w:pos="3120"/>
                    <w:tab w:val="left" w:pos="5400"/>
                    <w:tab w:val="left" w:pos="5760"/>
                    <w:tab w:val="left" w:pos="6600"/>
                    <w:tab w:val="left" w:pos="7080"/>
                  </w:tabs>
                  <w:jc w:val="center"/>
                  <w:rPr>
                    <w:rFonts w:ascii="Avenir LT 55 Oblique" w:hAnsi="Avenir LT 55 Oblique"/>
                    <w:w w:val="120"/>
                    <w:sz w:val="20"/>
                  </w:rPr>
                </w:pPr>
                <w:r w:rsidRPr="00E361FF">
                  <w:rPr>
                    <w:rFonts w:ascii="Avenir LT 55 Oblique" w:hAnsi="Avenir LT 55 Oblique"/>
                    <w:w w:val="120"/>
                    <w:sz w:val="20"/>
                  </w:rPr>
                  <w:t xml:space="preserve">1660 Juniper Springs Road     •     Gilbert, South Carolina     •   </w:t>
                </w:r>
                <w:r>
                  <w:rPr>
                    <w:rFonts w:ascii="Avenir LT 55 Oblique" w:hAnsi="Avenir LT 55 Oblique"/>
                    <w:w w:val="120"/>
                    <w:sz w:val="20"/>
                  </w:rPr>
                  <w:t xml:space="preserve">  29054     •  </w:t>
                </w:r>
                <w:proofErr w:type="gramStart"/>
                <w:r>
                  <w:rPr>
                    <w:rFonts w:ascii="Avenir LT 55 Oblique" w:hAnsi="Avenir LT 55 Oblique"/>
                    <w:w w:val="120"/>
                    <w:sz w:val="20"/>
                  </w:rPr>
                  <w:t xml:space="preserve">   (</w:t>
                </w:r>
                <w:proofErr w:type="gramEnd"/>
                <w:r>
                  <w:rPr>
                    <w:rFonts w:ascii="Avenir LT 55 Oblique" w:hAnsi="Avenir LT 55 Oblique"/>
                    <w:w w:val="120"/>
                    <w:sz w:val="20"/>
                  </w:rPr>
                  <w:t>803) 210-5528</w:t>
                </w:r>
              </w:p>
            </w:txbxContent>
          </v:textbox>
          <w10:wrap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5E331D" w14:textId="77777777" w:rsidR="00DC55FF" w:rsidRDefault="00DC55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7A82A1" w14:textId="77777777" w:rsidR="00066B93" w:rsidRDefault="00066B93">
      <w:r>
        <w:separator/>
      </w:r>
    </w:p>
  </w:footnote>
  <w:footnote w:type="continuationSeparator" w:id="0">
    <w:p w14:paraId="4AB4EFE2" w14:textId="77777777" w:rsidR="00066B93" w:rsidRDefault="00066B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545F69" w14:textId="77777777" w:rsidR="00DC55FF" w:rsidRDefault="00DC55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B825D9" w14:textId="77777777" w:rsidR="00DC55FF" w:rsidRDefault="00DC55F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F32B7E" w14:textId="77777777" w:rsidR="00DC55FF" w:rsidRDefault="00DC55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2051">
      <o:colormru v:ext="edit" colors="#febe10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6196"/>
    <w:rsid w:val="00004618"/>
    <w:rsid w:val="000545FF"/>
    <w:rsid w:val="00066B93"/>
    <w:rsid w:val="00074516"/>
    <w:rsid w:val="00087A4E"/>
    <w:rsid w:val="000B0182"/>
    <w:rsid w:val="000B075E"/>
    <w:rsid w:val="000B39D6"/>
    <w:rsid w:val="000C4C9A"/>
    <w:rsid w:val="000E069F"/>
    <w:rsid w:val="00120CC7"/>
    <w:rsid w:val="00137E09"/>
    <w:rsid w:val="001406A3"/>
    <w:rsid w:val="001542AD"/>
    <w:rsid w:val="001B3883"/>
    <w:rsid w:val="001B6F5C"/>
    <w:rsid w:val="001F40C8"/>
    <w:rsid w:val="00207043"/>
    <w:rsid w:val="00230902"/>
    <w:rsid w:val="00242074"/>
    <w:rsid w:val="002458BA"/>
    <w:rsid w:val="002476E5"/>
    <w:rsid w:val="002851E4"/>
    <w:rsid w:val="002C7AC8"/>
    <w:rsid w:val="00302E81"/>
    <w:rsid w:val="003160CB"/>
    <w:rsid w:val="00350EE0"/>
    <w:rsid w:val="003B0AC2"/>
    <w:rsid w:val="003C2485"/>
    <w:rsid w:val="00417F7B"/>
    <w:rsid w:val="00473C3E"/>
    <w:rsid w:val="00476196"/>
    <w:rsid w:val="0052333A"/>
    <w:rsid w:val="005C238E"/>
    <w:rsid w:val="006171DA"/>
    <w:rsid w:val="00623308"/>
    <w:rsid w:val="006427BA"/>
    <w:rsid w:val="006603F6"/>
    <w:rsid w:val="006771E1"/>
    <w:rsid w:val="0069600D"/>
    <w:rsid w:val="006A7EFF"/>
    <w:rsid w:val="006D20F5"/>
    <w:rsid w:val="006E211C"/>
    <w:rsid w:val="006E2650"/>
    <w:rsid w:val="007346DE"/>
    <w:rsid w:val="00786064"/>
    <w:rsid w:val="007C08B8"/>
    <w:rsid w:val="007D16E5"/>
    <w:rsid w:val="00813DAC"/>
    <w:rsid w:val="00817F11"/>
    <w:rsid w:val="0084621A"/>
    <w:rsid w:val="00847E84"/>
    <w:rsid w:val="00854877"/>
    <w:rsid w:val="0088296B"/>
    <w:rsid w:val="008E598F"/>
    <w:rsid w:val="008F416D"/>
    <w:rsid w:val="00960885"/>
    <w:rsid w:val="00980892"/>
    <w:rsid w:val="00982195"/>
    <w:rsid w:val="00991551"/>
    <w:rsid w:val="00A03C6C"/>
    <w:rsid w:val="00A454F6"/>
    <w:rsid w:val="00A669B1"/>
    <w:rsid w:val="00A678FF"/>
    <w:rsid w:val="00A731C5"/>
    <w:rsid w:val="00A96B04"/>
    <w:rsid w:val="00AA39C4"/>
    <w:rsid w:val="00AA74F0"/>
    <w:rsid w:val="00AB5E54"/>
    <w:rsid w:val="00AE5BD8"/>
    <w:rsid w:val="00B060CF"/>
    <w:rsid w:val="00B12953"/>
    <w:rsid w:val="00B14F0C"/>
    <w:rsid w:val="00B33D67"/>
    <w:rsid w:val="00B60A66"/>
    <w:rsid w:val="00BA72A2"/>
    <w:rsid w:val="00BC3E7C"/>
    <w:rsid w:val="00C2713A"/>
    <w:rsid w:val="00C40411"/>
    <w:rsid w:val="00C94A9E"/>
    <w:rsid w:val="00CC524D"/>
    <w:rsid w:val="00D171B9"/>
    <w:rsid w:val="00D26C8C"/>
    <w:rsid w:val="00D3188F"/>
    <w:rsid w:val="00D40C52"/>
    <w:rsid w:val="00DC55FF"/>
    <w:rsid w:val="00DD06BB"/>
    <w:rsid w:val="00DE2A67"/>
    <w:rsid w:val="00DE4540"/>
    <w:rsid w:val="00DF4C2E"/>
    <w:rsid w:val="00E0747F"/>
    <w:rsid w:val="00E361FF"/>
    <w:rsid w:val="00E80C20"/>
    <w:rsid w:val="00E92376"/>
    <w:rsid w:val="00EC65C8"/>
    <w:rsid w:val="00EF6797"/>
    <w:rsid w:val="00F01A9A"/>
    <w:rsid w:val="00F92261"/>
    <w:rsid w:val="00FB1728"/>
    <w:rsid w:val="00FD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o:colormru v:ext="edit" colors="#febe10"/>
    </o:shapedefaults>
    <o:shapelayout v:ext="edit">
      <o:idmap v:ext="edit" data="1"/>
    </o:shapelayout>
  </w:shapeDefaults>
  <w:decimalSymbol w:val="."/>
  <w:listSeparator w:val=","/>
  <w14:docId w14:val="233FE096"/>
  <w15:docId w15:val="{15D3BD9F-4236-4B2D-BC12-C9B31CC36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C3E7C"/>
    <w:rPr>
      <w:rFonts w:ascii="Arial" w:hAnsi="Arial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B5E5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B5E5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A39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2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spearman\AppData\Local\Microsoft\Windows\Temporary%20Internet%20Files\Content.Outlook\46UTO3TT\Letter%20Template%20Compori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 Template Comporium.dot</Template>
  <TotalTime>0</TotalTime>
  <Pages>1</Pages>
  <Words>105</Words>
  <Characters>600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Dear</vt:lpstr>
    </vt:vector>
  </TitlesOfParts>
  <Company>PBTC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</dc:title>
  <dc:creator>Ben Spearman</dc:creator>
  <cp:lastModifiedBy>Ben Spearman</cp:lastModifiedBy>
  <cp:revision>2</cp:revision>
  <cp:lastPrinted>2017-01-20T14:00:00Z</cp:lastPrinted>
  <dcterms:created xsi:type="dcterms:W3CDTF">2019-01-22T22:34:00Z</dcterms:created>
  <dcterms:modified xsi:type="dcterms:W3CDTF">2019-01-22T22:34:00Z</dcterms:modified>
</cp:coreProperties>
</file>