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408" w:rsidRDefault="00D01408" w:rsidP="00D01408">
      <w:pPr>
        <w:ind w:left="90"/>
      </w:pPr>
    </w:p>
    <w:p w:rsidR="00D01408" w:rsidRDefault="00D01408" w:rsidP="00D01408">
      <w:pPr>
        <w:ind w:left="90"/>
      </w:pPr>
    </w:p>
    <w:p w:rsidR="00D01408" w:rsidRDefault="00D01408" w:rsidP="00D01408">
      <w:pPr>
        <w:ind w:left="90"/>
      </w:pPr>
    </w:p>
    <w:p w:rsidR="00D01408" w:rsidRDefault="00D01408" w:rsidP="00D01408">
      <w:pPr>
        <w:ind w:left="90"/>
      </w:pPr>
      <w:r>
        <w:t>Annual 64.2009(e) CPNI Certification for 201</w:t>
      </w:r>
      <w:r w:rsidR="0055415B">
        <w:t>5</w:t>
      </w:r>
      <w:r>
        <w:t xml:space="preserve"> covering the prior calendar year 201</w:t>
      </w:r>
      <w:r w:rsidR="00661312">
        <w:t>7</w:t>
      </w:r>
    </w:p>
    <w:p w:rsidR="00D01408" w:rsidRDefault="00D01408" w:rsidP="00D01408">
      <w:pPr>
        <w:ind w:left="90"/>
      </w:pPr>
    </w:p>
    <w:p w:rsidR="00D01408" w:rsidRDefault="00D01408" w:rsidP="00D01408">
      <w:pPr>
        <w:ind w:left="90"/>
      </w:pPr>
      <w:r>
        <w:t xml:space="preserve">Date Filed:  February </w:t>
      </w:r>
      <w:r w:rsidR="00661312">
        <w:t>21</w:t>
      </w:r>
      <w:r>
        <w:t>, 201</w:t>
      </w:r>
      <w:r w:rsidR="00661312">
        <w:t>7</w:t>
      </w:r>
    </w:p>
    <w:p w:rsidR="00D01408" w:rsidRDefault="00D01408" w:rsidP="00D01408">
      <w:pPr>
        <w:ind w:left="90"/>
      </w:pPr>
    </w:p>
    <w:p w:rsidR="00D01408" w:rsidRDefault="00D01408" w:rsidP="00D01408">
      <w:pPr>
        <w:ind w:left="90"/>
      </w:pPr>
      <w:r>
        <w:t>Name of company covered by this certification:  Contact Communications, Inc</w:t>
      </w:r>
    </w:p>
    <w:p w:rsidR="00D01408" w:rsidRDefault="00D01408" w:rsidP="00D01408">
      <w:pPr>
        <w:ind w:left="90"/>
      </w:pPr>
    </w:p>
    <w:p w:rsidR="00D01408" w:rsidRDefault="00D01408" w:rsidP="00D01408">
      <w:pPr>
        <w:ind w:left="90"/>
      </w:pPr>
      <w:r>
        <w:t xml:space="preserve">Form </w:t>
      </w:r>
      <w:proofErr w:type="gramStart"/>
      <w:r>
        <w:t>499 Filer ID</w:t>
      </w:r>
      <w:proofErr w:type="gramEnd"/>
      <w:r>
        <w:t>:  829039</w:t>
      </w:r>
    </w:p>
    <w:p w:rsidR="00D01408" w:rsidRDefault="00D01408" w:rsidP="00D01408">
      <w:pPr>
        <w:ind w:left="90"/>
      </w:pPr>
    </w:p>
    <w:p w:rsidR="00D01408" w:rsidRDefault="00D01408" w:rsidP="00D01408">
      <w:pPr>
        <w:ind w:left="90"/>
      </w:pPr>
      <w:r>
        <w:t>Name of signatory:  Kathy M Paskevich</w:t>
      </w:r>
    </w:p>
    <w:p w:rsidR="00D01408" w:rsidRDefault="00D01408" w:rsidP="00D01408">
      <w:pPr>
        <w:ind w:left="90"/>
      </w:pPr>
    </w:p>
    <w:p w:rsidR="00D01408" w:rsidRDefault="00D01408" w:rsidP="00D01408">
      <w:pPr>
        <w:ind w:left="90"/>
      </w:pPr>
      <w:r>
        <w:t>Title of signatory:  Secretary</w:t>
      </w:r>
    </w:p>
    <w:p w:rsidR="00D01408" w:rsidRDefault="00D01408" w:rsidP="00D01408">
      <w:pPr>
        <w:ind w:left="90"/>
      </w:pPr>
    </w:p>
    <w:p w:rsidR="00D01408" w:rsidRDefault="00D01408" w:rsidP="00D01408">
      <w:pPr>
        <w:ind w:left="90"/>
      </w:pPr>
      <w:r>
        <w:t>Certification:</w:t>
      </w:r>
    </w:p>
    <w:p w:rsidR="00D01408" w:rsidRDefault="00D01408" w:rsidP="00D01408">
      <w:pPr>
        <w:ind w:left="90"/>
      </w:pPr>
    </w:p>
    <w:p w:rsidR="00D01408" w:rsidRDefault="00D01408" w:rsidP="00D01408">
      <w:pPr>
        <w:ind w:left="90"/>
        <w:rPr>
          <w:i/>
          <w:iCs/>
        </w:rPr>
      </w:pPr>
      <w:r>
        <w:tab/>
        <w:t>I, Kathy M Paskevich, certify that I am an officer of the company named above, and acting as an agent of the company, that I have personal knowledge that the company has established operating procedures that are adequate to ensure compliance with the Commission’s CPNI rules.  See 47 C.F.R</w:t>
      </w:r>
      <w:proofErr w:type="gramStart"/>
      <w:r>
        <w:t>.§</w:t>
      </w:r>
      <w:proofErr w:type="gramEnd"/>
      <w:r>
        <w:t xml:space="preserve"> 64.2001 </w:t>
      </w:r>
      <w:r>
        <w:rPr>
          <w:i/>
          <w:iCs/>
        </w:rPr>
        <w:t>et seq.</w:t>
      </w:r>
    </w:p>
    <w:p w:rsidR="00D01408" w:rsidRDefault="00D01408" w:rsidP="00D01408">
      <w:pPr>
        <w:ind w:left="90"/>
      </w:pPr>
    </w:p>
    <w:p w:rsidR="00D01408" w:rsidRDefault="00D01408" w:rsidP="00D01408">
      <w:pPr>
        <w:ind w:left="90"/>
      </w:pPr>
      <w:r>
        <w:tab/>
        <w:t>Attached to this certification is an accompanying statement explaining how the company’s procedures ensure that the company is in compliance with the requirements (</w:t>
      </w:r>
      <w:proofErr w:type="gramStart"/>
      <w:r>
        <w:t>including</w:t>
      </w:r>
      <w:proofErr w:type="gramEnd"/>
      <w:r>
        <w:t xml:space="preserve"> those mandating the adoption of CPNI procedures, training, recordkeeping, and supervisory review) set forth in section 64.2001 </w:t>
      </w:r>
      <w:r>
        <w:rPr>
          <w:i/>
        </w:rPr>
        <w:t>et seq</w:t>
      </w:r>
      <w:r>
        <w:t xml:space="preserve">. of the Commission’s rules. </w:t>
      </w:r>
    </w:p>
    <w:p w:rsidR="00D01408" w:rsidRDefault="00D01408" w:rsidP="00D01408">
      <w:pPr>
        <w:ind w:left="90"/>
      </w:pPr>
    </w:p>
    <w:p w:rsidR="00D01408" w:rsidRDefault="00D01408" w:rsidP="00D01408">
      <w:pPr>
        <w:pStyle w:val="BlockText"/>
        <w:ind w:left="90" w:right="0"/>
      </w:pPr>
      <w:r>
        <w:tab/>
        <w:t>The company has not taken actions (i.e. proceedings instituted or petitions filed by a company at state commissions, the court system, or at the Commission against data brokers) against data brokers in the past year.</w:t>
      </w:r>
    </w:p>
    <w:p w:rsidR="00D01408" w:rsidRDefault="00D01408" w:rsidP="00D01408">
      <w:pPr>
        <w:ind w:left="90"/>
      </w:pPr>
    </w:p>
    <w:p w:rsidR="00D01408" w:rsidRDefault="00D01408" w:rsidP="00D01408">
      <w:pPr>
        <w:ind w:left="90"/>
      </w:pPr>
      <w:r>
        <w:tab/>
        <w:t xml:space="preserve">The company has not received any customer complaints in the past year concerning </w:t>
      </w:r>
    </w:p>
    <w:p w:rsidR="00D01408" w:rsidRDefault="00D01408" w:rsidP="00D01408">
      <w:pPr>
        <w:ind w:left="90"/>
      </w:pPr>
      <w:proofErr w:type="gramStart"/>
      <w:r>
        <w:t>the</w:t>
      </w:r>
      <w:proofErr w:type="gramEnd"/>
      <w:r>
        <w:t xml:space="preserve"> unauthorized release of CPNI.</w:t>
      </w:r>
    </w:p>
    <w:p w:rsidR="00D01408" w:rsidRDefault="00D01408" w:rsidP="00D01408">
      <w:pPr>
        <w:ind w:left="90"/>
      </w:pPr>
    </w:p>
    <w:p w:rsidR="00D01408" w:rsidRDefault="00D01408" w:rsidP="00D01408">
      <w:pPr>
        <w:ind w:left="90"/>
      </w:pPr>
      <w:r>
        <w:tab/>
        <w:t>The company represents and warrants that the above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w:t>
      </w:r>
    </w:p>
    <w:p w:rsidR="00D01408" w:rsidRDefault="00D01408" w:rsidP="00D01408">
      <w:pPr>
        <w:ind w:left="90"/>
      </w:pPr>
    </w:p>
    <w:p w:rsidR="00D01408" w:rsidRDefault="00D01408" w:rsidP="00D01408">
      <w:pPr>
        <w:ind w:left="90"/>
        <w:rPr>
          <w:sz w:val="28"/>
        </w:rPr>
      </w:pPr>
      <w:r>
        <w:t xml:space="preserve">Signed: </w:t>
      </w:r>
      <w:r>
        <w:rPr>
          <w:rFonts w:ascii="Brush Script MT" w:hAnsi="Brush Script MT"/>
          <w:sz w:val="28"/>
          <w:u w:val="single"/>
        </w:rPr>
        <w:t>Kathy M Paskevich</w:t>
      </w:r>
    </w:p>
    <w:p w:rsidR="00D01408" w:rsidRDefault="00D01408" w:rsidP="00D01408">
      <w:pPr>
        <w:ind w:left="90"/>
      </w:pPr>
      <w:r>
        <w:tab/>
        <w:t>Kathy M Paskevich, Secretary</w:t>
      </w:r>
    </w:p>
    <w:p w:rsidR="00D01408" w:rsidRDefault="00D01408" w:rsidP="00D01408">
      <w:pPr>
        <w:ind w:left="90"/>
      </w:pPr>
      <w:r>
        <w:tab/>
      </w:r>
    </w:p>
    <w:p w:rsidR="00D01408" w:rsidRDefault="00D01408" w:rsidP="00D01408">
      <w:pPr>
        <w:ind w:left="90"/>
      </w:pPr>
      <w:r>
        <w:t>Attachment:  Accompanying Statement explaining CPNI procedures</w:t>
      </w:r>
    </w:p>
    <w:p w:rsidR="00D01408" w:rsidRDefault="00D01408" w:rsidP="00D01408">
      <w:pPr>
        <w:ind w:left="90"/>
      </w:pPr>
    </w:p>
    <w:p w:rsidR="00D01408" w:rsidRDefault="0055415B" w:rsidP="00D01408">
      <w:pPr>
        <w:ind w:left="90"/>
        <w:rPr>
          <w:u w:val="single"/>
        </w:rPr>
      </w:pPr>
      <w:r>
        <w:tab/>
      </w:r>
      <w:r w:rsidR="00D01408">
        <w:tab/>
      </w:r>
      <w:r w:rsidR="00D01408">
        <w:tab/>
      </w:r>
      <w:r w:rsidR="00D01408">
        <w:tab/>
      </w:r>
      <w:r w:rsidR="00D01408">
        <w:tab/>
      </w:r>
      <w:r w:rsidR="00D01408">
        <w:rPr>
          <w:u w:val="single"/>
        </w:rPr>
        <w:t>Statement</w:t>
      </w:r>
    </w:p>
    <w:p w:rsidR="00D01408" w:rsidRDefault="00D01408" w:rsidP="00D01408">
      <w:pPr>
        <w:ind w:left="90"/>
        <w:rPr>
          <w:u w:val="single"/>
        </w:rPr>
      </w:pPr>
    </w:p>
    <w:p w:rsidR="00D01408" w:rsidRDefault="00D01408" w:rsidP="00D01408">
      <w:pPr>
        <w:ind w:left="90"/>
        <w:rPr>
          <w:u w:val="single"/>
        </w:rPr>
      </w:pPr>
    </w:p>
    <w:p w:rsidR="00D01408" w:rsidRDefault="00D01408" w:rsidP="00D01408">
      <w:pPr>
        <w:pStyle w:val="BodyText"/>
        <w:ind w:left="90" w:right="0"/>
      </w:pPr>
      <w:r>
        <w:tab/>
        <w:t>Contact Communications, Inc is a provider of common carrier paging services.  Contact does not currently use customer proprietary network information (“CPNI”) for internal marketing purposes or share CPNI with affiliates or with third parties, other than pursuant to requests by duly-authorized law enforcement officials.  Consequently, Contact Communications, Inc is not required to and does not maintain either an “opt-in” or “opt-out” system with respect to CPNI.  In the event Contact Communications, Inc were to change the ways in which it uses CPNI, any such change would be reviewed and approved by the  directors, who are familiar with the FCC’s rules governing the use of CPNI and who are the certifying directors for CPNI purposes.</w:t>
      </w:r>
    </w:p>
    <w:p w:rsidR="00D01408" w:rsidRDefault="00D01408" w:rsidP="00D01408">
      <w:pPr>
        <w:pStyle w:val="BodyText"/>
        <w:ind w:left="90" w:right="0"/>
      </w:pPr>
    </w:p>
    <w:p w:rsidR="00D01408" w:rsidRDefault="00D01408" w:rsidP="00D01408">
      <w:pPr>
        <w:pStyle w:val="BodyText"/>
        <w:ind w:left="90" w:right="0"/>
      </w:pPr>
      <w:r>
        <w:tab/>
        <w:t xml:space="preserve">Contact Communications, Inc has established procedures to maintain the security of CPNI of its customers. </w:t>
      </w:r>
    </w:p>
    <w:p w:rsidR="00D01408" w:rsidRDefault="00D01408" w:rsidP="00D01408">
      <w:pPr>
        <w:pStyle w:val="BodyText"/>
        <w:ind w:left="90" w:right="0"/>
      </w:pPr>
    </w:p>
    <w:p w:rsidR="00D01408" w:rsidRDefault="00D01408" w:rsidP="00D01408">
      <w:pPr>
        <w:pStyle w:val="BodyText"/>
        <w:ind w:left="90" w:right="0"/>
      </w:pPr>
      <w:r>
        <w:t xml:space="preserve"> </w:t>
      </w:r>
      <w:r>
        <w:tab/>
        <w:t xml:space="preserve">All servers are secure and located at its premises and CPNI is accessible only to trained employees having access to, or occasion to use CPNI to identify uses of CPNI </w:t>
      </w:r>
      <w:r>
        <w:rPr>
          <w:b/>
          <w:bCs/>
          <w:u w:val="single"/>
        </w:rPr>
        <w:t>not</w:t>
      </w:r>
      <w:r>
        <w:t xml:space="preserve"> requiring customer authorization under Section 64.2005.  Contact Communications, Inc has a disciplinary process in place if the rules are violated.</w:t>
      </w:r>
    </w:p>
    <w:p w:rsidR="00D01408" w:rsidRDefault="00D01408" w:rsidP="00D01408">
      <w:pPr>
        <w:pStyle w:val="BodyText"/>
        <w:ind w:left="90" w:right="0"/>
      </w:pPr>
    </w:p>
    <w:p w:rsidR="00D01408" w:rsidRDefault="00D01408" w:rsidP="00D01408">
      <w:pPr>
        <w:pStyle w:val="BodyText"/>
        <w:ind w:left="90" w:right="0" w:firstLine="540"/>
      </w:pPr>
      <w:r>
        <w:t xml:space="preserve">Contact Communications, Inc issues bills that include only the number of minutes used by a customer, the per-minute rate, and the total fees. </w:t>
      </w:r>
    </w:p>
    <w:p w:rsidR="00D01408" w:rsidRDefault="00D01408" w:rsidP="00D01408">
      <w:pPr>
        <w:pStyle w:val="BodyText"/>
        <w:ind w:left="90" w:right="0"/>
      </w:pPr>
    </w:p>
    <w:p w:rsidR="00D01408" w:rsidRDefault="00D01408" w:rsidP="00D01408">
      <w:pPr>
        <w:pStyle w:val="BodyText"/>
        <w:ind w:left="90" w:right="0"/>
      </w:pPr>
      <w:r>
        <w:t xml:space="preserve"> </w:t>
      </w:r>
      <w:r>
        <w:tab/>
        <w:t xml:space="preserve">Representatives of Contact Communications, Inc release customer account information only after a caller has established that the requesting party is, in fact, the subscriber whose records are requested either by a pre-established password, or, at the customer’s request, by sending the call detail information to the customer’s address of record or, by calling back the customer at his or her telephone number of record.   Contact Communications, Inc will release CDI to law enforcement officials who present a subpoena signed by a Federal or State Judge.   </w:t>
      </w:r>
    </w:p>
    <w:p w:rsidR="00981F75" w:rsidRDefault="00981F75" w:rsidP="00013200"/>
    <w:p w:rsidR="00D01408" w:rsidRPr="00013200" w:rsidRDefault="00D01408" w:rsidP="00013200"/>
    <w:sectPr w:rsidR="00D01408" w:rsidRPr="00013200" w:rsidSect="002E7AE8">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2250" w:right="1440" w:bottom="1440" w:left="1440" w:header="450" w:footer="37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772" w:rsidRDefault="00D31772" w:rsidP="00622F81">
      <w:r>
        <w:separator/>
      </w:r>
    </w:p>
  </w:endnote>
  <w:endnote w:type="continuationSeparator" w:id="0">
    <w:p w:rsidR="00D31772" w:rsidRDefault="00D31772" w:rsidP="00622F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4D" w:rsidRDefault="00A05B4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F81" w:rsidRDefault="00622F81" w:rsidP="00DE3EAF">
    <w:pPr>
      <w:pStyle w:val="Footer"/>
      <w:ind w:firstLine="99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597" w:rsidRDefault="00ED32C8" w:rsidP="00A05B4D">
    <w:pPr>
      <w:pStyle w:val="Footer"/>
      <w:ind w:firstLine="1260"/>
    </w:pPr>
    <w:r>
      <w:rPr>
        <w:noProof/>
      </w:rPr>
      <w:drawing>
        <wp:inline distT="0" distB="0" distL="0" distR="0">
          <wp:extent cx="4541520" cy="624840"/>
          <wp:effectExtent l="19050" t="0" r="0" b="0"/>
          <wp:docPr id="2" name="Picture 1" descr="C:\Users\Jim.CORPORATE\Documents\mydocuments\Logo\lhfooter1029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im.CORPORATE\Documents\mydocuments\Logo\lhfooter102914.png"/>
                  <pic:cNvPicPr>
                    <a:picLocks noChangeAspect="1" noChangeArrowheads="1"/>
                  </pic:cNvPicPr>
                </pic:nvPicPr>
                <pic:blipFill>
                  <a:blip r:embed="rId1"/>
                  <a:srcRect/>
                  <a:stretch>
                    <a:fillRect/>
                  </a:stretch>
                </pic:blipFill>
                <pic:spPr bwMode="auto">
                  <a:xfrm>
                    <a:off x="0" y="0"/>
                    <a:ext cx="4541520" cy="62484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772" w:rsidRDefault="00D31772" w:rsidP="00622F81">
      <w:r>
        <w:separator/>
      </w:r>
    </w:p>
  </w:footnote>
  <w:footnote w:type="continuationSeparator" w:id="0">
    <w:p w:rsidR="00D31772" w:rsidRDefault="00D31772" w:rsidP="00622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4D" w:rsidRDefault="00A05B4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B4D" w:rsidRDefault="00A05B4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3597" w:rsidRDefault="00ED32C8" w:rsidP="000B6EE7">
    <w:pPr>
      <w:pStyle w:val="Header"/>
      <w:ind w:left="720" w:hanging="1170"/>
    </w:pPr>
    <w:r>
      <w:rPr>
        <w:noProof/>
      </w:rPr>
      <w:drawing>
        <wp:inline distT="0" distB="0" distL="0" distR="0">
          <wp:extent cx="4335780" cy="731520"/>
          <wp:effectExtent l="19050" t="0" r="7620" b="0"/>
          <wp:docPr id="1" name="Picture 2" descr="l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h.png"/>
                  <pic:cNvPicPr>
                    <a:picLocks noChangeAspect="1" noChangeArrowheads="1"/>
                  </pic:cNvPicPr>
                </pic:nvPicPr>
                <pic:blipFill>
                  <a:blip r:embed="rId1"/>
                  <a:srcRect/>
                  <a:stretch>
                    <a:fillRect/>
                  </a:stretch>
                </pic:blipFill>
                <pic:spPr bwMode="auto">
                  <a:xfrm>
                    <a:off x="0" y="0"/>
                    <a:ext cx="4335780" cy="731520"/>
                  </a:xfrm>
                  <a:prstGeom prst="rect">
                    <a:avLst/>
                  </a:prstGeom>
                  <a:noFill/>
                  <a:ln w="9525">
                    <a:noFill/>
                    <a:miter lim="800000"/>
                    <a:headEnd/>
                    <a:tailEnd/>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1506"/>
  </w:hdrShapeDefaults>
  <w:footnotePr>
    <w:footnote w:id="-1"/>
    <w:footnote w:id="0"/>
  </w:footnotePr>
  <w:endnotePr>
    <w:endnote w:id="-1"/>
    <w:endnote w:id="0"/>
  </w:endnotePr>
  <w:compat/>
  <w:rsids>
    <w:rsidRoot w:val="0055415B"/>
    <w:rsid w:val="000074E7"/>
    <w:rsid w:val="00013200"/>
    <w:rsid w:val="000B6EE7"/>
    <w:rsid w:val="001517BA"/>
    <w:rsid w:val="001B3884"/>
    <w:rsid w:val="00260D6D"/>
    <w:rsid w:val="002D1EC8"/>
    <w:rsid w:val="002E7AE8"/>
    <w:rsid w:val="0031352D"/>
    <w:rsid w:val="003E2208"/>
    <w:rsid w:val="0055415B"/>
    <w:rsid w:val="005B3E6C"/>
    <w:rsid w:val="00622F81"/>
    <w:rsid w:val="00661312"/>
    <w:rsid w:val="00733699"/>
    <w:rsid w:val="007A697E"/>
    <w:rsid w:val="00867808"/>
    <w:rsid w:val="0090021B"/>
    <w:rsid w:val="00981F75"/>
    <w:rsid w:val="00A0201B"/>
    <w:rsid w:val="00A05B4D"/>
    <w:rsid w:val="00A93597"/>
    <w:rsid w:val="00AA341D"/>
    <w:rsid w:val="00AC549B"/>
    <w:rsid w:val="00B81F6B"/>
    <w:rsid w:val="00B92318"/>
    <w:rsid w:val="00D01408"/>
    <w:rsid w:val="00D31772"/>
    <w:rsid w:val="00D425AD"/>
    <w:rsid w:val="00D84C81"/>
    <w:rsid w:val="00DE3EAF"/>
    <w:rsid w:val="00E000AD"/>
    <w:rsid w:val="00ED32C8"/>
    <w:rsid w:val="00F605C3"/>
    <w:rsid w:val="00F8475F"/>
    <w:rsid w:val="00F84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40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2F81"/>
    <w:pPr>
      <w:tabs>
        <w:tab w:val="center" w:pos="4680"/>
        <w:tab w:val="right" w:pos="9360"/>
      </w:tabs>
    </w:pPr>
  </w:style>
  <w:style w:type="character" w:customStyle="1" w:styleId="HeaderChar">
    <w:name w:val="Header Char"/>
    <w:basedOn w:val="DefaultParagraphFont"/>
    <w:link w:val="Header"/>
    <w:uiPriority w:val="99"/>
    <w:rsid w:val="00622F81"/>
  </w:style>
  <w:style w:type="paragraph" w:styleId="Footer">
    <w:name w:val="footer"/>
    <w:basedOn w:val="Normal"/>
    <w:link w:val="FooterChar"/>
    <w:uiPriority w:val="99"/>
    <w:semiHidden/>
    <w:unhideWhenUsed/>
    <w:rsid w:val="00622F81"/>
    <w:pPr>
      <w:tabs>
        <w:tab w:val="center" w:pos="4680"/>
        <w:tab w:val="right" w:pos="9360"/>
      </w:tabs>
    </w:pPr>
  </w:style>
  <w:style w:type="character" w:customStyle="1" w:styleId="FooterChar">
    <w:name w:val="Footer Char"/>
    <w:basedOn w:val="DefaultParagraphFont"/>
    <w:link w:val="Footer"/>
    <w:uiPriority w:val="99"/>
    <w:semiHidden/>
    <w:rsid w:val="00622F81"/>
  </w:style>
  <w:style w:type="paragraph" w:styleId="BalloonText">
    <w:name w:val="Balloon Text"/>
    <w:basedOn w:val="Normal"/>
    <w:link w:val="BalloonTextChar"/>
    <w:uiPriority w:val="99"/>
    <w:semiHidden/>
    <w:unhideWhenUsed/>
    <w:rsid w:val="00622F81"/>
    <w:rPr>
      <w:rFonts w:ascii="Tahoma" w:hAnsi="Tahoma" w:cs="Tahoma"/>
      <w:sz w:val="16"/>
      <w:szCs w:val="16"/>
    </w:rPr>
  </w:style>
  <w:style w:type="character" w:customStyle="1" w:styleId="BalloonTextChar">
    <w:name w:val="Balloon Text Char"/>
    <w:basedOn w:val="DefaultParagraphFont"/>
    <w:link w:val="BalloonText"/>
    <w:uiPriority w:val="99"/>
    <w:semiHidden/>
    <w:rsid w:val="00622F81"/>
    <w:rPr>
      <w:rFonts w:ascii="Tahoma" w:hAnsi="Tahoma" w:cs="Tahoma"/>
      <w:sz w:val="16"/>
      <w:szCs w:val="16"/>
    </w:rPr>
  </w:style>
  <w:style w:type="paragraph" w:styleId="NoSpacing">
    <w:name w:val="No Spacing"/>
    <w:uiPriority w:val="1"/>
    <w:qFormat/>
    <w:rsid w:val="00F605C3"/>
    <w:rPr>
      <w:sz w:val="22"/>
      <w:szCs w:val="22"/>
    </w:rPr>
  </w:style>
  <w:style w:type="paragraph" w:styleId="NormalWeb">
    <w:name w:val="Normal (Web)"/>
    <w:basedOn w:val="Normal"/>
    <w:uiPriority w:val="99"/>
    <w:unhideWhenUsed/>
    <w:rsid w:val="00DE3EAF"/>
    <w:pPr>
      <w:spacing w:before="100" w:beforeAutospacing="1" w:after="100" w:afterAutospacing="1"/>
    </w:pPr>
  </w:style>
  <w:style w:type="paragraph" w:styleId="BodyText">
    <w:name w:val="Body Text"/>
    <w:basedOn w:val="Normal"/>
    <w:link w:val="BodyTextChar"/>
    <w:semiHidden/>
    <w:unhideWhenUsed/>
    <w:rsid w:val="00D01408"/>
    <w:pPr>
      <w:ind w:right="720"/>
    </w:pPr>
  </w:style>
  <w:style w:type="character" w:customStyle="1" w:styleId="BodyTextChar">
    <w:name w:val="Body Text Char"/>
    <w:basedOn w:val="DefaultParagraphFont"/>
    <w:link w:val="BodyText"/>
    <w:semiHidden/>
    <w:rsid w:val="00D01408"/>
    <w:rPr>
      <w:rFonts w:ascii="Times New Roman" w:eastAsia="Times New Roman" w:hAnsi="Times New Roman" w:cs="Times New Roman"/>
      <w:sz w:val="24"/>
      <w:szCs w:val="24"/>
    </w:rPr>
  </w:style>
  <w:style w:type="paragraph" w:styleId="BlockText">
    <w:name w:val="Block Text"/>
    <w:basedOn w:val="Normal"/>
    <w:semiHidden/>
    <w:unhideWhenUsed/>
    <w:rsid w:val="00D01408"/>
    <w:pPr>
      <w:ind w:left="720" w:right="720"/>
    </w:pPr>
  </w:style>
</w:styles>
</file>

<file path=word/webSettings.xml><?xml version="1.0" encoding="utf-8"?>
<w:webSettings xmlns:r="http://schemas.openxmlformats.org/officeDocument/2006/relationships" xmlns:w="http://schemas.openxmlformats.org/wordprocessingml/2006/main">
  <w:divs>
    <w:div w:id="381096427">
      <w:bodyDiv w:val="1"/>
      <w:marLeft w:val="0"/>
      <w:marRight w:val="0"/>
      <w:marTop w:val="0"/>
      <w:marBottom w:val="0"/>
      <w:divBdr>
        <w:top w:val="none" w:sz="0" w:space="0" w:color="auto"/>
        <w:left w:val="none" w:sz="0" w:space="0" w:color="auto"/>
        <w:bottom w:val="none" w:sz="0" w:space="0" w:color="auto"/>
        <w:right w:val="none" w:sz="0" w:space="0" w:color="auto"/>
      </w:divBdr>
    </w:div>
    <w:div w:id="390352486">
      <w:bodyDiv w:val="1"/>
      <w:marLeft w:val="0"/>
      <w:marRight w:val="0"/>
      <w:marTop w:val="0"/>
      <w:marBottom w:val="0"/>
      <w:divBdr>
        <w:top w:val="none" w:sz="0" w:space="0" w:color="auto"/>
        <w:left w:val="none" w:sz="0" w:space="0" w:color="auto"/>
        <w:bottom w:val="none" w:sz="0" w:space="0" w:color="auto"/>
        <w:right w:val="none" w:sz="0" w:space="0" w:color="auto"/>
      </w:divBdr>
    </w:div>
    <w:div w:id="438376505">
      <w:bodyDiv w:val="1"/>
      <w:marLeft w:val="0"/>
      <w:marRight w:val="0"/>
      <w:marTop w:val="0"/>
      <w:marBottom w:val="0"/>
      <w:divBdr>
        <w:top w:val="none" w:sz="0" w:space="0" w:color="auto"/>
        <w:left w:val="none" w:sz="0" w:space="0" w:color="auto"/>
        <w:bottom w:val="none" w:sz="0" w:space="0" w:color="auto"/>
        <w:right w:val="none" w:sz="0" w:space="0" w:color="auto"/>
      </w:divBdr>
    </w:div>
    <w:div w:id="655956047">
      <w:bodyDiv w:val="1"/>
      <w:marLeft w:val="0"/>
      <w:marRight w:val="0"/>
      <w:marTop w:val="0"/>
      <w:marBottom w:val="0"/>
      <w:divBdr>
        <w:top w:val="none" w:sz="0" w:space="0" w:color="auto"/>
        <w:left w:val="none" w:sz="0" w:space="0" w:color="auto"/>
        <w:bottom w:val="none" w:sz="0" w:space="0" w:color="auto"/>
        <w:right w:val="none" w:sz="0" w:space="0" w:color="auto"/>
      </w:divBdr>
    </w:div>
    <w:div w:id="733747401">
      <w:bodyDiv w:val="1"/>
      <w:marLeft w:val="0"/>
      <w:marRight w:val="0"/>
      <w:marTop w:val="0"/>
      <w:marBottom w:val="0"/>
      <w:divBdr>
        <w:top w:val="none" w:sz="0" w:space="0" w:color="auto"/>
        <w:left w:val="none" w:sz="0" w:space="0" w:color="auto"/>
        <w:bottom w:val="none" w:sz="0" w:space="0" w:color="auto"/>
        <w:right w:val="none" w:sz="0" w:space="0" w:color="auto"/>
      </w:divBdr>
    </w:div>
    <w:div w:id="895048963">
      <w:bodyDiv w:val="1"/>
      <w:marLeft w:val="0"/>
      <w:marRight w:val="0"/>
      <w:marTop w:val="0"/>
      <w:marBottom w:val="0"/>
      <w:divBdr>
        <w:top w:val="none" w:sz="0" w:space="0" w:color="auto"/>
        <w:left w:val="none" w:sz="0" w:space="0" w:color="auto"/>
        <w:bottom w:val="none" w:sz="0" w:space="0" w:color="auto"/>
        <w:right w:val="none" w:sz="0" w:space="0" w:color="auto"/>
      </w:divBdr>
    </w:div>
    <w:div w:id="918367784">
      <w:bodyDiv w:val="1"/>
      <w:marLeft w:val="0"/>
      <w:marRight w:val="0"/>
      <w:marTop w:val="0"/>
      <w:marBottom w:val="0"/>
      <w:divBdr>
        <w:top w:val="none" w:sz="0" w:space="0" w:color="auto"/>
        <w:left w:val="none" w:sz="0" w:space="0" w:color="auto"/>
        <w:bottom w:val="none" w:sz="0" w:space="0" w:color="auto"/>
        <w:right w:val="none" w:sz="0" w:space="0" w:color="auto"/>
      </w:divBdr>
    </w:div>
    <w:div w:id="943154726">
      <w:bodyDiv w:val="1"/>
      <w:marLeft w:val="0"/>
      <w:marRight w:val="0"/>
      <w:marTop w:val="0"/>
      <w:marBottom w:val="0"/>
      <w:divBdr>
        <w:top w:val="none" w:sz="0" w:space="0" w:color="auto"/>
        <w:left w:val="none" w:sz="0" w:space="0" w:color="auto"/>
        <w:bottom w:val="none" w:sz="0" w:space="0" w:color="auto"/>
        <w:right w:val="none" w:sz="0" w:space="0" w:color="auto"/>
      </w:divBdr>
    </w:div>
    <w:div w:id="1058670065">
      <w:bodyDiv w:val="1"/>
      <w:marLeft w:val="0"/>
      <w:marRight w:val="0"/>
      <w:marTop w:val="0"/>
      <w:marBottom w:val="0"/>
      <w:divBdr>
        <w:top w:val="none" w:sz="0" w:space="0" w:color="auto"/>
        <w:left w:val="none" w:sz="0" w:space="0" w:color="auto"/>
        <w:bottom w:val="none" w:sz="0" w:space="0" w:color="auto"/>
        <w:right w:val="none" w:sz="0" w:space="0" w:color="auto"/>
      </w:divBdr>
    </w:div>
    <w:div w:id="1058866952">
      <w:bodyDiv w:val="1"/>
      <w:marLeft w:val="0"/>
      <w:marRight w:val="0"/>
      <w:marTop w:val="0"/>
      <w:marBottom w:val="0"/>
      <w:divBdr>
        <w:top w:val="none" w:sz="0" w:space="0" w:color="auto"/>
        <w:left w:val="none" w:sz="0" w:space="0" w:color="auto"/>
        <w:bottom w:val="none" w:sz="0" w:space="0" w:color="auto"/>
        <w:right w:val="none" w:sz="0" w:space="0" w:color="auto"/>
      </w:divBdr>
    </w:div>
    <w:div w:id="1379429376">
      <w:bodyDiv w:val="1"/>
      <w:marLeft w:val="0"/>
      <w:marRight w:val="0"/>
      <w:marTop w:val="0"/>
      <w:marBottom w:val="0"/>
      <w:divBdr>
        <w:top w:val="none" w:sz="0" w:space="0" w:color="auto"/>
        <w:left w:val="none" w:sz="0" w:space="0" w:color="auto"/>
        <w:bottom w:val="none" w:sz="0" w:space="0" w:color="auto"/>
        <w:right w:val="none" w:sz="0" w:space="0" w:color="auto"/>
      </w:divBdr>
    </w:div>
    <w:div w:id="1403675621">
      <w:bodyDiv w:val="1"/>
      <w:marLeft w:val="0"/>
      <w:marRight w:val="0"/>
      <w:marTop w:val="0"/>
      <w:marBottom w:val="0"/>
      <w:divBdr>
        <w:top w:val="none" w:sz="0" w:space="0" w:color="auto"/>
        <w:left w:val="none" w:sz="0" w:space="0" w:color="auto"/>
        <w:bottom w:val="none" w:sz="0" w:space="0" w:color="auto"/>
        <w:right w:val="none" w:sz="0" w:space="0" w:color="auto"/>
      </w:divBdr>
    </w:div>
    <w:div w:id="1624143969">
      <w:bodyDiv w:val="1"/>
      <w:marLeft w:val="0"/>
      <w:marRight w:val="0"/>
      <w:marTop w:val="0"/>
      <w:marBottom w:val="0"/>
      <w:divBdr>
        <w:top w:val="none" w:sz="0" w:space="0" w:color="auto"/>
        <w:left w:val="none" w:sz="0" w:space="0" w:color="auto"/>
        <w:bottom w:val="none" w:sz="0" w:space="0" w:color="auto"/>
        <w:right w:val="none" w:sz="0" w:space="0" w:color="auto"/>
      </w:divBdr>
    </w:div>
    <w:div w:id="1640264749">
      <w:bodyDiv w:val="1"/>
      <w:marLeft w:val="0"/>
      <w:marRight w:val="0"/>
      <w:marTop w:val="0"/>
      <w:marBottom w:val="0"/>
      <w:divBdr>
        <w:top w:val="none" w:sz="0" w:space="0" w:color="auto"/>
        <w:left w:val="none" w:sz="0" w:space="0" w:color="auto"/>
        <w:bottom w:val="none" w:sz="0" w:space="0" w:color="auto"/>
        <w:right w:val="none" w:sz="0" w:space="0" w:color="auto"/>
      </w:divBdr>
    </w:div>
    <w:div w:id="1723749784">
      <w:bodyDiv w:val="1"/>
      <w:marLeft w:val="0"/>
      <w:marRight w:val="0"/>
      <w:marTop w:val="0"/>
      <w:marBottom w:val="0"/>
      <w:divBdr>
        <w:top w:val="none" w:sz="0" w:space="0" w:color="auto"/>
        <w:left w:val="none" w:sz="0" w:space="0" w:color="auto"/>
        <w:bottom w:val="none" w:sz="0" w:space="0" w:color="auto"/>
        <w:right w:val="none" w:sz="0" w:space="0" w:color="auto"/>
      </w:divBdr>
    </w:div>
    <w:div w:id="1783497146">
      <w:bodyDiv w:val="1"/>
      <w:marLeft w:val="0"/>
      <w:marRight w:val="0"/>
      <w:marTop w:val="0"/>
      <w:marBottom w:val="0"/>
      <w:divBdr>
        <w:top w:val="none" w:sz="0" w:space="0" w:color="auto"/>
        <w:left w:val="none" w:sz="0" w:space="0" w:color="auto"/>
        <w:bottom w:val="none" w:sz="0" w:space="0" w:color="auto"/>
        <w:right w:val="none" w:sz="0" w:space="0" w:color="auto"/>
      </w:divBdr>
    </w:div>
    <w:div w:id="1888447568">
      <w:bodyDiv w:val="1"/>
      <w:marLeft w:val="0"/>
      <w:marRight w:val="0"/>
      <w:marTop w:val="0"/>
      <w:marBottom w:val="0"/>
      <w:divBdr>
        <w:top w:val="none" w:sz="0" w:space="0" w:color="auto"/>
        <w:left w:val="none" w:sz="0" w:space="0" w:color="auto"/>
        <w:bottom w:val="none" w:sz="0" w:space="0" w:color="auto"/>
        <w:right w:val="none" w:sz="0" w:space="0" w:color="auto"/>
      </w:divBdr>
    </w:div>
    <w:div w:id="1961760674">
      <w:bodyDiv w:val="1"/>
      <w:marLeft w:val="0"/>
      <w:marRight w:val="0"/>
      <w:marTop w:val="0"/>
      <w:marBottom w:val="0"/>
      <w:divBdr>
        <w:top w:val="none" w:sz="0" w:space="0" w:color="auto"/>
        <w:left w:val="none" w:sz="0" w:space="0" w:color="auto"/>
        <w:bottom w:val="none" w:sz="0" w:space="0" w:color="auto"/>
        <w:right w:val="none" w:sz="0" w:space="0" w:color="auto"/>
      </w:divBdr>
    </w:div>
    <w:div w:id="196492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y.CORPORATE\Desktop\Letterhead20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958A22-42C7-428D-8B83-7709D2A42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Letterhead2014.dotx</Template>
  <TotalTime>1</TotalTime>
  <Pages>2</Pages>
  <Words>547</Words>
  <Characters>3124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Contact Communications</Company>
  <LinksUpToDate>false</LinksUpToDate>
  <CharactersWithSpaces>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Kathy Paskevich</dc:creator>
  <cp:lastModifiedBy>Kathy Paskevich</cp:lastModifiedBy>
  <cp:revision>3</cp:revision>
  <cp:lastPrinted>2013-04-01T20:55:00Z</cp:lastPrinted>
  <dcterms:created xsi:type="dcterms:W3CDTF">2018-02-21T18:38:00Z</dcterms:created>
  <dcterms:modified xsi:type="dcterms:W3CDTF">2018-02-21T18:39:00Z</dcterms:modified>
</cp:coreProperties>
</file>