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DB25D" w14:textId="77777777" w:rsidR="0078676F" w:rsidRDefault="0078676F" w:rsidP="00FA02E6">
      <w:pPr>
        <w:rPr>
          <w:rFonts w:ascii="Helvetica" w:hAnsi="Helvetica" w:cs="Arial"/>
          <w:caps/>
          <w:w w:val="115"/>
          <w:sz w:val="16"/>
        </w:rPr>
        <w:sectPr w:rsidR="0078676F" w:rsidSect="00D250B8">
          <w:headerReference w:type="default" r:id="rId11"/>
          <w:footerReference w:type="default" r:id="rId12"/>
          <w:footerReference w:type="first" r:id="rId13"/>
          <w:type w:val="continuous"/>
          <w:pgSz w:w="12240" w:h="15840" w:code="1"/>
          <w:pgMar w:top="274" w:right="1440" w:bottom="806" w:left="1440" w:header="144" w:footer="288" w:gutter="0"/>
          <w:cols w:space="720"/>
          <w:noEndnote/>
          <w:titlePg/>
          <w:docGrid w:linePitch="299"/>
        </w:sectPr>
      </w:pPr>
      <w:bookmarkStart w:id="0" w:name="_GoBack"/>
      <w:bookmarkEnd w:id="0"/>
    </w:p>
    <w:p w14:paraId="2CC06E75" w14:textId="77777777" w:rsidR="0078676F" w:rsidRDefault="0078676F" w:rsidP="003F602B">
      <w:pPr>
        <w:rPr>
          <w:rFonts w:ascii="Helvetica" w:hAnsi="Helvetica" w:cs="Arial"/>
          <w:caps/>
          <w:w w:val="115"/>
          <w:sz w:val="16"/>
        </w:rPr>
      </w:pPr>
    </w:p>
    <w:p w14:paraId="7ABB419D" w14:textId="27909EA8" w:rsidR="0078676F" w:rsidRPr="0078676F" w:rsidRDefault="00C5505B" w:rsidP="00B3235D">
      <w:pPr>
        <w:spacing w:before="1440"/>
        <w:jc w:val="center"/>
        <w:rPr>
          <w:rFonts w:ascii="Helvetica" w:hAnsi="Helvetica" w:cs="Arial"/>
          <w:caps/>
          <w:w w:val="115"/>
          <w:sz w:val="16"/>
        </w:rPr>
      </w:pPr>
      <w:r>
        <w:rPr>
          <w:rFonts w:ascii="Helvetica" w:hAnsi="Helvetica" w:cs="Arial"/>
          <w:caps/>
          <w:w w:val="115"/>
          <w:sz w:val="16"/>
        </w:rPr>
        <w:t xml:space="preserve">  </w:t>
      </w:r>
      <w:r w:rsidR="005F0272">
        <w:rPr>
          <w:rFonts w:ascii="Helvetica" w:hAnsi="Helvetica" w:cs="Arial"/>
          <w:caps/>
          <w:w w:val="115"/>
          <w:sz w:val="16"/>
        </w:rPr>
        <w:t xml:space="preserve">  </w:t>
      </w:r>
      <w:r w:rsidR="00617781">
        <w:rPr>
          <w:rFonts w:ascii="Helvetica" w:hAnsi="Helvetica" w:cs="Arial"/>
          <w:caps/>
          <w:w w:val="115"/>
          <w:sz w:val="16"/>
        </w:rPr>
        <w:t>gretchen whitmer</w:t>
      </w:r>
    </w:p>
    <w:p w14:paraId="7CD12C67" w14:textId="7A819DD2" w:rsidR="0078676F" w:rsidRDefault="00C5505B" w:rsidP="007A291D">
      <w:pPr>
        <w:ind w:left="90"/>
        <w:jc w:val="center"/>
        <w:rPr>
          <w:rFonts w:ascii="Helvetica" w:hAnsi="Helvetica" w:cs="Arial"/>
          <w:smallCaps/>
          <w:w w:val="115"/>
          <w:sz w:val="16"/>
          <w:szCs w:val="16"/>
        </w:rPr>
      </w:pPr>
      <w:r>
        <w:rPr>
          <w:rFonts w:ascii="Helvetica" w:hAnsi="Helvetica" w:cs="Arial"/>
          <w:smallCaps/>
          <w:w w:val="115"/>
          <w:sz w:val="16"/>
          <w:szCs w:val="16"/>
        </w:rPr>
        <w:t xml:space="preserve">  </w:t>
      </w:r>
      <w:r w:rsidR="0078676F" w:rsidRPr="0078676F">
        <w:rPr>
          <w:rFonts w:ascii="Helvetica" w:hAnsi="Helvetica" w:cs="Arial"/>
          <w:smallCaps/>
          <w:w w:val="115"/>
          <w:sz w:val="16"/>
          <w:szCs w:val="16"/>
        </w:rPr>
        <w:t>Governor</w:t>
      </w:r>
      <w:r w:rsidR="0078676F">
        <w:rPr>
          <w:rFonts w:ascii="Helvetica" w:hAnsi="Helvetica" w:cs="Arial"/>
          <w:smallCaps/>
          <w:w w:val="115"/>
          <w:sz w:val="16"/>
          <w:szCs w:val="16"/>
        </w:rPr>
        <w:br w:type="column"/>
      </w:r>
      <w:r w:rsidR="00BB783F">
        <w:rPr>
          <w:rFonts w:ascii="Helvetica" w:hAnsi="Helvetica" w:cs="Arial"/>
          <w:smallCaps/>
          <w:w w:val="115"/>
          <w:sz w:val="16"/>
          <w:szCs w:val="16"/>
        </w:rPr>
        <w:t xml:space="preserve"> </w:t>
      </w:r>
      <w:r w:rsidR="007D166A" w:rsidRPr="00704240">
        <w:rPr>
          <w:rFonts w:ascii="Helvetica" w:hAnsi="Helvetica" w:cs="Arial"/>
          <w:smallCaps/>
          <w:noProof/>
          <w:w w:val="115"/>
          <w:sz w:val="16"/>
          <w:szCs w:val="16"/>
        </w:rPr>
        <w:drawing>
          <wp:inline distT="0" distB="0" distL="0" distR="0" wp14:anchorId="0E6677C3" wp14:editId="04924440">
            <wp:extent cx="544730" cy="633868"/>
            <wp:effectExtent l="0" t="0" r="0" b="1270"/>
            <wp:docPr id="1" name="Picture 1" descr="State of Michigan Seal" title="State of Michigan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52" cy="65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A1098" w14:textId="77777777" w:rsidR="00870EE9" w:rsidRPr="0078676F" w:rsidRDefault="00870EE9" w:rsidP="007A291D">
      <w:pPr>
        <w:ind w:left="90"/>
        <w:jc w:val="center"/>
        <w:rPr>
          <w:rFonts w:ascii="Helvetica" w:hAnsi="Helvetica" w:cs="Arial"/>
          <w:smallCaps/>
          <w:w w:val="115"/>
          <w:sz w:val="16"/>
          <w:szCs w:val="16"/>
        </w:rPr>
      </w:pPr>
    </w:p>
    <w:p w14:paraId="7FA15BBB" w14:textId="77777777" w:rsidR="0078676F" w:rsidRPr="00267EA5" w:rsidRDefault="0078676F" w:rsidP="007A291D">
      <w:pPr>
        <w:tabs>
          <w:tab w:val="center" w:pos="3852"/>
        </w:tabs>
        <w:ind w:left="90"/>
        <w:jc w:val="center"/>
        <w:rPr>
          <w:rFonts w:ascii="Times New Roman" w:hAnsi="Times New Roman"/>
          <w:smallCaps/>
          <w:w w:val="115"/>
          <w:kern w:val="36"/>
          <w:sz w:val="20"/>
        </w:rPr>
      </w:pPr>
      <w:r w:rsidRPr="00267EA5">
        <w:rPr>
          <w:rFonts w:ascii="Times New Roman" w:hAnsi="Times New Roman"/>
          <w:smallCaps/>
          <w:w w:val="115"/>
          <w:kern w:val="36"/>
          <w:sz w:val="20"/>
        </w:rPr>
        <w:t>State of Michigan</w:t>
      </w:r>
    </w:p>
    <w:p w14:paraId="6C491FEC" w14:textId="68928950" w:rsidR="0078676F" w:rsidRPr="0079777F" w:rsidRDefault="0078676F" w:rsidP="007A291D">
      <w:pPr>
        <w:tabs>
          <w:tab w:val="center" w:pos="3852"/>
        </w:tabs>
        <w:ind w:left="90"/>
        <w:jc w:val="center"/>
        <w:rPr>
          <w:rFonts w:ascii="Helvetica" w:hAnsi="Helvetica" w:cs="Arial"/>
          <w:caps/>
          <w:w w:val="115"/>
          <w:kern w:val="36"/>
          <w:sz w:val="20"/>
        </w:rPr>
      </w:pPr>
      <w:r w:rsidRPr="0079777F">
        <w:rPr>
          <w:rFonts w:ascii="Helvetica" w:hAnsi="Helvetica" w:cs="Arial"/>
          <w:caps/>
          <w:w w:val="115"/>
          <w:kern w:val="36"/>
          <w:sz w:val="20"/>
        </w:rPr>
        <w:t>department of Education</w:t>
      </w:r>
    </w:p>
    <w:p w14:paraId="2F50DF37" w14:textId="4C9005FD" w:rsidR="00B3235D" w:rsidRPr="00B3235D" w:rsidRDefault="0078676F" w:rsidP="00B3235D">
      <w:pPr>
        <w:ind w:left="90"/>
        <w:jc w:val="center"/>
        <w:rPr>
          <w:rFonts w:ascii="Times New Roman" w:hAnsi="Times New Roman"/>
          <w:smallCaps/>
          <w:w w:val="115"/>
          <w:kern w:val="36"/>
          <w:sz w:val="20"/>
        </w:rPr>
      </w:pPr>
      <w:r w:rsidRPr="00DB7D54">
        <w:rPr>
          <w:rFonts w:ascii="Times New Roman" w:hAnsi="Times New Roman"/>
          <w:smallCaps/>
          <w:w w:val="115"/>
          <w:kern w:val="36"/>
          <w:sz w:val="20"/>
        </w:rPr>
        <w:t>Lansing</w:t>
      </w:r>
      <w:r w:rsidRPr="00DB7D54">
        <w:rPr>
          <w:rFonts w:ascii="Times New Roman" w:hAnsi="Times New Roman"/>
          <w:smallCaps/>
          <w:w w:val="115"/>
          <w:kern w:val="36"/>
          <w:sz w:val="20"/>
        </w:rPr>
        <w:br w:type="column"/>
      </w:r>
    </w:p>
    <w:p w14:paraId="7240FE43" w14:textId="6EAF09F8" w:rsidR="0078676F" w:rsidRPr="0036229D" w:rsidRDefault="001E3FDF" w:rsidP="00B3235D">
      <w:pPr>
        <w:spacing w:before="1360"/>
        <w:ind w:left="360"/>
        <w:jc w:val="center"/>
        <w:rPr>
          <w:rFonts w:ascii="Helvetica" w:hAnsi="Helvetica"/>
          <w:smallCaps/>
          <w:w w:val="115"/>
          <w:kern w:val="36"/>
          <w:sz w:val="20"/>
        </w:rPr>
      </w:pPr>
      <w:r>
        <w:rPr>
          <w:rFonts w:ascii="Helvetica" w:hAnsi="Helvetica" w:cs="Arial"/>
          <w:caps/>
          <w:w w:val="115"/>
          <w:sz w:val="16"/>
        </w:rPr>
        <w:t xml:space="preserve">MICHAEL F. RICE, </w:t>
      </w:r>
      <w:bookmarkStart w:id="1" w:name="_Hlk14186729"/>
      <w:r>
        <w:rPr>
          <w:rFonts w:ascii="Helvetica" w:hAnsi="Helvetica" w:cs="Arial"/>
          <w:caps/>
          <w:w w:val="115"/>
          <w:sz w:val="16"/>
        </w:rPr>
        <w:t>p</w:t>
      </w:r>
      <w:r>
        <w:rPr>
          <w:rFonts w:ascii="Helvetica" w:hAnsi="Helvetica" w:cs="Arial"/>
          <w:w w:val="115"/>
          <w:sz w:val="16"/>
        </w:rPr>
        <w:t>h.</w:t>
      </w:r>
      <w:r>
        <w:rPr>
          <w:rFonts w:ascii="Helvetica" w:hAnsi="Helvetica" w:cs="Arial"/>
          <w:caps/>
          <w:w w:val="115"/>
          <w:sz w:val="16"/>
        </w:rPr>
        <w:t>D.</w:t>
      </w:r>
      <w:bookmarkEnd w:id="1"/>
    </w:p>
    <w:p w14:paraId="0F2B0606" w14:textId="5F1FCBAD" w:rsidR="0078676F" w:rsidRDefault="00D754F8" w:rsidP="00177E22">
      <w:pPr>
        <w:jc w:val="center"/>
        <w:rPr>
          <w:smallCaps/>
          <w:w w:val="115"/>
          <w:kern w:val="36"/>
          <w:sz w:val="20"/>
        </w:rPr>
        <w:sectPr w:rsidR="0078676F" w:rsidSect="00E02091">
          <w:type w:val="continuous"/>
          <w:pgSz w:w="12240" w:h="15840" w:code="1"/>
          <w:pgMar w:top="270" w:right="360" w:bottom="810" w:left="0" w:header="720" w:footer="720" w:gutter="0"/>
          <w:cols w:num="3" w:space="720"/>
          <w:noEndnote/>
        </w:sectPr>
      </w:pPr>
      <w:r>
        <w:rPr>
          <w:rFonts w:ascii="Helvetica" w:hAnsi="Helvetica" w:cs="Arial"/>
          <w:smallCaps/>
          <w:w w:val="115"/>
          <w:sz w:val="16"/>
          <w:szCs w:val="16"/>
        </w:rPr>
        <w:t xml:space="preserve">        </w:t>
      </w:r>
      <w:r w:rsidR="001E3FDF">
        <w:rPr>
          <w:rFonts w:ascii="Helvetica" w:hAnsi="Helvetica" w:cs="Arial"/>
          <w:smallCaps/>
          <w:w w:val="115"/>
          <w:sz w:val="16"/>
          <w:szCs w:val="16"/>
        </w:rPr>
        <w:t>S</w:t>
      </w:r>
      <w:r w:rsidR="00177E22">
        <w:rPr>
          <w:rFonts w:ascii="Helvetica" w:hAnsi="Helvetica" w:cs="Arial"/>
          <w:smallCaps/>
          <w:w w:val="115"/>
          <w:sz w:val="16"/>
          <w:szCs w:val="16"/>
        </w:rPr>
        <w:t>tate Superintendent</w:t>
      </w:r>
    </w:p>
    <w:p w14:paraId="5D7A4D08" w14:textId="77777777" w:rsidR="00E02091" w:rsidRDefault="00E02091" w:rsidP="00B3235D">
      <w:pPr>
        <w:pStyle w:val="Heading1"/>
        <w:jc w:val="left"/>
      </w:pPr>
    </w:p>
    <w:p w14:paraId="2536FFCF" w14:textId="3C79C8AD" w:rsidR="003D5A91" w:rsidRDefault="003D5A91" w:rsidP="002F5310"/>
    <w:p w14:paraId="4B78AE81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 xml:space="preserve">The Honorable </w:t>
      </w:r>
      <w:proofErr w:type="spellStart"/>
      <w:r w:rsidRPr="009C174C">
        <w:rPr>
          <w:rFonts w:eastAsia="Microsoft Yi Baiti"/>
          <w:szCs w:val="22"/>
        </w:rPr>
        <w:t>Ajit</w:t>
      </w:r>
      <w:proofErr w:type="spellEnd"/>
      <w:r w:rsidRPr="009C174C">
        <w:rPr>
          <w:rFonts w:eastAsia="Microsoft Yi Baiti"/>
          <w:szCs w:val="22"/>
        </w:rPr>
        <w:t xml:space="preserve"> Pai, Chairman</w:t>
      </w:r>
    </w:p>
    <w:p w14:paraId="6FCB79C1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Federal Communications Commission</w:t>
      </w:r>
    </w:p>
    <w:p w14:paraId="6C0ADAB8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445 12th Street, SW</w:t>
      </w:r>
    </w:p>
    <w:p w14:paraId="7775BD8D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Washington, DC 20554</w:t>
      </w:r>
    </w:p>
    <w:p w14:paraId="7AF5BC09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403BA22D" w14:textId="77777777" w:rsidR="009C174C" w:rsidRPr="009C174C" w:rsidRDefault="009C174C" w:rsidP="009C174C">
      <w:pPr>
        <w:ind w:left="720"/>
        <w:rPr>
          <w:rFonts w:eastAsia="Microsoft Yi Baiti"/>
          <w:i/>
          <w:szCs w:val="22"/>
        </w:rPr>
      </w:pPr>
      <w:r w:rsidRPr="009C174C">
        <w:rPr>
          <w:rFonts w:eastAsia="Microsoft Yi Baiti"/>
          <w:i/>
          <w:szCs w:val="22"/>
        </w:rPr>
        <w:t>RE:  In the Matter of:  Nomination for Universal Service Administrative Company Board of Directors, CC Docket Nos. 97-21 and 96-45</w:t>
      </w:r>
    </w:p>
    <w:p w14:paraId="4AC96A65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2C037A90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 xml:space="preserve">Dear </w:t>
      </w:r>
      <w:proofErr w:type="gramStart"/>
      <w:r w:rsidRPr="009C174C">
        <w:rPr>
          <w:rFonts w:eastAsia="Microsoft Yi Baiti"/>
          <w:szCs w:val="22"/>
        </w:rPr>
        <w:t>Chairman</w:t>
      </w:r>
      <w:proofErr w:type="gramEnd"/>
      <w:r w:rsidRPr="009C174C">
        <w:rPr>
          <w:rFonts w:eastAsia="Microsoft Yi Baiti"/>
          <w:szCs w:val="22"/>
        </w:rPr>
        <w:t xml:space="preserve"> Pai: </w:t>
      </w:r>
    </w:p>
    <w:p w14:paraId="1C819FEF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21274BC0" w14:textId="7C68CD86" w:rsidR="00742A9E" w:rsidRDefault="009C174C" w:rsidP="009C174C">
      <w:pPr>
        <w:rPr>
          <w:rFonts w:eastAsia="Microsoft Yi Baiti"/>
          <w:szCs w:val="22"/>
        </w:rPr>
      </w:pPr>
      <w:r>
        <w:rPr>
          <w:rFonts w:eastAsia="Microsoft Yi Baiti"/>
          <w:szCs w:val="22"/>
        </w:rPr>
        <w:t>I would like to su</w:t>
      </w:r>
      <w:r w:rsidRPr="009C174C">
        <w:rPr>
          <w:rFonts w:eastAsia="Microsoft Yi Baiti"/>
          <w:szCs w:val="22"/>
        </w:rPr>
        <w:t>pport the American Library Association’s (ALA) nomination of Amber Gregory to serve as the library representative on the Universal Service Administrative Company’s (USAC) Board of Directors</w:t>
      </w:r>
      <w:r>
        <w:rPr>
          <w:rFonts w:eastAsia="Microsoft Yi Baiti"/>
          <w:szCs w:val="22"/>
        </w:rPr>
        <w:t>. Recently I decided to interview three other state E-Rate coordinators for a presentation I was making in Michigan on different state models of support. I called Amber Gregory first because I know how knowledgeable</w:t>
      </w:r>
      <w:r w:rsidR="00742A9E">
        <w:rPr>
          <w:rFonts w:eastAsia="Microsoft Yi Baiti"/>
          <w:szCs w:val="22"/>
        </w:rPr>
        <w:t xml:space="preserve"> </w:t>
      </w:r>
      <w:r>
        <w:rPr>
          <w:rFonts w:eastAsia="Microsoft Yi Baiti"/>
          <w:szCs w:val="22"/>
        </w:rPr>
        <w:t xml:space="preserve">and </w:t>
      </w:r>
      <w:proofErr w:type="gramStart"/>
      <w:r>
        <w:rPr>
          <w:rFonts w:eastAsia="Microsoft Yi Baiti"/>
          <w:szCs w:val="22"/>
        </w:rPr>
        <w:t>effective</w:t>
      </w:r>
      <w:proofErr w:type="gramEnd"/>
      <w:r>
        <w:rPr>
          <w:rFonts w:eastAsia="Microsoft Yi Baiti"/>
          <w:szCs w:val="22"/>
        </w:rPr>
        <w:t xml:space="preserve"> she is </w:t>
      </w:r>
      <w:r w:rsidR="00742A9E">
        <w:rPr>
          <w:rFonts w:eastAsia="Microsoft Yi Baiti"/>
          <w:szCs w:val="22"/>
        </w:rPr>
        <w:t>in her position</w:t>
      </w:r>
      <w:r>
        <w:rPr>
          <w:rFonts w:eastAsia="Microsoft Yi Baiti"/>
          <w:szCs w:val="22"/>
        </w:rPr>
        <w:t xml:space="preserve">. </w:t>
      </w:r>
      <w:r w:rsidR="00742A9E">
        <w:rPr>
          <w:rFonts w:eastAsia="Microsoft Yi Baiti"/>
          <w:szCs w:val="22"/>
        </w:rPr>
        <w:t>Amber is devoted to working with</w:t>
      </w:r>
      <w:r w:rsidR="003346EA">
        <w:rPr>
          <w:rFonts w:eastAsia="Microsoft Yi Baiti"/>
          <w:szCs w:val="22"/>
        </w:rPr>
        <w:t xml:space="preserve"> and for </w:t>
      </w:r>
      <w:r w:rsidR="00742A9E">
        <w:rPr>
          <w:rFonts w:eastAsia="Microsoft Yi Baiti"/>
          <w:szCs w:val="22"/>
        </w:rPr>
        <w:t xml:space="preserve">libraries. </w:t>
      </w:r>
    </w:p>
    <w:p w14:paraId="0C3F3B0A" w14:textId="77777777" w:rsidR="009C174C" w:rsidRDefault="009C174C" w:rsidP="009C174C">
      <w:pPr>
        <w:rPr>
          <w:rFonts w:eastAsia="Microsoft Yi Baiti"/>
          <w:szCs w:val="22"/>
        </w:rPr>
      </w:pPr>
    </w:p>
    <w:p w14:paraId="33E16173" w14:textId="5289D1B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 xml:space="preserve">Ms. Gregory is the current Manager of E-Rate Services at the Arkansas State Library, a position she has held since 2010.  In this position, Amber conducts E-rate workshops and provides a variety of E-rate support activities.  For example, she offers direct, “hands-on” assistance to library staff with all facets of the E-rate application process and the program’s invoicing and other post-commitment processes.  This assistance is critically important to ensure that the state’s public libraries—especially those in smaller, rural communities—correctly follow the many E-rate rules and ultimately receive their E-rate funding. </w:t>
      </w:r>
    </w:p>
    <w:p w14:paraId="68645982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6CCABD2B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Ms. Gregory is also active at the national level in E-rate activities and currently chairs the American Library Association’s E-Rate Task Force.  In her work on the Task Force Amber helps develop ALA’s position on various E-rate issues and assists the association in developing responses to the Commission’s public notices on the program.  In addition, she is highly respected by other state library E-rate coordinators for her leadership and E-rate expertise.</w:t>
      </w:r>
    </w:p>
    <w:p w14:paraId="38C81EDF" w14:textId="77777777" w:rsidR="009C174C" w:rsidRPr="009C174C" w:rsidRDefault="009C174C" w:rsidP="009C174C">
      <w:pPr>
        <w:rPr>
          <w:rFonts w:eastAsia="Microsoft Yi Baiti"/>
          <w:szCs w:val="22"/>
        </w:rPr>
      </w:pPr>
    </w:p>
    <w:p w14:paraId="6752EE8F" w14:textId="77777777" w:rsidR="009C174C" w:rsidRPr="009C174C" w:rsidRDefault="009C174C" w:rsidP="009C174C">
      <w:pPr>
        <w:rPr>
          <w:rFonts w:eastAsia="Microsoft Yi Baiti"/>
          <w:szCs w:val="22"/>
        </w:rPr>
      </w:pPr>
      <w:r w:rsidRPr="009C174C">
        <w:rPr>
          <w:rFonts w:eastAsia="Microsoft Yi Baiti"/>
          <w:szCs w:val="22"/>
        </w:rPr>
        <w:t>Sincerely,</w:t>
      </w:r>
    </w:p>
    <w:p w14:paraId="65AFBA0B" w14:textId="21811E6D" w:rsidR="00601537" w:rsidRPr="009C174C" w:rsidRDefault="00601537" w:rsidP="002F5310">
      <w:pPr>
        <w:rPr>
          <w:szCs w:val="22"/>
        </w:rPr>
      </w:pPr>
    </w:p>
    <w:p w14:paraId="7178FAAF" w14:textId="04A511B8" w:rsidR="00601537" w:rsidRPr="009C174C" w:rsidRDefault="009C174C" w:rsidP="002F5310">
      <w:pPr>
        <w:rPr>
          <w:szCs w:val="22"/>
        </w:rPr>
      </w:pPr>
      <w:r>
        <w:rPr>
          <w:noProof/>
          <w:szCs w:val="22"/>
        </w:rPr>
        <w:drawing>
          <wp:inline distT="0" distB="0" distL="0" distR="0" wp14:anchorId="4BA57724" wp14:editId="1C49A7B3">
            <wp:extent cx="1670078" cy="548640"/>
            <wp:effectExtent l="0" t="0" r="6350" b="3810"/>
            <wp:docPr id="2" name="Picture 2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nya Signature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091" cy="5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5DFCB" w14:textId="5ED9FCFE" w:rsidR="00E14D4F" w:rsidRPr="009C174C" w:rsidRDefault="00897249" w:rsidP="002F5310">
      <w:pPr>
        <w:rPr>
          <w:szCs w:val="22"/>
        </w:rPr>
      </w:pPr>
      <w:r w:rsidRPr="009C174C">
        <w:rPr>
          <w:szCs w:val="22"/>
        </w:rPr>
        <w:t xml:space="preserve">             </w:t>
      </w:r>
      <w:r w:rsidR="00D7545F" w:rsidRPr="009C174C">
        <w:rPr>
          <w:szCs w:val="22"/>
        </w:rPr>
        <w:t xml:space="preserve">                   </w:t>
      </w:r>
    </w:p>
    <w:p w14:paraId="27548B27" w14:textId="54F1B7A6" w:rsidR="00721EC9" w:rsidRDefault="009C174C" w:rsidP="00721EC9">
      <w:pPr>
        <w:rPr>
          <w:szCs w:val="22"/>
        </w:rPr>
      </w:pPr>
      <w:r>
        <w:rPr>
          <w:szCs w:val="22"/>
        </w:rPr>
        <w:t>Sonya Schryer Norris</w:t>
      </w:r>
    </w:p>
    <w:p w14:paraId="194A7E83" w14:textId="69F15625" w:rsidR="009C174C" w:rsidRDefault="009C174C" w:rsidP="00721EC9">
      <w:pPr>
        <w:rPr>
          <w:szCs w:val="22"/>
        </w:rPr>
      </w:pPr>
      <w:r>
        <w:rPr>
          <w:szCs w:val="22"/>
        </w:rPr>
        <w:t>Library E-Rate Coordinator</w:t>
      </w:r>
    </w:p>
    <w:p w14:paraId="7C6FE7C7" w14:textId="59AACCE0" w:rsidR="00721EC9" w:rsidRPr="00721EC9" w:rsidRDefault="009C174C" w:rsidP="00721EC9">
      <w:r>
        <w:rPr>
          <w:szCs w:val="22"/>
        </w:rPr>
        <w:t>Library of Michigan</w:t>
      </w:r>
    </w:p>
    <w:sectPr w:rsidR="00721EC9" w:rsidRPr="00721EC9" w:rsidSect="007A291D">
      <w:footerReference w:type="default" r:id="rId16"/>
      <w:type w:val="continuous"/>
      <w:pgSz w:w="12240" w:h="15840" w:code="1"/>
      <w:pgMar w:top="810" w:right="1260" w:bottom="81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FF0C1" w14:textId="77777777" w:rsidR="000F6DAB" w:rsidRDefault="000F6DAB">
      <w:r>
        <w:separator/>
      </w:r>
    </w:p>
  </w:endnote>
  <w:endnote w:type="continuationSeparator" w:id="0">
    <w:p w14:paraId="29DEBFD4" w14:textId="77777777" w:rsidR="000F6DAB" w:rsidRDefault="000F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02C05" w14:textId="77777777" w:rsidR="004B1E29" w:rsidRDefault="004B1E29" w:rsidP="007B7CB8">
    <w:pPr>
      <w:pStyle w:val="Footer"/>
      <w:jc w:val="center"/>
      <w:rPr>
        <w:rFonts w:ascii="Arial" w:hAnsi="Arial"/>
        <w:b/>
        <w:bCs/>
        <w:caps/>
        <w:w w:val="115"/>
        <w:sz w:val="14"/>
      </w:rPr>
    </w:pPr>
  </w:p>
  <w:p w14:paraId="306286D4" w14:textId="77777777" w:rsidR="007B7CB8" w:rsidRDefault="007B7CB8" w:rsidP="007B7CB8">
    <w:pPr>
      <w:pStyle w:val="Footer"/>
      <w:jc w:val="center"/>
      <w:rPr>
        <w:rFonts w:ascii="Arial" w:hAnsi="Arial"/>
        <w:b/>
        <w:bCs/>
        <w:caps/>
        <w:w w:val="115"/>
        <w:sz w:val="14"/>
      </w:rPr>
    </w:pPr>
    <w:r>
      <w:rPr>
        <w:rFonts w:ascii="Arial" w:hAnsi="Arial"/>
        <w:b/>
        <w:bCs/>
        <w:caps/>
        <w:w w:val="115"/>
        <w:sz w:val="14"/>
      </w:rPr>
      <w:t>STATE BOARD OF EDUCATION</w:t>
    </w:r>
  </w:p>
  <w:p w14:paraId="4EDB4D01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</w:p>
  <w:p w14:paraId="4E25FEF9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john c. austin – president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casandra e. ulbrich – vice president</w:t>
    </w:r>
  </w:p>
  <w:p w14:paraId="22B3679B" w14:textId="79981169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michelle fecteau – secretary  </w:t>
    </w:r>
    <w:r>
      <w:rPr>
        <w:rFonts w:ascii="Arial" w:hAnsi="Arial"/>
        <w:caps/>
        <w:w w:val="115"/>
        <w:sz w:val="14"/>
      </w:rPr>
      <w:sym w:font="Symbol" w:char="F0B7"/>
    </w:r>
    <w:r w:rsidR="005770C4">
      <w:rPr>
        <w:rFonts w:ascii="Arial" w:hAnsi="Arial"/>
        <w:caps/>
        <w:w w:val="115"/>
        <w:sz w:val="14"/>
      </w:rPr>
      <w:t xml:space="preserve">   pamela pugh</w:t>
    </w:r>
    <w:r>
      <w:rPr>
        <w:rFonts w:ascii="Arial" w:hAnsi="Arial"/>
        <w:caps/>
        <w:w w:val="115"/>
        <w:sz w:val="14"/>
      </w:rPr>
      <w:t xml:space="preserve"> – Treasurer</w:t>
    </w:r>
  </w:p>
  <w:p w14:paraId="579A7448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  lupe ramos-montigny – nasbe delegate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kathleen n. straus</w:t>
    </w:r>
  </w:p>
  <w:p w14:paraId="5B6BD93A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Eileen lappin weiser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richard zeile</w:t>
    </w:r>
  </w:p>
  <w:p w14:paraId="53797590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</w:p>
  <w:p w14:paraId="759FF9F0" w14:textId="77777777" w:rsidR="007B7CB8" w:rsidRDefault="007B7CB8" w:rsidP="007B7CB8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608 West allegan street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p.o. BOX 30008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Lansing, Michigan 48909</w:t>
    </w:r>
  </w:p>
  <w:p w14:paraId="15446A38" w14:textId="0F0E49B8" w:rsidR="007B7CB8" w:rsidRDefault="007B7CB8" w:rsidP="007B7CB8">
    <w:pPr>
      <w:pStyle w:val="Footer"/>
      <w:jc w:val="center"/>
      <w:rPr>
        <w:rFonts w:ascii="Arial" w:hAnsi="Arial"/>
        <w:w w:val="115"/>
        <w:sz w:val="14"/>
      </w:rPr>
    </w:pPr>
    <w:r w:rsidRPr="00063B6F">
      <w:rPr>
        <w:rFonts w:ascii="Arial" w:hAnsi="Arial"/>
        <w:color w:val="000000"/>
        <w:w w:val="115"/>
        <w:sz w:val="14"/>
      </w:rPr>
      <w:t>www.michigan.gov</w:t>
    </w:r>
    <w:r>
      <w:rPr>
        <w:rFonts w:ascii="Arial" w:hAnsi="Arial"/>
        <w:color w:val="000000"/>
        <w:w w:val="115"/>
        <w:sz w:val="14"/>
        <w:lang w:val="fr-FR"/>
      </w:rPr>
      <w:t>/</w:t>
    </w:r>
    <w:proofErr w:type="spellStart"/>
    <w:r>
      <w:rPr>
        <w:rFonts w:ascii="Arial" w:hAnsi="Arial"/>
        <w:color w:val="000000"/>
        <w:w w:val="115"/>
        <w:sz w:val="14"/>
        <w:lang w:val="fr-FR"/>
      </w:rPr>
      <w:t>mde</w:t>
    </w:r>
    <w:proofErr w:type="spellEnd"/>
    <w:r>
      <w:rPr>
        <w:rFonts w:ascii="Arial" w:hAnsi="Arial"/>
        <w:caps/>
        <w:w w:val="115"/>
        <w:sz w:val="14"/>
      </w:rPr>
      <w:t xml:space="preserve"> </w:t>
    </w:r>
    <w:r>
      <w:rPr>
        <w:rFonts w:ascii="Arial" w:hAnsi="Arial"/>
        <w:w w:val="115"/>
        <w:sz w:val="14"/>
      </w:rPr>
      <w:sym w:font="Symbol" w:char="F0B7"/>
    </w:r>
    <w:r>
      <w:rPr>
        <w:rFonts w:ascii="Arial" w:hAnsi="Arial"/>
        <w:w w:val="115"/>
        <w:sz w:val="14"/>
      </w:rPr>
      <w:t xml:space="preserve"> (517) 373-3324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99B0A" w14:textId="77777777" w:rsidR="00721EC9" w:rsidRDefault="00721EC9" w:rsidP="00721EC9">
    <w:pPr>
      <w:pStyle w:val="Footer"/>
      <w:jc w:val="center"/>
      <w:rPr>
        <w:rFonts w:ascii="Arial" w:hAnsi="Arial"/>
        <w:b/>
        <w:bCs/>
        <w:caps/>
        <w:w w:val="115"/>
        <w:sz w:val="16"/>
      </w:rPr>
    </w:pPr>
    <w:r>
      <w:rPr>
        <w:rFonts w:ascii="Arial" w:hAnsi="Arial"/>
        <w:b/>
        <w:bCs/>
        <w:caps/>
        <w:w w:val="115"/>
        <w:sz w:val="16"/>
      </w:rPr>
      <w:t>LIBRAry of michigan</w:t>
    </w:r>
  </w:p>
  <w:p w14:paraId="166DB656" w14:textId="77777777" w:rsidR="00721EC9" w:rsidRDefault="00721EC9" w:rsidP="00721EC9">
    <w:pPr>
      <w:pStyle w:val="Footer"/>
      <w:jc w:val="center"/>
      <w:rPr>
        <w:rFonts w:ascii="Arial" w:hAnsi="Arial"/>
        <w:caps/>
        <w:w w:val="115"/>
        <w:sz w:val="14"/>
      </w:rPr>
    </w:pPr>
  </w:p>
  <w:p w14:paraId="09F8C3B5" w14:textId="77777777" w:rsidR="00721EC9" w:rsidRDefault="00721EC9" w:rsidP="00721EC9">
    <w:pPr>
      <w:pStyle w:val="Footer"/>
      <w:jc w:val="center"/>
      <w:rPr>
        <w:rFonts w:ascii="Arial" w:hAnsi="Arial"/>
        <w:caps/>
        <w:w w:val="115"/>
        <w:sz w:val="14"/>
      </w:rPr>
    </w:pPr>
    <w:r>
      <w:rPr>
        <w:rFonts w:ascii="Arial" w:hAnsi="Arial"/>
        <w:caps/>
        <w:w w:val="115"/>
        <w:sz w:val="14"/>
      </w:rPr>
      <w:t xml:space="preserve">702 West kalamazoo street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p.o. BOX 30007  </w:t>
    </w:r>
    <w:r>
      <w:rPr>
        <w:rFonts w:ascii="Arial" w:hAnsi="Arial"/>
        <w:caps/>
        <w:w w:val="115"/>
        <w:sz w:val="14"/>
      </w:rPr>
      <w:sym w:font="Symbol" w:char="F0B7"/>
    </w:r>
    <w:r>
      <w:rPr>
        <w:rFonts w:ascii="Arial" w:hAnsi="Arial"/>
        <w:caps/>
        <w:w w:val="115"/>
        <w:sz w:val="14"/>
      </w:rPr>
      <w:t xml:space="preserve">  Lansing, Michigan 48909</w:t>
    </w:r>
  </w:p>
  <w:p w14:paraId="2778AEA7" w14:textId="77777777" w:rsidR="00721EC9" w:rsidRDefault="00721EC9" w:rsidP="00721EC9">
    <w:pPr>
      <w:pStyle w:val="Footer"/>
      <w:jc w:val="center"/>
      <w:rPr>
        <w:rFonts w:ascii="Arial" w:hAnsi="Arial"/>
        <w:w w:val="115"/>
        <w:sz w:val="14"/>
      </w:rPr>
    </w:pPr>
    <w:r>
      <w:rPr>
        <w:rFonts w:ascii="Arial" w:hAnsi="Arial"/>
        <w:w w:val="115"/>
        <w:sz w:val="14"/>
      </w:rPr>
      <w:t>www.michigan.gov</w:t>
    </w:r>
    <w:r>
      <w:rPr>
        <w:rFonts w:ascii="Arial" w:hAnsi="Arial"/>
        <w:color w:val="000000"/>
        <w:w w:val="115"/>
        <w:sz w:val="14"/>
        <w:lang w:val="fr-FR"/>
      </w:rPr>
      <w:t>/</w:t>
    </w:r>
    <w:proofErr w:type="spellStart"/>
    <w:r>
      <w:rPr>
        <w:rFonts w:ascii="Arial" w:hAnsi="Arial"/>
        <w:color w:val="000000"/>
        <w:w w:val="115"/>
        <w:sz w:val="14"/>
        <w:lang w:val="fr-FR"/>
      </w:rPr>
      <w:t>libraryofmichigan</w:t>
    </w:r>
    <w:proofErr w:type="spellEnd"/>
    <w:r>
      <w:rPr>
        <w:rFonts w:ascii="Arial" w:hAnsi="Arial"/>
        <w:caps/>
        <w:w w:val="115"/>
        <w:sz w:val="14"/>
      </w:rPr>
      <w:t xml:space="preserve">  </w:t>
    </w:r>
    <w:r>
      <w:rPr>
        <w:rFonts w:ascii="Arial" w:hAnsi="Arial"/>
        <w:w w:val="115"/>
        <w:sz w:val="14"/>
      </w:rPr>
      <w:sym w:font="Symbol" w:char="F0B7"/>
    </w:r>
    <w:r>
      <w:rPr>
        <w:rFonts w:ascii="Arial" w:hAnsi="Arial"/>
        <w:w w:val="115"/>
        <w:sz w:val="14"/>
      </w:rPr>
      <w:t xml:space="preserve">  517-335-1516</w:t>
    </w:r>
  </w:p>
  <w:p w14:paraId="54C5213C" w14:textId="358B9F43" w:rsidR="00A56E92" w:rsidRDefault="00A56E92" w:rsidP="00DC5E8D">
    <w:pPr>
      <w:pStyle w:val="Footer"/>
      <w:tabs>
        <w:tab w:val="clear" w:pos="8640"/>
      </w:tabs>
      <w:jc w:val="center"/>
      <w:rPr>
        <w:rFonts w:ascii="Arial" w:hAnsi="Arial"/>
        <w:b/>
        <w:bCs/>
        <w:caps/>
        <w:w w:val="115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F6BC1" w14:textId="599794CF" w:rsidR="00524C9D" w:rsidRDefault="00524C9D" w:rsidP="007B7CB8">
    <w:pPr>
      <w:pStyle w:val="Footer"/>
      <w:jc w:val="center"/>
      <w:rPr>
        <w:rFonts w:ascii="Arial" w:hAnsi="Arial"/>
        <w:w w:val="115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71804" w14:textId="77777777" w:rsidR="000F6DAB" w:rsidRDefault="000F6DAB">
      <w:r>
        <w:separator/>
      </w:r>
    </w:p>
  </w:footnote>
  <w:footnote w:type="continuationSeparator" w:id="0">
    <w:p w14:paraId="6158487D" w14:textId="77777777" w:rsidR="000F6DAB" w:rsidRDefault="000F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AC915" w14:textId="5ED1B36C" w:rsidR="00897249" w:rsidRDefault="00897249">
    <w:pPr>
      <w:pStyle w:val="Header"/>
    </w:pPr>
    <w:r>
      <w:t>Name</w:t>
    </w:r>
  </w:p>
  <w:p w14:paraId="7331F6B0" w14:textId="7D122E39" w:rsidR="00897249" w:rsidRDefault="0089724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7545F">
      <w:rPr>
        <w:noProof/>
      </w:rPr>
      <w:t>2</w:t>
    </w:r>
    <w:r>
      <w:rPr>
        <w:noProof/>
      </w:rPr>
      <w:fldChar w:fldCharType="end"/>
    </w:r>
  </w:p>
  <w:p w14:paraId="2DDD2F3F" w14:textId="6FB8B852" w:rsidR="00897249" w:rsidRDefault="00897249">
    <w:pPr>
      <w:pStyle w:val="Header"/>
    </w:pPr>
    <w:r>
      <w:t>Date</w:t>
    </w:r>
  </w:p>
  <w:p w14:paraId="1CDD454F" w14:textId="77777777" w:rsidR="00897249" w:rsidRDefault="00897249">
    <w:pPr>
      <w:pStyle w:val="Header"/>
    </w:pPr>
  </w:p>
  <w:p w14:paraId="1C840CB7" w14:textId="77777777" w:rsidR="00897249" w:rsidRDefault="008972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04EF692"/>
    <w:lvl w:ilvl="0">
      <w:numFmt w:val="decimal"/>
      <w:lvlText w:val="*"/>
      <w:lvlJc w:val="left"/>
    </w:lvl>
  </w:abstractNum>
  <w:abstractNum w:abstractNumId="1" w15:restartNumberingAfterBreak="0">
    <w:nsid w:val="1C0A5513"/>
    <w:multiLevelType w:val="hybridMultilevel"/>
    <w:tmpl w:val="EC80A0F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A48DB"/>
    <w:multiLevelType w:val="hybridMultilevel"/>
    <w:tmpl w:val="17961DC4"/>
    <w:lvl w:ilvl="0" w:tplc="848A2F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C0532"/>
    <w:multiLevelType w:val="hybridMultilevel"/>
    <w:tmpl w:val="F1B09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305"/>
    <w:multiLevelType w:val="hybridMultilevel"/>
    <w:tmpl w:val="75222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E670A"/>
    <w:multiLevelType w:val="hybridMultilevel"/>
    <w:tmpl w:val="5628A7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54FB8"/>
    <w:multiLevelType w:val="hybridMultilevel"/>
    <w:tmpl w:val="008EC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21B0F"/>
    <w:multiLevelType w:val="hybridMultilevel"/>
    <w:tmpl w:val="94284E56"/>
    <w:lvl w:ilvl="0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39E627A"/>
    <w:multiLevelType w:val="hybridMultilevel"/>
    <w:tmpl w:val="3E6896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51FB0"/>
    <w:multiLevelType w:val="hybridMultilevel"/>
    <w:tmpl w:val="D766E9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AF7112"/>
    <w:multiLevelType w:val="hybridMultilevel"/>
    <w:tmpl w:val="0DA6D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F7DC8"/>
    <w:multiLevelType w:val="hybridMultilevel"/>
    <w:tmpl w:val="5D226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64D69"/>
    <w:multiLevelType w:val="hybridMultilevel"/>
    <w:tmpl w:val="E0420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0"/>
    <w:lvlOverride w:ilvl="0">
      <w:lvl w:ilvl="0">
        <w:start w:val="1"/>
        <w:numFmt w:val="bullet"/>
        <w:lvlText w:val="!"/>
        <w:legacy w:legacy="1" w:legacySpace="0" w:legacyIndent="1"/>
        <w:lvlJc w:val="left"/>
        <w:pPr>
          <w:ind w:left="1" w:hanging="1"/>
        </w:pPr>
        <w:rPr>
          <w:rFonts w:ascii="WP TypographicSymbols" w:hAnsi="WP TypographicSymbols" w:hint="default"/>
        </w:rPr>
      </w:lvl>
    </w:lvlOverride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9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3AF"/>
    <w:rsid w:val="00010073"/>
    <w:rsid w:val="00012EED"/>
    <w:rsid w:val="0002025E"/>
    <w:rsid w:val="00020473"/>
    <w:rsid w:val="00026B14"/>
    <w:rsid w:val="000550BE"/>
    <w:rsid w:val="00057586"/>
    <w:rsid w:val="000620FF"/>
    <w:rsid w:val="00066FC0"/>
    <w:rsid w:val="000704D0"/>
    <w:rsid w:val="000961AD"/>
    <w:rsid w:val="000B184C"/>
    <w:rsid w:val="000B3E12"/>
    <w:rsid w:val="000B41D8"/>
    <w:rsid w:val="000C7FFD"/>
    <w:rsid w:val="000D427E"/>
    <w:rsid w:val="000E353E"/>
    <w:rsid w:val="000E4E06"/>
    <w:rsid w:val="000F27C5"/>
    <w:rsid w:val="000F59B7"/>
    <w:rsid w:val="000F6DAB"/>
    <w:rsid w:val="00101A7F"/>
    <w:rsid w:val="00104379"/>
    <w:rsid w:val="00110DA7"/>
    <w:rsid w:val="00126A35"/>
    <w:rsid w:val="001332B2"/>
    <w:rsid w:val="00140C54"/>
    <w:rsid w:val="00142216"/>
    <w:rsid w:val="00150B9F"/>
    <w:rsid w:val="00162161"/>
    <w:rsid w:val="00170C82"/>
    <w:rsid w:val="001726D7"/>
    <w:rsid w:val="00175265"/>
    <w:rsid w:val="001764EF"/>
    <w:rsid w:val="001774DA"/>
    <w:rsid w:val="00177E22"/>
    <w:rsid w:val="00184171"/>
    <w:rsid w:val="00195516"/>
    <w:rsid w:val="001A695C"/>
    <w:rsid w:val="001B37F1"/>
    <w:rsid w:val="001B3B64"/>
    <w:rsid w:val="001B56B2"/>
    <w:rsid w:val="001C0988"/>
    <w:rsid w:val="001C5DFE"/>
    <w:rsid w:val="001D0166"/>
    <w:rsid w:val="001D3577"/>
    <w:rsid w:val="001D5BEC"/>
    <w:rsid w:val="001E0FFE"/>
    <w:rsid w:val="001E3FDF"/>
    <w:rsid w:val="001F3657"/>
    <w:rsid w:val="001F452E"/>
    <w:rsid w:val="00204448"/>
    <w:rsid w:val="002069B1"/>
    <w:rsid w:val="002147FB"/>
    <w:rsid w:val="00215650"/>
    <w:rsid w:val="002334AE"/>
    <w:rsid w:val="00236267"/>
    <w:rsid w:val="00237CB5"/>
    <w:rsid w:val="0024189E"/>
    <w:rsid w:val="00256EA5"/>
    <w:rsid w:val="002675B2"/>
    <w:rsid w:val="00267EA5"/>
    <w:rsid w:val="00275727"/>
    <w:rsid w:val="00286FAA"/>
    <w:rsid w:val="00297300"/>
    <w:rsid w:val="002A5D3B"/>
    <w:rsid w:val="002C6F0E"/>
    <w:rsid w:val="002D7C1B"/>
    <w:rsid w:val="002F1BB7"/>
    <w:rsid w:val="002F1C25"/>
    <w:rsid w:val="002F1E97"/>
    <w:rsid w:val="002F5310"/>
    <w:rsid w:val="00306510"/>
    <w:rsid w:val="0031720D"/>
    <w:rsid w:val="003211E3"/>
    <w:rsid w:val="0032339F"/>
    <w:rsid w:val="00325ECD"/>
    <w:rsid w:val="00326DA9"/>
    <w:rsid w:val="003346EA"/>
    <w:rsid w:val="003567E8"/>
    <w:rsid w:val="00357C05"/>
    <w:rsid w:val="0036117B"/>
    <w:rsid w:val="0036229D"/>
    <w:rsid w:val="003661E4"/>
    <w:rsid w:val="00370CE7"/>
    <w:rsid w:val="0037243F"/>
    <w:rsid w:val="00390765"/>
    <w:rsid w:val="003A1346"/>
    <w:rsid w:val="003A7DAD"/>
    <w:rsid w:val="003A7EFD"/>
    <w:rsid w:val="003B0E03"/>
    <w:rsid w:val="003B64C3"/>
    <w:rsid w:val="003C10F1"/>
    <w:rsid w:val="003C1221"/>
    <w:rsid w:val="003D5A91"/>
    <w:rsid w:val="003E412A"/>
    <w:rsid w:val="003E597C"/>
    <w:rsid w:val="003F3C1E"/>
    <w:rsid w:val="003F602B"/>
    <w:rsid w:val="0041560F"/>
    <w:rsid w:val="00420116"/>
    <w:rsid w:val="00423D64"/>
    <w:rsid w:val="00425864"/>
    <w:rsid w:val="004347A5"/>
    <w:rsid w:val="004476E0"/>
    <w:rsid w:val="00453057"/>
    <w:rsid w:val="004654EC"/>
    <w:rsid w:val="00497E85"/>
    <w:rsid w:val="004A07F7"/>
    <w:rsid w:val="004B000B"/>
    <w:rsid w:val="004B1E29"/>
    <w:rsid w:val="004B33A1"/>
    <w:rsid w:val="004C089E"/>
    <w:rsid w:val="004C4E90"/>
    <w:rsid w:val="004C607E"/>
    <w:rsid w:val="004E2236"/>
    <w:rsid w:val="00517392"/>
    <w:rsid w:val="00517854"/>
    <w:rsid w:val="00524C9D"/>
    <w:rsid w:val="00526FB5"/>
    <w:rsid w:val="005375A6"/>
    <w:rsid w:val="005403C0"/>
    <w:rsid w:val="005435B3"/>
    <w:rsid w:val="00546C5E"/>
    <w:rsid w:val="00555F66"/>
    <w:rsid w:val="005632A9"/>
    <w:rsid w:val="00571789"/>
    <w:rsid w:val="00575CC5"/>
    <w:rsid w:val="005770C4"/>
    <w:rsid w:val="00596B29"/>
    <w:rsid w:val="00597FF0"/>
    <w:rsid w:val="005A6A47"/>
    <w:rsid w:val="005A6C5B"/>
    <w:rsid w:val="005E0AE7"/>
    <w:rsid w:val="005E1875"/>
    <w:rsid w:val="005E54E2"/>
    <w:rsid w:val="005F0272"/>
    <w:rsid w:val="005F0C14"/>
    <w:rsid w:val="005F3642"/>
    <w:rsid w:val="00601537"/>
    <w:rsid w:val="00602029"/>
    <w:rsid w:val="00602AAB"/>
    <w:rsid w:val="006038F2"/>
    <w:rsid w:val="00605264"/>
    <w:rsid w:val="0060619B"/>
    <w:rsid w:val="00607818"/>
    <w:rsid w:val="00610411"/>
    <w:rsid w:val="00615423"/>
    <w:rsid w:val="00617781"/>
    <w:rsid w:val="00621C1A"/>
    <w:rsid w:val="00626166"/>
    <w:rsid w:val="00631711"/>
    <w:rsid w:val="00631857"/>
    <w:rsid w:val="0063451B"/>
    <w:rsid w:val="00641135"/>
    <w:rsid w:val="00641895"/>
    <w:rsid w:val="00641D60"/>
    <w:rsid w:val="006556E3"/>
    <w:rsid w:val="00676BB6"/>
    <w:rsid w:val="006970D3"/>
    <w:rsid w:val="006979FE"/>
    <w:rsid w:val="006A0B11"/>
    <w:rsid w:val="006A7884"/>
    <w:rsid w:val="006B2E56"/>
    <w:rsid w:val="006B5B6E"/>
    <w:rsid w:val="006C5A8A"/>
    <w:rsid w:val="006D65F9"/>
    <w:rsid w:val="006D6A57"/>
    <w:rsid w:val="006D7066"/>
    <w:rsid w:val="006E08AB"/>
    <w:rsid w:val="006E3195"/>
    <w:rsid w:val="006E36B9"/>
    <w:rsid w:val="006F2D56"/>
    <w:rsid w:val="006F53CE"/>
    <w:rsid w:val="00703D52"/>
    <w:rsid w:val="00704240"/>
    <w:rsid w:val="0071030A"/>
    <w:rsid w:val="00711612"/>
    <w:rsid w:val="00721EC9"/>
    <w:rsid w:val="00727E7F"/>
    <w:rsid w:val="00734BCB"/>
    <w:rsid w:val="00735DD4"/>
    <w:rsid w:val="00742A9E"/>
    <w:rsid w:val="00746668"/>
    <w:rsid w:val="00757178"/>
    <w:rsid w:val="00760449"/>
    <w:rsid w:val="007678BC"/>
    <w:rsid w:val="00771F65"/>
    <w:rsid w:val="00773A17"/>
    <w:rsid w:val="007865F3"/>
    <w:rsid w:val="0078676F"/>
    <w:rsid w:val="0079777F"/>
    <w:rsid w:val="007A0312"/>
    <w:rsid w:val="007A291D"/>
    <w:rsid w:val="007B7008"/>
    <w:rsid w:val="007B7CB8"/>
    <w:rsid w:val="007C3C46"/>
    <w:rsid w:val="007C5682"/>
    <w:rsid w:val="007C7462"/>
    <w:rsid w:val="007D166A"/>
    <w:rsid w:val="007E1236"/>
    <w:rsid w:val="007F39FD"/>
    <w:rsid w:val="007F7CA5"/>
    <w:rsid w:val="0080214B"/>
    <w:rsid w:val="00812EFE"/>
    <w:rsid w:val="008308B1"/>
    <w:rsid w:val="00831C2C"/>
    <w:rsid w:val="00836D0E"/>
    <w:rsid w:val="008433EE"/>
    <w:rsid w:val="00847D97"/>
    <w:rsid w:val="008519BB"/>
    <w:rsid w:val="00862AAB"/>
    <w:rsid w:val="00863ACA"/>
    <w:rsid w:val="00870EE9"/>
    <w:rsid w:val="00872103"/>
    <w:rsid w:val="008824A6"/>
    <w:rsid w:val="00883544"/>
    <w:rsid w:val="00885CC3"/>
    <w:rsid w:val="00897249"/>
    <w:rsid w:val="008A6818"/>
    <w:rsid w:val="008B03BD"/>
    <w:rsid w:val="008C18B9"/>
    <w:rsid w:val="008C18CD"/>
    <w:rsid w:val="008D31C7"/>
    <w:rsid w:val="008E2AE3"/>
    <w:rsid w:val="00900E7D"/>
    <w:rsid w:val="009136D3"/>
    <w:rsid w:val="00913844"/>
    <w:rsid w:val="00917777"/>
    <w:rsid w:val="0093306E"/>
    <w:rsid w:val="00934FC3"/>
    <w:rsid w:val="0093749F"/>
    <w:rsid w:val="00941A57"/>
    <w:rsid w:val="00945DF5"/>
    <w:rsid w:val="00946733"/>
    <w:rsid w:val="00950350"/>
    <w:rsid w:val="00970474"/>
    <w:rsid w:val="0097183B"/>
    <w:rsid w:val="009721DF"/>
    <w:rsid w:val="00980E75"/>
    <w:rsid w:val="00981015"/>
    <w:rsid w:val="00992C34"/>
    <w:rsid w:val="009952CA"/>
    <w:rsid w:val="009A2C8A"/>
    <w:rsid w:val="009C174C"/>
    <w:rsid w:val="009D5D35"/>
    <w:rsid w:val="009D67AC"/>
    <w:rsid w:val="009E296C"/>
    <w:rsid w:val="009E3718"/>
    <w:rsid w:val="009E5C9D"/>
    <w:rsid w:val="009F385F"/>
    <w:rsid w:val="00A04018"/>
    <w:rsid w:val="00A14831"/>
    <w:rsid w:val="00A314D2"/>
    <w:rsid w:val="00A45C56"/>
    <w:rsid w:val="00A56880"/>
    <w:rsid w:val="00A56E92"/>
    <w:rsid w:val="00A827BC"/>
    <w:rsid w:val="00A83A1A"/>
    <w:rsid w:val="00A918B7"/>
    <w:rsid w:val="00A9506B"/>
    <w:rsid w:val="00AA241A"/>
    <w:rsid w:val="00AB1214"/>
    <w:rsid w:val="00AB26ED"/>
    <w:rsid w:val="00AB43C6"/>
    <w:rsid w:val="00AE66A0"/>
    <w:rsid w:val="00AF4B53"/>
    <w:rsid w:val="00AF736D"/>
    <w:rsid w:val="00B10750"/>
    <w:rsid w:val="00B203E9"/>
    <w:rsid w:val="00B266B1"/>
    <w:rsid w:val="00B3235D"/>
    <w:rsid w:val="00B42C75"/>
    <w:rsid w:val="00B42D51"/>
    <w:rsid w:val="00B45439"/>
    <w:rsid w:val="00B455C7"/>
    <w:rsid w:val="00B5791B"/>
    <w:rsid w:val="00B640DF"/>
    <w:rsid w:val="00B70662"/>
    <w:rsid w:val="00B730A0"/>
    <w:rsid w:val="00B810BA"/>
    <w:rsid w:val="00B82F5A"/>
    <w:rsid w:val="00B86ABC"/>
    <w:rsid w:val="00B92CAD"/>
    <w:rsid w:val="00B963E5"/>
    <w:rsid w:val="00BA2616"/>
    <w:rsid w:val="00BB3C8C"/>
    <w:rsid w:val="00BB783F"/>
    <w:rsid w:val="00BB78C8"/>
    <w:rsid w:val="00C00E4B"/>
    <w:rsid w:val="00C03C04"/>
    <w:rsid w:val="00C03E07"/>
    <w:rsid w:val="00C0433D"/>
    <w:rsid w:val="00C055C8"/>
    <w:rsid w:val="00C07996"/>
    <w:rsid w:val="00C10338"/>
    <w:rsid w:val="00C105EA"/>
    <w:rsid w:val="00C17AAA"/>
    <w:rsid w:val="00C213DC"/>
    <w:rsid w:val="00C439B4"/>
    <w:rsid w:val="00C47618"/>
    <w:rsid w:val="00C513FA"/>
    <w:rsid w:val="00C5505B"/>
    <w:rsid w:val="00C60E5B"/>
    <w:rsid w:val="00C633E3"/>
    <w:rsid w:val="00C71C88"/>
    <w:rsid w:val="00C72933"/>
    <w:rsid w:val="00C733C1"/>
    <w:rsid w:val="00C80FE4"/>
    <w:rsid w:val="00C81D2F"/>
    <w:rsid w:val="00C923AF"/>
    <w:rsid w:val="00CA1B58"/>
    <w:rsid w:val="00CA59A4"/>
    <w:rsid w:val="00CB6E3A"/>
    <w:rsid w:val="00CE1F8C"/>
    <w:rsid w:val="00CE6F82"/>
    <w:rsid w:val="00CE77EC"/>
    <w:rsid w:val="00CF362E"/>
    <w:rsid w:val="00D0208B"/>
    <w:rsid w:val="00D13176"/>
    <w:rsid w:val="00D136FA"/>
    <w:rsid w:val="00D15C2C"/>
    <w:rsid w:val="00D179CA"/>
    <w:rsid w:val="00D200A0"/>
    <w:rsid w:val="00D250B8"/>
    <w:rsid w:val="00D310AF"/>
    <w:rsid w:val="00D45CB7"/>
    <w:rsid w:val="00D5114C"/>
    <w:rsid w:val="00D64D5D"/>
    <w:rsid w:val="00D7545F"/>
    <w:rsid w:val="00D754F8"/>
    <w:rsid w:val="00D8538D"/>
    <w:rsid w:val="00DA1478"/>
    <w:rsid w:val="00DA642D"/>
    <w:rsid w:val="00DB38A6"/>
    <w:rsid w:val="00DB7D54"/>
    <w:rsid w:val="00DC5E8D"/>
    <w:rsid w:val="00DD2F29"/>
    <w:rsid w:val="00DD6A41"/>
    <w:rsid w:val="00E02091"/>
    <w:rsid w:val="00E04131"/>
    <w:rsid w:val="00E07638"/>
    <w:rsid w:val="00E10308"/>
    <w:rsid w:val="00E14D4F"/>
    <w:rsid w:val="00E31F01"/>
    <w:rsid w:val="00E42613"/>
    <w:rsid w:val="00E4501F"/>
    <w:rsid w:val="00E50E3C"/>
    <w:rsid w:val="00E56F69"/>
    <w:rsid w:val="00E61105"/>
    <w:rsid w:val="00E63DEA"/>
    <w:rsid w:val="00E70D63"/>
    <w:rsid w:val="00E75C4C"/>
    <w:rsid w:val="00E761DE"/>
    <w:rsid w:val="00E81A38"/>
    <w:rsid w:val="00E83CB2"/>
    <w:rsid w:val="00E90068"/>
    <w:rsid w:val="00E92360"/>
    <w:rsid w:val="00E92497"/>
    <w:rsid w:val="00E95819"/>
    <w:rsid w:val="00EA35DE"/>
    <w:rsid w:val="00EA61EA"/>
    <w:rsid w:val="00EA7CC0"/>
    <w:rsid w:val="00EB0C44"/>
    <w:rsid w:val="00EB6CF5"/>
    <w:rsid w:val="00ED1BB5"/>
    <w:rsid w:val="00ED1DE6"/>
    <w:rsid w:val="00ED2FED"/>
    <w:rsid w:val="00EE161C"/>
    <w:rsid w:val="00F140F0"/>
    <w:rsid w:val="00F21632"/>
    <w:rsid w:val="00F23895"/>
    <w:rsid w:val="00F260E5"/>
    <w:rsid w:val="00F307A2"/>
    <w:rsid w:val="00F54C62"/>
    <w:rsid w:val="00F57575"/>
    <w:rsid w:val="00F629D2"/>
    <w:rsid w:val="00F77AC0"/>
    <w:rsid w:val="00F77B62"/>
    <w:rsid w:val="00F90A77"/>
    <w:rsid w:val="00F90D3C"/>
    <w:rsid w:val="00F93FDF"/>
    <w:rsid w:val="00F97F0F"/>
    <w:rsid w:val="00FA02E6"/>
    <w:rsid w:val="00FA5526"/>
    <w:rsid w:val="00FA5A59"/>
    <w:rsid w:val="00FB0C3B"/>
    <w:rsid w:val="00FB2CB6"/>
    <w:rsid w:val="00FB57CF"/>
    <w:rsid w:val="00FC03EC"/>
    <w:rsid w:val="00FC14FE"/>
    <w:rsid w:val="00FD27E4"/>
    <w:rsid w:val="00FE1DCD"/>
    <w:rsid w:val="00FE25A3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06462476"/>
  <w15:docId w15:val="{1B199DD5-E781-47C7-B28E-17C4C837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67EA5"/>
    <w:rPr>
      <w:rFonts w:ascii="Verdana" w:hAnsi="Verdana"/>
      <w:sz w:val="22"/>
    </w:rPr>
  </w:style>
  <w:style w:type="paragraph" w:styleId="Heading1">
    <w:name w:val="heading 1"/>
    <w:basedOn w:val="Normal"/>
    <w:next w:val="Normal"/>
    <w:qFormat/>
    <w:rsid w:val="00B86ABC"/>
    <w:pPr>
      <w:keepNext/>
      <w:autoSpaceDE w:val="0"/>
      <w:autoSpaceDN w:val="0"/>
      <w:adjustRightInd w:val="0"/>
      <w:jc w:val="center"/>
      <w:outlineLvl w:val="0"/>
    </w:pPr>
    <w:rPr>
      <w:szCs w:val="22"/>
    </w:rPr>
  </w:style>
  <w:style w:type="paragraph" w:styleId="Heading2">
    <w:name w:val="heading 2"/>
    <w:basedOn w:val="Normal"/>
    <w:next w:val="Normal"/>
    <w:autoRedefine/>
    <w:qFormat/>
    <w:rsid w:val="00B86ABC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center"/>
    </w:pPr>
    <w:rPr>
      <w:b/>
      <w:bCs/>
      <w:color w:val="000000"/>
      <w:sz w:val="40"/>
      <w:szCs w:val="44"/>
    </w:rPr>
  </w:style>
  <w:style w:type="paragraph" w:styleId="BodyText2">
    <w:name w:val="Body Text 2"/>
    <w:basedOn w:val="Normal"/>
    <w:pPr>
      <w:jc w:val="both"/>
    </w:pPr>
    <w:rPr>
      <w:i/>
      <w:iCs/>
    </w:rPr>
  </w:style>
  <w:style w:type="paragraph" w:customStyle="1" w:styleId="HTMLAcronym1">
    <w:name w:val="HTML Acronym1"/>
    <w:basedOn w:val="z-TopofForm"/>
    <w:pPr>
      <w:pBdr>
        <w:bottom w:val="none" w:sz="0" w:space="0" w:color="auto"/>
      </w:pBdr>
      <w:jc w:val="left"/>
    </w:pPr>
    <w:rPr>
      <w:rFonts w:ascii="Times" w:hAnsi="Times" w:cs="Times New Roman"/>
      <w:vanish w:val="0"/>
      <w:sz w:val="24"/>
      <w:szCs w:val="20"/>
      <w:lang w:val="en-GB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vel1">
    <w:name w:val="Level 1"/>
    <w:rsid w:val="00FB57CF"/>
    <w:pPr>
      <w:autoSpaceDE w:val="0"/>
      <w:autoSpaceDN w:val="0"/>
      <w:adjustRightInd w:val="0"/>
      <w:ind w:left="720"/>
    </w:pPr>
    <w:rPr>
      <w:szCs w:val="24"/>
    </w:rPr>
  </w:style>
  <w:style w:type="paragraph" w:customStyle="1" w:styleId="Default">
    <w:name w:val="Default"/>
    <w:rsid w:val="009721D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81015"/>
    <w:pPr>
      <w:ind w:left="720"/>
    </w:pPr>
  </w:style>
  <w:style w:type="character" w:styleId="Strong">
    <w:name w:val="Strong"/>
    <w:qFormat/>
    <w:rsid w:val="00B86ABC"/>
    <w:rPr>
      <w:b/>
      <w:bCs/>
    </w:rPr>
  </w:style>
  <w:style w:type="character" w:customStyle="1" w:styleId="HeaderChar">
    <w:name w:val="Header Char"/>
    <w:link w:val="Header"/>
    <w:uiPriority w:val="99"/>
    <w:rsid w:val="00FA02E6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7B7C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CC6AD2F70B748977B20414A79401B" ma:contentTypeVersion="3" ma:contentTypeDescription="Create a new document." ma:contentTypeScope="" ma:versionID="30c5f5c4cbd993bfb57a173a2991f074">
  <xsd:schema xmlns:xsd="http://www.w3.org/2001/XMLSchema" xmlns:xs="http://www.w3.org/2001/XMLSchema" xmlns:p="http://schemas.microsoft.com/office/2006/metadata/properties" xmlns:ns1="http://schemas.microsoft.com/sharepoint/v3" xmlns:ns2="e2c91a3e-8eee-4aed-b5f7-1f075c53fb83" targetNamespace="http://schemas.microsoft.com/office/2006/metadata/properties" ma:root="true" ma:fieldsID="98f91f96201721aa9035e43d12f003a9" ns1:_="" ns2:_="">
    <xsd:import namespace="http://schemas.microsoft.com/sharepoint/v3"/>
    <xsd:import namespace="e2c91a3e-8eee-4aed-b5f7-1f075c53fb8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File_x0020_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91a3e-8eee-4aed-b5f7-1f075c53fb83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10" ma:displayName="File Category" ma:default="Documents" ma:format="Dropdown" ma:internalName="File_x0020_Category">
      <xsd:simpleType>
        <xsd:restriction base="dms:Choice">
          <xsd:enumeration value="Documents"/>
          <xsd:enumeration value="Logos"/>
          <xsd:enumeration value="Maps"/>
          <xsd:enumeration value="Template-Samples"/>
          <xsd:enumeration value="Tips-Guid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File_x0020_Category xmlns="e2c91a3e-8eee-4aed-b5f7-1f075c53fb83">Template-Samples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A73F-6031-46D8-A3AA-6463B3B3FE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AD566-7118-42A7-85CA-DB68EF9A3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c91a3e-8eee-4aed-b5f7-1f075c53f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B96DB-A6B3-4B85-BD52-B0C1B9D353F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e2c91a3e-8eee-4aed-b5f7-1f075c53fb8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438478-5BCB-4CD4-B03E-879A129C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1</Pages>
  <Words>307</Words>
  <Characters>1820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Department of Education Memo</vt:lpstr>
    </vt:vector>
  </TitlesOfParts>
  <Company>Dept. of Treasury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Department of Education Memo</dc:title>
  <dc:subject/>
  <dc:creator>State of Michigan</dc:creator>
  <cp:keywords/>
  <cp:lastModifiedBy>Becky Rains</cp:lastModifiedBy>
  <cp:revision>2</cp:revision>
  <cp:lastPrinted>2019-10-15T14:49:00Z</cp:lastPrinted>
  <dcterms:created xsi:type="dcterms:W3CDTF">2019-10-30T15:55:00Z</dcterms:created>
  <dcterms:modified xsi:type="dcterms:W3CDTF">2019-10-30T15:55:00Z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0x010100372CC6AD2F70B748977B20414A79401B</vt:lpwstr>
  </property>
</Properties>
</file>