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4DB25D" w14:textId="77777777" w:rsidR="0078676F" w:rsidRDefault="0078676F" w:rsidP="00FA02E6">
      <w:pPr>
        <w:rPr>
          <w:rFonts w:ascii="Helvetica" w:hAnsi="Helvetica" w:cs="Arial"/>
          <w:caps/>
          <w:w w:val="115"/>
          <w:sz w:val="16"/>
        </w:rPr>
        <w:sectPr w:rsidR="0078676F" w:rsidSect="00D250B8">
          <w:headerReference w:type="default" r:id="rId11"/>
          <w:footerReference w:type="default" r:id="rId12"/>
          <w:footerReference w:type="first" r:id="rId13"/>
          <w:type w:val="continuous"/>
          <w:pgSz w:w="12240" w:h="15840" w:code="1"/>
          <w:pgMar w:top="274" w:right="1440" w:bottom="806" w:left="1440" w:header="144" w:footer="288" w:gutter="0"/>
          <w:cols w:space="720"/>
          <w:noEndnote/>
          <w:titlePg/>
          <w:docGrid w:linePitch="299"/>
        </w:sectPr>
      </w:pPr>
    </w:p>
    <w:p w14:paraId="2CC06E75" w14:textId="77777777" w:rsidR="0078676F" w:rsidRDefault="0078676F" w:rsidP="003F602B">
      <w:pPr>
        <w:rPr>
          <w:rFonts w:ascii="Helvetica" w:hAnsi="Helvetica" w:cs="Arial"/>
          <w:caps/>
          <w:w w:val="115"/>
          <w:sz w:val="16"/>
        </w:rPr>
      </w:pPr>
    </w:p>
    <w:p w14:paraId="7ABB419D" w14:textId="27909EA8" w:rsidR="0078676F" w:rsidRPr="0078676F" w:rsidRDefault="00C5505B" w:rsidP="00B3235D">
      <w:pPr>
        <w:spacing w:before="1440"/>
        <w:jc w:val="center"/>
        <w:rPr>
          <w:rFonts w:ascii="Helvetica" w:hAnsi="Helvetica" w:cs="Arial"/>
          <w:caps/>
          <w:w w:val="115"/>
          <w:sz w:val="16"/>
        </w:rPr>
      </w:pPr>
      <w:r>
        <w:rPr>
          <w:rFonts w:ascii="Helvetica" w:hAnsi="Helvetica" w:cs="Arial"/>
          <w:caps/>
          <w:w w:val="115"/>
          <w:sz w:val="16"/>
        </w:rPr>
        <w:t xml:space="preserve">  </w:t>
      </w:r>
      <w:r w:rsidR="005F0272">
        <w:rPr>
          <w:rFonts w:ascii="Helvetica" w:hAnsi="Helvetica" w:cs="Arial"/>
          <w:caps/>
          <w:w w:val="115"/>
          <w:sz w:val="16"/>
        </w:rPr>
        <w:t xml:space="preserve">  </w:t>
      </w:r>
      <w:r w:rsidR="00617781">
        <w:rPr>
          <w:rFonts w:ascii="Helvetica" w:hAnsi="Helvetica" w:cs="Arial"/>
          <w:caps/>
          <w:w w:val="115"/>
          <w:sz w:val="16"/>
        </w:rPr>
        <w:t>gretchen whitmer</w:t>
      </w:r>
    </w:p>
    <w:p w14:paraId="7CD12C67" w14:textId="7A819DD2" w:rsidR="0078676F" w:rsidRDefault="00C5505B" w:rsidP="007A291D">
      <w:pPr>
        <w:ind w:left="90"/>
        <w:jc w:val="center"/>
        <w:rPr>
          <w:rFonts w:ascii="Helvetica" w:hAnsi="Helvetica" w:cs="Arial"/>
          <w:smallCaps/>
          <w:w w:val="115"/>
          <w:sz w:val="16"/>
          <w:szCs w:val="16"/>
        </w:rPr>
      </w:pPr>
      <w:r>
        <w:rPr>
          <w:rFonts w:ascii="Helvetica" w:hAnsi="Helvetica" w:cs="Arial"/>
          <w:smallCaps/>
          <w:w w:val="115"/>
          <w:sz w:val="16"/>
          <w:szCs w:val="16"/>
        </w:rPr>
        <w:t xml:space="preserve">  </w:t>
      </w:r>
      <w:r w:rsidR="0078676F" w:rsidRPr="0078676F">
        <w:rPr>
          <w:rFonts w:ascii="Helvetica" w:hAnsi="Helvetica" w:cs="Arial"/>
          <w:smallCaps/>
          <w:w w:val="115"/>
          <w:sz w:val="16"/>
          <w:szCs w:val="16"/>
        </w:rPr>
        <w:t>Governor</w:t>
      </w:r>
      <w:r w:rsidR="0078676F">
        <w:rPr>
          <w:rFonts w:ascii="Helvetica" w:hAnsi="Helvetica" w:cs="Arial"/>
          <w:smallCaps/>
          <w:w w:val="115"/>
          <w:sz w:val="16"/>
          <w:szCs w:val="16"/>
        </w:rPr>
        <w:br w:type="column"/>
      </w:r>
      <w:r w:rsidR="00BB783F">
        <w:rPr>
          <w:rFonts w:ascii="Helvetica" w:hAnsi="Helvetica" w:cs="Arial"/>
          <w:smallCaps/>
          <w:w w:val="115"/>
          <w:sz w:val="16"/>
          <w:szCs w:val="16"/>
        </w:rPr>
        <w:t xml:space="preserve"> </w:t>
      </w:r>
      <w:r w:rsidR="007D166A" w:rsidRPr="00704240">
        <w:rPr>
          <w:rFonts w:ascii="Helvetica" w:hAnsi="Helvetica" w:cs="Arial"/>
          <w:smallCaps/>
          <w:noProof/>
          <w:w w:val="115"/>
          <w:sz w:val="16"/>
          <w:szCs w:val="16"/>
        </w:rPr>
        <w:drawing>
          <wp:inline distT="0" distB="0" distL="0" distR="0" wp14:anchorId="0E6677C3" wp14:editId="04924440">
            <wp:extent cx="544730" cy="633868"/>
            <wp:effectExtent l="0" t="0" r="0" b="1270"/>
            <wp:docPr id="1" name="Picture 1" descr="State of Michigan Seal" title="State of Michigan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052" cy="65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BA1098" w14:textId="77777777" w:rsidR="00870EE9" w:rsidRPr="0078676F" w:rsidRDefault="00870EE9" w:rsidP="007A291D">
      <w:pPr>
        <w:ind w:left="90"/>
        <w:jc w:val="center"/>
        <w:rPr>
          <w:rFonts w:ascii="Helvetica" w:hAnsi="Helvetica" w:cs="Arial"/>
          <w:smallCaps/>
          <w:w w:val="115"/>
          <w:sz w:val="16"/>
          <w:szCs w:val="16"/>
        </w:rPr>
      </w:pPr>
    </w:p>
    <w:p w14:paraId="7FA15BBB" w14:textId="77777777" w:rsidR="0078676F" w:rsidRPr="00267EA5" w:rsidRDefault="0078676F" w:rsidP="007A291D">
      <w:pPr>
        <w:tabs>
          <w:tab w:val="center" w:pos="3852"/>
        </w:tabs>
        <w:ind w:left="90"/>
        <w:jc w:val="center"/>
        <w:rPr>
          <w:rFonts w:ascii="Times New Roman" w:hAnsi="Times New Roman"/>
          <w:smallCaps/>
          <w:w w:val="115"/>
          <w:kern w:val="36"/>
          <w:sz w:val="20"/>
        </w:rPr>
      </w:pPr>
      <w:r w:rsidRPr="00267EA5">
        <w:rPr>
          <w:rFonts w:ascii="Times New Roman" w:hAnsi="Times New Roman"/>
          <w:smallCaps/>
          <w:w w:val="115"/>
          <w:kern w:val="36"/>
          <w:sz w:val="20"/>
        </w:rPr>
        <w:t>State of Michigan</w:t>
      </w:r>
    </w:p>
    <w:p w14:paraId="6C491FEC" w14:textId="68928950" w:rsidR="0078676F" w:rsidRPr="0079777F" w:rsidRDefault="0078676F" w:rsidP="007A291D">
      <w:pPr>
        <w:tabs>
          <w:tab w:val="center" w:pos="3852"/>
        </w:tabs>
        <w:ind w:left="90"/>
        <w:jc w:val="center"/>
        <w:rPr>
          <w:rFonts w:ascii="Helvetica" w:hAnsi="Helvetica" w:cs="Arial"/>
          <w:caps/>
          <w:w w:val="115"/>
          <w:kern w:val="36"/>
          <w:sz w:val="20"/>
        </w:rPr>
      </w:pPr>
      <w:r w:rsidRPr="0079777F">
        <w:rPr>
          <w:rFonts w:ascii="Helvetica" w:hAnsi="Helvetica" w:cs="Arial"/>
          <w:caps/>
          <w:w w:val="115"/>
          <w:kern w:val="36"/>
          <w:sz w:val="20"/>
        </w:rPr>
        <w:t>department of Education</w:t>
      </w:r>
    </w:p>
    <w:p w14:paraId="2F50DF37" w14:textId="4C9005FD" w:rsidR="00B3235D" w:rsidRPr="00B3235D" w:rsidRDefault="0078676F" w:rsidP="00B3235D">
      <w:pPr>
        <w:ind w:left="90"/>
        <w:jc w:val="center"/>
        <w:rPr>
          <w:rFonts w:ascii="Times New Roman" w:hAnsi="Times New Roman"/>
          <w:smallCaps/>
          <w:w w:val="115"/>
          <w:kern w:val="36"/>
          <w:sz w:val="20"/>
        </w:rPr>
      </w:pPr>
      <w:r w:rsidRPr="00DB7D54">
        <w:rPr>
          <w:rFonts w:ascii="Times New Roman" w:hAnsi="Times New Roman"/>
          <w:smallCaps/>
          <w:w w:val="115"/>
          <w:kern w:val="36"/>
          <w:sz w:val="20"/>
        </w:rPr>
        <w:t>Lansing</w:t>
      </w:r>
      <w:r w:rsidRPr="00DB7D54">
        <w:rPr>
          <w:rFonts w:ascii="Times New Roman" w:hAnsi="Times New Roman"/>
          <w:smallCaps/>
          <w:w w:val="115"/>
          <w:kern w:val="36"/>
          <w:sz w:val="20"/>
        </w:rPr>
        <w:br w:type="column"/>
      </w:r>
    </w:p>
    <w:p w14:paraId="7240FE43" w14:textId="6EAF09F8" w:rsidR="0078676F" w:rsidRPr="0036229D" w:rsidRDefault="001E3FDF" w:rsidP="00B3235D">
      <w:pPr>
        <w:spacing w:before="1360"/>
        <w:ind w:left="360"/>
        <w:jc w:val="center"/>
        <w:rPr>
          <w:rFonts w:ascii="Helvetica" w:hAnsi="Helvetica"/>
          <w:smallCaps/>
          <w:w w:val="115"/>
          <w:kern w:val="36"/>
          <w:sz w:val="20"/>
        </w:rPr>
      </w:pPr>
      <w:r>
        <w:rPr>
          <w:rFonts w:ascii="Helvetica" w:hAnsi="Helvetica" w:cs="Arial"/>
          <w:caps/>
          <w:w w:val="115"/>
          <w:sz w:val="16"/>
        </w:rPr>
        <w:t xml:space="preserve">MICHAEL F. RICE, </w:t>
      </w:r>
      <w:bookmarkStart w:id="0" w:name="_Hlk14186729"/>
      <w:r>
        <w:rPr>
          <w:rFonts w:ascii="Helvetica" w:hAnsi="Helvetica" w:cs="Arial"/>
          <w:caps/>
          <w:w w:val="115"/>
          <w:sz w:val="16"/>
        </w:rPr>
        <w:t>p</w:t>
      </w:r>
      <w:r>
        <w:rPr>
          <w:rFonts w:ascii="Helvetica" w:hAnsi="Helvetica" w:cs="Arial"/>
          <w:w w:val="115"/>
          <w:sz w:val="16"/>
        </w:rPr>
        <w:t>h.</w:t>
      </w:r>
      <w:r>
        <w:rPr>
          <w:rFonts w:ascii="Helvetica" w:hAnsi="Helvetica" w:cs="Arial"/>
          <w:caps/>
          <w:w w:val="115"/>
          <w:sz w:val="16"/>
        </w:rPr>
        <w:t>D.</w:t>
      </w:r>
      <w:bookmarkEnd w:id="0"/>
    </w:p>
    <w:p w14:paraId="0F2B0606" w14:textId="5F1FCBAD" w:rsidR="0078676F" w:rsidRDefault="00D754F8" w:rsidP="00177E22">
      <w:pPr>
        <w:jc w:val="center"/>
        <w:rPr>
          <w:smallCaps/>
          <w:w w:val="115"/>
          <w:kern w:val="36"/>
          <w:sz w:val="20"/>
        </w:rPr>
        <w:sectPr w:rsidR="0078676F" w:rsidSect="00E02091">
          <w:type w:val="continuous"/>
          <w:pgSz w:w="12240" w:h="15840" w:code="1"/>
          <w:pgMar w:top="270" w:right="360" w:bottom="810" w:left="0" w:header="720" w:footer="720" w:gutter="0"/>
          <w:cols w:num="3" w:space="720"/>
          <w:noEndnote/>
        </w:sectPr>
      </w:pPr>
      <w:r>
        <w:rPr>
          <w:rFonts w:ascii="Helvetica" w:hAnsi="Helvetica" w:cs="Arial"/>
          <w:smallCaps/>
          <w:w w:val="115"/>
          <w:sz w:val="16"/>
          <w:szCs w:val="16"/>
        </w:rPr>
        <w:t xml:space="preserve">        </w:t>
      </w:r>
      <w:r w:rsidR="001E3FDF">
        <w:rPr>
          <w:rFonts w:ascii="Helvetica" w:hAnsi="Helvetica" w:cs="Arial"/>
          <w:smallCaps/>
          <w:w w:val="115"/>
          <w:sz w:val="16"/>
          <w:szCs w:val="16"/>
        </w:rPr>
        <w:t>S</w:t>
      </w:r>
      <w:r w:rsidR="00177E22">
        <w:rPr>
          <w:rFonts w:ascii="Helvetica" w:hAnsi="Helvetica" w:cs="Arial"/>
          <w:smallCaps/>
          <w:w w:val="115"/>
          <w:sz w:val="16"/>
          <w:szCs w:val="16"/>
        </w:rPr>
        <w:t>tate Superintendent</w:t>
      </w:r>
    </w:p>
    <w:p w14:paraId="5D7A4D08" w14:textId="77777777" w:rsidR="00E02091" w:rsidRDefault="00E02091" w:rsidP="00B3235D">
      <w:pPr>
        <w:pStyle w:val="Heading1"/>
        <w:jc w:val="left"/>
      </w:pPr>
    </w:p>
    <w:p w14:paraId="2536FFCF" w14:textId="3C79C8AD" w:rsidR="003D5A91" w:rsidRDefault="003D5A91" w:rsidP="002F5310"/>
    <w:p w14:paraId="4B78AE81" w14:textId="77777777" w:rsidR="009C174C" w:rsidRPr="009C174C" w:rsidRDefault="009C174C" w:rsidP="009C174C">
      <w:pPr>
        <w:rPr>
          <w:rFonts w:eastAsia="Microsoft Yi Baiti"/>
          <w:szCs w:val="22"/>
        </w:rPr>
      </w:pPr>
      <w:r w:rsidRPr="009C174C">
        <w:rPr>
          <w:rFonts w:eastAsia="Microsoft Yi Baiti"/>
          <w:szCs w:val="22"/>
        </w:rPr>
        <w:t xml:space="preserve">The Honorable </w:t>
      </w:r>
      <w:proofErr w:type="spellStart"/>
      <w:r w:rsidRPr="009C174C">
        <w:rPr>
          <w:rFonts w:eastAsia="Microsoft Yi Baiti"/>
          <w:szCs w:val="22"/>
        </w:rPr>
        <w:t>Ajit</w:t>
      </w:r>
      <w:proofErr w:type="spellEnd"/>
      <w:r w:rsidRPr="009C174C">
        <w:rPr>
          <w:rFonts w:eastAsia="Microsoft Yi Baiti"/>
          <w:szCs w:val="22"/>
        </w:rPr>
        <w:t xml:space="preserve"> Pai, Chairman</w:t>
      </w:r>
    </w:p>
    <w:p w14:paraId="6FCB79C1" w14:textId="77777777" w:rsidR="009C174C" w:rsidRPr="009C174C" w:rsidRDefault="009C174C" w:rsidP="009C174C">
      <w:pPr>
        <w:rPr>
          <w:rFonts w:eastAsia="Microsoft Yi Baiti"/>
          <w:szCs w:val="22"/>
        </w:rPr>
      </w:pPr>
      <w:r w:rsidRPr="009C174C">
        <w:rPr>
          <w:rFonts w:eastAsia="Microsoft Yi Baiti"/>
          <w:szCs w:val="22"/>
        </w:rPr>
        <w:t>Federal Communications Commission</w:t>
      </w:r>
    </w:p>
    <w:p w14:paraId="6C0ADAB8" w14:textId="77777777" w:rsidR="009C174C" w:rsidRPr="009C174C" w:rsidRDefault="009C174C" w:rsidP="009C174C">
      <w:pPr>
        <w:rPr>
          <w:rFonts w:eastAsia="Microsoft Yi Baiti"/>
          <w:szCs w:val="22"/>
        </w:rPr>
      </w:pPr>
      <w:r w:rsidRPr="009C174C">
        <w:rPr>
          <w:rFonts w:eastAsia="Microsoft Yi Baiti"/>
          <w:szCs w:val="22"/>
        </w:rPr>
        <w:t>445 12th Street, SW</w:t>
      </w:r>
    </w:p>
    <w:p w14:paraId="7775BD8D" w14:textId="77777777" w:rsidR="009C174C" w:rsidRPr="009C174C" w:rsidRDefault="009C174C" w:rsidP="009C174C">
      <w:pPr>
        <w:rPr>
          <w:rFonts w:eastAsia="Microsoft Yi Baiti"/>
          <w:szCs w:val="22"/>
        </w:rPr>
      </w:pPr>
      <w:r w:rsidRPr="009C174C">
        <w:rPr>
          <w:rFonts w:eastAsia="Microsoft Yi Baiti"/>
          <w:szCs w:val="22"/>
        </w:rPr>
        <w:t>Washington, DC 20554</w:t>
      </w:r>
    </w:p>
    <w:p w14:paraId="7AF5BC09" w14:textId="77777777" w:rsidR="009C174C" w:rsidRPr="009C174C" w:rsidRDefault="009C174C" w:rsidP="009C174C">
      <w:pPr>
        <w:rPr>
          <w:rFonts w:eastAsia="Microsoft Yi Baiti"/>
          <w:szCs w:val="22"/>
        </w:rPr>
      </w:pPr>
    </w:p>
    <w:p w14:paraId="403BA22D" w14:textId="77777777" w:rsidR="009C174C" w:rsidRPr="009C174C" w:rsidRDefault="009C174C" w:rsidP="009C174C">
      <w:pPr>
        <w:ind w:left="720"/>
        <w:rPr>
          <w:rFonts w:eastAsia="Microsoft Yi Baiti"/>
          <w:i/>
          <w:szCs w:val="22"/>
        </w:rPr>
      </w:pPr>
      <w:r w:rsidRPr="009C174C">
        <w:rPr>
          <w:rFonts w:eastAsia="Microsoft Yi Baiti"/>
          <w:i/>
          <w:szCs w:val="22"/>
        </w:rPr>
        <w:t>RE:  In the Matter of:  Nomination for Universal Service Administrative Company Board of Directors, CC Docket Nos. 97-21 and 96-45</w:t>
      </w:r>
    </w:p>
    <w:p w14:paraId="4AC96A65" w14:textId="77777777" w:rsidR="009C174C" w:rsidRPr="009C174C" w:rsidRDefault="009C174C" w:rsidP="009C174C">
      <w:pPr>
        <w:rPr>
          <w:rFonts w:eastAsia="Microsoft Yi Baiti"/>
          <w:szCs w:val="22"/>
        </w:rPr>
      </w:pPr>
    </w:p>
    <w:p w14:paraId="2C037A90" w14:textId="77777777" w:rsidR="009C174C" w:rsidRPr="009C174C" w:rsidRDefault="009C174C" w:rsidP="009C174C">
      <w:pPr>
        <w:rPr>
          <w:rFonts w:eastAsia="Microsoft Yi Baiti"/>
          <w:szCs w:val="22"/>
        </w:rPr>
      </w:pPr>
      <w:r w:rsidRPr="009C174C">
        <w:rPr>
          <w:rFonts w:eastAsia="Microsoft Yi Baiti"/>
          <w:szCs w:val="22"/>
        </w:rPr>
        <w:t xml:space="preserve">Dear </w:t>
      </w:r>
      <w:proofErr w:type="gramStart"/>
      <w:r w:rsidRPr="009C174C">
        <w:rPr>
          <w:rFonts w:eastAsia="Microsoft Yi Baiti"/>
          <w:szCs w:val="22"/>
        </w:rPr>
        <w:t>Chairman</w:t>
      </w:r>
      <w:proofErr w:type="gramEnd"/>
      <w:r w:rsidRPr="009C174C">
        <w:rPr>
          <w:rFonts w:eastAsia="Microsoft Yi Baiti"/>
          <w:szCs w:val="22"/>
        </w:rPr>
        <w:t xml:space="preserve"> Pai: </w:t>
      </w:r>
    </w:p>
    <w:p w14:paraId="1C819FEF" w14:textId="77777777" w:rsidR="009C174C" w:rsidRPr="009C174C" w:rsidRDefault="009C174C" w:rsidP="009C174C">
      <w:pPr>
        <w:rPr>
          <w:rFonts w:eastAsia="Microsoft Yi Baiti"/>
          <w:szCs w:val="22"/>
        </w:rPr>
      </w:pPr>
    </w:p>
    <w:p w14:paraId="21274BC0" w14:textId="7C68CD86" w:rsidR="00742A9E" w:rsidRDefault="009C174C" w:rsidP="009C174C">
      <w:pPr>
        <w:rPr>
          <w:rFonts w:eastAsia="Microsoft Yi Baiti"/>
          <w:szCs w:val="22"/>
        </w:rPr>
      </w:pPr>
      <w:r>
        <w:rPr>
          <w:rFonts w:eastAsia="Microsoft Yi Baiti"/>
          <w:szCs w:val="22"/>
        </w:rPr>
        <w:t>I would like to su</w:t>
      </w:r>
      <w:r w:rsidRPr="009C174C">
        <w:rPr>
          <w:rFonts w:eastAsia="Microsoft Yi Baiti"/>
          <w:szCs w:val="22"/>
        </w:rPr>
        <w:t>pport the American Library Association’s (ALA) nomination of Amber Gregory to serve as the library representative on the Universal Service Administrative Company’s (USAC) Board of Directors</w:t>
      </w:r>
      <w:r>
        <w:rPr>
          <w:rFonts w:eastAsia="Microsoft Yi Baiti"/>
          <w:szCs w:val="22"/>
        </w:rPr>
        <w:t>. Recently I decided to interview three other state E-Rate coordinators for a presentation I was making in Michigan on different state models of support. I called Amber Gregory first because I know how knowledgeable</w:t>
      </w:r>
      <w:r w:rsidR="00742A9E">
        <w:rPr>
          <w:rFonts w:eastAsia="Microsoft Yi Baiti"/>
          <w:szCs w:val="22"/>
        </w:rPr>
        <w:t xml:space="preserve"> </w:t>
      </w:r>
      <w:r>
        <w:rPr>
          <w:rFonts w:eastAsia="Microsoft Yi Baiti"/>
          <w:szCs w:val="22"/>
        </w:rPr>
        <w:t xml:space="preserve">and </w:t>
      </w:r>
      <w:proofErr w:type="gramStart"/>
      <w:r>
        <w:rPr>
          <w:rFonts w:eastAsia="Microsoft Yi Baiti"/>
          <w:szCs w:val="22"/>
        </w:rPr>
        <w:t>effective</w:t>
      </w:r>
      <w:proofErr w:type="gramEnd"/>
      <w:r>
        <w:rPr>
          <w:rFonts w:eastAsia="Microsoft Yi Baiti"/>
          <w:szCs w:val="22"/>
        </w:rPr>
        <w:t xml:space="preserve"> she is </w:t>
      </w:r>
      <w:r w:rsidR="00742A9E">
        <w:rPr>
          <w:rFonts w:eastAsia="Microsoft Yi Baiti"/>
          <w:szCs w:val="22"/>
        </w:rPr>
        <w:t>in her position</w:t>
      </w:r>
      <w:r>
        <w:rPr>
          <w:rFonts w:eastAsia="Microsoft Yi Baiti"/>
          <w:szCs w:val="22"/>
        </w:rPr>
        <w:t xml:space="preserve">. </w:t>
      </w:r>
      <w:r w:rsidR="00742A9E">
        <w:rPr>
          <w:rFonts w:eastAsia="Microsoft Yi Baiti"/>
          <w:szCs w:val="22"/>
        </w:rPr>
        <w:t>Amber is devoted to working with</w:t>
      </w:r>
      <w:r w:rsidR="003346EA">
        <w:rPr>
          <w:rFonts w:eastAsia="Microsoft Yi Baiti"/>
          <w:szCs w:val="22"/>
        </w:rPr>
        <w:t xml:space="preserve"> and for </w:t>
      </w:r>
      <w:bookmarkStart w:id="1" w:name="_GoBack"/>
      <w:bookmarkEnd w:id="1"/>
      <w:r w:rsidR="00742A9E">
        <w:rPr>
          <w:rFonts w:eastAsia="Microsoft Yi Baiti"/>
          <w:szCs w:val="22"/>
        </w:rPr>
        <w:t xml:space="preserve">libraries. </w:t>
      </w:r>
    </w:p>
    <w:p w14:paraId="0C3F3B0A" w14:textId="77777777" w:rsidR="009C174C" w:rsidRDefault="009C174C" w:rsidP="009C174C">
      <w:pPr>
        <w:rPr>
          <w:rFonts w:eastAsia="Microsoft Yi Baiti"/>
          <w:szCs w:val="22"/>
        </w:rPr>
      </w:pPr>
    </w:p>
    <w:p w14:paraId="33E16173" w14:textId="5289D1B7" w:rsidR="009C174C" w:rsidRPr="009C174C" w:rsidRDefault="009C174C" w:rsidP="009C174C">
      <w:pPr>
        <w:rPr>
          <w:rFonts w:eastAsia="Microsoft Yi Baiti"/>
          <w:szCs w:val="22"/>
        </w:rPr>
      </w:pPr>
      <w:r w:rsidRPr="009C174C">
        <w:rPr>
          <w:rFonts w:eastAsia="Microsoft Yi Baiti"/>
          <w:szCs w:val="22"/>
        </w:rPr>
        <w:t xml:space="preserve">Ms. Gregory is the current Manager of E-Rate Services at the Arkansas State Library, a position she has held since 2010.  In this position, Amber conducts E-rate workshops and provides a variety of E-rate support activities.  For example, she offers direct, “hands-on” assistance to library staff with all facets of the E-rate application process and the program’s invoicing and other post-commitment processes.  This assistance is critically important to ensure that the state’s public libraries—especially those in smaller, rural communities—correctly follow the many E-rate rules and ultimately receive their E-rate funding. </w:t>
      </w:r>
    </w:p>
    <w:p w14:paraId="68645982" w14:textId="77777777" w:rsidR="009C174C" w:rsidRPr="009C174C" w:rsidRDefault="009C174C" w:rsidP="009C174C">
      <w:pPr>
        <w:rPr>
          <w:rFonts w:eastAsia="Microsoft Yi Baiti"/>
          <w:szCs w:val="22"/>
        </w:rPr>
      </w:pPr>
    </w:p>
    <w:p w14:paraId="6CCABD2B" w14:textId="77777777" w:rsidR="009C174C" w:rsidRPr="009C174C" w:rsidRDefault="009C174C" w:rsidP="009C174C">
      <w:pPr>
        <w:rPr>
          <w:rFonts w:eastAsia="Microsoft Yi Baiti"/>
          <w:szCs w:val="22"/>
        </w:rPr>
      </w:pPr>
      <w:r w:rsidRPr="009C174C">
        <w:rPr>
          <w:rFonts w:eastAsia="Microsoft Yi Baiti"/>
          <w:szCs w:val="22"/>
        </w:rPr>
        <w:t>Ms. Gregory is also active at the national level in E-rate activities and currently chairs the American Library Association’s E-Rate Task Force.  In her work on the Task Force Amber helps develop ALA’s position on various E-rate issues and assists the association in developing responses to the Commission’s public notices on the program.  In addition, she is highly respected by other state library E-rate coordinators for her leadership and E-rate expertise.</w:t>
      </w:r>
    </w:p>
    <w:p w14:paraId="38C81EDF" w14:textId="77777777" w:rsidR="009C174C" w:rsidRPr="009C174C" w:rsidRDefault="009C174C" w:rsidP="009C174C">
      <w:pPr>
        <w:rPr>
          <w:rFonts w:eastAsia="Microsoft Yi Baiti"/>
          <w:szCs w:val="22"/>
        </w:rPr>
      </w:pPr>
    </w:p>
    <w:p w14:paraId="6752EE8F" w14:textId="77777777" w:rsidR="009C174C" w:rsidRPr="009C174C" w:rsidRDefault="009C174C" w:rsidP="009C174C">
      <w:pPr>
        <w:rPr>
          <w:rFonts w:eastAsia="Microsoft Yi Baiti"/>
          <w:szCs w:val="22"/>
        </w:rPr>
      </w:pPr>
      <w:r w:rsidRPr="009C174C">
        <w:rPr>
          <w:rFonts w:eastAsia="Microsoft Yi Baiti"/>
          <w:szCs w:val="22"/>
        </w:rPr>
        <w:t>Sincerely,</w:t>
      </w:r>
    </w:p>
    <w:p w14:paraId="65AFBA0B" w14:textId="21811E6D" w:rsidR="00601537" w:rsidRPr="009C174C" w:rsidRDefault="00601537" w:rsidP="002F5310">
      <w:pPr>
        <w:rPr>
          <w:szCs w:val="22"/>
        </w:rPr>
      </w:pPr>
    </w:p>
    <w:p w14:paraId="7178FAAF" w14:textId="04A511B8" w:rsidR="00601537" w:rsidRPr="009C174C" w:rsidRDefault="009C174C" w:rsidP="002F5310">
      <w:pPr>
        <w:rPr>
          <w:szCs w:val="22"/>
        </w:rPr>
      </w:pPr>
      <w:r>
        <w:rPr>
          <w:noProof/>
          <w:szCs w:val="22"/>
        </w:rPr>
        <w:drawing>
          <wp:inline distT="0" distB="0" distL="0" distR="0" wp14:anchorId="4BA57724" wp14:editId="1C49A7B3">
            <wp:extent cx="1670078" cy="548640"/>
            <wp:effectExtent l="0" t="0" r="6350" b="3810"/>
            <wp:docPr id="2" name="Picture 2" descr="A close up of a piece of pap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onya Signature.jp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76091" cy="550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C5DFCB" w14:textId="5ED9FCFE" w:rsidR="00E14D4F" w:rsidRPr="009C174C" w:rsidRDefault="00897249" w:rsidP="002F5310">
      <w:pPr>
        <w:rPr>
          <w:szCs w:val="22"/>
        </w:rPr>
      </w:pPr>
      <w:r w:rsidRPr="009C174C">
        <w:rPr>
          <w:szCs w:val="22"/>
        </w:rPr>
        <w:t xml:space="preserve">             </w:t>
      </w:r>
      <w:r w:rsidR="00D7545F" w:rsidRPr="009C174C">
        <w:rPr>
          <w:szCs w:val="22"/>
        </w:rPr>
        <w:t xml:space="preserve">                   </w:t>
      </w:r>
    </w:p>
    <w:p w14:paraId="27548B27" w14:textId="54F1B7A6" w:rsidR="00721EC9" w:rsidRDefault="009C174C" w:rsidP="00721EC9">
      <w:pPr>
        <w:rPr>
          <w:szCs w:val="22"/>
        </w:rPr>
      </w:pPr>
      <w:r>
        <w:rPr>
          <w:szCs w:val="22"/>
        </w:rPr>
        <w:t>Sonya Schryer Norris</w:t>
      </w:r>
    </w:p>
    <w:p w14:paraId="194A7E83" w14:textId="69F15625" w:rsidR="009C174C" w:rsidRDefault="009C174C" w:rsidP="00721EC9">
      <w:pPr>
        <w:rPr>
          <w:szCs w:val="22"/>
        </w:rPr>
      </w:pPr>
      <w:r>
        <w:rPr>
          <w:szCs w:val="22"/>
        </w:rPr>
        <w:t>Library E-Rate Coordinator</w:t>
      </w:r>
    </w:p>
    <w:p w14:paraId="7C6FE7C7" w14:textId="59AACCE0" w:rsidR="00721EC9" w:rsidRPr="00721EC9" w:rsidRDefault="009C174C" w:rsidP="00721EC9">
      <w:r>
        <w:rPr>
          <w:szCs w:val="22"/>
        </w:rPr>
        <w:t>Library of Michigan</w:t>
      </w:r>
    </w:p>
    <w:sectPr w:rsidR="00721EC9" w:rsidRPr="00721EC9" w:rsidSect="007A291D">
      <w:footerReference w:type="default" r:id="rId16"/>
      <w:type w:val="continuous"/>
      <w:pgSz w:w="12240" w:h="15840" w:code="1"/>
      <w:pgMar w:top="810" w:right="1260" w:bottom="810" w:left="1440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3FF0C1" w14:textId="77777777" w:rsidR="000F6DAB" w:rsidRDefault="000F6DAB">
      <w:r>
        <w:separator/>
      </w:r>
    </w:p>
  </w:endnote>
  <w:endnote w:type="continuationSeparator" w:id="0">
    <w:p w14:paraId="29DEBFD4" w14:textId="77777777" w:rsidR="000F6DAB" w:rsidRDefault="000F6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P TypographicSymbols"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E02C05" w14:textId="77777777" w:rsidR="004B1E29" w:rsidRDefault="004B1E29" w:rsidP="007B7CB8">
    <w:pPr>
      <w:pStyle w:val="Footer"/>
      <w:jc w:val="center"/>
      <w:rPr>
        <w:rFonts w:ascii="Arial" w:hAnsi="Arial"/>
        <w:b/>
        <w:bCs/>
        <w:caps/>
        <w:w w:val="115"/>
        <w:sz w:val="14"/>
      </w:rPr>
    </w:pPr>
  </w:p>
  <w:p w14:paraId="306286D4" w14:textId="77777777" w:rsidR="007B7CB8" w:rsidRDefault="007B7CB8" w:rsidP="007B7CB8">
    <w:pPr>
      <w:pStyle w:val="Footer"/>
      <w:jc w:val="center"/>
      <w:rPr>
        <w:rFonts w:ascii="Arial" w:hAnsi="Arial"/>
        <w:b/>
        <w:bCs/>
        <w:caps/>
        <w:w w:val="115"/>
        <w:sz w:val="14"/>
      </w:rPr>
    </w:pPr>
    <w:r>
      <w:rPr>
        <w:rFonts w:ascii="Arial" w:hAnsi="Arial"/>
        <w:b/>
        <w:bCs/>
        <w:caps/>
        <w:w w:val="115"/>
        <w:sz w:val="14"/>
      </w:rPr>
      <w:t>STATE BOARD OF EDUCATION</w:t>
    </w:r>
  </w:p>
  <w:p w14:paraId="4EDB4D01" w14:textId="77777777" w:rsidR="007B7CB8" w:rsidRDefault="007B7CB8" w:rsidP="007B7CB8">
    <w:pPr>
      <w:pStyle w:val="Footer"/>
      <w:jc w:val="center"/>
      <w:rPr>
        <w:rFonts w:ascii="Arial" w:hAnsi="Arial"/>
        <w:caps/>
        <w:w w:val="115"/>
        <w:sz w:val="14"/>
      </w:rPr>
    </w:pPr>
  </w:p>
  <w:p w14:paraId="4E25FEF9" w14:textId="77777777" w:rsidR="007B7CB8" w:rsidRDefault="007B7CB8" w:rsidP="007B7CB8">
    <w:pPr>
      <w:pStyle w:val="Footer"/>
      <w:jc w:val="center"/>
      <w:rPr>
        <w:rFonts w:ascii="Arial" w:hAnsi="Arial"/>
        <w:caps/>
        <w:w w:val="115"/>
        <w:sz w:val="14"/>
      </w:rPr>
    </w:pPr>
    <w:r>
      <w:rPr>
        <w:rFonts w:ascii="Arial" w:hAnsi="Arial"/>
        <w:caps/>
        <w:w w:val="115"/>
        <w:sz w:val="14"/>
      </w:rPr>
      <w:t xml:space="preserve">john c. austin – president  </w:t>
    </w:r>
    <w:r>
      <w:rPr>
        <w:rFonts w:ascii="Arial" w:hAnsi="Arial"/>
        <w:caps/>
        <w:w w:val="115"/>
        <w:sz w:val="14"/>
      </w:rPr>
      <w:sym w:font="Symbol" w:char="F0B7"/>
    </w:r>
    <w:r>
      <w:rPr>
        <w:rFonts w:ascii="Arial" w:hAnsi="Arial"/>
        <w:caps/>
        <w:w w:val="115"/>
        <w:sz w:val="14"/>
      </w:rPr>
      <w:t xml:space="preserve">  casandra e. ulbrich – vice president</w:t>
    </w:r>
  </w:p>
  <w:p w14:paraId="22B3679B" w14:textId="79981169" w:rsidR="007B7CB8" w:rsidRDefault="007B7CB8" w:rsidP="007B7CB8">
    <w:pPr>
      <w:pStyle w:val="Footer"/>
      <w:jc w:val="center"/>
      <w:rPr>
        <w:rFonts w:ascii="Arial" w:hAnsi="Arial"/>
        <w:caps/>
        <w:w w:val="115"/>
        <w:sz w:val="14"/>
      </w:rPr>
    </w:pPr>
    <w:r>
      <w:rPr>
        <w:rFonts w:ascii="Arial" w:hAnsi="Arial"/>
        <w:caps/>
        <w:w w:val="115"/>
        <w:sz w:val="14"/>
      </w:rPr>
      <w:t xml:space="preserve">michelle fecteau – secretary  </w:t>
    </w:r>
    <w:r>
      <w:rPr>
        <w:rFonts w:ascii="Arial" w:hAnsi="Arial"/>
        <w:caps/>
        <w:w w:val="115"/>
        <w:sz w:val="14"/>
      </w:rPr>
      <w:sym w:font="Symbol" w:char="F0B7"/>
    </w:r>
    <w:r w:rsidR="005770C4">
      <w:rPr>
        <w:rFonts w:ascii="Arial" w:hAnsi="Arial"/>
        <w:caps/>
        <w:w w:val="115"/>
        <w:sz w:val="14"/>
      </w:rPr>
      <w:t xml:space="preserve">   pamela pugh</w:t>
    </w:r>
    <w:r>
      <w:rPr>
        <w:rFonts w:ascii="Arial" w:hAnsi="Arial"/>
        <w:caps/>
        <w:w w:val="115"/>
        <w:sz w:val="14"/>
      </w:rPr>
      <w:t xml:space="preserve"> – Treasurer</w:t>
    </w:r>
  </w:p>
  <w:p w14:paraId="579A7448" w14:textId="77777777" w:rsidR="007B7CB8" w:rsidRDefault="007B7CB8" w:rsidP="007B7CB8">
    <w:pPr>
      <w:pStyle w:val="Footer"/>
      <w:jc w:val="center"/>
      <w:rPr>
        <w:rFonts w:ascii="Arial" w:hAnsi="Arial"/>
        <w:caps/>
        <w:w w:val="115"/>
        <w:sz w:val="14"/>
      </w:rPr>
    </w:pPr>
    <w:r>
      <w:rPr>
        <w:rFonts w:ascii="Arial" w:hAnsi="Arial"/>
        <w:caps/>
        <w:w w:val="115"/>
        <w:sz w:val="14"/>
      </w:rPr>
      <w:t xml:space="preserve">  lupe ramos-montigny – nasbe delegate  </w:t>
    </w:r>
    <w:r>
      <w:rPr>
        <w:rFonts w:ascii="Arial" w:hAnsi="Arial"/>
        <w:caps/>
        <w:w w:val="115"/>
        <w:sz w:val="14"/>
      </w:rPr>
      <w:sym w:font="Symbol" w:char="F0B7"/>
    </w:r>
    <w:r>
      <w:rPr>
        <w:rFonts w:ascii="Arial" w:hAnsi="Arial"/>
        <w:caps/>
        <w:w w:val="115"/>
        <w:sz w:val="14"/>
      </w:rPr>
      <w:t xml:space="preserve">  kathleen n. straus</w:t>
    </w:r>
  </w:p>
  <w:p w14:paraId="5B6BD93A" w14:textId="77777777" w:rsidR="007B7CB8" w:rsidRDefault="007B7CB8" w:rsidP="007B7CB8">
    <w:pPr>
      <w:pStyle w:val="Footer"/>
      <w:jc w:val="center"/>
      <w:rPr>
        <w:rFonts w:ascii="Arial" w:hAnsi="Arial"/>
        <w:caps/>
        <w:w w:val="115"/>
        <w:sz w:val="14"/>
      </w:rPr>
    </w:pPr>
    <w:r>
      <w:rPr>
        <w:rFonts w:ascii="Arial" w:hAnsi="Arial"/>
        <w:caps/>
        <w:w w:val="115"/>
        <w:sz w:val="14"/>
      </w:rPr>
      <w:t xml:space="preserve">Eileen lappin weiser  </w:t>
    </w:r>
    <w:r>
      <w:rPr>
        <w:rFonts w:ascii="Arial" w:hAnsi="Arial"/>
        <w:caps/>
        <w:w w:val="115"/>
        <w:sz w:val="14"/>
      </w:rPr>
      <w:sym w:font="Symbol" w:char="F0B7"/>
    </w:r>
    <w:r>
      <w:rPr>
        <w:rFonts w:ascii="Arial" w:hAnsi="Arial"/>
        <w:caps/>
        <w:w w:val="115"/>
        <w:sz w:val="14"/>
      </w:rPr>
      <w:t xml:space="preserve">  richard zeile</w:t>
    </w:r>
  </w:p>
  <w:p w14:paraId="53797590" w14:textId="77777777" w:rsidR="007B7CB8" w:rsidRDefault="007B7CB8" w:rsidP="007B7CB8">
    <w:pPr>
      <w:pStyle w:val="Footer"/>
      <w:jc w:val="center"/>
      <w:rPr>
        <w:rFonts w:ascii="Arial" w:hAnsi="Arial"/>
        <w:caps/>
        <w:w w:val="115"/>
        <w:sz w:val="14"/>
      </w:rPr>
    </w:pPr>
  </w:p>
  <w:p w14:paraId="759FF9F0" w14:textId="77777777" w:rsidR="007B7CB8" w:rsidRDefault="007B7CB8" w:rsidP="007B7CB8">
    <w:pPr>
      <w:pStyle w:val="Footer"/>
      <w:jc w:val="center"/>
      <w:rPr>
        <w:rFonts w:ascii="Arial" w:hAnsi="Arial"/>
        <w:caps/>
        <w:w w:val="115"/>
        <w:sz w:val="14"/>
      </w:rPr>
    </w:pPr>
    <w:r>
      <w:rPr>
        <w:rFonts w:ascii="Arial" w:hAnsi="Arial"/>
        <w:caps/>
        <w:w w:val="115"/>
        <w:sz w:val="14"/>
      </w:rPr>
      <w:t xml:space="preserve">608 West allegan street  </w:t>
    </w:r>
    <w:r>
      <w:rPr>
        <w:rFonts w:ascii="Arial" w:hAnsi="Arial"/>
        <w:caps/>
        <w:w w:val="115"/>
        <w:sz w:val="14"/>
      </w:rPr>
      <w:sym w:font="Symbol" w:char="F0B7"/>
    </w:r>
    <w:r>
      <w:rPr>
        <w:rFonts w:ascii="Arial" w:hAnsi="Arial"/>
        <w:caps/>
        <w:w w:val="115"/>
        <w:sz w:val="14"/>
      </w:rPr>
      <w:t xml:space="preserve">  p.o. BOX 30008  </w:t>
    </w:r>
    <w:r>
      <w:rPr>
        <w:rFonts w:ascii="Arial" w:hAnsi="Arial"/>
        <w:caps/>
        <w:w w:val="115"/>
        <w:sz w:val="14"/>
      </w:rPr>
      <w:sym w:font="Symbol" w:char="F0B7"/>
    </w:r>
    <w:r>
      <w:rPr>
        <w:rFonts w:ascii="Arial" w:hAnsi="Arial"/>
        <w:caps/>
        <w:w w:val="115"/>
        <w:sz w:val="14"/>
      </w:rPr>
      <w:t xml:space="preserve">  Lansing, Michigan 48909</w:t>
    </w:r>
  </w:p>
  <w:p w14:paraId="15446A38" w14:textId="0F0E49B8" w:rsidR="007B7CB8" w:rsidRDefault="007B7CB8" w:rsidP="007B7CB8">
    <w:pPr>
      <w:pStyle w:val="Footer"/>
      <w:jc w:val="center"/>
      <w:rPr>
        <w:rFonts w:ascii="Arial" w:hAnsi="Arial"/>
        <w:w w:val="115"/>
        <w:sz w:val="14"/>
      </w:rPr>
    </w:pPr>
    <w:r w:rsidRPr="00063B6F">
      <w:rPr>
        <w:rFonts w:ascii="Arial" w:hAnsi="Arial"/>
        <w:color w:val="000000"/>
        <w:w w:val="115"/>
        <w:sz w:val="14"/>
      </w:rPr>
      <w:t>www.michigan.gov</w:t>
    </w:r>
    <w:r>
      <w:rPr>
        <w:rFonts w:ascii="Arial" w:hAnsi="Arial"/>
        <w:color w:val="000000"/>
        <w:w w:val="115"/>
        <w:sz w:val="14"/>
        <w:lang w:val="fr-FR"/>
      </w:rPr>
      <w:t>/</w:t>
    </w:r>
    <w:proofErr w:type="spellStart"/>
    <w:r>
      <w:rPr>
        <w:rFonts w:ascii="Arial" w:hAnsi="Arial"/>
        <w:color w:val="000000"/>
        <w:w w:val="115"/>
        <w:sz w:val="14"/>
        <w:lang w:val="fr-FR"/>
      </w:rPr>
      <w:t>mde</w:t>
    </w:r>
    <w:proofErr w:type="spellEnd"/>
    <w:r>
      <w:rPr>
        <w:rFonts w:ascii="Arial" w:hAnsi="Arial"/>
        <w:caps/>
        <w:w w:val="115"/>
        <w:sz w:val="14"/>
      </w:rPr>
      <w:t xml:space="preserve"> </w:t>
    </w:r>
    <w:r>
      <w:rPr>
        <w:rFonts w:ascii="Arial" w:hAnsi="Arial"/>
        <w:w w:val="115"/>
        <w:sz w:val="14"/>
      </w:rPr>
      <w:sym w:font="Symbol" w:char="F0B7"/>
    </w:r>
    <w:r>
      <w:rPr>
        <w:rFonts w:ascii="Arial" w:hAnsi="Arial"/>
        <w:w w:val="115"/>
        <w:sz w:val="14"/>
      </w:rPr>
      <w:t xml:space="preserve"> (517) 373-3324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699B0A" w14:textId="77777777" w:rsidR="00721EC9" w:rsidRDefault="00721EC9" w:rsidP="00721EC9">
    <w:pPr>
      <w:pStyle w:val="Footer"/>
      <w:jc w:val="center"/>
      <w:rPr>
        <w:rFonts w:ascii="Arial" w:hAnsi="Arial"/>
        <w:b/>
        <w:bCs/>
        <w:caps/>
        <w:w w:val="115"/>
        <w:sz w:val="16"/>
      </w:rPr>
    </w:pPr>
    <w:r>
      <w:rPr>
        <w:rFonts w:ascii="Arial" w:hAnsi="Arial"/>
        <w:b/>
        <w:bCs/>
        <w:caps/>
        <w:w w:val="115"/>
        <w:sz w:val="16"/>
      </w:rPr>
      <w:t>LIBRAry of michigan</w:t>
    </w:r>
  </w:p>
  <w:p w14:paraId="166DB656" w14:textId="77777777" w:rsidR="00721EC9" w:rsidRDefault="00721EC9" w:rsidP="00721EC9">
    <w:pPr>
      <w:pStyle w:val="Footer"/>
      <w:jc w:val="center"/>
      <w:rPr>
        <w:rFonts w:ascii="Arial" w:hAnsi="Arial"/>
        <w:caps/>
        <w:w w:val="115"/>
        <w:sz w:val="14"/>
      </w:rPr>
    </w:pPr>
  </w:p>
  <w:p w14:paraId="09F8C3B5" w14:textId="77777777" w:rsidR="00721EC9" w:rsidRDefault="00721EC9" w:rsidP="00721EC9">
    <w:pPr>
      <w:pStyle w:val="Footer"/>
      <w:jc w:val="center"/>
      <w:rPr>
        <w:rFonts w:ascii="Arial" w:hAnsi="Arial"/>
        <w:caps/>
        <w:w w:val="115"/>
        <w:sz w:val="14"/>
      </w:rPr>
    </w:pPr>
    <w:r>
      <w:rPr>
        <w:rFonts w:ascii="Arial" w:hAnsi="Arial"/>
        <w:caps/>
        <w:w w:val="115"/>
        <w:sz w:val="14"/>
      </w:rPr>
      <w:t xml:space="preserve">702 West kalamazoo street  </w:t>
    </w:r>
    <w:r>
      <w:rPr>
        <w:rFonts w:ascii="Arial" w:hAnsi="Arial"/>
        <w:caps/>
        <w:w w:val="115"/>
        <w:sz w:val="14"/>
      </w:rPr>
      <w:sym w:font="Symbol" w:char="F0B7"/>
    </w:r>
    <w:r>
      <w:rPr>
        <w:rFonts w:ascii="Arial" w:hAnsi="Arial"/>
        <w:caps/>
        <w:w w:val="115"/>
        <w:sz w:val="14"/>
      </w:rPr>
      <w:t xml:space="preserve">  p.o. BOX 30007  </w:t>
    </w:r>
    <w:r>
      <w:rPr>
        <w:rFonts w:ascii="Arial" w:hAnsi="Arial"/>
        <w:caps/>
        <w:w w:val="115"/>
        <w:sz w:val="14"/>
      </w:rPr>
      <w:sym w:font="Symbol" w:char="F0B7"/>
    </w:r>
    <w:r>
      <w:rPr>
        <w:rFonts w:ascii="Arial" w:hAnsi="Arial"/>
        <w:caps/>
        <w:w w:val="115"/>
        <w:sz w:val="14"/>
      </w:rPr>
      <w:t xml:space="preserve">  Lansing, Michigan 48909</w:t>
    </w:r>
  </w:p>
  <w:p w14:paraId="2778AEA7" w14:textId="77777777" w:rsidR="00721EC9" w:rsidRDefault="00721EC9" w:rsidP="00721EC9">
    <w:pPr>
      <w:pStyle w:val="Footer"/>
      <w:jc w:val="center"/>
      <w:rPr>
        <w:rFonts w:ascii="Arial" w:hAnsi="Arial"/>
        <w:w w:val="115"/>
        <w:sz w:val="14"/>
      </w:rPr>
    </w:pPr>
    <w:r>
      <w:rPr>
        <w:rFonts w:ascii="Arial" w:hAnsi="Arial"/>
        <w:w w:val="115"/>
        <w:sz w:val="14"/>
      </w:rPr>
      <w:t>www.michigan.gov</w:t>
    </w:r>
    <w:r>
      <w:rPr>
        <w:rFonts w:ascii="Arial" w:hAnsi="Arial"/>
        <w:color w:val="000000"/>
        <w:w w:val="115"/>
        <w:sz w:val="14"/>
        <w:lang w:val="fr-FR"/>
      </w:rPr>
      <w:t>/</w:t>
    </w:r>
    <w:proofErr w:type="spellStart"/>
    <w:r>
      <w:rPr>
        <w:rFonts w:ascii="Arial" w:hAnsi="Arial"/>
        <w:color w:val="000000"/>
        <w:w w:val="115"/>
        <w:sz w:val="14"/>
        <w:lang w:val="fr-FR"/>
      </w:rPr>
      <w:t>libraryofmichigan</w:t>
    </w:r>
    <w:proofErr w:type="spellEnd"/>
    <w:r>
      <w:rPr>
        <w:rFonts w:ascii="Arial" w:hAnsi="Arial"/>
        <w:caps/>
        <w:w w:val="115"/>
        <w:sz w:val="14"/>
      </w:rPr>
      <w:t xml:space="preserve">  </w:t>
    </w:r>
    <w:r>
      <w:rPr>
        <w:rFonts w:ascii="Arial" w:hAnsi="Arial"/>
        <w:w w:val="115"/>
        <w:sz w:val="14"/>
      </w:rPr>
      <w:sym w:font="Symbol" w:char="F0B7"/>
    </w:r>
    <w:r>
      <w:rPr>
        <w:rFonts w:ascii="Arial" w:hAnsi="Arial"/>
        <w:w w:val="115"/>
        <w:sz w:val="14"/>
      </w:rPr>
      <w:t xml:space="preserve">  517-335-1516</w:t>
    </w:r>
  </w:p>
  <w:p w14:paraId="54C5213C" w14:textId="358B9F43" w:rsidR="00A56E92" w:rsidRDefault="00A56E92" w:rsidP="00DC5E8D">
    <w:pPr>
      <w:pStyle w:val="Footer"/>
      <w:tabs>
        <w:tab w:val="clear" w:pos="8640"/>
      </w:tabs>
      <w:jc w:val="center"/>
      <w:rPr>
        <w:rFonts w:ascii="Arial" w:hAnsi="Arial"/>
        <w:b/>
        <w:bCs/>
        <w:caps/>
        <w:w w:val="115"/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7F6BC1" w14:textId="599794CF" w:rsidR="00524C9D" w:rsidRDefault="00524C9D" w:rsidP="007B7CB8">
    <w:pPr>
      <w:pStyle w:val="Footer"/>
      <w:jc w:val="center"/>
      <w:rPr>
        <w:rFonts w:ascii="Arial" w:hAnsi="Arial"/>
        <w:w w:val="115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C71804" w14:textId="77777777" w:rsidR="000F6DAB" w:rsidRDefault="000F6DAB">
      <w:r>
        <w:separator/>
      </w:r>
    </w:p>
  </w:footnote>
  <w:footnote w:type="continuationSeparator" w:id="0">
    <w:p w14:paraId="6158487D" w14:textId="77777777" w:rsidR="000F6DAB" w:rsidRDefault="000F6D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3AC915" w14:textId="5ED1B36C" w:rsidR="00897249" w:rsidRDefault="00897249">
    <w:pPr>
      <w:pStyle w:val="Header"/>
    </w:pPr>
    <w:r>
      <w:t>Name</w:t>
    </w:r>
  </w:p>
  <w:p w14:paraId="7331F6B0" w14:textId="7D122E39" w:rsidR="00897249" w:rsidRDefault="00897249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D7545F">
      <w:rPr>
        <w:noProof/>
      </w:rPr>
      <w:t>2</w:t>
    </w:r>
    <w:r>
      <w:rPr>
        <w:noProof/>
      </w:rPr>
      <w:fldChar w:fldCharType="end"/>
    </w:r>
  </w:p>
  <w:p w14:paraId="2DDD2F3F" w14:textId="6FB8B852" w:rsidR="00897249" w:rsidRDefault="00897249">
    <w:pPr>
      <w:pStyle w:val="Header"/>
    </w:pPr>
    <w:r>
      <w:t>Date</w:t>
    </w:r>
  </w:p>
  <w:p w14:paraId="1CDD454F" w14:textId="77777777" w:rsidR="00897249" w:rsidRDefault="00897249">
    <w:pPr>
      <w:pStyle w:val="Header"/>
    </w:pPr>
  </w:p>
  <w:p w14:paraId="1C840CB7" w14:textId="77777777" w:rsidR="00897249" w:rsidRDefault="008972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604EF692"/>
    <w:lvl w:ilvl="0">
      <w:numFmt w:val="decimal"/>
      <w:lvlText w:val="*"/>
      <w:lvlJc w:val="left"/>
    </w:lvl>
  </w:abstractNum>
  <w:abstractNum w:abstractNumId="1" w15:restartNumberingAfterBreak="0">
    <w:nsid w:val="1C0A5513"/>
    <w:multiLevelType w:val="hybridMultilevel"/>
    <w:tmpl w:val="EC80A0F0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1A48DB"/>
    <w:multiLevelType w:val="hybridMultilevel"/>
    <w:tmpl w:val="17961DC4"/>
    <w:lvl w:ilvl="0" w:tplc="848A2F1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BC0532"/>
    <w:multiLevelType w:val="hybridMultilevel"/>
    <w:tmpl w:val="F1B09F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642305"/>
    <w:multiLevelType w:val="hybridMultilevel"/>
    <w:tmpl w:val="752224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0E670A"/>
    <w:multiLevelType w:val="hybridMultilevel"/>
    <w:tmpl w:val="5628A7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A54FB8"/>
    <w:multiLevelType w:val="hybridMultilevel"/>
    <w:tmpl w:val="008EC7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121B0F"/>
    <w:multiLevelType w:val="hybridMultilevel"/>
    <w:tmpl w:val="94284E56"/>
    <w:lvl w:ilvl="0" w:tplc="040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 w15:restartNumberingAfterBreak="0">
    <w:nsid w:val="339E627A"/>
    <w:multiLevelType w:val="hybridMultilevel"/>
    <w:tmpl w:val="3E68965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351FB0"/>
    <w:multiLevelType w:val="hybridMultilevel"/>
    <w:tmpl w:val="D766E94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6AF7112"/>
    <w:multiLevelType w:val="hybridMultilevel"/>
    <w:tmpl w:val="0DA6DB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0F7DC8"/>
    <w:multiLevelType w:val="hybridMultilevel"/>
    <w:tmpl w:val="5D226B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464D69"/>
    <w:multiLevelType w:val="hybridMultilevel"/>
    <w:tmpl w:val="E04207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8"/>
  </w:num>
  <w:num w:numId="5">
    <w:abstractNumId w:val="0"/>
    <w:lvlOverride w:ilvl="0">
      <w:lvl w:ilvl="0">
        <w:start w:val="1"/>
        <w:numFmt w:val="bullet"/>
        <w:lvlText w:val="!"/>
        <w:legacy w:legacy="1" w:legacySpace="0" w:legacyIndent="1"/>
        <w:lvlJc w:val="left"/>
        <w:pPr>
          <w:ind w:left="1" w:hanging="1"/>
        </w:pPr>
        <w:rPr>
          <w:rFonts w:ascii="WP TypographicSymbols" w:hAnsi="WP TypographicSymbols" w:hint="default"/>
        </w:rPr>
      </w:lvl>
    </w:lvlOverride>
  </w:num>
  <w:num w:numId="6">
    <w:abstractNumId w:val="5"/>
  </w:num>
  <w:num w:numId="7">
    <w:abstractNumId w:val="7"/>
  </w:num>
  <w:num w:numId="8">
    <w:abstractNumId w:val="12"/>
  </w:num>
  <w:num w:numId="9">
    <w:abstractNumId w:val="11"/>
  </w:num>
  <w:num w:numId="10">
    <w:abstractNumId w:val="9"/>
  </w:num>
  <w:num w:numId="11">
    <w:abstractNumId w:val="2"/>
  </w:num>
  <w:num w:numId="12">
    <w:abstractNumId w:val="6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en-US" w:vendorID="8" w:dllVersion="513" w:checkStyle="1"/>
  <w:activeWritingStyle w:appName="MSWord" w:lang="fr-FR" w:vendorID="9" w:dllVersion="512" w:checkStyle="1"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23AF"/>
    <w:rsid w:val="00010073"/>
    <w:rsid w:val="00012EED"/>
    <w:rsid w:val="0002025E"/>
    <w:rsid w:val="00020473"/>
    <w:rsid w:val="00026B14"/>
    <w:rsid w:val="000550BE"/>
    <w:rsid w:val="00057586"/>
    <w:rsid w:val="000620FF"/>
    <w:rsid w:val="00066FC0"/>
    <w:rsid w:val="000704D0"/>
    <w:rsid w:val="000961AD"/>
    <w:rsid w:val="000B184C"/>
    <w:rsid w:val="000B3E12"/>
    <w:rsid w:val="000B41D8"/>
    <w:rsid w:val="000C7FFD"/>
    <w:rsid w:val="000D427E"/>
    <w:rsid w:val="000E353E"/>
    <w:rsid w:val="000E4E06"/>
    <w:rsid w:val="000F27C5"/>
    <w:rsid w:val="000F59B7"/>
    <w:rsid w:val="000F6DAB"/>
    <w:rsid w:val="00101A7F"/>
    <w:rsid w:val="00104379"/>
    <w:rsid w:val="00110DA7"/>
    <w:rsid w:val="00126A35"/>
    <w:rsid w:val="001332B2"/>
    <w:rsid w:val="00140C54"/>
    <w:rsid w:val="00142216"/>
    <w:rsid w:val="00150B9F"/>
    <w:rsid w:val="00162161"/>
    <w:rsid w:val="00170C82"/>
    <w:rsid w:val="001726D7"/>
    <w:rsid w:val="00175265"/>
    <w:rsid w:val="001764EF"/>
    <w:rsid w:val="001774DA"/>
    <w:rsid w:val="00177E22"/>
    <w:rsid w:val="00184171"/>
    <w:rsid w:val="00195516"/>
    <w:rsid w:val="001A695C"/>
    <w:rsid w:val="001B37F1"/>
    <w:rsid w:val="001B3B64"/>
    <w:rsid w:val="001B56B2"/>
    <w:rsid w:val="001C0988"/>
    <w:rsid w:val="001C5DFE"/>
    <w:rsid w:val="001D0166"/>
    <w:rsid w:val="001D3577"/>
    <w:rsid w:val="001D5BEC"/>
    <w:rsid w:val="001E0FFE"/>
    <w:rsid w:val="001E3FDF"/>
    <w:rsid w:val="001F3657"/>
    <w:rsid w:val="001F452E"/>
    <w:rsid w:val="00204448"/>
    <w:rsid w:val="002069B1"/>
    <w:rsid w:val="002147FB"/>
    <w:rsid w:val="00215650"/>
    <w:rsid w:val="002334AE"/>
    <w:rsid w:val="00236267"/>
    <w:rsid w:val="00237CB5"/>
    <w:rsid w:val="0024189E"/>
    <w:rsid w:val="00256EA5"/>
    <w:rsid w:val="002675B2"/>
    <w:rsid w:val="00267EA5"/>
    <w:rsid w:val="00275727"/>
    <w:rsid w:val="00286FAA"/>
    <w:rsid w:val="00297300"/>
    <w:rsid w:val="002A5D3B"/>
    <w:rsid w:val="002C6F0E"/>
    <w:rsid w:val="002D7C1B"/>
    <w:rsid w:val="002F1BB7"/>
    <w:rsid w:val="002F1C25"/>
    <w:rsid w:val="002F1E97"/>
    <w:rsid w:val="002F5310"/>
    <w:rsid w:val="00306510"/>
    <w:rsid w:val="0031720D"/>
    <w:rsid w:val="003211E3"/>
    <w:rsid w:val="0032339F"/>
    <w:rsid w:val="00325ECD"/>
    <w:rsid w:val="00326DA9"/>
    <w:rsid w:val="003346EA"/>
    <w:rsid w:val="003567E8"/>
    <w:rsid w:val="00357C05"/>
    <w:rsid w:val="0036117B"/>
    <w:rsid w:val="0036229D"/>
    <w:rsid w:val="003661E4"/>
    <w:rsid w:val="00370CE7"/>
    <w:rsid w:val="0037243F"/>
    <w:rsid w:val="00390765"/>
    <w:rsid w:val="003A1346"/>
    <w:rsid w:val="003A7DAD"/>
    <w:rsid w:val="003A7EFD"/>
    <w:rsid w:val="003B0E03"/>
    <w:rsid w:val="003B64C3"/>
    <w:rsid w:val="003C10F1"/>
    <w:rsid w:val="003C1221"/>
    <w:rsid w:val="003D5A91"/>
    <w:rsid w:val="003E412A"/>
    <w:rsid w:val="003E597C"/>
    <w:rsid w:val="003F3C1E"/>
    <w:rsid w:val="003F602B"/>
    <w:rsid w:val="0041560F"/>
    <w:rsid w:val="00420116"/>
    <w:rsid w:val="00423D64"/>
    <w:rsid w:val="00425864"/>
    <w:rsid w:val="004347A5"/>
    <w:rsid w:val="004476E0"/>
    <w:rsid w:val="00453057"/>
    <w:rsid w:val="004654EC"/>
    <w:rsid w:val="00497E85"/>
    <w:rsid w:val="004A07F7"/>
    <w:rsid w:val="004B000B"/>
    <w:rsid w:val="004B1E29"/>
    <w:rsid w:val="004B33A1"/>
    <w:rsid w:val="004C089E"/>
    <w:rsid w:val="004C4E90"/>
    <w:rsid w:val="004C607E"/>
    <w:rsid w:val="004E2236"/>
    <w:rsid w:val="00517392"/>
    <w:rsid w:val="00517854"/>
    <w:rsid w:val="00524C9D"/>
    <w:rsid w:val="00526FB5"/>
    <w:rsid w:val="005375A6"/>
    <w:rsid w:val="005403C0"/>
    <w:rsid w:val="005435B3"/>
    <w:rsid w:val="00546C5E"/>
    <w:rsid w:val="00555F66"/>
    <w:rsid w:val="005632A9"/>
    <w:rsid w:val="00571789"/>
    <w:rsid w:val="00575CC5"/>
    <w:rsid w:val="005770C4"/>
    <w:rsid w:val="00596B29"/>
    <w:rsid w:val="00597FF0"/>
    <w:rsid w:val="005A6A47"/>
    <w:rsid w:val="005A6C5B"/>
    <w:rsid w:val="005E0AE7"/>
    <w:rsid w:val="005E1875"/>
    <w:rsid w:val="005E54E2"/>
    <w:rsid w:val="005F0272"/>
    <w:rsid w:val="005F0C14"/>
    <w:rsid w:val="005F3642"/>
    <w:rsid w:val="00601537"/>
    <w:rsid w:val="00602029"/>
    <w:rsid w:val="00602AAB"/>
    <w:rsid w:val="006038F2"/>
    <w:rsid w:val="00605264"/>
    <w:rsid w:val="0060619B"/>
    <w:rsid w:val="00607818"/>
    <w:rsid w:val="00610411"/>
    <w:rsid w:val="00615423"/>
    <w:rsid w:val="00617781"/>
    <w:rsid w:val="00621C1A"/>
    <w:rsid w:val="00626166"/>
    <w:rsid w:val="00631711"/>
    <w:rsid w:val="00631857"/>
    <w:rsid w:val="0063451B"/>
    <w:rsid w:val="00641135"/>
    <w:rsid w:val="00641895"/>
    <w:rsid w:val="00641D60"/>
    <w:rsid w:val="006556E3"/>
    <w:rsid w:val="00676BB6"/>
    <w:rsid w:val="006970D3"/>
    <w:rsid w:val="006979FE"/>
    <w:rsid w:val="006A0B11"/>
    <w:rsid w:val="006A7884"/>
    <w:rsid w:val="006B2E56"/>
    <w:rsid w:val="006B5B6E"/>
    <w:rsid w:val="006C5A8A"/>
    <w:rsid w:val="006D65F9"/>
    <w:rsid w:val="006D6A57"/>
    <w:rsid w:val="006D7066"/>
    <w:rsid w:val="006E08AB"/>
    <w:rsid w:val="006E3195"/>
    <w:rsid w:val="006E36B9"/>
    <w:rsid w:val="006F2D56"/>
    <w:rsid w:val="006F53CE"/>
    <w:rsid w:val="00703D52"/>
    <w:rsid w:val="00704240"/>
    <w:rsid w:val="0071030A"/>
    <w:rsid w:val="00711612"/>
    <w:rsid w:val="00721EC9"/>
    <w:rsid w:val="00727E7F"/>
    <w:rsid w:val="00734BCB"/>
    <w:rsid w:val="00735DD4"/>
    <w:rsid w:val="00742A9E"/>
    <w:rsid w:val="00746668"/>
    <w:rsid w:val="00757178"/>
    <w:rsid w:val="00760449"/>
    <w:rsid w:val="007678BC"/>
    <w:rsid w:val="00771F65"/>
    <w:rsid w:val="00773A17"/>
    <w:rsid w:val="007865F3"/>
    <w:rsid w:val="0078676F"/>
    <w:rsid w:val="0079777F"/>
    <w:rsid w:val="007A0312"/>
    <w:rsid w:val="007A291D"/>
    <w:rsid w:val="007B7008"/>
    <w:rsid w:val="007B7CB8"/>
    <w:rsid w:val="007C3C46"/>
    <w:rsid w:val="007C5682"/>
    <w:rsid w:val="007C7462"/>
    <w:rsid w:val="007D166A"/>
    <w:rsid w:val="007E1236"/>
    <w:rsid w:val="007F39FD"/>
    <w:rsid w:val="007F7CA5"/>
    <w:rsid w:val="0080214B"/>
    <w:rsid w:val="00812EFE"/>
    <w:rsid w:val="008308B1"/>
    <w:rsid w:val="00831C2C"/>
    <w:rsid w:val="00836D0E"/>
    <w:rsid w:val="008433EE"/>
    <w:rsid w:val="00847D97"/>
    <w:rsid w:val="008519BB"/>
    <w:rsid w:val="00862AAB"/>
    <w:rsid w:val="00863ACA"/>
    <w:rsid w:val="00870EE9"/>
    <w:rsid w:val="00872103"/>
    <w:rsid w:val="008824A6"/>
    <w:rsid w:val="00883544"/>
    <w:rsid w:val="00885CC3"/>
    <w:rsid w:val="00897249"/>
    <w:rsid w:val="008A6818"/>
    <w:rsid w:val="008B03BD"/>
    <w:rsid w:val="008C18B9"/>
    <w:rsid w:val="008C18CD"/>
    <w:rsid w:val="008D31C7"/>
    <w:rsid w:val="008E2AE3"/>
    <w:rsid w:val="00900E7D"/>
    <w:rsid w:val="009136D3"/>
    <w:rsid w:val="00913844"/>
    <w:rsid w:val="00917777"/>
    <w:rsid w:val="0093306E"/>
    <w:rsid w:val="00934FC3"/>
    <w:rsid w:val="0093749F"/>
    <w:rsid w:val="00941A57"/>
    <w:rsid w:val="00945DF5"/>
    <w:rsid w:val="00946733"/>
    <w:rsid w:val="00950350"/>
    <w:rsid w:val="00970474"/>
    <w:rsid w:val="0097183B"/>
    <w:rsid w:val="009721DF"/>
    <w:rsid w:val="00980E75"/>
    <w:rsid w:val="00981015"/>
    <w:rsid w:val="00992C34"/>
    <w:rsid w:val="009952CA"/>
    <w:rsid w:val="009A2C8A"/>
    <w:rsid w:val="009C174C"/>
    <w:rsid w:val="009D5D35"/>
    <w:rsid w:val="009D67AC"/>
    <w:rsid w:val="009E296C"/>
    <w:rsid w:val="009E3718"/>
    <w:rsid w:val="009E5C9D"/>
    <w:rsid w:val="009F385F"/>
    <w:rsid w:val="00A04018"/>
    <w:rsid w:val="00A14831"/>
    <w:rsid w:val="00A314D2"/>
    <w:rsid w:val="00A45C56"/>
    <w:rsid w:val="00A56880"/>
    <w:rsid w:val="00A56E92"/>
    <w:rsid w:val="00A827BC"/>
    <w:rsid w:val="00A83A1A"/>
    <w:rsid w:val="00A918B7"/>
    <w:rsid w:val="00A9506B"/>
    <w:rsid w:val="00AA241A"/>
    <w:rsid w:val="00AB1214"/>
    <w:rsid w:val="00AB26ED"/>
    <w:rsid w:val="00AB43C6"/>
    <w:rsid w:val="00AE66A0"/>
    <w:rsid w:val="00AF4B53"/>
    <w:rsid w:val="00AF736D"/>
    <w:rsid w:val="00B10750"/>
    <w:rsid w:val="00B203E9"/>
    <w:rsid w:val="00B3235D"/>
    <w:rsid w:val="00B42C75"/>
    <w:rsid w:val="00B42D51"/>
    <w:rsid w:val="00B45439"/>
    <w:rsid w:val="00B455C7"/>
    <w:rsid w:val="00B5791B"/>
    <w:rsid w:val="00B640DF"/>
    <w:rsid w:val="00B70662"/>
    <w:rsid w:val="00B730A0"/>
    <w:rsid w:val="00B810BA"/>
    <w:rsid w:val="00B82F5A"/>
    <w:rsid w:val="00B86ABC"/>
    <w:rsid w:val="00B92CAD"/>
    <w:rsid w:val="00B963E5"/>
    <w:rsid w:val="00BA2616"/>
    <w:rsid w:val="00BB3C8C"/>
    <w:rsid w:val="00BB783F"/>
    <w:rsid w:val="00BB78C8"/>
    <w:rsid w:val="00C00E4B"/>
    <w:rsid w:val="00C03C04"/>
    <w:rsid w:val="00C03E07"/>
    <w:rsid w:val="00C0433D"/>
    <w:rsid w:val="00C055C8"/>
    <w:rsid w:val="00C07996"/>
    <w:rsid w:val="00C10338"/>
    <w:rsid w:val="00C105EA"/>
    <w:rsid w:val="00C17AAA"/>
    <w:rsid w:val="00C213DC"/>
    <w:rsid w:val="00C439B4"/>
    <w:rsid w:val="00C47618"/>
    <w:rsid w:val="00C513FA"/>
    <w:rsid w:val="00C5505B"/>
    <w:rsid w:val="00C60E5B"/>
    <w:rsid w:val="00C633E3"/>
    <w:rsid w:val="00C71C88"/>
    <w:rsid w:val="00C72933"/>
    <w:rsid w:val="00C733C1"/>
    <w:rsid w:val="00C80FE4"/>
    <w:rsid w:val="00C81D2F"/>
    <w:rsid w:val="00C923AF"/>
    <w:rsid w:val="00CA1B58"/>
    <w:rsid w:val="00CA59A4"/>
    <w:rsid w:val="00CB6E3A"/>
    <w:rsid w:val="00CE1F8C"/>
    <w:rsid w:val="00CE6F82"/>
    <w:rsid w:val="00CE77EC"/>
    <w:rsid w:val="00CF362E"/>
    <w:rsid w:val="00D0208B"/>
    <w:rsid w:val="00D13176"/>
    <w:rsid w:val="00D136FA"/>
    <w:rsid w:val="00D15C2C"/>
    <w:rsid w:val="00D179CA"/>
    <w:rsid w:val="00D200A0"/>
    <w:rsid w:val="00D250B8"/>
    <w:rsid w:val="00D310AF"/>
    <w:rsid w:val="00D45CB7"/>
    <w:rsid w:val="00D5114C"/>
    <w:rsid w:val="00D64D5D"/>
    <w:rsid w:val="00D7545F"/>
    <w:rsid w:val="00D754F8"/>
    <w:rsid w:val="00D8538D"/>
    <w:rsid w:val="00DA1478"/>
    <w:rsid w:val="00DA642D"/>
    <w:rsid w:val="00DB38A6"/>
    <w:rsid w:val="00DB7D54"/>
    <w:rsid w:val="00DC5E8D"/>
    <w:rsid w:val="00DD2F29"/>
    <w:rsid w:val="00DD6A41"/>
    <w:rsid w:val="00E02091"/>
    <w:rsid w:val="00E04131"/>
    <w:rsid w:val="00E07638"/>
    <w:rsid w:val="00E10308"/>
    <w:rsid w:val="00E14D4F"/>
    <w:rsid w:val="00E31F01"/>
    <w:rsid w:val="00E42613"/>
    <w:rsid w:val="00E4501F"/>
    <w:rsid w:val="00E50E3C"/>
    <w:rsid w:val="00E56F69"/>
    <w:rsid w:val="00E61105"/>
    <w:rsid w:val="00E63DEA"/>
    <w:rsid w:val="00E70D63"/>
    <w:rsid w:val="00E75C4C"/>
    <w:rsid w:val="00E761DE"/>
    <w:rsid w:val="00E81A38"/>
    <w:rsid w:val="00E83CB2"/>
    <w:rsid w:val="00E90068"/>
    <w:rsid w:val="00E92360"/>
    <w:rsid w:val="00E92497"/>
    <w:rsid w:val="00E95819"/>
    <w:rsid w:val="00EA35DE"/>
    <w:rsid w:val="00EA61EA"/>
    <w:rsid w:val="00EA7CC0"/>
    <w:rsid w:val="00EB0C44"/>
    <w:rsid w:val="00EB6CF5"/>
    <w:rsid w:val="00ED1BB5"/>
    <w:rsid w:val="00ED1DE6"/>
    <w:rsid w:val="00ED2FED"/>
    <w:rsid w:val="00EE161C"/>
    <w:rsid w:val="00F140F0"/>
    <w:rsid w:val="00F21632"/>
    <w:rsid w:val="00F23895"/>
    <w:rsid w:val="00F260E5"/>
    <w:rsid w:val="00F307A2"/>
    <w:rsid w:val="00F54C62"/>
    <w:rsid w:val="00F57575"/>
    <w:rsid w:val="00F629D2"/>
    <w:rsid w:val="00F77AC0"/>
    <w:rsid w:val="00F77B62"/>
    <w:rsid w:val="00F90A77"/>
    <w:rsid w:val="00F90D3C"/>
    <w:rsid w:val="00F93FDF"/>
    <w:rsid w:val="00F97F0F"/>
    <w:rsid w:val="00FA02E6"/>
    <w:rsid w:val="00FA5526"/>
    <w:rsid w:val="00FA5A59"/>
    <w:rsid w:val="00FB0C3B"/>
    <w:rsid w:val="00FB2CB6"/>
    <w:rsid w:val="00FB57CF"/>
    <w:rsid w:val="00FC03EC"/>
    <w:rsid w:val="00FC14FE"/>
    <w:rsid w:val="00FD27E4"/>
    <w:rsid w:val="00FE1DCD"/>
    <w:rsid w:val="00FE25A3"/>
    <w:rsid w:val="00FF6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."/>
  <w:listSeparator w:val=","/>
  <w14:docId w14:val="06462476"/>
  <w15:docId w15:val="{1B199DD5-E781-47C7-B28E-17C4C837F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267EA5"/>
    <w:rPr>
      <w:rFonts w:ascii="Verdana" w:hAnsi="Verdana"/>
      <w:sz w:val="22"/>
    </w:rPr>
  </w:style>
  <w:style w:type="paragraph" w:styleId="Heading1">
    <w:name w:val="heading 1"/>
    <w:basedOn w:val="Normal"/>
    <w:next w:val="Normal"/>
    <w:qFormat/>
    <w:rsid w:val="00B86ABC"/>
    <w:pPr>
      <w:keepNext/>
      <w:autoSpaceDE w:val="0"/>
      <w:autoSpaceDN w:val="0"/>
      <w:adjustRightInd w:val="0"/>
      <w:jc w:val="center"/>
      <w:outlineLvl w:val="0"/>
    </w:pPr>
    <w:rPr>
      <w:szCs w:val="22"/>
    </w:rPr>
  </w:style>
  <w:style w:type="paragraph" w:styleId="Heading2">
    <w:name w:val="heading 2"/>
    <w:basedOn w:val="Normal"/>
    <w:next w:val="Normal"/>
    <w:autoRedefine/>
    <w:qFormat/>
    <w:rsid w:val="00B86ABC"/>
    <w:pPr>
      <w:keepNext/>
      <w:outlineLvl w:val="1"/>
    </w:pPr>
    <w:rPr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PageNumber">
    <w:name w:val="page number"/>
    <w:basedOn w:val="DefaultParagraphFont"/>
  </w:style>
  <w:style w:type="character" w:styleId="FollowedHyperlink">
    <w:name w:val="FollowedHyperlink"/>
    <w:rPr>
      <w:color w:val="800080"/>
      <w:u w:val="single"/>
    </w:rPr>
  </w:style>
  <w:style w:type="paragraph" w:styleId="BodyText">
    <w:name w:val="Body Text"/>
    <w:basedOn w:val="Normal"/>
    <w:pPr>
      <w:jc w:val="center"/>
    </w:pPr>
    <w:rPr>
      <w:b/>
      <w:bCs/>
      <w:color w:val="000000"/>
      <w:sz w:val="40"/>
      <w:szCs w:val="44"/>
    </w:rPr>
  </w:style>
  <w:style w:type="paragraph" w:styleId="BodyText2">
    <w:name w:val="Body Text 2"/>
    <w:basedOn w:val="Normal"/>
    <w:pPr>
      <w:jc w:val="both"/>
    </w:pPr>
    <w:rPr>
      <w:i/>
      <w:iCs/>
    </w:rPr>
  </w:style>
  <w:style w:type="paragraph" w:customStyle="1" w:styleId="HTMLAcronym1">
    <w:name w:val="HTML Acronym1"/>
    <w:basedOn w:val="z-TopofForm"/>
    <w:pPr>
      <w:pBdr>
        <w:bottom w:val="none" w:sz="0" w:space="0" w:color="auto"/>
      </w:pBdr>
      <w:jc w:val="left"/>
    </w:pPr>
    <w:rPr>
      <w:rFonts w:ascii="Times" w:hAnsi="Times" w:cs="Times New Roman"/>
      <w:vanish w:val="0"/>
      <w:sz w:val="24"/>
      <w:szCs w:val="20"/>
      <w:lang w:val="en-GB"/>
    </w:rPr>
  </w:style>
  <w:style w:type="paragraph" w:styleId="z-TopofForm">
    <w:name w:val="HTML Top of Form"/>
    <w:basedOn w:val="Normal"/>
    <w:next w:val="Normal"/>
    <w:hidden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Level1">
    <w:name w:val="Level 1"/>
    <w:rsid w:val="00FB57CF"/>
    <w:pPr>
      <w:autoSpaceDE w:val="0"/>
      <w:autoSpaceDN w:val="0"/>
      <w:adjustRightInd w:val="0"/>
      <w:ind w:left="720"/>
    </w:pPr>
    <w:rPr>
      <w:szCs w:val="24"/>
    </w:rPr>
  </w:style>
  <w:style w:type="paragraph" w:customStyle="1" w:styleId="Default">
    <w:name w:val="Default"/>
    <w:rsid w:val="009721DF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customStyle="1" w:styleId="ColorfulList-Accent11">
    <w:name w:val="Colorful List - Accent 11"/>
    <w:basedOn w:val="Normal"/>
    <w:uiPriority w:val="34"/>
    <w:qFormat/>
    <w:rsid w:val="00981015"/>
    <w:pPr>
      <w:ind w:left="720"/>
    </w:pPr>
  </w:style>
  <w:style w:type="character" w:styleId="Strong">
    <w:name w:val="Strong"/>
    <w:qFormat/>
    <w:rsid w:val="00B86ABC"/>
    <w:rPr>
      <w:b/>
      <w:bCs/>
    </w:rPr>
  </w:style>
  <w:style w:type="character" w:customStyle="1" w:styleId="HeaderChar">
    <w:name w:val="Header Char"/>
    <w:link w:val="Header"/>
    <w:uiPriority w:val="99"/>
    <w:rsid w:val="00FA02E6"/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7B7CB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7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2.jpg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letterhea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File_x0020_Category xmlns="e2c91a3e-8eee-4aed-b5f7-1f075c53fb83">Template-Samples</File_x0020_Categor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2CC6AD2F70B748977B20414A79401B" ma:contentTypeVersion="3" ma:contentTypeDescription="Create a new document." ma:contentTypeScope="" ma:versionID="30c5f5c4cbd993bfb57a173a2991f074">
  <xsd:schema xmlns:xsd="http://www.w3.org/2001/XMLSchema" xmlns:xs="http://www.w3.org/2001/XMLSchema" xmlns:p="http://schemas.microsoft.com/office/2006/metadata/properties" xmlns:ns1="http://schemas.microsoft.com/sharepoint/v3" xmlns:ns2="e2c91a3e-8eee-4aed-b5f7-1f075c53fb83" targetNamespace="http://schemas.microsoft.com/office/2006/metadata/properties" ma:root="true" ma:fieldsID="98f91f96201721aa9035e43d12f003a9" ns1:_="" ns2:_="">
    <xsd:import namespace="http://schemas.microsoft.com/sharepoint/v3"/>
    <xsd:import namespace="e2c91a3e-8eee-4aed-b5f7-1f075c53fb8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File_x0020_Category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internalName="PublishingStartDate">
      <xsd:simpleType>
        <xsd:restriction base="dms:Unknown"/>
      </xsd:simpleType>
    </xsd:element>
    <xsd:element name="PublishingExpirationDate" ma:index="9" nillable="true" ma:displayName="Scheduling End Dat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c91a3e-8eee-4aed-b5f7-1f075c53fb83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10" ma:displayName="File Category" ma:default="Documents" ma:format="Dropdown" ma:internalName="File_x0020_Category">
      <xsd:simpleType>
        <xsd:restriction base="dms:Choice">
          <xsd:enumeration value="Documents"/>
          <xsd:enumeration value="Logos"/>
          <xsd:enumeration value="Maps"/>
          <xsd:enumeration value="Template-Samples"/>
          <xsd:enumeration value="Tips-Guid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11A73F-6031-46D8-A3AA-6463B3B3FE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4B96DB-A6B3-4B85-BD52-B0C1B9D353F9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e2c91a3e-8eee-4aed-b5f7-1f075c53fb83"/>
    <ds:schemaRef ds:uri="http://schemas.microsoft.com/sharepoint/v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36AD566-7118-42A7-85CA-DB68EF9A3F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2c91a3e-8eee-4aed-b5f7-1f075c53fb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42AFB8D-C587-4A0C-8948-45727E71F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letterhead</Template>
  <TotalTime>1</TotalTime>
  <Pages>1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Michigan Department of Education Memo</vt:lpstr>
    </vt:vector>
  </TitlesOfParts>
  <Company>Dept. of Treasury</Company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Michigan Department of Education Memo</dc:title>
  <dc:subject/>
  <dc:creator>State of Michigan</dc:creator>
  <cp:keywords/>
  <cp:lastModifiedBy>Norris, Sonya (MDE)</cp:lastModifiedBy>
  <cp:revision>4</cp:revision>
  <cp:lastPrinted>2019-10-15T14:49:00Z</cp:lastPrinted>
  <dcterms:created xsi:type="dcterms:W3CDTF">2019-10-29T17:26:00Z</dcterms:created>
  <dcterms:modified xsi:type="dcterms:W3CDTF">2019-10-29T17:28:00Z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0x010100372CC6AD2F70B748977B20414A79401B</vt:lpwstr>
  </property>
</Properties>
</file>