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AFF" w:rsidRPr="00A130C0" w:rsidRDefault="00C934D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-520065</wp:posOffset>
                </wp:positionH>
                <wp:positionV relativeFrom="paragraph">
                  <wp:posOffset>-344170</wp:posOffset>
                </wp:positionV>
                <wp:extent cx="2117725" cy="14300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7725" cy="143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BC1" w:rsidRDefault="00AC1BC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35480" cy="1333500"/>
                                  <wp:effectExtent l="0" t="0" r="7620" b="0"/>
                                  <wp:docPr id="1" name="Picture 1" descr="SCES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CES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548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0.95pt;margin-top:-27.1pt;width:166.75pt;height:112.6pt;z-index:-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" stroked="f">
                <v:textbox>
                  <w:txbxContent>
                    <w:p w:rsidR="00AC1BC1" w:rsidRDefault="00AC1BC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35480" cy="1333500"/>
                            <wp:effectExtent l="0" t="0" r="7620" b="0"/>
                            <wp:docPr id="1" name="Picture 1" descr="SCES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CES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5480" cy="133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5090160</wp:posOffset>
                </wp:positionH>
                <wp:positionV relativeFrom="paragraph">
                  <wp:posOffset>-217805</wp:posOffset>
                </wp:positionV>
                <wp:extent cx="1876425" cy="117157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Main Office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1350 Teakwood, Coos Bay, OR 97420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541-269-1611 ● TDD: 541-269-1611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Fax: 541-266-4040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South Branch Office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29805 Mary St, PO Box 786</w:t>
                            </w:r>
                          </w:p>
                          <w:p w:rsidR="00AC1BC1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Gold Beach, OR 97444</w:t>
                            </w:r>
                          </w:p>
                          <w:p w:rsidR="00AC1BC1" w:rsidRPr="00694AD4" w:rsidRDefault="00AC1BC1" w:rsidP="00694A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541-247-6681 ● Fax: 541-247-2603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00.8pt;margin-top:-17.15pt;width:147.75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" stroked="f">
                <v:textbox>
                  <w:txbxContent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Main Office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1350 Teakwood, Coos Bay, OR 97420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541-269-1611 ● TDD: 541-269-1611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Fax: 541-266-4040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South Branch Office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29805 Mary St, PO Box 786</w:t>
                      </w:r>
                    </w:p>
                    <w:p w:rsidR="00AC1BC1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Gold Beach, OR 97444</w:t>
                      </w:r>
                    </w:p>
                    <w:p w:rsidR="00AC1BC1" w:rsidRPr="00694AD4" w:rsidRDefault="00AC1BC1" w:rsidP="00694A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541-247-6681 ● Fax: 541-247-2603</w:t>
                      </w:r>
                    </w:p>
                  </w:txbxContent>
                </v:textbox>
              </v:shape>
            </w:pict>
          </mc:Fallback>
        </mc:AlternateContent>
      </w:r>
      <w:r w:rsidR="00AF3B8F">
        <w:rPr>
          <w:sz w:val="24"/>
          <w:szCs w:val="24"/>
        </w:rPr>
        <w:tab/>
      </w:r>
      <w:r w:rsidR="00AF3B8F">
        <w:rPr>
          <w:sz w:val="24"/>
          <w:szCs w:val="24"/>
        </w:rPr>
        <w:tab/>
      </w:r>
      <w:r w:rsidR="00AF3B8F">
        <w:rPr>
          <w:sz w:val="24"/>
          <w:szCs w:val="24"/>
        </w:rPr>
        <w:tab/>
      </w:r>
    </w:p>
    <w:p w:rsidR="00967C65" w:rsidRPr="000F0D82" w:rsidRDefault="00694AD4" w:rsidP="00967C65">
      <w:pPr>
        <w:pStyle w:val="BodyText"/>
        <w:rPr>
          <w:rFonts w:ascii="Perpetua Titling MT" w:hAnsi="Perpetua Titling MT" w:cs="Microsoft Tai Le"/>
          <w:b/>
          <w:sz w:val="36"/>
          <w:szCs w:val="3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Pr="000F0D82">
        <w:rPr>
          <w:rFonts w:ascii="Perpetua Titling MT" w:hAnsi="Perpetua Titling MT" w:cs="Microsoft Tai Le"/>
          <w:b/>
          <w:sz w:val="36"/>
          <w:szCs w:val="36"/>
        </w:rPr>
        <w:t>South Coast</w:t>
      </w:r>
    </w:p>
    <w:p w:rsidR="00694AD4" w:rsidRPr="000F0D82" w:rsidRDefault="000F0D82" w:rsidP="00967C65">
      <w:pPr>
        <w:pStyle w:val="BodyText"/>
        <w:rPr>
          <w:rFonts w:ascii="Perpetua Titling MT" w:hAnsi="Perpetua Titling MT"/>
          <w:b/>
          <w:sz w:val="36"/>
          <w:szCs w:val="36"/>
        </w:rPr>
      </w:pP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 xml:space="preserve">     </w:t>
      </w:r>
      <w:r w:rsidR="00694AD4">
        <w:rPr>
          <w:b/>
          <w:sz w:val="48"/>
          <w:szCs w:val="48"/>
        </w:rPr>
        <w:t xml:space="preserve"> </w:t>
      </w:r>
      <w:r w:rsidR="00694AD4" w:rsidRPr="000F0D82">
        <w:rPr>
          <w:rFonts w:ascii="Perpetua Titling MT" w:hAnsi="Perpetua Titling MT"/>
          <w:b/>
          <w:sz w:val="36"/>
          <w:szCs w:val="36"/>
        </w:rPr>
        <w:t>Education Service District</w:t>
      </w:r>
    </w:p>
    <w:p w:rsidR="000F0D82" w:rsidRDefault="00C934DF" w:rsidP="007D754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296545</wp:posOffset>
                </wp:positionV>
                <wp:extent cx="7077075" cy="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77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AEF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13.2pt;margin-top:23.35pt;width:557.2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"/>
            </w:pict>
          </mc:Fallback>
        </mc:AlternateContent>
      </w:r>
    </w:p>
    <w:p w:rsidR="000F0D82" w:rsidRPr="000F0D82" w:rsidRDefault="000F0D82" w:rsidP="000F0D82">
      <w:pPr>
        <w:rPr>
          <w:sz w:val="24"/>
          <w:szCs w:val="24"/>
        </w:rPr>
      </w:pPr>
    </w:p>
    <w:p w:rsidR="000F0D82" w:rsidRPr="000F0D82" w:rsidRDefault="000F0D82" w:rsidP="000F0D82">
      <w:pPr>
        <w:rPr>
          <w:sz w:val="24"/>
          <w:szCs w:val="24"/>
        </w:rPr>
      </w:pPr>
    </w:p>
    <w:p w:rsidR="000F0D82" w:rsidRDefault="00EB3AAD" w:rsidP="005C02F6">
      <w:pPr>
        <w:jc w:val="center"/>
        <w:rPr>
          <w:sz w:val="32"/>
          <w:szCs w:val="32"/>
        </w:rPr>
      </w:pPr>
      <w:r w:rsidRPr="005C02F6">
        <w:rPr>
          <w:sz w:val="32"/>
          <w:szCs w:val="32"/>
        </w:rPr>
        <w:t>REQUEST FOR PROPOSAL</w:t>
      </w:r>
    </w:p>
    <w:p w:rsidR="002B79B8" w:rsidRDefault="002B79B8" w:rsidP="005C02F6">
      <w:pPr>
        <w:jc w:val="center"/>
        <w:rPr>
          <w:sz w:val="32"/>
          <w:szCs w:val="32"/>
        </w:rPr>
      </w:pPr>
    </w:p>
    <w:p w:rsidR="002B79B8" w:rsidRPr="005C02F6" w:rsidRDefault="001A0B77" w:rsidP="005C02F6">
      <w:pPr>
        <w:jc w:val="center"/>
        <w:rPr>
          <w:sz w:val="32"/>
          <w:szCs w:val="32"/>
        </w:rPr>
      </w:pPr>
      <w:r>
        <w:rPr>
          <w:sz w:val="32"/>
          <w:szCs w:val="32"/>
        </w:rPr>
        <w:t>Reedsport</w:t>
      </w:r>
      <w:r w:rsidR="002B79B8">
        <w:rPr>
          <w:sz w:val="32"/>
          <w:szCs w:val="32"/>
        </w:rPr>
        <w:t xml:space="preserve"> School District</w:t>
      </w:r>
      <w:r>
        <w:rPr>
          <w:sz w:val="32"/>
          <w:szCs w:val="32"/>
        </w:rPr>
        <w:t xml:space="preserve"> 105, BEN 145032</w:t>
      </w:r>
    </w:p>
    <w:p w:rsidR="00EB3AAD" w:rsidRDefault="00EB3AAD" w:rsidP="000F0D82">
      <w:pPr>
        <w:rPr>
          <w:sz w:val="24"/>
          <w:szCs w:val="24"/>
        </w:rPr>
      </w:pPr>
    </w:p>
    <w:p w:rsidR="00EB3AAD" w:rsidRDefault="00DD3D9B" w:rsidP="005C02F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E-RATE FUNDING YEAR </w:t>
      </w:r>
      <w:r w:rsidR="00B1698F">
        <w:rPr>
          <w:sz w:val="24"/>
          <w:szCs w:val="24"/>
        </w:rPr>
        <w:t>20</w:t>
      </w:r>
      <w:r>
        <w:rPr>
          <w:sz w:val="24"/>
          <w:szCs w:val="24"/>
        </w:rPr>
        <w:t>19</w:t>
      </w:r>
    </w:p>
    <w:p w:rsidR="00EB3AAD" w:rsidRDefault="00EB3AAD" w:rsidP="005C02F6">
      <w:pPr>
        <w:jc w:val="center"/>
        <w:rPr>
          <w:sz w:val="24"/>
          <w:szCs w:val="24"/>
        </w:rPr>
      </w:pPr>
    </w:p>
    <w:p w:rsidR="00EB3AAD" w:rsidRDefault="00A4522E" w:rsidP="005C02F6">
      <w:pPr>
        <w:jc w:val="center"/>
        <w:rPr>
          <w:sz w:val="24"/>
          <w:szCs w:val="24"/>
        </w:rPr>
      </w:pPr>
      <w:r>
        <w:rPr>
          <w:sz w:val="24"/>
          <w:szCs w:val="24"/>
        </w:rPr>
        <w:t>FCC FORM 470 # 190029594</w:t>
      </w:r>
    </w:p>
    <w:p w:rsidR="00EB3AAD" w:rsidRDefault="00EB3AAD" w:rsidP="005C02F6">
      <w:pPr>
        <w:jc w:val="center"/>
        <w:rPr>
          <w:sz w:val="24"/>
          <w:szCs w:val="24"/>
        </w:rPr>
      </w:pPr>
    </w:p>
    <w:p w:rsidR="00EB3AAD" w:rsidRDefault="00EB3AAD" w:rsidP="005C02F6">
      <w:pPr>
        <w:jc w:val="center"/>
        <w:rPr>
          <w:sz w:val="24"/>
          <w:szCs w:val="24"/>
        </w:rPr>
      </w:pPr>
    </w:p>
    <w:p w:rsidR="00EB3AAD" w:rsidRDefault="00EB3AAD" w:rsidP="005C02F6">
      <w:pPr>
        <w:jc w:val="center"/>
        <w:rPr>
          <w:sz w:val="24"/>
          <w:szCs w:val="24"/>
        </w:rPr>
      </w:pPr>
      <w:r>
        <w:rPr>
          <w:sz w:val="24"/>
          <w:szCs w:val="24"/>
        </w:rPr>
        <w:t>DUE DATE:</w:t>
      </w:r>
      <w:r>
        <w:rPr>
          <w:sz w:val="24"/>
          <w:szCs w:val="24"/>
        </w:rPr>
        <w:tab/>
      </w:r>
      <w:r w:rsidR="00382DB4">
        <w:rPr>
          <w:sz w:val="24"/>
          <w:szCs w:val="24"/>
        </w:rPr>
        <w:t>28-days after posting of Form 470</w:t>
      </w:r>
    </w:p>
    <w:p w:rsidR="00EB3AAD" w:rsidRDefault="00EB3AAD" w:rsidP="000F0D82">
      <w:pPr>
        <w:rPr>
          <w:sz w:val="24"/>
          <w:szCs w:val="24"/>
        </w:rPr>
      </w:pPr>
    </w:p>
    <w:p w:rsidR="00EB3AAD" w:rsidRDefault="00EB3AAD" w:rsidP="000F0D82">
      <w:pPr>
        <w:rPr>
          <w:sz w:val="24"/>
          <w:szCs w:val="24"/>
        </w:rPr>
      </w:pPr>
    </w:p>
    <w:p w:rsidR="00EB3AAD" w:rsidRDefault="00EB3AAD" w:rsidP="000F0D82">
      <w:pPr>
        <w:rPr>
          <w:sz w:val="24"/>
          <w:szCs w:val="24"/>
        </w:rPr>
      </w:pPr>
    </w:p>
    <w:p w:rsidR="00861CA7" w:rsidRDefault="00EB3AAD" w:rsidP="000F0D82">
      <w:pPr>
        <w:rPr>
          <w:sz w:val="24"/>
          <w:szCs w:val="24"/>
        </w:rPr>
      </w:pPr>
      <w:r>
        <w:rPr>
          <w:sz w:val="24"/>
          <w:szCs w:val="24"/>
        </w:rPr>
        <w:t xml:space="preserve">All questions must be submitted </w:t>
      </w:r>
      <w:r w:rsidR="008F62EA">
        <w:rPr>
          <w:sz w:val="24"/>
          <w:szCs w:val="24"/>
        </w:rPr>
        <w:t>within two</w:t>
      </w:r>
      <w:r>
        <w:rPr>
          <w:sz w:val="24"/>
          <w:szCs w:val="24"/>
        </w:rPr>
        <w:t xml:space="preserve"> weeks </w:t>
      </w:r>
      <w:r w:rsidR="008F62EA">
        <w:rPr>
          <w:sz w:val="24"/>
          <w:szCs w:val="24"/>
        </w:rPr>
        <w:t>of posting</w:t>
      </w:r>
      <w:r>
        <w:rPr>
          <w:sz w:val="24"/>
          <w:szCs w:val="24"/>
        </w:rPr>
        <w:t>. Questions</w:t>
      </w:r>
      <w:r w:rsidR="00BD02BB">
        <w:rPr>
          <w:sz w:val="24"/>
          <w:szCs w:val="24"/>
        </w:rPr>
        <w:t xml:space="preserve"> and bids</w:t>
      </w:r>
      <w:r w:rsidR="00DD3D9B">
        <w:rPr>
          <w:sz w:val="24"/>
          <w:szCs w:val="24"/>
        </w:rPr>
        <w:t xml:space="preserve"> should be addressed to</w:t>
      </w:r>
      <w:r>
        <w:rPr>
          <w:sz w:val="24"/>
          <w:szCs w:val="24"/>
        </w:rPr>
        <w:t xml:space="preserve"> the E-rate Coordinator</w:t>
      </w:r>
      <w:r w:rsidR="00DD3D9B">
        <w:rPr>
          <w:sz w:val="24"/>
          <w:szCs w:val="24"/>
        </w:rPr>
        <w:t>s</w:t>
      </w:r>
      <w:r>
        <w:rPr>
          <w:sz w:val="24"/>
          <w:szCs w:val="24"/>
        </w:rPr>
        <w:t xml:space="preserve">: </w:t>
      </w:r>
      <w:r w:rsidR="00B1698F" w:rsidRPr="00B1698F">
        <w:rPr>
          <w:sz w:val="24"/>
          <w:szCs w:val="24"/>
        </w:rPr>
        <w:t>joshs@scesd.k12.or.us</w:t>
      </w:r>
      <w:r w:rsidR="00DD3D9B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the Technical Contact</w:t>
      </w:r>
      <w:r w:rsidR="00382DB4">
        <w:rPr>
          <w:sz w:val="24"/>
          <w:szCs w:val="24"/>
        </w:rPr>
        <w:t xml:space="preserve">: </w:t>
      </w:r>
      <w:r w:rsidR="00861CA7">
        <w:rPr>
          <w:sz w:val="24"/>
          <w:szCs w:val="24"/>
        </w:rPr>
        <w:t>tcapps@reedsport</w:t>
      </w:r>
      <w:r w:rsidR="0045264D" w:rsidRPr="00B1698F">
        <w:rPr>
          <w:sz w:val="24"/>
          <w:szCs w:val="24"/>
        </w:rPr>
        <w:t>.k12.or.us</w:t>
      </w:r>
      <w:r w:rsidR="00382DB4">
        <w:rPr>
          <w:sz w:val="24"/>
          <w:szCs w:val="24"/>
        </w:rPr>
        <w:t xml:space="preserve"> </w:t>
      </w:r>
    </w:p>
    <w:p w:rsidR="00EB3AAD" w:rsidRDefault="00382DB4" w:rsidP="000F0D8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Answers to any</w:t>
      </w:r>
      <w:r w:rsidR="00EB3AAD">
        <w:rPr>
          <w:sz w:val="24"/>
          <w:szCs w:val="24"/>
        </w:rPr>
        <w:t xml:space="preserve"> questions will be posted as an addendum in USAC’s EPC.</w:t>
      </w:r>
    </w:p>
    <w:p w:rsidR="00EB3AAD" w:rsidRDefault="00EB3AAD" w:rsidP="000F0D82">
      <w:pPr>
        <w:rPr>
          <w:sz w:val="24"/>
          <w:szCs w:val="24"/>
        </w:rPr>
      </w:pPr>
    </w:p>
    <w:p w:rsidR="00EB3AAD" w:rsidRDefault="00EB3AAD" w:rsidP="000F0D82">
      <w:pPr>
        <w:rPr>
          <w:sz w:val="24"/>
          <w:szCs w:val="24"/>
        </w:rPr>
      </w:pPr>
      <w:r>
        <w:rPr>
          <w:sz w:val="24"/>
          <w:szCs w:val="24"/>
        </w:rPr>
        <w:t>Bidders must:</w:t>
      </w:r>
    </w:p>
    <w:p w:rsidR="00EB3AAD" w:rsidRDefault="00EB3AAD" w:rsidP="000F0D82">
      <w:pPr>
        <w:rPr>
          <w:sz w:val="24"/>
          <w:szCs w:val="24"/>
        </w:rPr>
      </w:pPr>
      <w:r>
        <w:rPr>
          <w:sz w:val="24"/>
          <w:szCs w:val="24"/>
        </w:rPr>
        <w:t xml:space="preserve">Have a current Service Provider Identification Number (SPIN) through USAC and include </w:t>
      </w:r>
      <w:r w:rsidR="00DF6A0C">
        <w:rPr>
          <w:sz w:val="24"/>
          <w:szCs w:val="24"/>
        </w:rPr>
        <w:t xml:space="preserve"># </w:t>
      </w:r>
      <w:r>
        <w:rPr>
          <w:sz w:val="24"/>
          <w:szCs w:val="24"/>
        </w:rPr>
        <w:t>on the bid.</w:t>
      </w:r>
    </w:p>
    <w:p w:rsidR="00EB3AAD" w:rsidRDefault="00680EDE" w:rsidP="000F0D82">
      <w:pPr>
        <w:rPr>
          <w:sz w:val="24"/>
          <w:szCs w:val="24"/>
        </w:rPr>
      </w:pPr>
      <w:r>
        <w:rPr>
          <w:sz w:val="24"/>
          <w:szCs w:val="24"/>
        </w:rPr>
        <w:t>Comply with</w:t>
      </w:r>
      <w:r w:rsidR="008954E2">
        <w:rPr>
          <w:sz w:val="24"/>
          <w:szCs w:val="24"/>
        </w:rPr>
        <w:t xml:space="preserve"> </w:t>
      </w:r>
      <w:r w:rsidR="00EB3AAD">
        <w:rPr>
          <w:sz w:val="24"/>
          <w:szCs w:val="24"/>
        </w:rPr>
        <w:t>Lowest Corresponding Price rule</w:t>
      </w:r>
      <w:r>
        <w:rPr>
          <w:sz w:val="24"/>
          <w:szCs w:val="24"/>
        </w:rPr>
        <w:t>s</w:t>
      </w:r>
      <w:r w:rsidR="00EB3AAD">
        <w:rPr>
          <w:sz w:val="24"/>
          <w:szCs w:val="24"/>
        </w:rPr>
        <w:t>.</w:t>
      </w:r>
    </w:p>
    <w:p w:rsidR="00EB3AAD" w:rsidRDefault="00EB3AAD" w:rsidP="000F0D82">
      <w:pPr>
        <w:rPr>
          <w:sz w:val="24"/>
          <w:szCs w:val="24"/>
        </w:rPr>
      </w:pPr>
      <w:r>
        <w:rPr>
          <w:sz w:val="24"/>
          <w:szCs w:val="24"/>
        </w:rPr>
        <w:t>Know eligibility of products and services for which you are bidding and provide accurate cost allocations.</w:t>
      </w:r>
    </w:p>
    <w:p w:rsidR="008954E2" w:rsidRDefault="008954E2" w:rsidP="000F0D82">
      <w:pPr>
        <w:rPr>
          <w:sz w:val="24"/>
          <w:szCs w:val="24"/>
        </w:rPr>
      </w:pPr>
      <w:r>
        <w:rPr>
          <w:sz w:val="24"/>
          <w:szCs w:val="24"/>
        </w:rPr>
        <w:t>Include all items necessary to complete the project</w:t>
      </w:r>
      <w:r w:rsidR="00DF6A0C">
        <w:rPr>
          <w:sz w:val="24"/>
          <w:szCs w:val="24"/>
        </w:rPr>
        <w:t xml:space="preserve"> as requested</w:t>
      </w:r>
      <w:r>
        <w:rPr>
          <w:sz w:val="24"/>
          <w:szCs w:val="24"/>
        </w:rPr>
        <w:t>, designating</w:t>
      </w:r>
      <w:r w:rsidR="00382DB4">
        <w:rPr>
          <w:sz w:val="24"/>
          <w:szCs w:val="24"/>
        </w:rPr>
        <w:t xml:space="preserve"> all</w:t>
      </w:r>
      <w:r>
        <w:rPr>
          <w:sz w:val="24"/>
          <w:szCs w:val="24"/>
        </w:rPr>
        <w:t xml:space="preserve"> ineligible items.</w:t>
      </w:r>
    </w:p>
    <w:p w:rsidR="00EB3AAD" w:rsidRDefault="00EB3AAD" w:rsidP="000F0D82">
      <w:pPr>
        <w:rPr>
          <w:sz w:val="24"/>
          <w:szCs w:val="24"/>
        </w:rPr>
      </w:pPr>
      <w:r>
        <w:rPr>
          <w:sz w:val="24"/>
          <w:szCs w:val="24"/>
        </w:rPr>
        <w:t>Include all taxes and fees in addition to the cost of service on the bids.</w:t>
      </w:r>
    </w:p>
    <w:p w:rsidR="00382DB4" w:rsidRDefault="00382DB4" w:rsidP="000F0D82">
      <w:pPr>
        <w:rPr>
          <w:sz w:val="24"/>
          <w:szCs w:val="24"/>
        </w:rPr>
      </w:pPr>
      <w:r>
        <w:rPr>
          <w:sz w:val="24"/>
          <w:szCs w:val="24"/>
        </w:rPr>
        <w:t>Comply with all FCC and USAC regulations.</w:t>
      </w:r>
    </w:p>
    <w:p w:rsidR="008954E2" w:rsidRDefault="008954E2" w:rsidP="000F0D82">
      <w:pPr>
        <w:rPr>
          <w:sz w:val="24"/>
          <w:szCs w:val="24"/>
        </w:rPr>
      </w:pPr>
    </w:p>
    <w:p w:rsidR="008954E2" w:rsidRDefault="008954E2" w:rsidP="000F0D82">
      <w:pPr>
        <w:rPr>
          <w:sz w:val="24"/>
          <w:szCs w:val="24"/>
        </w:rPr>
      </w:pPr>
      <w:r>
        <w:rPr>
          <w:sz w:val="24"/>
          <w:szCs w:val="24"/>
        </w:rPr>
        <w:t xml:space="preserve">Signed contracts (except for tariffed telecommunications services and month-to-month services which do not require a contract) must be returned to applicant </w:t>
      </w:r>
      <w:r w:rsidR="00382DB4">
        <w:rPr>
          <w:sz w:val="24"/>
          <w:szCs w:val="24"/>
        </w:rPr>
        <w:t>in a timely fashion</w:t>
      </w:r>
      <w:r w:rsidR="00DF6A0C">
        <w:rPr>
          <w:sz w:val="24"/>
          <w:szCs w:val="24"/>
        </w:rPr>
        <w:t>, generally no more than five business days</w:t>
      </w:r>
      <w:r w:rsidR="00382DB4">
        <w:rPr>
          <w:sz w:val="24"/>
          <w:szCs w:val="24"/>
        </w:rPr>
        <w:t>.</w:t>
      </w:r>
    </w:p>
    <w:p w:rsidR="00382DB4" w:rsidRDefault="00382DB4" w:rsidP="000F0D82">
      <w:pPr>
        <w:rPr>
          <w:sz w:val="24"/>
          <w:szCs w:val="24"/>
        </w:rPr>
      </w:pPr>
    </w:p>
    <w:p w:rsidR="008954E2" w:rsidRDefault="008954E2" w:rsidP="000F0D82">
      <w:pPr>
        <w:rPr>
          <w:sz w:val="24"/>
          <w:szCs w:val="24"/>
        </w:rPr>
      </w:pPr>
      <w:r>
        <w:rPr>
          <w:sz w:val="24"/>
          <w:szCs w:val="24"/>
        </w:rPr>
        <w:t>Unless otherwise noted, the applicant reserves the right to extend or abbreviate the contract period if such extension or abbreviation is necessary to m</w:t>
      </w:r>
      <w:r w:rsidR="0062351B">
        <w:rPr>
          <w:sz w:val="24"/>
          <w:szCs w:val="24"/>
        </w:rPr>
        <w:t>ake the c</w:t>
      </w:r>
      <w:r>
        <w:rPr>
          <w:sz w:val="24"/>
          <w:szCs w:val="24"/>
        </w:rPr>
        <w:t>ontract term coincide with an E-rate “program year.”</w:t>
      </w:r>
    </w:p>
    <w:p w:rsidR="008954E2" w:rsidRDefault="008954E2" w:rsidP="000F0D82">
      <w:pPr>
        <w:rPr>
          <w:sz w:val="24"/>
          <w:szCs w:val="24"/>
        </w:rPr>
      </w:pPr>
    </w:p>
    <w:p w:rsidR="008954E2" w:rsidRDefault="008954E2" w:rsidP="000F0D82">
      <w:pPr>
        <w:rPr>
          <w:sz w:val="24"/>
          <w:szCs w:val="24"/>
        </w:rPr>
      </w:pPr>
      <w:r>
        <w:rPr>
          <w:sz w:val="24"/>
          <w:szCs w:val="24"/>
        </w:rPr>
        <w:t xml:space="preserve">Unless otherwise noted, Bidders may submit bids for portions of the requested services or equipment. </w:t>
      </w:r>
    </w:p>
    <w:p w:rsidR="002C2174" w:rsidRDefault="002C2174" w:rsidP="000F0D82">
      <w:pPr>
        <w:rPr>
          <w:sz w:val="24"/>
          <w:szCs w:val="24"/>
        </w:rPr>
      </w:pPr>
    </w:p>
    <w:p w:rsidR="002C2174" w:rsidRDefault="002C2174" w:rsidP="000F0D82">
      <w:pPr>
        <w:rPr>
          <w:sz w:val="24"/>
          <w:szCs w:val="24"/>
        </w:rPr>
      </w:pPr>
      <w:r>
        <w:rPr>
          <w:sz w:val="24"/>
          <w:szCs w:val="24"/>
        </w:rPr>
        <w:t>This RFP contains requests for:</w:t>
      </w:r>
    </w:p>
    <w:p w:rsidR="00820702" w:rsidRDefault="00820702" w:rsidP="000F0D82">
      <w:pPr>
        <w:rPr>
          <w:sz w:val="24"/>
          <w:szCs w:val="24"/>
        </w:rPr>
      </w:pPr>
    </w:p>
    <w:p w:rsidR="002C2174" w:rsidRDefault="002C2174" w:rsidP="002C2174">
      <w:pPr>
        <w:ind w:left="2160" w:firstLine="720"/>
        <w:rPr>
          <w:sz w:val="24"/>
          <w:szCs w:val="24"/>
        </w:rPr>
      </w:pPr>
      <w:r>
        <w:rPr>
          <w:sz w:val="24"/>
          <w:szCs w:val="24"/>
        </w:rPr>
        <w:t xml:space="preserve">[ </w:t>
      </w:r>
      <w:r w:rsidR="00382DB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] Category 1 services</w:t>
      </w:r>
    </w:p>
    <w:p w:rsidR="002C2174" w:rsidRDefault="00382DB4" w:rsidP="002C2174">
      <w:pPr>
        <w:ind w:left="2160"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[</w:t>
      </w:r>
      <w:r w:rsidR="00820702">
        <w:rPr>
          <w:sz w:val="24"/>
          <w:szCs w:val="24"/>
        </w:rPr>
        <w:t xml:space="preserve"> </w:t>
      </w:r>
      <w:r>
        <w:rPr>
          <w:sz w:val="24"/>
          <w:szCs w:val="24"/>
        </w:rPr>
        <w:t>X</w:t>
      </w:r>
      <w:proofErr w:type="gramEnd"/>
      <w:r>
        <w:rPr>
          <w:sz w:val="24"/>
          <w:szCs w:val="24"/>
        </w:rPr>
        <w:t xml:space="preserve"> </w:t>
      </w:r>
      <w:r w:rsidR="002C2174">
        <w:rPr>
          <w:sz w:val="24"/>
          <w:szCs w:val="24"/>
        </w:rPr>
        <w:t>] Category 2</w:t>
      </w:r>
      <w:r w:rsidR="00820702">
        <w:rPr>
          <w:sz w:val="24"/>
          <w:szCs w:val="24"/>
        </w:rPr>
        <w:t xml:space="preserve"> services</w:t>
      </w:r>
    </w:p>
    <w:p w:rsidR="002C2174" w:rsidRDefault="002C2174" w:rsidP="000F0D82">
      <w:pPr>
        <w:rPr>
          <w:sz w:val="24"/>
          <w:szCs w:val="24"/>
        </w:rPr>
      </w:pPr>
    </w:p>
    <w:p w:rsidR="002C2174" w:rsidRPr="000F0D82" w:rsidRDefault="002C2174" w:rsidP="000F0D82">
      <w:pPr>
        <w:rPr>
          <w:sz w:val="24"/>
          <w:szCs w:val="24"/>
        </w:rPr>
      </w:pPr>
    </w:p>
    <w:p w:rsidR="001111B3" w:rsidRDefault="001111B3" w:rsidP="00080D6F">
      <w:pPr>
        <w:tabs>
          <w:tab w:val="left" w:pos="1905"/>
        </w:tabs>
        <w:jc w:val="center"/>
        <w:rPr>
          <w:b/>
          <w:sz w:val="24"/>
          <w:szCs w:val="24"/>
        </w:rPr>
      </w:pPr>
    </w:p>
    <w:p w:rsidR="001111B3" w:rsidRDefault="001111B3" w:rsidP="00080D6F">
      <w:pPr>
        <w:tabs>
          <w:tab w:val="left" w:pos="1905"/>
        </w:tabs>
        <w:jc w:val="center"/>
        <w:rPr>
          <w:b/>
          <w:sz w:val="24"/>
          <w:szCs w:val="24"/>
        </w:rPr>
      </w:pPr>
    </w:p>
    <w:p w:rsidR="000F0D82" w:rsidRPr="000F0D82" w:rsidRDefault="000F0D82" w:rsidP="000F0D82">
      <w:pPr>
        <w:rPr>
          <w:sz w:val="24"/>
          <w:szCs w:val="24"/>
        </w:rPr>
      </w:pPr>
    </w:p>
    <w:p w:rsidR="000F0D82" w:rsidRPr="000F0D82" w:rsidRDefault="000F0D82" w:rsidP="000F0D82">
      <w:pPr>
        <w:rPr>
          <w:sz w:val="24"/>
          <w:szCs w:val="24"/>
        </w:rPr>
      </w:pPr>
    </w:p>
    <w:p w:rsidR="000F0D82" w:rsidRPr="000F0D82" w:rsidRDefault="000F0D82" w:rsidP="000F0D82">
      <w:pPr>
        <w:rPr>
          <w:sz w:val="24"/>
          <w:szCs w:val="24"/>
        </w:rPr>
      </w:pPr>
    </w:p>
    <w:p w:rsidR="000F0D82" w:rsidRPr="000F0D82" w:rsidRDefault="000F0D82" w:rsidP="000F0D82">
      <w:pPr>
        <w:rPr>
          <w:sz w:val="24"/>
          <w:szCs w:val="24"/>
        </w:rPr>
      </w:pPr>
    </w:p>
    <w:p w:rsidR="002B79B8" w:rsidRDefault="002B79B8" w:rsidP="002B79B8">
      <w:pPr>
        <w:rPr>
          <w:b/>
          <w:sz w:val="36"/>
          <w:szCs w:val="36"/>
        </w:rPr>
      </w:pPr>
    </w:p>
    <w:p w:rsidR="002B79B8" w:rsidRDefault="002B79B8" w:rsidP="002B79B8">
      <w:pPr>
        <w:rPr>
          <w:b/>
          <w:sz w:val="36"/>
          <w:szCs w:val="36"/>
        </w:rPr>
      </w:pPr>
      <w:r w:rsidRPr="00C345CB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>-</w:t>
      </w:r>
      <w:r w:rsidRPr="00C345CB">
        <w:rPr>
          <w:b/>
          <w:sz w:val="36"/>
          <w:szCs w:val="36"/>
        </w:rPr>
        <w:t>rate Category 2</w:t>
      </w:r>
      <w:r>
        <w:rPr>
          <w:b/>
          <w:sz w:val="36"/>
          <w:szCs w:val="36"/>
        </w:rPr>
        <w:t xml:space="preserve"> </w:t>
      </w:r>
      <w:r w:rsidR="00B1698F">
        <w:rPr>
          <w:b/>
          <w:sz w:val="36"/>
          <w:szCs w:val="36"/>
        </w:rPr>
        <w:t>–</w:t>
      </w:r>
      <w:r w:rsidRPr="00C345CB">
        <w:rPr>
          <w:b/>
          <w:sz w:val="36"/>
          <w:szCs w:val="36"/>
        </w:rPr>
        <w:t xml:space="preserve"> </w:t>
      </w:r>
      <w:r w:rsidR="00B1698F">
        <w:rPr>
          <w:b/>
          <w:sz w:val="36"/>
          <w:szCs w:val="36"/>
        </w:rPr>
        <w:t>FY 20</w:t>
      </w:r>
      <w:r w:rsidR="00DD3D9B">
        <w:rPr>
          <w:b/>
          <w:sz w:val="36"/>
          <w:szCs w:val="36"/>
        </w:rPr>
        <w:t>19</w:t>
      </w:r>
      <w:r>
        <w:rPr>
          <w:b/>
          <w:sz w:val="36"/>
          <w:szCs w:val="36"/>
        </w:rPr>
        <w:t xml:space="preserve"> </w:t>
      </w:r>
    </w:p>
    <w:p w:rsidR="002B79B8" w:rsidRPr="00C345CB" w:rsidRDefault="002B79B8" w:rsidP="002B79B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District: </w:t>
      </w:r>
      <w:r w:rsidR="001A0B77">
        <w:rPr>
          <w:b/>
          <w:sz w:val="36"/>
          <w:szCs w:val="36"/>
        </w:rPr>
        <w:t>Reedsport, BEN 145032</w:t>
      </w:r>
    </w:p>
    <w:p w:rsidR="002B79B8" w:rsidRDefault="002B79B8" w:rsidP="002B79B8"/>
    <w:p w:rsidR="002B79B8" w:rsidRDefault="002B79B8" w:rsidP="002B79B8">
      <w:pPr>
        <w:rPr>
          <w:sz w:val="22"/>
          <w:szCs w:val="22"/>
        </w:rPr>
      </w:pPr>
    </w:p>
    <w:p w:rsidR="002B79B8" w:rsidRDefault="002B79B8" w:rsidP="002B79B8">
      <w:pPr>
        <w:rPr>
          <w:sz w:val="22"/>
          <w:szCs w:val="22"/>
        </w:rPr>
      </w:pPr>
      <w:r w:rsidRPr="002B79B8">
        <w:rPr>
          <w:sz w:val="22"/>
          <w:szCs w:val="22"/>
        </w:rPr>
        <w:t>Switches</w:t>
      </w:r>
    </w:p>
    <w:p w:rsidR="002B79B8" w:rsidRPr="002B79B8" w:rsidRDefault="002B79B8" w:rsidP="002B79B8">
      <w:pPr>
        <w:rPr>
          <w:sz w:val="22"/>
          <w:szCs w:val="22"/>
        </w:rPr>
      </w:pPr>
    </w:p>
    <w:p w:rsidR="002B79B8" w:rsidRPr="002B79B8" w:rsidRDefault="001A0B77" w:rsidP="002B79B8">
      <w:pPr>
        <w:pStyle w:val="ListParagraph"/>
        <w:numPr>
          <w:ilvl w:val="0"/>
          <w:numId w:val="14"/>
        </w:num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Cisco </w:t>
      </w:r>
      <w:proofErr w:type="spellStart"/>
      <w:r>
        <w:rPr>
          <w:sz w:val="22"/>
          <w:szCs w:val="22"/>
        </w:rPr>
        <w:t>Meraki</w:t>
      </w:r>
      <w:proofErr w:type="spellEnd"/>
      <w:r>
        <w:rPr>
          <w:sz w:val="22"/>
          <w:szCs w:val="22"/>
        </w:rPr>
        <w:t xml:space="preserve"> MR42 or equivalent Wireless Access Points with 5-year licenses</w:t>
      </w:r>
    </w:p>
    <w:p w:rsidR="00B1698F" w:rsidRDefault="00B1698F" w:rsidP="00B1698F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Installation</w:t>
      </w:r>
    </w:p>
    <w:p w:rsidR="00B1698F" w:rsidRPr="001A0B77" w:rsidRDefault="001A0B77" w:rsidP="001A0B77">
      <w:pPr>
        <w:pStyle w:val="ListParagraph"/>
        <w:numPr>
          <w:ilvl w:val="0"/>
          <w:numId w:val="22"/>
        </w:num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Proposal should include price to install each purchased unit</w:t>
      </w:r>
    </w:p>
    <w:p w:rsidR="00B1698F" w:rsidRDefault="00B1698F" w:rsidP="00B1698F">
      <w:pPr>
        <w:spacing w:after="160" w:line="259" w:lineRule="auto"/>
        <w:rPr>
          <w:sz w:val="22"/>
          <w:szCs w:val="22"/>
        </w:rPr>
      </w:pPr>
    </w:p>
    <w:p w:rsidR="00B1698F" w:rsidRPr="00B1698F" w:rsidRDefault="00B1698F" w:rsidP="00B1698F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Vendors may provide quotes for all or portions of this RFP</w:t>
      </w:r>
      <w:r w:rsidRPr="00B1698F">
        <w:rPr>
          <w:sz w:val="22"/>
          <w:szCs w:val="22"/>
        </w:rPr>
        <w:t xml:space="preserve"> </w:t>
      </w:r>
    </w:p>
    <w:p w:rsidR="00DD3D9B" w:rsidRPr="00DD3D9B" w:rsidRDefault="00DD3D9B" w:rsidP="00DD3D9B">
      <w:pPr>
        <w:spacing w:after="160" w:line="259" w:lineRule="auto"/>
        <w:ind w:left="360"/>
        <w:rPr>
          <w:sz w:val="22"/>
          <w:szCs w:val="22"/>
        </w:rPr>
      </w:pPr>
    </w:p>
    <w:p w:rsidR="002B79B8" w:rsidRPr="00DD3D9B" w:rsidRDefault="001175BA" w:rsidP="00DD3D9B">
      <w:pPr>
        <w:spacing w:after="160" w:line="259" w:lineRule="auto"/>
        <w:rPr>
          <w:sz w:val="22"/>
          <w:szCs w:val="22"/>
        </w:rPr>
      </w:pPr>
      <w:r w:rsidRPr="00DD3D9B">
        <w:rPr>
          <w:sz w:val="22"/>
          <w:szCs w:val="22"/>
        </w:rPr>
        <w:t>All Category 2 requests should be bid with the understanding the district would like to use the SPI Discount method for invoicing.</w:t>
      </w:r>
    </w:p>
    <w:sectPr w:rsidR="002B79B8" w:rsidRPr="00DD3D9B" w:rsidSect="00820702">
      <w:headerReference w:type="default" r:id="rId9"/>
      <w:pgSz w:w="12240" w:h="15840"/>
      <w:pgMar w:top="720" w:right="864" w:bottom="662" w:left="86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C1" w:rsidRDefault="00AC1BC1">
      <w:r>
        <w:separator/>
      </w:r>
    </w:p>
  </w:endnote>
  <w:endnote w:type="continuationSeparator" w:id="0">
    <w:p w:rsidR="00AC1BC1" w:rsidRDefault="00AC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C1" w:rsidRDefault="00AC1BC1">
      <w:r>
        <w:separator/>
      </w:r>
    </w:p>
  </w:footnote>
  <w:footnote w:type="continuationSeparator" w:id="0">
    <w:p w:rsidR="00AC1BC1" w:rsidRDefault="00AC1B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C1" w:rsidRDefault="00AC1BC1">
    <w:pPr>
      <w:pStyle w:val="Header"/>
    </w:pPr>
    <w:r>
      <w:t>R</w:t>
    </w:r>
    <w:r w:rsidR="00DD3D9B">
      <w:t xml:space="preserve">FP – E-rate </w:t>
    </w:r>
    <w:r w:rsidR="00B1698F">
      <w:t>20</w:t>
    </w:r>
    <w:r w:rsidR="00DD3D9B">
      <w:t>19</w:t>
    </w:r>
    <w:r>
      <w:ptab w:relativeTo="margin" w:alignment="center" w:leader="none"/>
    </w:r>
    <w:r w:rsidR="006D2CF4">
      <w:t>470 #</w:t>
    </w:r>
    <w:r w:rsidR="00A4522E">
      <w:t>190029594</w:t>
    </w:r>
    <w:r>
      <w:ptab w:relativeTo="margin" w:alignment="right" w:leader="none"/>
    </w:r>
    <w:r w:rsidR="001A0B77">
      <w:t>Reedsport</w:t>
    </w:r>
    <w:r>
      <w:t xml:space="preserve"> School District</w:t>
    </w:r>
    <w:r w:rsidR="001A0B77">
      <w:t xml:space="preserve"> 105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17E7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7626E"/>
    <w:multiLevelType w:val="hybridMultilevel"/>
    <w:tmpl w:val="8982E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2791"/>
    <w:multiLevelType w:val="hybridMultilevel"/>
    <w:tmpl w:val="FAF63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A74A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D51427"/>
    <w:multiLevelType w:val="singleLevel"/>
    <w:tmpl w:val="C22CCC42"/>
    <w:lvl w:ilvl="0">
      <w:start w:val="1732"/>
      <w:numFmt w:val="bullet"/>
      <w:lvlText w:val="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36"/>
      </w:rPr>
    </w:lvl>
  </w:abstractNum>
  <w:abstractNum w:abstractNumId="5">
    <w:nsid w:val="2D4561E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2E6D4E91"/>
    <w:multiLevelType w:val="hybridMultilevel"/>
    <w:tmpl w:val="89B20A74"/>
    <w:lvl w:ilvl="0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30AE2D49"/>
    <w:multiLevelType w:val="hybridMultilevel"/>
    <w:tmpl w:val="54662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70970"/>
    <w:multiLevelType w:val="hybridMultilevel"/>
    <w:tmpl w:val="9A5C4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E179E"/>
    <w:multiLevelType w:val="hybridMultilevel"/>
    <w:tmpl w:val="54662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D4D6C"/>
    <w:multiLevelType w:val="hybridMultilevel"/>
    <w:tmpl w:val="3412FD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2105F"/>
    <w:multiLevelType w:val="hybridMultilevel"/>
    <w:tmpl w:val="FAF63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559A5"/>
    <w:multiLevelType w:val="hybridMultilevel"/>
    <w:tmpl w:val="1A8CCDD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49643503"/>
    <w:multiLevelType w:val="hybridMultilevel"/>
    <w:tmpl w:val="71D20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74B1C"/>
    <w:multiLevelType w:val="hybridMultilevel"/>
    <w:tmpl w:val="3B3CF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86730"/>
    <w:multiLevelType w:val="hybridMultilevel"/>
    <w:tmpl w:val="B1324E90"/>
    <w:lvl w:ilvl="0" w:tplc="64E07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A0C82"/>
    <w:multiLevelType w:val="hybridMultilevel"/>
    <w:tmpl w:val="54662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9C0"/>
    <w:multiLevelType w:val="hybridMultilevel"/>
    <w:tmpl w:val="37DA13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D4BDA"/>
    <w:multiLevelType w:val="hybridMultilevel"/>
    <w:tmpl w:val="54662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83C86"/>
    <w:multiLevelType w:val="hybridMultilevel"/>
    <w:tmpl w:val="54662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741B2"/>
    <w:multiLevelType w:val="hybridMultilevel"/>
    <w:tmpl w:val="5972C0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61252"/>
    <w:multiLevelType w:val="hybridMultilevel"/>
    <w:tmpl w:val="2A14A0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10"/>
  </w:num>
  <w:num w:numId="10">
    <w:abstractNumId w:val="20"/>
  </w:num>
  <w:num w:numId="11">
    <w:abstractNumId w:val="8"/>
  </w:num>
  <w:num w:numId="12">
    <w:abstractNumId w:val="19"/>
  </w:num>
  <w:num w:numId="13">
    <w:abstractNumId w:val="18"/>
  </w:num>
  <w:num w:numId="14">
    <w:abstractNumId w:val="9"/>
  </w:num>
  <w:num w:numId="15">
    <w:abstractNumId w:val="7"/>
  </w:num>
  <w:num w:numId="16">
    <w:abstractNumId w:val="1"/>
  </w:num>
  <w:num w:numId="17">
    <w:abstractNumId w:val="15"/>
  </w:num>
  <w:num w:numId="18">
    <w:abstractNumId w:val="21"/>
  </w:num>
  <w:num w:numId="19">
    <w:abstractNumId w:val="16"/>
  </w:num>
  <w:num w:numId="20">
    <w:abstractNumId w:val="11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WINDOWS\Favorites\Data Source II.doc"/>
    <w:odso/>
  </w:mailMerge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DF"/>
    <w:rsid w:val="00010D86"/>
    <w:rsid w:val="00080D6F"/>
    <w:rsid w:val="000B523C"/>
    <w:rsid w:val="000F0D82"/>
    <w:rsid w:val="001111B3"/>
    <w:rsid w:val="001175BA"/>
    <w:rsid w:val="001747DA"/>
    <w:rsid w:val="001A0B77"/>
    <w:rsid w:val="00204B96"/>
    <w:rsid w:val="002645B4"/>
    <w:rsid w:val="00266A56"/>
    <w:rsid w:val="00291D18"/>
    <w:rsid w:val="002B79B8"/>
    <w:rsid w:val="002C2174"/>
    <w:rsid w:val="003201D0"/>
    <w:rsid w:val="00361F3B"/>
    <w:rsid w:val="003804A1"/>
    <w:rsid w:val="00382DB4"/>
    <w:rsid w:val="003A6FA1"/>
    <w:rsid w:val="003E72B4"/>
    <w:rsid w:val="004024BF"/>
    <w:rsid w:val="0045264D"/>
    <w:rsid w:val="00525BC3"/>
    <w:rsid w:val="0053785C"/>
    <w:rsid w:val="00550225"/>
    <w:rsid w:val="005537B6"/>
    <w:rsid w:val="00571E6B"/>
    <w:rsid w:val="005C02F6"/>
    <w:rsid w:val="005D4A3D"/>
    <w:rsid w:val="005D70C3"/>
    <w:rsid w:val="0062351B"/>
    <w:rsid w:val="0063233F"/>
    <w:rsid w:val="00680EDE"/>
    <w:rsid w:val="00694AD4"/>
    <w:rsid w:val="006D2A60"/>
    <w:rsid w:val="006D2CF4"/>
    <w:rsid w:val="006E7183"/>
    <w:rsid w:val="00732E35"/>
    <w:rsid w:val="00746BAB"/>
    <w:rsid w:val="00793C9A"/>
    <w:rsid w:val="007B1067"/>
    <w:rsid w:val="007D7546"/>
    <w:rsid w:val="007F5D50"/>
    <w:rsid w:val="00813E1F"/>
    <w:rsid w:val="00820702"/>
    <w:rsid w:val="00824646"/>
    <w:rsid w:val="008367CB"/>
    <w:rsid w:val="00855D23"/>
    <w:rsid w:val="00861CA7"/>
    <w:rsid w:val="008640CF"/>
    <w:rsid w:val="008954E2"/>
    <w:rsid w:val="008A4043"/>
    <w:rsid w:val="008A78F2"/>
    <w:rsid w:val="008F62EA"/>
    <w:rsid w:val="00967C65"/>
    <w:rsid w:val="00A02AFF"/>
    <w:rsid w:val="00A130C0"/>
    <w:rsid w:val="00A27A43"/>
    <w:rsid w:val="00A4522E"/>
    <w:rsid w:val="00A82D7C"/>
    <w:rsid w:val="00A85EC4"/>
    <w:rsid w:val="00AB536C"/>
    <w:rsid w:val="00AC1BC1"/>
    <w:rsid w:val="00AD42A3"/>
    <w:rsid w:val="00AF3B8F"/>
    <w:rsid w:val="00B1698F"/>
    <w:rsid w:val="00B466AD"/>
    <w:rsid w:val="00BD02BB"/>
    <w:rsid w:val="00BF2FE3"/>
    <w:rsid w:val="00C934DF"/>
    <w:rsid w:val="00D740E9"/>
    <w:rsid w:val="00DB1123"/>
    <w:rsid w:val="00DD3D9B"/>
    <w:rsid w:val="00DF6A0C"/>
    <w:rsid w:val="00E3507B"/>
    <w:rsid w:val="00EB3AAD"/>
    <w:rsid w:val="00EF3E3A"/>
    <w:rsid w:val="00F20D0F"/>
    <w:rsid w:val="00F304F0"/>
    <w:rsid w:val="00F40D64"/>
    <w:rsid w:val="00F626B6"/>
    <w:rsid w:val="00F9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681DD-72EB-4FEF-A4C7-1308AED7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pBdr>
        <w:bottom w:val="single" w:sz="12" w:space="1" w:color="auto"/>
      </w:pBdr>
      <w:tabs>
        <w:tab w:val="left" w:pos="1800"/>
      </w:tabs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Date">
    <w:name w:val="Date"/>
    <w:basedOn w:val="Normal"/>
    <w:rPr>
      <w:rFonts w:ascii="Arial" w:hAnsi="Arial"/>
      <w:sz w:val="24"/>
    </w:rPr>
  </w:style>
  <w:style w:type="paragraph" w:styleId="BodyText2">
    <w:name w:val="Body Text 2"/>
    <w:basedOn w:val="Normal"/>
    <w:rPr>
      <w:rFonts w:ascii="Arial" w:hAnsi="Arial"/>
      <w:b/>
      <w:sz w:val="22"/>
    </w:rPr>
  </w:style>
  <w:style w:type="paragraph" w:styleId="BodyText3">
    <w:name w:val="Body Text 3"/>
    <w:basedOn w:val="Normal"/>
    <w:pPr>
      <w:spacing w:line="360" w:lineRule="auto"/>
    </w:pPr>
    <w:rPr>
      <w:rFonts w:ascii="Arial" w:hAnsi="Arial"/>
      <w:sz w:val="22"/>
    </w:rPr>
  </w:style>
  <w:style w:type="paragraph" w:styleId="BodyTextIndent">
    <w:name w:val="Body Text Indent"/>
    <w:basedOn w:val="Normal"/>
    <w:pPr>
      <w:ind w:left="1080"/>
    </w:pPr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D2A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3AA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0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XFR\Letterhead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C24C4-9E50-4B5E-B3B6-FB75CDEDD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4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SCESD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Groce</dc:creator>
  <cp:keywords/>
  <dc:description/>
  <cp:lastModifiedBy>Josh Stevens</cp:lastModifiedBy>
  <cp:revision>4</cp:revision>
  <cp:lastPrinted>2017-03-06T17:02:00Z</cp:lastPrinted>
  <dcterms:created xsi:type="dcterms:W3CDTF">2019-02-28T23:46:00Z</dcterms:created>
  <dcterms:modified xsi:type="dcterms:W3CDTF">2019-02-28T23:49:00Z</dcterms:modified>
</cp:coreProperties>
</file>