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5FB" w:rsidRPr="00EF25FB" w:rsidRDefault="00EF25FB" w:rsidP="00EF25FB">
      <w:pPr>
        <w:framePr w:w="6076" w:h="1722" w:hSpace="180" w:wrap="around" w:vAnchor="text" w:hAnchor="page" w:x="3608" w:y="1"/>
      </w:pPr>
      <w:r>
        <w:t xml:space="preserve">STATE OF </w:t>
      </w:r>
      <w:smartTag w:uri="urn:schemas-microsoft-com:office:smarttags" w:element="place">
        <w:smartTag w:uri="urn:schemas-microsoft-com:office:smarttags" w:element="PlaceName">
          <w:r>
            <w:t>RHODE</w:t>
          </w:r>
        </w:smartTag>
        <w:r>
          <w:t xml:space="preserve"> </w:t>
        </w:r>
        <w:smartTag w:uri="urn:schemas-microsoft-com:office:smarttags" w:element="PlaceType">
          <w:r>
            <w:t>ISLAND</w:t>
          </w:r>
        </w:smartTag>
      </w:smartTag>
      <w:r>
        <w:t xml:space="preserve"> AND PROVIDENCE PLANTATIONS </w:t>
      </w:r>
      <w:r w:rsidRPr="00DE32DC">
        <w:rPr>
          <w:sz w:val="22"/>
          <w:szCs w:val="22"/>
        </w:rPr>
        <w:t>Department for Children, Youth and Families</w:t>
      </w:r>
    </w:p>
    <w:p w:rsidR="00EF25FB" w:rsidRPr="00DE32DC" w:rsidRDefault="00EF25FB" w:rsidP="00EF25FB">
      <w:pPr>
        <w:framePr w:w="6076" w:h="1722" w:hSpace="180" w:wrap="around" w:vAnchor="text" w:hAnchor="page" w:x="3608" w:y="1"/>
        <w:rPr>
          <w:sz w:val="22"/>
          <w:szCs w:val="22"/>
        </w:rPr>
      </w:pPr>
      <w:r w:rsidRPr="00DE32DC">
        <w:rPr>
          <w:sz w:val="22"/>
          <w:szCs w:val="22"/>
        </w:rPr>
        <w:t>DCYF Alternative Education Program</w:t>
      </w:r>
    </w:p>
    <w:p w:rsidR="00EF25FB" w:rsidRDefault="003753D9" w:rsidP="00EF25FB">
      <w:pPr>
        <w:framePr w:w="6076" w:h="1722" w:hSpace="180" w:wrap="around" w:vAnchor="text" w:hAnchor="page" w:x="3608" w:y="1"/>
        <w:rPr>
          <w:sz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sz w:val="22"/>
            </w:rPr>
            <w:t>57 Power Road</w:t>
          </w:r>
        </w:smartTag>
      </w:smartTag>
    </w:p>
    <w:p w:rsidR="00EF25FB" w:rsidRDefault="00EF25FB" w:rsidP="00EF25FB">
      <w:pPr>
        <w:framePr w:w="6076" w:h="1722" w:hSpace="180" w:wrap="around" w:vAnchor="text" w:hAnchor="page" w:x="3608" w:y="1"/>
        <w:rPr>
          <w:sz w:val="22"/>
        </w:rPr>
      </w:pP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Cranston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R.I.</w:t>
          </w:r>
        </w:smartTag>
        <w:r>
          <w:rPr>
            <w:sz w:val="22"/>
          </w:rPr>
          <w:t xml:space="preserve"> </w:t>
        </w:r>
        <w:smartTag w:uri="urn:schemas-microsoft-com:office:smarttags" w:element="PostalCode">
          <w:r>
            <w:rPr>
              <w:sz w:val="22"/>
            </w:rPr>
            <w:t>02920</w:t>
          </w:r>
        </w:smartTag>
      </w:smartTag>
    </w:p>
    <w:p w:rsidR="00EF25FB" w:rsidRDefault="00EF25FB" w:rsidP="00EF25FB">
      <w:pPr>
        <w:framePr w:w="6076" w:h="1722" w:hSpace="180" w:wrap="around" w:vAnchor="text" w:hAnchor="page" w:x="3608" w:y="1"/>
        <w:rPr>
          <w:sz w:val="22"/>
        </w:rPr>
      </w:pPr>
      <w:r>
        <w:rPr>
          <w:sz w:val="22"/>
        </w:rPr>
        <w:t>(401)462-72</w:t>
      </w:r>
      <w:r w:rsidR="00A7190E">
        <w:rPr>
          <w:sz w:val="22"/>
        </w:rPr>
        <w:t>53</w:t>
      </w:r>
      <w:r>
        <w:rPr>
          <w:sz w:val="22"/>
        </w:rPr>
        <w:t xml:space="preserve">    FAX (401)462-7249</w:t>
      </w:r>
    </w:p>
    <w:p w:rsidR="00D41ECC" w:rsidRDefault="004A5D3E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1114425" cy="1181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B10" w:rsidRDefault="005D4B10">
      <w:pPr>
        <w:rPr>
          <w:sz w:val="24"/>
        </w:rPr>
      </w:pPr>
    </w:p>
    <w:p w:rsidR="005D0705" w:rsidRDefault="005D0705">
      <w:pPr>
        <w:rPr>
          <w:sz w:val="24"/>
        </w:rPr>
      </w:pPr>
    </w:p>
    <w:p w:rsidR="005D4B10" w:rsidRDefault="005D4B10">
      <w:pPr>
        <w:rPr>
          <w:sz w:val="24"/>
        </w:rPr>
      </w:pPr>
      <w:bookmarkStart w:id="0" w:name="_GoBack"/>
      <w:bookmarkEnd w:id="0"/>
      <w:r>
        <w:rPr>
          <w:sz w:val="24"/>
        </w:rPr>
        <w:t>April 9, 2018</w:t>
      </w:r>
    </w:p>
    <w:p w:rsidR="005D4B10" w:rsidRDefault="005D4B10">
      <w:pPr>
        <w:rPr>
          <w:sz w:val="24"/>
        </w:rPr>
      </w:pPr>
    </w:p>
    <w:p w:rsidR="005D4B10" w:rsidRDefault="005D4B10">
      <w:pPr>
        <w:rPr>
          <w:sz w:val="24"/>
        </w:rPr>
      </w:pPr>
      <w:r>
        <w:rPr>
          <w:sz w:val="24"/>
        </w:rPr>
        <w:t xml:space="preserve">Dear Federal Communications Commission, </w:t>
      </w:r>
    </w:p>
    <w:p w:rsidR="005D4B10" w:rsidRDefault="005D4B10">
      <w:pPr>
        <w:rPr>
          <w:sz w:val="24"/>
        </w:rPr>
      </w:pPr>
    </w:p>
    <w:p w:rsidR="005D4B10" w:rsidRDefault="005D4B10">
      <w:pPr>
        <w:rPr>
          <w:sz w:val="24"/>
        </w:rPr>
      </w:pPr>
      <w:r>
        <w:rPr>
          <w:sz w:val="24"/>
        </w:rPr>
        <w:t>I am writing today to request a waiver for the deadline to submit the FCC 470 form and then the FCC 471 form.  I was newly appointed as principal December 2, 2017 and the previous principal did not leave any documentation behind for me.  I have been learning on my feet</w:t>
      </w:r>
      <w:r w:rsidR="00FE3C8E">
        <w:rPr>
          <w:sz w:val="24"/>
        </w:rPr>
        <w:t xml:space="preserve"> for the last few months.  With </w:t>
      </w:r>
      <w:proofErr w:type="gramStart"/>
      <w:r w:rsidR="00FE3C8E">
        <w:rPr>
          <w:sz w:val="24"/>
        </w:rPr>
        <w:t xml:space="preserve">that being said, </w:t>
      </w:r>
      <w:r>
        <w:rPr>
          <w:sz w:val="24"/>
        </w:rPr>
        <w:t>take</w:t>
      </w:r>
      <w:proofErr w:type="gramEnd"/>
      <w:r>
        <w:rPr>
          <w:sz w:val="24"/>
        </w:rPr>
        <w:t xml:space="preserve"> full responsibility for the missed deadlines for the FCC reports and kindly ask that you consider my plea for a waiver as it is greatly needed to continue to run our internet here at the DCYF Alternative Education Program.  </w:t>
      </w:r>
    </w:p>
    <w:p w:rsidR="005D4B10" w:rsidRDefault="005D4B10">
      <w:pPr>
        <w:rPr>
          <w:sz w:val="24"/>
        </w:rPr>
      </w:pPr>
    </w:p>
    <w:p w:rsidR="005D4B10" w:rsidRDefault="005D4B10">
      <w:pPr>
        <w:rPr>
          <w:sz w:val="24"/>
        </w:rPr>
      </w:pPr>
      <w:r>
        <w:rPr>
          <w:sz w:val="24"/>
        </w:rPr>
        <w:t>Once I was made aware of the deadline for the FCC</w:t>
      </w:r>
      <w:r w:rsidR="00FE3C8E">
        <w:rPr>
          <w:sz w:val="24"/>
        </w:rPr>
        <w:t xml:space="preserve"> </w:t>
      </w:r>
      <w:r>
        <w:rPr>
          <w:sz w:val="24"/>
        </w:rPr>
        <w:t>470 Form, I immediately filed</w:t>
      </w:r>
      <w:r w:rsidR="00FE3C8E">
        <w:rPr>
          <w:sz w:val="24"/>
        </w:rPr>
        <w:t xml:space="preserve"> on March 9</w:t>
      </w:r>
      <w:r w:rsidR="00FE3C8E" w:rsidRPr="00FE3C8E">
        <w:rPr>
          <w:sz w:val="24"/>
          <w:vertAlign w:val="superscript"/>
        </w:rPr>
        <w:t>th</w:t>
      </w:r>
      <w:r w:rsidR="00FE3C8E">
        <w:rPr>
          <w:sz w:val="24"/>
        </w:rPr>
        <w:t>.  I was told to wait 28 days and then file the FCC 471Form which I did do on April 6</w:t>
      </w:r>
      <w:r w:rsidR="00FE3C8E" w:rsidRPr="00FE3C8E">
        <w:rPr>
          <w:sz w:val="24"/>
          <w:vertAlign w:val="superscript"/>
        </w:rPr>
        <w:t>th</w:t>
      </w:r>
      <w:r w:rsidR="00FE3C8E">
        <w:rPr>
          <w:sz w:val="24"/>
        </w:rPr>
        <w:t xml:space="preserve">.  I was told by the representative from USAC that I would be ok even though the filing time was passed the approved time frame.  Once I filed my FCC Form 471 Friday, a notification came through to me that I was outside of the filing window deadline and needed to request a waiver </w:t>
      </w:r>
      <w:proofErr w:type="gramStart"/>
      <w:r w:rsidR="00FE3C8E">
        <w:rPr>
          <w:sz w:val="24"/>
        </w:rPr>
        <w:t>in order to</w:t>
      </w:r>
      <w:proofErr w:type="gramEnd"/>
      <w:r w:rsidR="00FE3C8E">
        <w:rPr>
          <w:sz w:val="24"/>
        </w:rPr>
        <w:t xml:space="preserve"> qualify.  I contacted the Universal Service Administrative Company (USAC) today and they told me the process for completing a waiver.  </w:t>
      </w:r>
    </w:p>
    <w:p w:rsidR="00FE3C8E" w:rsidRDefault="00FE3C8E">
      <w:pPr>
        <w:rPr>
          <w:sz w:val="24"/>
        </w:rPr>
      </w:pPr>
    </w:p>
    <w:p w:rsidR="00FE3C8E" w:rsidRDefault="00FE3C8E">
      <w:pPr>
        <w:rPr>
          <w:sz w:val="24"/>
        </w:rPr>
      </w:pPr>
      <w:r>
        <w:rPr>
          <w:sz w:val="24"/>
        </w:rPr>
        <w:t xml:space="preserve">I have attached information regarding the time I filed the FCC 470 Form as well as when I filed the FCC 471 Form.   </w:t>
      </w:r>
    </w:p>
    <w:p w:rsidR="00FE3C8E" w:rsidRDefault="00FE3C8E">
      <w:pPr>
        <w:rPr>
          <w:sz w:val="24"/>
        </w:rPr>
      </w:pPr>
    </w:p>
    <w:p w:rsidR="00FE3C8E" w:rsidRDefault="00FE3C8E">
      <w:pPr>
        <w:rPr>
          <w:sz w:val="24"/>
        </w:rPr>
      </w:pPr>
      <w:r>
        <w:rPr>
          <w:sz w:val="24"/>
        </w:rPr>
        <w:t>Thank you for your consideration for approving this waiver, it will greatly benefit the youth enrolled in our school program.  I truly apologize for the late entry.</w:t>
      </w:r>
    </w:p>
    <w:p w:rsidR="00FE3C8E" w:rsidRDefault="00FE3C8E">
      <w:pPr>
        <w:rPr>
          <w:sz w:val="24"/>
        </w:rPr>
      </w:pPr>
    </w:p>
    <w:p w:rsidR="00FE3C8E" w:rsidRDefault="00FE3C8E">
      <w:pPr>
        <w:rPr>
          <w:sz w:val="24"/>
        </w:rPr>
      </w:pPr>
      <w:r>
        <w:rPr>
          <w:sz w:val="24"/>
        </w:rPr>
        <w:t>If you have any questions at all, feel free to contact me at 401-462-7253.</w:t>
      </w:r>
    </w:p>
    <w:p w:rsidR="00FE3C8E" w:rsidRDefault="00FE3C8E">
      <w:pPr>
        <w:rPr>
          <w:sz w:val="24"/>
        </w:rPr>
      </w:pPr>
    </w:p>
    <w:p w:rsidR="00FE3C8E" w:rsidRDefault="00FE3C8E">
      <w:pPr>
        <w:rPr>
          <w:sz w:val="24"/>
        </w:rPr>
      </w:pPr>
      <w:r>
        <w:rPr>
          <w:sz w:val="24"/>
        </w:rPr>
        <w:t xml:space="preserve">Thank you, </w:t>
      </w:r>
    </w:p>
    <w:p w:rsidR="005D0705" w:rsidRDefault="005D0705">
      <w:pPr>
        <w:rPr>
          <w:sz w:val="24"/>
        </w:rPr>
      </w:pPr>
    </w:p>
    <w:p w:rsidR="005D0705" w:rsidRDefault="005D0705">
      <w:pPr>
        <w:rPr>
          <w:sz w:val="24"/>
        </w:rPr>
      </w:pPr>
    </w:p>
    <w:p w:rsidR="00FE3C8E" w:rsidRDefault="00FE3C8E">
      <w:pPr>
        <w:rPr>
          <w:sz w:val="24"/>
        </w:rPr>
      </w:pPr>
      <w:r>
        <w:rPr>
          <w:sz w:val="24"/>
        </w:rPr>
        <w:t>April Seppala</w:t>
      </w:r>
    </w:p>
    <w:p w:rsidR="00FE3C8E" w:rsidRDefault="00FE3C8E">
      <w:pPr>
        <w:rPr>
          <w:sz w:val="24"/>
        </w:rPr>
      </w:pPr>
      <w:r>
        <w:rPr>
          <w:sz w:val="24"/>
        </w:rPr>
        <w:t>Principal/Special Education Director</w:t>
      </w:r>
    </w:p>
    <w:p w:rsidR="00FE3C8E" w:rsidRDefault="00FE3C8E">
      <w:pPr>
        <w:rPr>
          <w:sz w:val="24"/>
        </w:rPr>
      </w:pPr>
      <w:r>
        <w:rPr>
          <w:sz w:val="24"/>
        </w:rPr>
        <w:t xml:space="preserve">DCYF Alternative Education Program </w:t>
      </w:r>
    </w:p>
    <w:p w:rsidR="00FE3C8E" w:rsidRDefault="00FE3C8E">
      <w:pPr>
        <w:rPr>
          <w:sz w:val="24"/>
        </w:rPr>
      </w:pPr>
      <w:r>
        <w:rPr>
          <w:sz w:val="24"/>
        </w:rPr>
        <w:t xml:space="preserve">57 Power Rd.  </w:t>
      </w:r>
    </w:p>
    <w:p w:rsidR="00FE3C8E" w:rsidRDefault="00FE3C8E">
      <w:pPr>
        <w:rPr>
          <w:sz w:val="24"/>
        </w:rPr>
      </w:pPr>
    </w:p>
    <w:p w:rsidR="00FE3C8E" w:rsidRDefault="00FE3C8E">
      <w:pPr>
        <w:rPr>
          <w:sz w:val="24"/>
        </w:rPr>
      </w:pPr>
    </w:p>
    <w:p w:rsidR="008502BD" w:rsidRDefault="008502BD" w:rsidP="008502BD">
      <w:pPr>
        <w:tabs>
          <w:tab w:val="left" w:pos="180"/>
        </w:tabs>
        <w:rPr>
          <w:b/>
          <w:bCs/>
        </w:rPr>
      </w:pPr>
      <w:r>
        <w:rPr>
          <w:b/>
          <w:bCs/>
        </w:rPr>
        <w:tab/>
      </w:r>
    </w:p>
    <w:p w:rsidR="008502BD" w:rsidRDefault="008502BD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572A86" w:rsidRDefault="00572A86" w:rsidP="008502BD">
      <w:pPr>
        <w:tabs>
          <w:tab w:val="left" w:pos="180"/>
        </w:tabs>
        <w:rPr>
          <w:b/>
          <w:bCs/>
        </w:rPr>
      </w:pPr>
    </w:p>
    <w:p w:rsidR="008502BD" w:rsidRDefault="008502BD" w:rsidP="008502BD">
      <w:pPr>
        <w:tabs>
          <w:tab w:val="left" w:pos="180"/>
        </w:tabs>
        <w:rPr>
          <w:b/>
          <w:bCs/>
        </w:rPr>
      </w:pPr>
    </w:p>
    <w:sectPr w:rsidR="008502BD" w:rsidSect="000D4522">
      <w:type w:val="continuous"/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FC8"/>
    <w:rsid w:val="00020657"/>
    <w:rsid w:val="000233F7"/>
    <w:rsid w:val="00024F14"/>
    <w:rsid w:val="00056CCB"/>
    <w:rsid w:val="000A0239"/>
    <w:rsid w:val="000A2EAC"/>
    <w:rsid w:val="000D223C"/>
    <w:rsid w:val="000D4522"/>
    <w:rsid w:val="00124605"/>
    <w:rsid w:val="00155E66"/>
    <w:rsid w:val="00172602"/>
    <w:rsid w:val="0018139A"/>
    <w:rsid w:val="00194693"/>
    <w:rsid w:val="00196901"/>
    <w:rsid w:val="001A2A5B"/>
    <w:rsid w:val="001B30E1"/>
    <w:rsid w:val="001B6CF9"/>
    <w:rsid w:val="001F21B5"/>
    <w:rsid w:val="00242A9E"/>
    <w:rsid w:val="002562C9"/>
    <w:rsid w:val="00272172"/>
    <w:rsid w:val="002B3799"/>
    <w:rsid w:val="002C19A4"/>
    <w:rsid w:val="002C19D9"/>
    <w:rsid w:val="002C2EAA"/>
    <w:rsid w:val="00301347"/>
    <w:rsid w:val="0031411F"/>
    <w:rsid w:val="00365325"/>
    <w:rsid w:val="003753D9"/>
    <w:rsid w:val="00380513"/>
    <w:rsid w:val="00390780"/>
    <w:rsid w:val="00396E10"/>
    <w:rsid w:val="00434BA0"/>
    <w:rsid w:val="0045273F"/>
    <w:rsid w:val="00484196"/>
    <w:rsid w:val="004A5D3E"/>
    <w:rsid w:val="004C7346"/>
    <w:rsid w:val="004F0E6B"/>
    <w:rsid w:val="00553844"/>
    <w:rsid w:val="00561E76"/>
    <w:rsid w:val="00572A86"/>
    <w:rsid w:val="00577601"/>
    <w:rsid w:val="005C3796"/>
    <w:rsid w:val="005D0705"/>
    <w:rsid w:val="005D08F2"/>
    <w:rsid w:val="005D4B10"/>
    <w:rsid w:val="005E4899"/>
    <w:rsid w:val="005E63CF"/>
    <w:rsid w:val="005F76DB"/>
    <w:rsid w:val="0063512B"/>
    <w:rsid w:val="00652E7A"/>
    <w:rsid w:val="00667243"/>
    <w:rsid w:val="00685EED"/>
    <w:rsid w:val="006941C9"/>
    <w:rsid w:val="006B51A1"/>
    <w:rsid w:val="006C0CB2"/>
    <w:rsid w:val="006E701D"/>
    <w:rsid w:val="00703D90"/>
    <w:rsid w:val="00710974"/>
    <w:rsid w:val="00756B12"/>
    <w:rsid w:val="00770EB3"/>
    <w:rsid w:val="00791240"/>
    <w:rsid w:val="007A5F4E"/>
    <w:rsid w:val="007E330E"/>
    <w:rsid w:val="007F6E6F"/>
    <w:rsid w:val="00807405"/>
    <w:rsid w:val="008502BD"/>
    <w:rsid w:val="00871F3D"/>
    <w:rsid w:val="00874351"/>
    <w:rsid w:val="00877FAA"/>
    <w:rsid w:val="008B4125"/>
    <w:rsid w:val="008C2661"/>
    <w:rsid w:val="008E6B81"/>
    <w:rsid w:val="008F471A"/>
    <w:rsid w:val="00927220"/>
    <w:rsid w:val="0097116D"/>
    <w:rsid w:val="00974B03"/>
    <w:rsid w:val="009A0F7C"/>
    <w:rsid w:val="00A20E8D"/>
    <w:rsid w:val="00A2593B"/>
    <w:rsid w:val="00A363C3"/>
    <w:rsid w:val="00A42304"/>
    <w:rsid w:val="00A47C68"/>
    <w:rsid w:val="00A7190E"/>
    <w:rsid w:val="00A71DC3"/>
    <w:rsid w:val="00A74F34"/>
    <w:rsid w:val="00A83E6C"/>
    <w:rsid w:val="00A93133"/>
    <w:rsid w:val="00B02428"/>
    <w:rsid w:val="00B0426D"/>
    <w:rsid w:val="00B1716B"/>
    <w:rsid w:val="00B17A4C"/>
    <w:rsid w:val="00B41986"/>
    <w:rsid w:val="00B70CC3"/>
    <w:rsid w:val="00B87FC8"/>
    <w:rsid w:val="00B945BD"/>
    <w:rsid w:val="00BD7466"/>
    <w:rsid w:val="00BE4922"/>
    <w:rsid w:val="00C93EE4"/>
    <w:rsid w:val="00CA370F"/>
    <w:rsid w:val="00CA5FD0"/>
    <w:rsid w:val="00CB6C43"/>
    <w:rsid w:val="00CD1B29"/>
    <w:rsid w:val="00CD20CE"/>
    <w:rsid w:val="00CE2846"/>
    <w:rsid w:val="00CF299A"/>
    <w:rsid w:val="00D10087"/>
    <w:rsid w:val="00D1290C"/>
    <w:rsid w:val="00D1790C"/>
    <w:rsid w:val="00D27165"/>
    <w:rsid w:val="00D41ECC"/>
    <w:rsid w:val="00D44B65"/>
    <w:rsid w:val="00D6318F"/>
    <w:rsid w:val="00D80941"/>
    <w:rsid w:val="00D92C6D"/>
    <w:rsid w:val="00DA2425"/>
    <w:rsid w:val="00DB4AF1"/>
    <w:rsid w:val="00DC4E0C"/>
    <w:rsid w:val="00DE32DC"/>
    <w:rsid w:val="00DE709A"/>
    <w:rsid w:val="00DF3B27"/>
    <w:rsid w:val="00DF7AFE"/>
    <w:rsid w:val="00E164BF"/>
    <w:rsid w:val="00E3222F"/>
    <w:rsid w:val="00E349DA"/>
    <w:rsid w:val="00E61126"/>
    <w:rsid w:val="00E700A3"/>
    <w:rsid w:val="00E96CF4"/>
    <w:rsid w:val="00EA5A41"/>
    <w:rsid w:val="00EC2208"/>
    <w:rsid w:val="00EC41CE"/>
    <w:rsid w:val="00EF25FB"/>
    <w:rsid w:val="00F14EA5"/>
    <w:rsid w:val="00F418F2"/>
    <w:rsid w:val="00F4524A"/>
    <w:rsid w:val="00F525A0"/>
    <w:rsid w:val="00FC0CDB"/>
    <w:rsid w:val="00FC7D0F"/>
    <w:rsid w:val="00FE3C8E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7026B576"/>
  <w15:chartTrackingRefBased/>
  <w15:docId w15:val="{4A3AA213-DB5C-4F01-A820-3C7CD7DA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396E10"/>
    <w:pPr>
      <w:keepNext/>
      <w:overflowPunct/>
      <w:textAlignment w:val="auto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8F471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65325"/>
    <w:pPr>
      <w:overflowPunct/>
      <w:spacing w:after="120"/>
      <w:textAlignment w:val="auto"/>
    </w:pPr>
    <w:rPr>
      <w:sz w:val="24"/>
      <w:szCs w:val="24"/>
    </w:rPr>
  </w:style>
  <w:style w:type="paragraph" w:styleId="Subtitle">
    <w:name w:val="Subtitle"/>
    <w:basedOn w:val="Normal"/>
    <w:qFormat/>
    <w:rsid w:val="00365325"/>
    <w:pPr>
      <w:overflowPunct/>
      <w:spacing w:after="60"/>
      <w:jc w:val="center"/>
      <w:textAlignment w:val="auto"/>
      <w:outlineLvl w:val="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MSOffice\Templates\All%20Staff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</TotalTime>
  <Pages>2</Pages>
  <Words>326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DCYF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MorganD</dc:creator>
  <cp:keywords/>
  <dc:description/>
  <cp:lastModifiedBy>April Seppala</cp:lastModifiedBy>
  <cp:revision>2</cp:revision>
  <cp:lastPrinted>2017-11-29T15:43:00Z</cp:lastPrinted>
  <dcterms:created xsi:type="dcterms:W3CDTF">2018-04-09T22:34:00Z</dcterms:created>
  <dcterms:modified xsi:type="dcterms:W3CDTF">2018-04-09T22:34:00Z</dcterms:modified>
</cp:coreProperties>
</file>