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3A2" w:rsidRDefault="003411BA">
      <w:bookmarkStart w:id="0" w:name="_GoBack"/>
      <w:r>
        <w:rPr>
          <w:noProof/>
        </w:rPr>
        <w:drawing>
          <wp:inline distT="0" distB="0" distL="0" distR="0" wp14:anchorId="6C162242" wp14:editId="5A1BFEB4">
            <wp:extent cx="6010275" cy="5257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B53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BA"/>
    <w:rsid w:val="002B53A2"/>
    <w:rsid w:val="0034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A3E611-5850-4116-BD6B-A6A20C492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9E2B95FD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Seppala</dc:creator>
  <cp:keywords/>
  <dc:description/>
  <cp:lastModifiedBy>April Seppala</cp:lastModifiedBy>
  <cp:revision>1</cp:revision>
  <dcterms:created xsi:type="dcterms:W3CDTF">2018-04-09T22:38:00Z</dcterms:created>
  <dcterms:modified xsi:type="dcterms:W3CDTF">2018-04-09T22:39:00Z</dcterms:modified>
</cp:coreProperties>
</file>