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alias w:val="Enter your name:"/>
        <w:tag w:val="Enter your name:"/>
        <w:id w:val="1188187479"/>
        <w:placeholder>
          <w:docPart w:val="417E04EAC3664B77BDC5FD0348EC39A0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9B7A69" w:rsidRPr="00AF45B1" w:rsidRDefault="0049405A">
          <w:pPr>
            <w:pStyle w:val="ContactInfo"/>
          </w:pPr>
          <w:r>
            <w:t>Kelly Beaty</w:t>
          </w:r>
          <w:r>
            <w:br/>
            <w:t>Trout Creek School</w:t>
          </w:r>
        </w:p>
      </w:sdtContent>
    </w:sdt>
    <w:p w:rsidR="009B7A69" w:rsidRDefault="00D64328">
      <w:pPr>
        <w:pStyle w:val="ContactInfo"/>
      </w:pPr>
      <w:r>
        <w:t>4 School Ln.</w:t>
      </w:r>
    </w:p>
    <w:p w:rsidR="009B7A69" w:rsidRDefault="00D64328">
      <w:pPr>
        <w:pStyle w:val="ContactInfo"/>
      </w:pPr>
      <w:r>
        <w:t>Trout Creek, MT</w:t>
      </w:r>
    </w:p>
    <w:p w:rsidR="009B7A69" w:rsidRDefault="00D64328">
      <w:pPr>
        <w:pStyle w:val="ContactInfo"/>
      </w:pPr>
      <w:r>
        <w:t>(406)827-3629</w:t>
      </w:r>
    </w:p>
    <w:p w:rsidR="009B7A69" w:rsidRDefault="00D64328">
      <w:pPr>
        <w:pStyle w:val="ContactInfo"/>
      </w:pPr>
      <w:r>
        <w:t>kbeaty@troutcreekeagles.org</w:t>
      </w:r>
    </w:p>
    <w:sdt>
      <w:sdtPr>
        <w:alias w:val="Enter date:"/>
        <w:tag w:val="Enter date:"/>
        <w:id w:val="420142636"/>
        <w:placeholder>
          <w:docPart w:val="E9632343078146C38A519DB7D9E25AEA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9B7A69" w:rsidRPr="00830EC0" w:rsidRDefault="00D64328">
          <w:pPr>
            <w:pStyle w:val="Date"/>
          </w:pPr>
          <w:r>
            <w:t>4/10/18</w:t>
          </w:r>
        </w:p>
      </w:sdtContent>
    </w:sdt>
    <w:sdt>
      <w:sdtPr>
        <w:alias w:val="Enter recipient name:"/>
        <w:tag w:val="Enter recipient name:"/>
        <w:id w:val="-2028854023"/>
        <w:placeholder>
          <w:docPart w:val="5249EBB34E114E5DA3A9824CE80195D0"/>
        </w:placeholder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Content>
        <w:p w:rsidR="009B7A69" w:rsidRDefault="0049405A">
          <w:pPr>
            <w:pStyle w:val="ContactInfo"/>
          </w:pPr>
          <w:r>
            <w:t>Letter of Appeal</w:t>
          </w:r>
        </w:p>
      </w:sdtContent>
    </w:sdt>
    <w:p w:rsidR="009B7A69" w:rsidRDefault="00D64328">
      <w:pPr>
        <w:pStyle w:val="ContactInfo"/>
      </w:pPr>
      <w:r w:rsidRPr="00D64328">
        <w:t>Schools and Libraries Division ‐ Correspondence Unit</w:t>
      </w:r>
    </w:p>
    <w:p w:rsidR="009B7A69" w:rsidRDefault="00D64328">
      <w:pPr>
        <w:pStyle w:val="ContactInfo"/>
      </w:pPr>
      <w:r w:rsidRPr="00D64328">
        <w:t>30 Lanidex Plaza West</w:t>
      </w:r>
    </w:p>
    <w:p w:rsidR="009B7A69" w:rsidRDefault="00D64328">
      <w:pPr>
        <w:pStyle w:val="ContactInfo"/>
      </w:pPr>
      <w:r w:rsidRPr="00D64328">
        <w:t>PO Box 685</w:t>
      </w:r>
    </w:p>
    <w:p w:rsidR="009B7A69" w:rsidRDefault="00D64328">
      <w:pPr>
        <w:pStyle w:val="ContactInfo"/>
      </w:pPr>
      <w:r w:rsidRPr="00D64328">
        <w:t>Parsippany, NJ 07054 ‐ 0685</w:t>
      </w:r>
    </w:p>
    <w:p w:rsidR="0049405A" w:rsidRDefault="0049405A">
      <w:pPr>
        <w:pStyle w:val="Closing"/>
      </w:pPr>
    </w:p>
    <w:p w:rsidR="0049405A" w:rsidRDefault="0049405A" w:rsidP="0049405A">
      <w:pPr>
        <w:pStyle w:val="ContactInfo"/>
      </w:pPr>
      <w:r>
        <w:t xml:space="preserve">Dear </w:t>
      </w:r>
      <w:r w:rsidRPr="00D64328">
        <w:t>Schools and Libraries Division ‐ Correspondence Unit</w:t>
      </w:r>
      <w:r>
        <w:t>:</w:t>
      </w:r>
    </w:p>
    <w:p w:rsidR="0049405A" w:rsidRPr="0049405A" w:rsidRDefault="0049405A" w:rsidP="0049405A">
      <w:pPr>
        <w:pStyle w:val="Signature"/>
      </w:pPr>
    </w:p>
    <w:p w:rsidR="00D64328" w:rsidRDefault="00D64328">
      <w:pPr>
        <w:pStyle w:val="Closing"/>
      </w:pPr>
      <w:r>
        <w:tab/>
        <w:t xml:space="preserve">I am asking for a waiver for the filing window for e-rate 471 </w:t>
      </w:r>
      <w:r w:rsidR="0049405A">
        <w:t xml:space="preserve">application # 181023163 </w:t>
      </w:r>
      <w:r>
        <w:t xml:space="preserve">because I missed the closing window </w:t>
      </w:r>
      <w:r w:rsidR="0049405A">
        <w:t xml:space="preserve">because we were gone on spring break and got it finished the day we got back.  </w:t>
      </w:r>
      <w:bookmarkStart w:id="0" w:name="_GoBack"/>
      <w:bookmarkEnd w:id="0"/>
    </w:p>
    <w:p w:rsidR="009B7A69" w:rsidRDefault="00A0664F">
      <w:pPr>
        <w:pStyle w:val="Closing"/>
      </w:pPr>
      <w:sdt>
        <w:sdtPr>
          <w:alias w:val="Sincerely:"/>
          <w:tag w:val="Sincerely:"/>
          <w:id w:val="-650840077"/>
          <w:placeholder>
            <w:docPart w:val="3402F7B5521A4946B2C4FB47B707F4C0"/>
          </w:placeholder>
          <w:temporary/>
          <w:showingPlcHdr/>
          <w15:appearance w15:val="hidden"/>
        </w:sdtPr>
        <w:sdtEndPr/>
        <w:sdtContent>
          <w:r w:rsidR="006A5803">
            <w:t>Sincerely</w:t>
          </w:r>
        </w:sdtContent>
      </w:sdt>
      <w:r w:rsidR="005A0250">
        <w:t>,</w:t>
      </w:r>
    </w:p>
    <w:sdt>
      <w:sdtPr>
        <w:alias w:val="Enter your name:"/>
        <w:tag w:val="Enter your name:"/>
        <w:id w:val="529924710"/>
        <w:placeholder>
          <w:docPart w:val="44A7023305214BBEAD05A91A47C2B4D7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AF45B1" w:rsidRPr="00AF45B1" w:rsidRDefault="0049405A" w:rsidP="00AF45B1">
          <w:pPr>
            <w:pStyle w:val="Signature"/>
          </w:pPr>
          <w:r>
            <w:t>Kelly Beaty</w:t>
          </w:r>
          <w:r>
            <w:br/>
            <w:t>Trout Creek School</w:t>
          </w:r>
        </w:p>
      </w:sdtContent>
    </w:sdt>
    <w:sectPr w:rsidR="00AF45B1" w:rsidRPr="00AF45B1">
      <w:headerReference w:type="default" r:id="rId8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64F" w:rsidRDefault="00A0664F">
      <w:pPr>
        <w:spacing w:after="0" w:line="240" w:lineRule="auto"/>
      </w:pPr>
      <w:r>
        <w:separator/>
      </w:r>
    </w:p>
  </w:endnote>
  <w:endnote w:type="continuationSeparator" w:id="0">
    <w:p w:rsidR="00A0664F" w:rsidRDefault="00A06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64F" w:rsidRDefault="00A0664F">
      <w:pPr>
        <w:spacing w:after="0" w:line="240" w:lineRule="auto"/>
      </w:pPr>
      <w:r>
        <w:separator/>
      </w:r>
    </w:p>
  </w:footnote>
  <w:footnote w:type="continuationSeparator" w:id="0">
    <w:p w:rsidR="00A0664F" w:rsidRDefault="00A06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alias w:val="Recipient Name"/>
      <w:tag w:val=""/>
      <w:id w:val="-1468971042"/>
      <w:placeholder>
        <w:docPart w:val="0ED416910B134B929AC336B0446C9D6A"/>
      </w:placeholder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1B381D" w:rsidRDefault="0049405A">
        <w:pPr>
          <w:pStyle w:val="Header"/>
        </w:pPr>
        <w:r>
          <w:t>Letter of Appeal</w:t>
        </w:r>
      </w:p>
    </w:sdtContent>
  </w:sdt>
  <w:sdt>
    <w:sdtPr>
      <w:alias w:val="Enter date:"/>
      <w:tag w:val="Enter date:"/>
      <w:id w:val="194041146"/>
      <w:placeholder>
        <w:docPart w:val="6748A5EEEEF541448F08D601CC5C05CA"/>
      </w:placeholder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B381D" w:rsidRDefault="00D64328" w:rsidP="00830EC0">
        <w:pPr>
          <w:pStyle w:val="Header"/>
        </w:pPr>
        <w:r>
          <w:t>4/10/18</w:t>
        </w:r>
      </w:p>
    </w:sdtContent>
  </w:sdt>
  <w:p w:rsidR="001B381D" w:rsidRDefault="001B381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6432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FBCAC1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D9EBC3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140E69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7E8C1D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25E1F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D685DF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BA230E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70CE2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B5265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C40282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28"/>
    <w:rsid w:val="00124964"/>
    <w:rsid w:val="001B381D"/>
    <w:rsid w:val="001E1CBB"/>
    <w:rsid w:val="00240FB1"/>
    <w:rsid w:val="002E05D2"/>
    <w:rsid w:val="003A53F3"/>
    <w:rsid w:val="00447E84"/>
    <w:rsid w:val="0049405A"/>
    <w:rsid w:val="004D0DA4"/>
    <w:rsid w:val="00571843"/>
    <w:rsid w:val="005840A7"/>
    <w:rsid w:val="005A0250"/>
    <w:rsid w:val="005F02A8"/>
    <w:rsid w:val="00630FFE"/>
    <w:rsid w:val="006A03A3"/>
    <w:rsid w:val="006A5803"/>
    <w:rsid w:val="007133B0"/>
    <w:rsid w:val="00742420"/>
    <w:rsid w:val="007634E7"/>
    <w:rsid w:val="007D425D"/>
    <w:rsid w:val="00830EC0"/>
    <w:rsid w:val="008524BF"/>
    <w:rsid w:val="00852CBB"/>
    <w:rsid w:val="009B7A69"/>
    <w:rsid w:val="00A0664F"/>
    <w:rsid w:val="00A438B6"/>
    <w:rsid w:val="00A67A27"/>
    <w:rsid w:val="00A758DA"/>
    <w:rsid w:val="00AA3413"/>
    <w:rsid w:val="00AF45B1"/>
    <w:rsid w:val="00D64328"/>
    <w:rsid w:val="00D65402"/>
    <w:rsid w:val="00D73FF4"/>
    <w:rsid w:val="00D860BB"/>
    <w:rsid w:val="00DA4ABE"/>
    <w:rsid w:val="00E54BD2"/>
    <w:rsid w:val="00EE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4AD444-4868-4924-9CB2-9BB4EF16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8B6"/>
    <w:rPr>
      <w:spacing w:val="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34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34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34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341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341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341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341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341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341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4"/>
    <w:qFormat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4"/>
    <w:rsid w:val="00240FB1"/>
    <w:rPr>
      <w:spacing w:val="4"/>
      <w:szCs w:val="20"/>
    </w:rPr>
  </w:style>
  <w:style w:type="paragraph" w:styleId="Signature">
    <w:name w:val="Signature"/>
    <w:basedOn w:val="Normal"/>
    <w:next w:val="Normal"/>
    <w:link w:val="SignatureChar"/>
    <w:uiPriority w:val="5"/>
    <w:qFormat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uiPriority w:val="5"/>
    <w:rsid w:val="00240FB1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240FB1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rsid w:val="00D65402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5402"/>
    <w:rPr>
      <w:spacing w:val="4"/>
      <w:szCs w:val="20"/>
    </w:rPr>
  </w:style>
  <w:style w:type="character" w:styleId="PlaceholderText">
    <w:name w:val="Placeholder Text"/>
    <w:basedOn w:val="DefaultParagraphFont"/>
    <w:uiPriority w:val="99"/>
    <w:semiHidden/>
    <w:rsid w:val="00A438B6"/>
    <w:rPr>
      <w:color w:val="595959" w:themeColor="text1" w:themeTint="A6"/>
    </w:rPr>
  </w:style>
  <w:style w:type="paragraph" w:styleId="Salutation">
    <w:name w:val="Salutation"/>
    <w:basedOn w:val="Normal"/>
    <w:next w:val="Normal"/>
    <w:link w:val="SalutationChar"/>
    <w:uiPriority w:val="3"/>
    <w:qFormat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240FB1"/>
    <w:rPr>
      <w:spacing w:val="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413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413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AA3413"/>
  </w:style>
  <w:style w:type="paragraph" w:styleId="BlockText">
    <w:name w:val="Block Text"/>
    <w:basedOn w:val="Normal"/>
    <w:uiPriority w:val="99"/>
    <w:semiHidden/>
    <w:unhideWhenUsed/>
    <w:rsid w:val="00A438B6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AA34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A3413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A341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A3413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A3413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3413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A3413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A3413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A341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A3413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A3413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A3413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A341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A3413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A3413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A3413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7634E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3413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A3413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341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3413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4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413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AA3413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A3413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A3413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A3413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AA3413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A341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A3413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3413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A341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AA3413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D65402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402"/>
    <w:rPr>
      <w:spacing w:val="4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341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3413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3413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AA341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AA341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A341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A341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AA341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AA341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AA341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AA341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A341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AA341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AA341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AA341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40FB1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3413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3413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3413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3413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3413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3413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3413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3413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AA3413"/>
  </w:style>
  <w:style w:type="paragraph" w:styleId="HTMLAddress">
    <w:name w:val="HTML Address"/>
    <w:basedOn w:val="Normal"/>
    <w:link w:val="HTMLAddressChar"/>
    <w:uiPriority w:val="99"/>
    <w:semiHidden/>
    <w:unhideWhenUsed/>
    <w:rsid w:val="00AA3413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A3413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AA341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A3413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A341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AA3413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3413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3413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A3413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AA3413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AA341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A3413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A3413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A3413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A3413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A3413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A3413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A3413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A3413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A3413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A3413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A341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3A53F3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A53F3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  <w:spacing w:val="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A53F3"/>
    <w:rPr>
      <w:i/>
      <w:iCs/>
      <w:color w:val="365F91" w:themeColor="accent1" w:themeShade="BF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3A53F3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A341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A341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A341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A341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A341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A341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A341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A3413"/>
  </w:style>
  <w:style w:type="paragraph" w:styleId="List">
    <w:name w:val="List"/>
    <w:basedOn w:val="Normal"/>
    <w:uiPriority w:val="99"/>
    <w:semiHidden/>
    <w:unhideWhenUsed/>
    <w:rsid w:val="00AA341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A341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A341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A341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A3413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A3413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A3413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A3413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A3413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A3413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A341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A341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A341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A341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A341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A3413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A3413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A341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A3413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A3413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AA3413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AA34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AA341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AA341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AA341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AA341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AA341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AA341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AA341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AA341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AA341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AA341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AA341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AA341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AA341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A34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A3413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A341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A341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A341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A341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A3413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AA3413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AA341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A341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A3413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A3413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AA3413"/>
  </w:style>
  <w:style w:type="table" w:styleId="PlainTable1">
    <w:name w:val="Plain Table 1"/>
    <w:basedOn w:val="TableNormal"/>
    <w:uiPriority w:val="41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A341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A34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A341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A341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A3413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3413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7634E7"/>
    <w:pPr>
      <w:spacing w:before="200" w:after="160"/>
      <w:jc w:val="center"/>
    </w:pPr>
    <w:rPr>
      <w:i/>
      <w:iCs/>
      <w:color w:val="404040" w:themeColor="text1" w:themeTint="BF"/>
      <w:spacing w:val="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7634E7"/>
    <w:rPr>
      <w:i/>
      <w:iCs/>
      <w:color w:val="404040" w:themeColor="text1" w:themeTint="BF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AA3413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DA4ABE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A4ABE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AA341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AA3413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AA341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A341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A341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A341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A341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A341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A341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A341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A341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A341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A341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A341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A341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A341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A341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A341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A341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AA3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AA341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A341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A341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A341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A341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A341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A341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A341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AA34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AA341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A341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A341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A341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A341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A341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A341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A341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A3413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A3413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AA341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A341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A341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A341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A341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A341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A3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AA341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A341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A341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7634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7634E7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AA341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A3413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A341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A3413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A3413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A3413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A3413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A3413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A3413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A3413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341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9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Letter%20expressing%20concern%20to%20community%20offic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17E04EAC3664B77BDC5FD0348EC3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A8A18-49E9-4C79-99DC-0113F3C15107}"/>
      </w:docPartPr>
      <w:docPartBody>
        <w:p w:rsidR="00000000" w:rsidRDefault="00E56ABF">
          <w:pPr>
            <w:pStyle w:val="417E04EAC3664B77BDC5FD0348EC39A0"/>
          </w:pPr>
          <w:r>
            <w:t>Your Name</w:t>
          </w:r>
        </w:p>
      </w:docPartBody>
    </w:docPart>
    <w:docPart>
      <w:docPartPr>
        <w:name w:val="0ED416910B134B929AC336B0446C9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8FB7FE-8C2E-4AB2-AB94-324C57F2162C}"/>
      </w:docPartPr>
      <w:docPartBody>
        <w:p w:rsidR="00000000" w:rsidRDefault="00E56ABF">
          <w:pPr>
            <w:pStyle w:val="0ED416910B134B929AC336B0446C9D6A"/>
          </w:pPr>
          <w:r>
            <w:t>Email</w:t>
          </w:r>
        </w:p>
      </w:docPartBody>
    </w:docPart>
    <w:docPart>
      <w:docPartPr>
        <w:name w:val="E9632343078146C38A519DB7D9E2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A5EDA-F71F-4F02-B252-2380420AF6B6}"/>
      </w:docPartPr>
      <w:docPartBody>
        <w:p w:rsidR="00000000" w:rsidRDefault="00E56ABF">
          <w:pPr>
            <w:pStyle w:val="E9632343078146C38A519DB7D9E25AEA"/>
          </w:pPr>
          <w:r>
            <w:t>Date</w:t>
          </w:r>
        </w:p>
      </w:docPartBody>
    </w:docPart>
    <w:docPart>
      <w:docPartPr>
        <w:name w:val="5249EBB34E114E5DA3A9824CE8019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F4D7FC-FA61-461A-A506-C31EBE1F97B0}"/>
      </w:docPartPr>
      <w:docPartBody>
        <w:p w:rsidR="00000000" w:rsidRDefault="00E56ABF">
          <w:pPr>
            <w:pStyle w:val="5249EBB34E114E5DA3A9824CE80195D0"/>
          </w:pPr>
          <w:r>
            <w:rPr>
              <w:rStyle w:val="PlaceholderText"/>
            </w:rPr>
            <w:t>Recipient Name</w:t>
          </w:r>
        </w:p>
      </w:docPartBody>
    </w:docPart>
    <w:docPart>
      <w:docPartPr>
        <w:name w:val="6748A5EEEEF541448F08D601CC5C0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A7268-EDD7-4465-82BD-15A26FB539B5}"/>
      </w:docPartPr>
      <w:docPartBody>
        <w:p w:rsidR="00000000" w:rsidRDefault="00E56ABF">
          <w:pPr>
            <w:pStyle w:val="6748A5EEEEF541448F08D601CC5C05CA"/>
          </w:pPr>
          <w:r>
            <w:t>T</w:t>
          </w:r>
          <w:r>
            <w:t>he sight and sound of traffic, on the other hand, are not pleasant, and can leave us feeling more stressed. Furthermore, it is well known that trees improve air quality; leaves filter the air we breathe, absorb pollution, and give off oxygen. It is also we</w:t>
          </w:r>
          <w:r>
            <w:t>ll known that traffic gives off myriad pollutants that decrease air quality.</w:t>
          </w:r>
        </w:p>
      </w:docPartBody>
    </w:docPart>
    <w:docPart>
      <w:docPartPr>
        <w:name w:val="3402F7B5521A4946B2C4FB47B707F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2BF6A-4B20-45B4-95B7-934D6BD2AFE9}"/>
      </w:docPartPr>
      <w:docPartBody>
        <w:p w:rsidR="00000000" w:rsidRDefault="00E56ABF">
          <w:pPr>
            <w:pStyle w:val="3402F7B5521A4946B2C4FB47B707F4C0"/>
          </w:pPr>
          <w:r>
            <w:t>Sincerely</w:t>
          </w:r>
        </w:p>
      </w:docPartBody>
    </w:docPart>
    <w:docPart>
      <w:docPartPr>
        <w:name w:val="44A7023305214BBEAD05A91A47C2B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7DBA6-713A-4AA9-901B-2087A1E4381F}"/>
      </w:docPartPr>
      <w:docPartBody>
        <w:p w:rsidR="00000000" w:rsidRDefault="00E56ABF">
          <w:pPr>
            <w:pStyle w:val="44A7023305214BBEAD05A91A47C2B4D7"/>
          </w:pPr>
          <w:r w:rsidRPr="00AF45B1"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ABF"/>
    <w:rsid w:val="00E5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7E04EAC3664B77BDC5FD0348EC39A0">
    <w:name w:val="417E04EAC3664B77BDC5FD0348EC39A0"/>
  </w:style>
  <w:style w:type="paragraph" w:customStyle="1" w:styleId="342661D6EB854D6E88615D2C899CADA7">
    <w:name w:val="342661D6EB854D6E88615D2C899CADA7"/>
  </w:style>
  <w:style w:type="paragraph" w:customStyle="1" w:styleId="2E3619460179435184CF0BDDEF0BDEA4">
    <w:name w:val="2E3619460179435184CF0BDDEF0BDEA4"/>
  </w:style>
  <w:style w:type="paragraph" w:customStyle="1" w:styleId="7EE136F26649469396B70CED4DB88746">
    <w:name w:val="7EE136F26649469396B70CED4DB88746"/>
  </w:style>
  <w:style w:type="paragraph" w:customStyle="1" w:styleId="0ED416910B134B929AC336B0446C9D6A">
    <w:name w:val="0ED416910B134B929AC336B0446C9D6A"/>
  </w:style>
  <w:style w:type="paragraph" w:customStyle="1" w:styleId="E9632343078146C38A519DB7D9E25AEA">
    <w:name w:val="E9632343078146C38A519DB7D9E25AEA"/>
  </w:style>
  <w:style w:type="character" w:styleId="PlaceholderText">
    <w:name w:val="Placeholder Text"/>
    <w:basedOn w:val="DefaultParagraphFont"/>
    <w:uiPriority w:val="99"/>
    <w:semiHidden/>
    <w:rPr>
      <w:color w:val="595959" w:themeColor="text1" w:themeTint="A6"/>
    </w:rPr>
  </w:style>
  <w:style w:type="paragraph" w:customStyle="1" w:styleId="5249EBB34E114E5DA3A9824CE80195D0">
    <w:name w:val="5249EBB34E114E5DA3A9824CE80195D0"/>
  </w:style>
  <w:style w:type="paragraph" w:customStyle="1" w:styleId="CF3BC08BC0A34E89BCC60E5DAEA9585E">
    <w:name w:val="CF3BC08BC0A34E89BCC60E5DAEA9585E"/>
  </w:style>
  <w:style w:type="paragraph" w:customStyle="1" w:styleId="39ECFAE63A5E4092948879FA5902B6BC">
    <w:name w:val="39ECFAE63A5E4092948879FA5902B6BC"/>
  </w:style>
  <w:style w:type="paragraph" w:customStyle="1" w:styleId="6670217742B04345B40A2619B24888D4">
    <w:name w:val="6670217742B04345B40A2619B24888D4"/>
  </w:style>
  <w:style w:type="paragraph" w:customStyle="1" w:styleId="632AEA41E6A44CFB8A3E705C8DD97F91">
    <w:name w:val="632AEA41E6A44CFB8A3E705C8DD97F91"/>
  </w:style>
  <w:style w:type="paragraph" w:customStyle="1" w:styleId="6748A5EEEEF541448F08D601CC5C05CA">
    <w:name w:val="6748A5EEEEF541448F08D601CC5C05CA"/>
  </w:style>
  <w:style w:type="paragraph" w:customStyle="1" w:styleId="46A66B47A5F245E3A479A5849254817E">
    <w:name w:val="46A66B47A5F245E3A479A5849254817E"/>
  </w:style>
  <w:style w:type="paragraph" w:customStyle="1" w:styleId="707730DE65E44D578218D3B7D3DE5C1D">
    <w:name w:val="707730DE65E44D578218D3B7D3DE5C1D"/>
  </w:style>
  <w:style w:type="paragraph" w:customStyle="1" w:styleId="656BEAA82B9B4F5D85E1741BCC7980AF">
    <w:name w:val="656BEAA82B9B4F5D85E1741BCC7980AF"/>
  </w:style>
  <w:style w:type="paragraph" w:customStyle="1" w:styleId="3402F7B5521A4946B2C4FB47B707F4C0">
    <w:name w:val="3402F7B5521A4946B2C4FB47B707F4C0"/>
  </w:style>
  <w:style w:type="paragraph" w:customStyle="1" w:styleId="44A7023305214BBEAD05A91A47C2B4D7">
    <w:name w:val="44A7023305214BBEAD05A91A47C2B4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Letter of Appeal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expressing concern to community official.dotx</Template>
  <TotalTime>148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keywords>Kelly Beaty
Trout Creek School</cp:keywords>
  <dc:description>4/10/18</dc:description>
  <cp:lastModifiedBy>admin</cp:lastModifiedBy>
  <cp:revision>1</cp:revision>
  <dcterms:created xsi:type="dcterms:W3CDTF">2018-04-10T16:06:00Z</dcterms:created>
  <dcterms:modified xsi:type="dcterms:W3CDTF">2018-04-10T18:34:00Z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