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32" w:rsidRDefault="00E80940">
      <w:r>
        <w:t>April 23, 2018</w:t>
      </w:r>
    </w:p>
    <w:p w:rsidR="00E80940" w:rsidRDefault="00E80940"/>
    <w:p w:rsidR="00E80940" w:rsidRDefault="00E80940">
      <w:r>
        <w:t>Carl Pelletier</w:t>
      </w:r>
      <w:r>
        <w:br/>
        <w:t xml:space="preserve">Kelly </w:t>
      </w:r>
      <w:proofErr w:type="spellStart"/>
      <w:r>
        <w:t>Biscombe</w:t>
      </w:r>
      <w:proofErr w:type="spellEnd"/>
      <w:r>
        <w:br/>
        <w:t>PO Box 3786</w:t>
      </w:r>
      <w:r>
        <w:br/>
        <w:t>Jackson, WY 83001</w:t>
      </w:r>
    </w:p>
    <w:p w:rsidR="00E80940" w:rsidRDefault="00E80940"/>
    <w:p w:rsidR="00E80940" w:rsidRDefault="00E80940">
      <w:r>
        <w:t>Greetings,</w:t>
      </w:r>
    </w:p>
    <w:p w:rsidR="00E80940" w:rsidRDefault="00E80940">
      <w:r>
        <w:t xml:space="preserve">I am submitting this letter as public comment for my service experience with </w:t>
      </w:r>
      <w:bookmarkStart w:id="0" w:name="_GoBack"/>
      <w:bookmarkEnd w:id="0"/>
      <w:r>
        <w:t xml:space="preserve">Charter/Spectrum in Jackson, Wyoming.   </w:t>
      </w:r>
      <w:r>
        <w:br/>
      </w:r>
      <w:r>
        <w:br/>
        <w:t xml:space="preserve">Charter/Spectrum removed the NBC station from the cable offerings.   This was very disappointing on a personal level as we missed the Super Bowl and the Olympics (as well as other news and entertainment programming).   We were unable to watch either of these events with a streaming device (the message mentioned that this was not available in our service area) nor with an antenna as Spectrum/Charter suggested as an alternative solution.   We wasted time and money on equipment (antenna) and phone calls to Charter without any resolution.  </w:t>
      </w:r>
    </w:p>
    <w:p w:rsidR="00E80940" w:rsidRDefault="00E80940">
      <w:r>
        <w:t xml:space="preserve">In addition, we rent out 2 of our bedrooms on Airbnb.    We have a business license to do so.   We have had several guests complain that that they are looking for programming on NBC.    I do my best to explain the situation; however, we have had 3 guests request money back due to lack of service (once during the super bowl and twice during the Olympics).   So, not only has this been a personal inconvenience, it has also been a cause of lost revenue.   Revenue that my wife and I depend on to make our mortgage each month.   Revenue that should not be </w:t>
      </w:r>
      <w:proofErr w:type="spellStart"/>
      <w:r>
        <w:t>jeapordy</w:t>
      </w:r>
      <w:proofErr w:type="spellEnd"/>
      <w:r>
        <w:t xml:space="preserve"> because we pay our Spectrum / Charter bill each month on time and without hassle.   We pay for services that are promised.   We have not been receiving our service.  </w:t>
      </w:r>
    </w:p>
    <w:p w:rsidR="00E80940" w:rsidRDefault="00E80940">
      <w:r>
        <w:t xml:space="preserve">This is what happened to us.   Thank you for taking the time to review these letters of public comment.   </w:t>
      </w:r>
    </w:p>
    <w:p w:rsidR="00E80940" w:rsidRDefault="00E80940"/>
    <w:p w:rsidR="00E80940" w:rsidRDefault="00E80940">
      <w:r>
        <w:t>Sincerely</w:t>
      </w:r>
      <w:proofErr w:type="gramStart"/>
      <w:r>
        <w:t>,</w:t>
      </w:r>
      <w:proofErr w:type="gramEnd"/>
      <w:r>
        <w:br/>
      </w:r>
      <w:r>
        <w:br/>
        <w:t xml:space="preserve">Carl Pelletier and Kelly </w:t>
      </w:r>
      <w:proofErr w:type="spellStart"/>
      <w:r>
        <w:t>Biscombe</w:t>
      </w:r>
      <w:proofErr w:type="spellEnd"/>
    </w:p>
    <w:sectPr w:rsidR="00E809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940"/>
    <w:rsid w:val="00E80940"/>
    <w:rsid w:val="00FD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857DB-A53D-4066-A5A3-FBA699A46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A8D5B339</Template>
  <TotalTime>11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Pelletier</dc:creator>
  <cp:keywords/>
  <dc:description/>
  <cp:lastModifiedBy>Carl Pelletier</cp:lastModifiedBy>
  <cp:revision>1</cp:revision>
  <dcterms:created xsi:type="dcterms:W3CDTF">2018-04-23T15:04:00Z</dcterms:created>
  <dcterms:modified xsi:type="dcterms:W3CDTF">2018-04-23T15:15:00Z</dcterms:modified>
</cp:coreProperties>
</file>