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3D0" w:rsidRDefault="000133D0" w:rsidP="006A11D5">
      <w:pPr>
        <w:ind w:left="-720"/>
      </w:pPr>
    </w:p>
    <w:p w:rsidR="001B068C" w:rsidRDefault="000133D0" w:rsidP="000133D0">
      <w:pPr>
        <w:rPr>
          <w:noProof/>
        </w:rPr>
      </w:pPr>
      <w:r>
        <w:rPr>
          <w:noProof/>
        </w:rPr>
        <w:t>April 23, 2019</w:t>
      </w:r>
    </w:p>
    <w:p w:rsidR="000133D0" w:rsidRDefault="000133D0" w:rsidP="000133D0"/>
    <w:p w:rsidR="000133D0" w:rsidRDefault="000133D0" w:rsidP="000133D0"/>
    <w:p w:rsidR="000133D0" w:rsidRDefault="000133D0" w:rsidP="000133D0"/>
    <w:p w:rsidR="000133D0" w:rsidRDefault="000133D0" w:rsidP="000133D0">
      <w:r>
        <w:t>Dear Sir</w:t>
      </w:r>
      <w:r w:rsidR="00324A48">
        <w:t xml:space="preserve"> or Madam:</w:t>
      </w:r>
    </w:p>
    <w:p w:rsidR="000133D0" w:rsidRDefault="000133D0" w:rsidP="000133D0"/>
    <w:p w:rsidR="000133D0" w:rsidRDefault="000133D0" w:rsidP="000133D0">
      <w:r>
        <w:t>Please consider a waiver for the Huntley Area Public Library e-Rate Program funding for fiscal year 2019. In error, we believed that our multi-year contract for services through AT&amp;T and Illinois Century Network would carry forward. Therefore, we did not include them in our Form 471 for this funding year. This will cause a loss of approximately $4,008 for the library.</w:t>
      </w:r>
    </w:p>
    <w:p w:rsidR="000133D0" w:rsidRDefault="000133D0" w:rsidP="000133D0"/>
    <w:p w:rsidR="000133D0" w:rsidRDefault="000133D0" w:rsidP="000133D0">
      <w:r>
        <w:t>A second Form 471 was filed today to include these two requests, as follows:</w:t>
      </w:r>
    </w:p>
    <w:p w:rsidR="000133D0" w:rsidRDefault="000133D0" w:rsidP="000133D0"/>
    <w:p w:rsidR="000133D0" w:rsidRDefault="000133D0" w:rsidP="000133D0">
      <w:r>
        <w:t>Form 471 number:  191042170</w:t>
      </w:r>
    </w:p>
    <w:p w:rsidR="000133D0" w:rsidRDefault="000133D0" w:rsidP="000133D0">
      <w:r>
        <w:t>FCC Registration number: 0022493100</w:t>
      </w:r>
    </w:p>
    <w:p w:rsidR="000133D0" w:rsidRDefault="000133D0" w:rsidP="000133D0">
      <w:r>
        <w:t>Billed Entity number:  221917</w:t>
      </w:r>
    </w:p>
    <w:p w:rsidR="000133D0" w:rsidRDefault="000133D0" w:rsidP="000133D0">
      <w:r>
        <w:t>Service Start Date:  07/01/2019</w:t>
      </w:r>
    </w:p>
    <w:p w:rsidR="00324A48" w:rsidRDefault="000133D0" w:rsidP="000133D0">
      <w:r>
        <w:t>Service End Date:  06/30/2020</w:t>
      </w:r>
    </w:p>
    <w:p w:rsidR="000133D0" w:rsidRDefault="000133D0" w:rsidP="000133D0"/>
    <w:p w:rsidR="000133D0" w:rsidRDefault="000133D0" w:rsidP="000133D0">
      <w:r>
        <w:t>The services associated with these vendors provide internet access to our community. The contracts in place with both vendors expire on 06/30/2020 and will be re-bid in the next grant cycle through a Form 470 process.</w:t>
      </w:r>
    </w:p>
    <w:p w:rsidR="000133D0" w:rsidRDefault="000133D0" w:rsidP="000133D0"/>
    <w:p w:rsidR="000133D0" w:rsidRDefault="000133D0" w:rsidP="000133D0">
      <w:r>
        <w:t xml:space="preserve">We request that you grant funding of this second Form 471 to eliminate any shortfall of grant funds for internet service. </w:t>
      </w:r>
    </w:p>
    <w:p w:rsidR="000133D0" w:rsidRDefault="000133D0" w:rsidP="000133D0"/>
    <w:p w:rsidR="000133D0" w:rsidRDefault="000133D0" w:rsidP="000133D0">
      <w:r>
        <w:t>We apologize for the inconvenience.</w:t>
      </w:r>
      <w:r w:rsidR="00324A48">
        <w:t xml:space="preserve"> Should you require further information, please don’t hesitate to contact me.</w:t>
      </w:r>
    </w:p>
    <w:p w:rsidR="000133D0" w:rsidRDefault="000133D0" w:rsidP="000133D0"/>
    <w:p w:rsidR="000133D0" w:rsidRDefault="000133D0" w:rsidP="000133D0">
      <w:r>
        <w:t>Sincerely,</w:t>
      </w:r>
    </w:p>
    <w:p w:rsidR="000133D0" w:rsidRDefault="000133D0" w:rsidP="000133D0"/>
    <w:p w:rsidR="000133D0" w:rsidRDefault="00324A48" w:rsidP="000133D0">
      <w:r>
        <w:rPr>
          <w:noProof/>
        </w:rPr>
        <w:drawing>
          <wp:inline distT="0" distB="0" distL="0" distR="0">
            <wp:extent cx="1479261" cy="390525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A Signatur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254" cy="393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133D0" w:rsidRDefault="000133D0" w:rsidP="000133D0">
      <w:r>
        <w:t>Leigh Ann Porsch</w:t>
      </w:r>
    </w:p>
    <w:p w:rsidR="000133D0" w:rsidRDefault="000133D0" w:rsidP="000133D0">
      <w:r>
        <w:t xml:space="preserve">Head of Marketing of </w:t>
      </w:r>
      <w:r w:rsidR="00324A48">
        <w:t>Public Relations</w:t>
      </w:r>
    </w:p>
    <w:p w:rsidR="00324A48" w:rsidRDefault="00324A48" w:rsidP="000133D0">
      <w:hyperlink r:id="rId8" w:history="1">
        <w:r w:rsidRPr="00793524">
          <w:rPr>
            <w:rStyle w:val="Hyperlink"/>
          </w:rPr>
          <w:t>laporsch@huntleylibrary.org</w:t>
        </w:r>
      </w:hyperlink>
    </w:p>
    <w:p w:rsidR="00324A48" w:rsidRDefault="00324A48" w:rsidP="000133D0"/>
    <w:p w:rsidR="000133D0" w:rsidRDefault="000133D0" w:rsidP="000133D0"/>
    <w:p w:rsidR="000133D0" w:rsidRPr="006A11D5" w:rsidRDefault="000133D0" w:rsidP="000133D0"/>
    <w:sectPr w:rsidR="000133D0" w:rsidRPr="006A11D5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3D0" w:rsidRDefault="000133D0" w:rsidP="00FA6253">
      <w:r>
        <w:separator/>
      </w:r>
    </w:p>
  </w:endnote>
  <w:endnote w:type="continuationSeparator" w:id="0">
    <w:p w:rsidR="000133D0" w:rsidRDefault="000133D0" w:rsidP="00FA6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3D0" w:rsidRDefault="000133D0">
    <w:pPr>
      <w:pStyle w:val="Foot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0B456909" wp14:editId="00DB398B">
          <wp:simplePos x="0" y="0"/>
          <wp:positionH relativeFrom="column">
            <wp:posOffset>1219200</wp:posOffset>
          </wp:positionH>
          <wp:positionV relativeFrom="page">
            <wp:posOffset>9211310</wp:posOffset>
          </wp:positionV>
          <wp:extent cx="5342890" cy="4445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ddress-bar-letterhead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4289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639C6AE4" wp14:editId="02BD985B">
          <wp:simplePos x="0" y="0"/>
          <wp:positionH relativeFrom="page">
            <wp:posOffset>-235585</wp:posOffset>
          </wp:positionH>
          <wp:positionV relativeFrom="page">
            <wp:posOffset>9753600</wp:posOffset>
          </wp:positionV>
          <wp:extent cx="8007985" cy="344805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etterhead-color-bar-0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7985" cy="344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3D0" w:rsidRDefault="000133D0" w:rsidP="00FA6253">
      <w:r>
        <w:separator/>
      </w:r>
    </w:p>
  </w:footnote>
  <w:footnote w:type="continuationSeparator" w:id="0">
    <w:p w:rsidR="000133D0" w:rsidRDefault="000133D0" w:rsidP="00FA6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3D0" w:rsidRDefault="000133D0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34495D2" wp14:editId="19346951">
          <wp:simplePos x="0" y="0"/>
          <wp:positionH relativeFrom="margin">
            <wp:posOffset>3784600</wp:posOffset>
          </wp:positionH>
          <wp:positionV relativeFrom="page">
            <wp:posOffset>367665</wp:posOffset>
          </wp:positionV>
          <wp:extent cx="2794000" cy="870585"/>
          <wp:effectExtent l="0" t="0" r="6350" b="5715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lor-rectang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400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0AB8FB9B" wp14:editId="75991F1B">
          <wp:simplePos x="0" y="0"/>
          <wp:positionH relativeFrom="page">
            <wp:posOffset>0</wp:posOffset>
          </wp:positionH>
          <wp:positionV relativeFrom="page">
            <wp:posOffset>-25400</wp:posOffset>
          </wp:positionV>
          <wp:extent cx="7963535" cy="3429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etterhead-color-bar-0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3535" cy="342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56BDF"/>
    <w:multiLevelType w:val="hybridMultilevel"/>
    <w:tmpl w:val="22962B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342D35"/>
    <w:multiLevelType w:val="hybridMultilevel"/>
    <w:tmpl w:val="B1582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H:\Communication\Letters\Circ\OVER 18 REPORT FOR 04142014 WITH ADDRESSE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1996 9 to 12 first last$'` "/>
    <w:activeRecord w:val="-1"/>
    <w:odso>
      <w:udl w:val="Provider=Microsoft.ACE.OLEDB.12.0;User ID=Admin;Data Source=H:\Communication\Letters\Circ\OVER 18 REPORT FOR 04142014 WITH ADDRESSE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1996 9 to 12 first last$'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 Name"/>
        <w:mappedName w:val="First Name"/>
        <w:column w:val="1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Street Address"/>
        <w:mappedName w:val="Address 1"/>
        <w:column w:val="2"/>
        <w:lid w:val="en-US"/>
      </w:fieldMapData>
      <w:fieldMapData>
        <w:column w:val="0"/>
        <w:lid w:val="en-US"/>
      </w:fieldMapData>
      <w:fieldMapData>
        <w:type w:val="dbColumn"/>
        <w:name w:val="City/State"/>
        <w:mappedName w:val="City"/>
        <w:column w:val="3"/>
        <w:lid w:val="en-US"/>
      </w:fieldMapData>
      <w:fieldMapData>
        <w:column w:val="0"/>
        <w:lid w:val="en-US"/>
      </w:fieldMapData>
      <w:fieldMapData>
        <w:type w:val="dbColumn"/>
        <w:name w:val="zipcode"/>
        <w:mappedName w:val="Postal Cod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DCB"/>
    <w:rsid w:val="000133D0"/>
    <w:rsid w:val="000315CE"/>
    <w:rsid w:val="000C10E7"/>
    <w:rsid w:val="00106889"/>
    <w:rsid w:val="001671E0"/>
    <w:rsid w:val="001B068C"/>
    <w:rsid w:val="002817FB"/>
    <w:rsid w:val="0030188B"/>
    <w:rsid w:val="00314042"/>
    <w:rsid w:val="00324A48"/>
    <w:rsid w:val="003B3C18"/>
    <w:rsid w:val="00444E34"/>
    <w:rsid w:val="004D546E"/>
    <w:rsid w:val="00505465"/>
    <w:rsid w:val="005A44F4"/>
    <w:rsid w:val="005A6116"/>
    <w:rsid w:val="006A11D5"/>
    <w:rsid w:val="00702CE5"/>
    <w:rsid w:val="00722DCB"/>
    <w:rsid w:val="0078098B"/>
    <w:rsid w:val="007A3E41"/>
    <w:rsid w:val="008F3F6F"/>
    <w:rsid w:val="00B8585B"/>
    <w:rsid w:val="00BD2EC1"/>
    <w:rsid w:val="00C2374F"/>
    <w:rsid w:val="00E25F5F"/>
    <w:rsid w:val="00FA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14F582B"/>
  <w15:chartTrackingRefBased/>
  <w15:docId w15:val="{40E4C2BD-0DD3-4A44-8F06-4518F34E4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1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625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A6253"/>
  </w:style>
  <w:style w:type="paragraph" w:styleId="Footer">
    <w:name w:val="footer"/>
    <w:basedOn w:val="Normal"/>
    <w:link w:val="FooterChar"/>
    <w:uiPriority w:val="99"/>
    <w:unhideWhenUsed/>
    <w:rsid w:val="00FA625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A6253"/>
  </w:style>
  <w:style w:type="paragraph" w:styleId="BalloonText">
    <w:name w:val="Balloon Text"/>
    <w:basedOn w:val="Normal"/>
    <w:link w:val="BalloonTextChar"/>
    <w:uiPriority w:val="99"/>
    <w:semiHidden/>
    <w:unhideWhenUsed/>
    <w:rsid w:val="000C10E7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0E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817F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24A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4A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porsch@huntleylibrary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H:\Communication\Letters\Circ\OVER%2018%20REPORT%20FOR%2004142014%20WITH%20ADDRESSES.xlsx" TargetMode="External"/><Relationship Id="rId1" Type="http://schemas.openxmlformats.org/officeDocument/2006/relationships/attachedTemplate" Target="file:///C:\Users\Leigh%20Ann%20Porsch\Documents\Custom%20Office%20Templates\hapl-letterhead-201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hapl-letterhead-2015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Huntley Area Public Library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 Ann Porsch</dc:creator>
  <cp:keywords/>
  <dc:description/>
  <cp:lastModifiedBy>Leigh Ann Porsch</cp:lastModifiedBy>
  <cp:revision>2</cp:revision>
  <cp:lastPrinted>2015-01-06T16:38:00Z</cp:lastPrinted>
  <dcterms:created xsi:type="dcterms:W3CDTF">2019-04-23T19:46:00Z</dcterms:created>
  <dcterms:modified xsi:type="dcterms:W3CDTF">2019-04-23T19:46:00Z</dcterms:modified>
</cp:coreProperties>
</file>