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97A9" w14:textId="77777777" w:rsidR="00D47C5A" w:rsidRDefault="007646BE">
      <w:pPr>
        <w:rPr>
          <w:sz w:val="28"/>
          <w:szCs w:val="28"/>
        </w:rPr>
      </w:pPr>
      <w:r>
        <w:rPr>
          <w:sz w:val="28"/>
          <w:szCs w:val="28"/>
        </w:rPr>
        <w:t>WAIVER REQUEST STRONGSVILLE CITY SCHOOLS BEN 129507</w:t>
      </w:r>
    </w:p>
    <w:p w14:paraId="5B74E5C4" w14:textId="0B86A729" w:rsidR="007646BE" w:rsidRDefault="007646BE">
      <w:pPr>
        <w:rPr>
          <w:sz w:val="28"/>
          <w:szCs w:val="28"/>
        </w:rPr>
      </w:pPr>
    </w:p>
    <w:p w14:paraId="47C78F49" w14:textId="71C86743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>We would like to ask for a waiver for the FY16 BEAR Form deadline, which we did not meet due to the following circumstances.</w:t>
      </w:r>
    </w:p>
    <w:p w14:paraId="128E1B43" w14:textId="70B88B3D" w:rsidR="007646BE" w:rsidRDefault="007646BE">
      <w:pPr>
        <w:rPr>
          <w:sz w:val="28"/>
          <w:szCs w:val="28"/>
        </w:rPr>
      </w:pPr>
    </w:p>
    <w:p w14:paraId="247578D1" w14:textId="74F12291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A new vendor contract for internet access was signed 2/2016.  The district was not aware that this vendor does not direct bill </w:t>
      </w:r>
      <w:proofErr w:type="spellStart"/>
      <w:r>
        <w:rPr>
          <w:sz w:val="28"/>
          <w:szCs w:val="28"/>
        </w:rPr>
        <w:t>Erate</w:t>
      </w:r>
      <w:proofErr w:type="spellEnd"/>
      <w:r>
        <w:rPr>
          <w:sz w:val="28"/>
          <w:szCs w:val="28"/>
        </w:rPr>
        <w:t xml:space="preserve"> for services like their prior ISP vendors had and as a result, the district did not file a BEAR Form for this service. </w:t>
      </w:r>
    </w:p>
    <w:p w14:paraId="65D07CE6" w14:textId="77777777" w:rsidR="007646BE" w:rsidRDefault="007646BE">
      <w:pPr>
        <w:rPr>
          <w:sz w:val="28"/>
          <w:szCs w:val="28"/>
        </w:rPr>
      </w:pPr>
    </w:p>
    <w:p w14:paraId="516049BB" w14:textId="77777777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The Treasurer’s office did not realize this money had not been received until their fiscal year end audit which is conducted prior to July 1 (school district’s fiscal years end on June 30).  </w:t>
      </w:r>
    </w:p>
    <w:p w14:paraId="7E8FCF96" w14:textId="77777777" w:rsidR="007646BE" w:rsidRDefault="007646BE">
      <w:pPr>
        <w:rPr>
          <w:sz w:val="28"/>
          <w:szCs w:val="28"/>
        </w:rPr>
      </w:pPr>
    </w:p>
    <w:p w14:paraId="6F42FAF2" w14:textId="77777777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>The deadline to file was end of October 2017, but the error was not discovered until the Treasurer audited their records.</w:t>
      </w:r>
    </w:p>
    <w:p w14:paraId="1C493BE9" w14:textId="77777777" w:rsidR="007646BE" w:rsidRDefault="007646BE">
      <w:pPr>
        <w:rPr>
          <w:sz w:val="28"/>
          <w:szCs w:val="28"/>
        </w:rPr>
      </w:pPr>
    </w:p>
    <w:p w14:paraId="0DEEE6B6" w14:textId="77777777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The Form 471 and Form 486 were filed prior to the deadlines and were both approved.  </w:t>
      </w:r>
    </w:p>
    <w:p w14:paraId="51E00550" w14:textId="77777777" w:rsidR="007646BE" w:rsidRDefault="007646BE">
      <w:pPr>
        <w:rPr>
          <w:sz w:val="28"/>
          <w:szCs w:val="28"/>
        </w:rPr>
      </w:pPr>
    </w:p>
    <w:p w14:paraId="5F54975C" w14:textId="77777777" w:rsidR="007646BE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We are asking for your consideration to waive the deadline requirement and allow us to file a BEAR form for this service </w:t>
      </w:r>
      <w:proofErr w:type="gramStart"/>
      <w:r>
        <w:rPr>
          <w:sz w:val="28"/>
          <w:szCs w:val="28"/>
        </w:rPr>
        <w:t>now</w:t>
      </w:r>
      <w:proofErr w:type="gramEnd"/>
      <w:r>
        <w:rPr>
          <w:sz w:val="28"/>
          <w:szCs w:val="28"/>
        </w:rPr>
        <w:t xml:space="preserve"> so the district can obtain the funding for which they were approved.</w:t>
      </w:r>
    </w:p>
    <w:p w14:paraId="626D8D60" w14:textId="77777777" w:rsidR="007646BE" w:rsidRDefault="007646BE">
      <w:pPr>
        <w:rPr>
          <w:sz w:val="28"/>
          <w:szCs w:val="28"/>
        </w:rPr>
      </w:pPr>
    </w:p>
    <w:p w14:paraId="72C2A250" w14:textId="3EFAE42A" w:rsidR="007646BE" w:rsidRPr="007646BE" w:rsidRDefault="007646BE">
      <w:pPr>
        <w:rPr>
          <w:sz w:val="28"/>
          <w:szCs w:val="28"/>
        </w:rPr>
      </w:pPr>
      <w:r>
        <w:rPr>
          <w:sz w:val="28"/>
          <w:szCs w:val="28"/>
        </w:rPr>
        <w:t>Thank you.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7646BE" w:rsidRPr="00764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BE"/>
    <w:rsid w:val="007646BE"/>
    <w:rsid w:val="008A4A96"/>
    <w:rsid w:val="00D4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86B97"/>
  <w15:chartTrackingRefBased/>
  <w15:docId w15:val="{3A6D2F5C-FC01-47B4-A50E-6E7591C8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JackR</dc:creator>
  <cp:keywords/>
  <dc:description/>
  <cp:lastModifiedBy>JackR</cp:lastModifiedBy>
  <cp:revision>1</cp:revision>
  <dcterms:created xsi:type="dcterms:W3CDTF">2018-05-31T14:33:00Z</dcterms:created>
  <dcterms:modified xsi:type="dcterms:W3CDTF">2018-05-31T14:45:00Z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