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6D1F5" w14:textId="32AED19F" w:rsidR="008A29B3" w:rsidRDefault="008A29B3" w:rsidP="008A29B3">
      <w:pPr>
        <w:spacing w:line="20" w:lineRule="atLeast"/>
        <w:contextualSpacing/>
      </w:pPr>
      <w:bookmarkStart w:id="0" w:name="_GoBack"/>
      <w:bookmarkEnd w:id="0"/>
    </w:p>
    <w:p w14:paraId="2A81A1BC" w14:textId="53557732" w:rsidR="008A29B3" w:rsidRDefault="008A29B3" w:rsidP="008A29B3">
      <w:pPr>
        <w:spacing w:line="20" w:lineRule="atLeast"/>
        <w:contextualSpacing/>
      </w:pPr>
      <w:r>
        <w:tab/>
      </w:r>
      <w:r>
        <w:tab/>
      </w:r>
      <w:r>
        <w:tab/>
      </w:r>
      <w:r>
        <w:tab/>
      </w:r>
      <w:r>
        <w:tab/>
      </w:r>
      <w:r w:rsidR="00D93AF4">
        <w:t>June 5, 2018</w:t>
      </w:r>
    </w:p>
    <w:p w14:paraId="4A267B58" w14:textId="77777777" w:rsidR="008A29B3" w:rsidRDefault="008A29B3" w:rsidP="008A29B3">
      <w:pPr>
        <w:spacing w:line="20" w:lineRule="atLeast"/>
        <w:contextualSpacing/>
      </w:pPr>
    </w:p>
    <w:p w14:paraId="4156B4D6" w14:textId="77777777" w:rsidR="008A29B3" w:rsidRDefault="008A29B3" w:rsidP="008A29B3">
      <w:pPr>
        <w:spacing w:line="20" w:lineRule="atLeast"/>
        <w:contextualSpacing/>
      </w:pPr>
      <w:r>
        <w:t>Federal Communications Commission</w:t>
      </w:r>
    </w:p>
    <w:p w14:paraId="366455BA" w14:textId="77777777" w:rsidR="008A29B3" w:rsidRDefault="008A29B3" w:rsidP="008A29B3">
      <w:pPr>
        <w:spacing w:line="20" w:lineRule="atLeast"/>
        <w:contextualSpacing/>
      </w:pPr>
      <w:r>
        <w:t>445 12th Street, SW</w:t>
      </w:r>
    </w:p>
    <w:p w14:paraId="42398E32" w14:textId="77777777" w:rsidR="008A29B3" w:rsidRDefault="008A29B3" w:rsidP="008A29B3">
      <w:pPr>
        <w:spacing w:line="20" w:lineRule="atLeast"/>
        <w:contextualSpacing/>
      </w:pPr>
      <w:r>
        <w:t>Washington, DC 20554</w:t>
      </w:r>
    </w:p>
    <w:p w14:paraId="3510F4E6" w14:textId="77777777" w:rsidR="008A29B3" w:rsidRDefault="008A29B3" w:rsidP="008A29B3">
      <w:pPr>
        <w:spacing w:line="20" w:lineRule="atLeast"/>
        <w:contextualSpacing/>
      </w:pPr>
    </w:p>
    <w:p w14:paraId="668FE223" w14:textId="77777777" w:rsidR="008A29B3" w:rsidRDefault="008A29B3" w:rsidP="008A29B3">
      <w:pPr>
        <w:spacing w:line="20" w:lineRule="atLeast"/>
        <w:contextualSpacing/>
      </w:pPr>
      <w:r>
        <w:tab/>
      </w:r>
      <w:r>
        <w:tab/>
        <w:t>Re:</w:t>
      </w:r>
      <w:r>
        <w:tab/>
        <w:t>Docket 18-336</w:t>
      </w:r>
    </w:p>
    <w:p w14:paraId="38E3369A" w14:textId="77777777" w:rsidR="008A29B3" w:rsidRDefault="008A29B3" w:rsidP="008A29B3">
      <w:pPr>
        <w:spacing w:line="20" w:lineRule="atLeast"/>
        <w:ind w:left="2160"/>
        <w:contextualSpacing/>
        <w:rPr>
          <w:u w:val="single"/>
        </w:rPr>
      </w:pPr>
      <w:r w:rsidRPr="00FC3E6B">
        <w:rPr>
          <w:u w:val="single"/>
        </w:rPr>
        <w:t>Implementation of the National Suicide Hotline Improvement Act of 2018</w:t>
      </w:r>
    </w:p>
    <w:p w14:paraId="7FB27C45" w14:textId="77777777" w:rsidR="008A29B3" w:rsidRPr="00FC3E6B" w:rsidRDefault="008A29B3" w:rsidP="008A29B3">
      <w:pPr>
        <w:spacing w:line="20" w:lineRule="atLeast"/>
        <w:ind w:left="2160"/>
        <w:contextualSpacing/>
        <w:rPr>
          <w:u w:val="single"/>
        </w:rPr>
      </w:pPr>
    </w:p>
    <w:p w14:paraId="7D566A75" w14:textId="77777777" w:rsidR="008A29B3" w:rsidRDefault="008A29B3" w:rsidP="008A29B3">
      <w:pPr>
        <w:spacing w:line="20" w:lineRule="atLeast"/>
        <w:contextualSpacing/>
      </w:pPr>
      <w:r>
        <w:t>Dear Commissioners:</w:t>
      </w:r>
    </w:p>
    <w:p w14:paraId="773F1365" w14:textId="77777777" w:rsidR="008A29B3" w:rsidRDefault="008A29B3" w:rsidP="008A29B3">
      <w:pPr>
        <w:spacing w:line="20" w:lineRule="atLeast"/>
        <w:contextualSpacing/>
      </w:pPr>
    </w:p>
    <w:p w14:paraId="2ABCB723" w14:textId="6452A7B5" w:rsidR="004C32F8" w:rsidRDefault="008A29B3" w:rsidP="008A29B3">
      <w:pPr>
        <w:spacing w:line="20" w:lineRule="atLeast"/>
        <w:contextualSpacing/>
      </w:pPr>
      <w:r>
        <w:t>I write on behalf of Lines for Life to urge you to designate a 3-digit code as a Behavioral Health and Suicide Crisis Lifeline</w:t>
      </w:r>
      <w:r w:rsidR="00BE7DEE">
        <w:t xml:space="preserve"> – and to reject the N</w:t>
      </w:r>
      <w:r w:rsidR="004C32F8">
        <w:t>orth American N</w:t>
      </w:r>
      <w:r w:rsidR="002A0CDF">
        <w:t>u</w:t>
      </w:r>
      <w:r w:rsidR="004C32F8">
        <w:t>m</w:t>
      </w:r>
      <w:r w:rsidR="002A0CDF">
        <w:t>bering</w:t>
      </w:r>
      <w:r w:rsidR="004C32F8">
        <w:t xml:space="preserve"> Council </w:t>
      </w:r>
      <w:r w:rsidR="003E67AA">
        <w:t xml:space="preserve">(NANC) </w:t>
      </w:r>
      <w:r w:rsidR="004C32F8">
        <w:t xml:space="preserve">recommendation that </w:t>
      </w:r>
      <w:r w:rsidR="002A0CDF">
        <w:t xml:space="preserve">no such line should be established. </w:t>
      </w:r>
    </w:p>
    <w:p w14:paraId="544A9A88" w14:textId="4D1742AD" w:rsidR="002A0CDF" w:rsidRDefault="002A0CDF" w:rsidP="008A29B3">
      <w:pPr>
        <w:spacing w:line="20" w:lineRule="atLeast"/>
        <w:contextualSpacing/>
      </w:pPr>
    </w:p>
    <w:p w14:paraId="1065B693" w14:textId="5988225D" w:rsidR="002A0CDF" w:rsidRDefault="002A0CDF" w:rsidP="008A29B3">
      <w:pPr>
        <w:spacing w:line="20" w:lineRule="atLeast"/>
        <w:contextualSpacing/>
      </w:pPr>
      <w:r>
        <w:t xml:space="preserve">Frankly, I believe the </w:t>
      </w:r>
      <w:r w:rsidR="003E67AA">
        <w:t>NANC</w:t>
      </w:r>
      <w:r>
        <w:t xml:space="preserve"> simply fail</w:t>
      </w:r>
      <w:r w:rsidR="00D93AF4">
        <w:t xml:space="preserve">s </w:t>
      </w:r>
      <w:r>
        <w:t>to appreciate the severity of the mental health and suicide crisis we are facing in the United States – and as such they elevated convenience and status quo over the desperate need for</w:t>
      </w:r>
      <w:r w:rsidR="00D93AF4">
        <w:t xml:space="preserve"> an easy to access crisis service --</w:t>
      </w:r>
      <w:r>
        <w:t xml:space="preserve"> a 911 for the brain.</w:t>
      </w:r>
      <w:r w:rsidR="004D52A3">
        <w:t xml:space="preserve">  </w:t>
      </w:r>
    </w:p>
    <w:p w14:paraId="3D19FD6A" w14:textId="291BACD7" w:rsidR="004D52A3" w:rsidRDefault="004D52A3" w:rsidP="008A29B3">
      <w:pPr>
        <w:spacing w:line="20" w:lineRule="atLeast"/>
        <w:contextualSpacing/>
      </w:pPr>
    </w:p>
    <w:p w14:paraId="21895799" w14:textId="6DAA5209" w:rsidR="005E541D" w:rsidRPr="007B70EF" w:rsidRDefault="004D52A3" w:rsidP="008A29B3">
      <w:pPr>
        <w:spacing w:line="20" w:lineRule="atLeast"/>
        <w:contextualSpacing/>
        <w:rPr>
          <w:b/>
        </w:rPr>
      </w:pPr>
      <w:r>
        <w:t>Over 4</w:t>
      </w:r>
      <w:r w:rsidR="00B95173">
        <w:t>7,000 people in the United States died by suicide in 2017, according to the Centers for Disease Control.</w:t>
      </w:r>
      <w:r w:rsidR="001B14B2">
        <w:t xml:space="preserve">  </w:t>
      </w:r>
      <w:r w:rsidR="001B14B2" w:rsidRPr="005E541D">
        <w:t>Put another way:</w:t>
      </w:r>
      <w:r w:rsidR="001B14B2">
        <w:rPr>
          <w:b/>
        </w:rPr>
        <w:t xml:space="preserve">  More Americans died by suicide 2017 than were killed in action in 40 years of the Vietnam War.</w:t>
      </w:r>
      <w:r w:rsidR="00FC3399">
        <w:rPr>
          <w:rStyle w:val="FootnoteReference"/>
          <w:b/>
        </w:rPr>
        <w:footnoteReference w:id="1"/>
      </w:r>
      <w:r w:rsidR="007B70EF">
        <w:rPr>
          <w:b/>
        </w:rPr>
        <w:t xml:space="preserve">  </w:t>
      </w:r>
      <w:r w:rsidR="005E541D">
        <w:t xml:space="preserve">2018 likely saw at least 47,000 more deaths by suicide, and we will see another 47,000 or more deaths again this year.  </w:t>
      </w:r>
    </w:p>
    <w:p w14:paraId="2BD2050E" w14:textId="4118CEBB" w:rsidR="005E541D" w:rsidRDefault="005E541D" w:rsidP="008A29B3">
      <w:pPr>
        <w:spacing w:line="20" w:lineRule="atLeast"/>
        <w:contextualSpacing/>
      </w:pPr>
    </w:p>
    <w:p w14:paraId="6FBFBEE9" w14:textId="166930F1" w:rsidR="005E541D" w:rsidRPr="001B14B2" w:rsidRDefault="00E03603" w:rsidP="00E03603">
      <w:pPr>
        <w:spacing w:line="20" w:lineRule="atLeast"/>
        <w:contextualSpacing/>
      </w:pPr>
      <w:r>
        <w:t xml:space="preserve">Suicide was the second leading cause of death among </w:t>
      </w:r>
      <w:r w:rsidR="007B70EF">
        <w:t>young people in the United States</w:t>
      </w:r>
      <w:r w:rsidR="002A06F2">
        <w:t>, and t</w:t>
      </w:r>
      <w:r>
        <w:t>here were more than twice as many suicides (47,173) in the United States as there were homicides (19,510).</w:t>
      </w:r>
    </w:p>
    <w:p w14:paraId="08F4D990" w14:textId="4C697227" w:rsidR="004C32F8" w:rsidRDefault="004C32F8" w:rsidP="008A29B3">
      <w:pPr>
        <w:spacing w:line="20" w:lineRule="atLeast"/>
        <w:contextualSpacing/>
      </w:pPr>
    </w:p>
    <w:p w14:paraId="044D1AD0" w14:textId="497718FC" w:rsidR="000141A6" w:rsidRDefault="000141A6" w:rsidP="008A29B3">
      <w:pPr>
        <w:spacing w:line="20" w:lineRule="atLeast"/>
        <w:contextualSpacing/>
      </w:pPr>
      <w:r>
        <w:t xml:space="preserve">And of course the deaths are just the tip of the iceberg – </w:t>
      </w:r>
      <w:r w:rsidR="00F05338">
        <w:t xml:space="preserve">1.3 million adults in the United States attempted suicide in </w:t>
      </w:r>
      <w:r w:rsidR="00F455C1">
        <w:t xml:space="preserve">2017, and nearly 10 million had serious thoughts of suicide.  </w:t>
      </w:r>
    </w:p>
    <w:p w14:paraId="7906578E" w14:textId="0359E4E4" w:rsidR="00631752" w:rsidRDefault="00631752" w:rsidP="008A29B3">
      <w:pPr>
        <w:spacing w:line="20" w:lineRule="atLeast"/>
        <w:contextualSpacing/>
      </w:pPr>
    </w:p>
    <w:p w14:paraId="2AAEAD83" w14:textId="7C7C02D9" w:rsidR="00631752" w:rsidRDefault="00631752" w:rsidP="008A29B3">
      <w:pPr>
        <w:spacing w:line="20" w:lineRule="atLeast"/>
        <w:contextualSpacing/>
      </w:pPr>
      <w:r>
        <w:t>The bottom line is that we are in the midst of a crisis in the United States – we are losing loved ones, neighbors and colleagues</w:t>
      </w:r>
      <w:r w:rsidR="003E67AA">
        <w:t xml:space="preserve"> to suicide at a shocking and unprecedented rate.  </w:t>
      </w:r>
    </w:p>
    <w:p w14:paraId="3C86331F" w14:textId="03640282" w:rsidR="003E67AA" w:rsidRDefault="003E67AA" w:rsidP="008A29B3">
      <w:pPr>
        <w:spacing w:line="20" w:lineRule="atLeast"/>
        <w:contextualSpacing/>
      </w:pPr>
    </w:p>
    <w:p w14:paraId="2EC0EB53" w14:textId="46F6CC48" w:rsidR="003E67AA" w:rsidRDefault="003E67AA" w:rsidP="008A29B3">
      <w:pPr>
        <w:spacing w:line="20" w:lineRule="atLeast"/>
        <w:contextualSpacing/>
      </w:pPr>
      <w:r>
        <w:t xml:space="preserve">So I am most gravely disappointed to learn that the </w:t>
      </w:r>
      <w:r w:rsidR="00DB0C8B">
        <w:t xml:space="preserve">NANC has </w:t>
      </w:r>
      <w:r w:rsidR="00FB16DA">
        <w:t xml:space="preserve">opted for status quo and half-measures to address the grave mental health crisis we are facing as Americans.  It seems apparent that the NANC’s </w:t>
      </w:r>
      <w:r w:rsidR="00FB16DA">
        <w:lastRenderedPageBreak/>
        <w:t xml:space="preserve">reluctance is grounded in devotion to the status quo – when the status quo </w:t>
      </w:r>
      <w:r w:rsidR="00FA630A">
        <w:t xml:space="preserve">of 47,000 dead by suicide is simply unacceptable. </w:t>
      </w:r>
    </w:p>
    <w:p w14:paraId="0507B4C3" w14:textId="13AE3EB6" w:rsidR="00FA630A" w:rsidRDefault="00FA630A" w:rsidP="008A29B3">
      <w:pPr>
        <w:spacing w:line="20" w:lineRule="atLeast"/>
        <w:contextualSpacing/>
      </w:pPr>
    </w:p>
    <w:p w14:paraId="71F387F5" w14:textId="31E7CF8E" w:rsidR="00C2767D" w:rsidRDefault="008A29B3" w:rsidP="008A29B3">
      <w:pPr>
        <w:spacing w:line="20" w:lineRule="atLeast"/>
        <w:contextualSpacing/>
      </w:pPr>
      <w:r>
        <w:t xml:space="preserve">The time is now to embrace mental and emotional </w:t>
      </w:r>
      <w:r w:rsidR="00C2767D">
        <w:t>wellness as a national priority</w:t>
      </w:r>
      <w:r>
        <w:t xml:space="preserve"> – and to deliver </w:t>
      </w:r>
    </w:p>
    <w:p w14:paraId="49D80480" w14:textId="08C468C2" w:rsidR="008A29B3" w:rsidRDefault="008A29B3" w:rsidP="008A29B3">
      <w:pPr>
        <w:spacing w:line="20" w:lineRule="atLeast"/>
        <w:contextualSpacing/>
      </w:pPr>
      <w:r>
        <w:t xml:space="preserve">3-digit access to crisis intervention services.  Three-digit access will: </w:t>
      </w:r>
    </w:p>
    <w:p w14:paraId="29894935" w14:textId="77777777" w:rsidR="008A29B3" w:rsidRDefault="008A29B3" w:rsidP="008A29B3">
      <w:pPr>
        <w:spacing w:line="20" w:lineRule="atLeast"/>
        <w:contextualSpacing/>
      </w:pPr>
    </w:p>
    <w:p w14:paraId="7F31713F" w14:textId="77777777" w:rsidR="008A29B3" w:rsidRDefault="008A29B3" w:rsidP="008A29B3">
      <w:pPr>
        <w:pStyle w:val="ListParagraph"/>
        <w:numPr>
          <w:ilvl w:val="0"/>
          <w:numId w:val="4"/>
        </w:numPr>
        <w:spacing w:after="160" w:line="20" w:lineRule="atLeast"/>
      </w:pPr>
      <w:r>
        <w:t>Deliver timely and effective crisis intervention services to millions of Americans</w:t>
      </w:r>
      <w:r w:rsidRPr="0005270D">
        <w:t xml:space="preserve"> </w:t>
      </w:r>
    </w:p>
    <w:p w14:paraId="26D27A6B" w14:textId="77777777" w:rsidR="008A29B3" w:rsidRDefault="008A29B3" w:rsidP="008A29B3">
      <w:pPr>
        <w:pStyle w:val="ListParagraph"/>
        <w:numPr>
          <w:ilvl w:val="0"/>
          <w:numId w:val="4"/>
        </w:numPr>
        <w:spacing w:after="160" w:line="20" w:lineRule="atLeast"/>
      </w:pPr>
      <w:r>
        <w:t>Make it easier to connect people in need with help</w:t>
      </w:r>
    </w:p>
    <w:p w14:paraId="73AF3083" w14:textId="77777777" w:rsidR="008A29B3" w:rsidRDefault="008A29B3" w:rsidP="008A29B3">
      <w:pPr>
        <w:pStyle w:val="ListParagraph"/>
        <w:numPr>
          <w:ilvl w:val="0"/>
          <w:numId w:val="4"/>
        </w:numPr>
        <w:spacing w:after="160" w:line="20" w:lineRule="atLeast"/>
      </w:pPr>
      <w:r>
        <w:t xml:space="preserve">Meet the </w:t>
      </w:r>
      <w:r>
        <w:rPr>
          <w:i/>
        </w:rPr>
        <w:t>dramatically</w:t>
      </w:r>
      <w:r>
        <w:t xml:space="preserve"> growing need for crisis intervention</w:t>
      </w:r>
    </w:p>
    <w:p w14:paraId="22E50309" w14:textId="77777777" w:rsidR="008A29B3" w:rsidRDefault="008A29B3" w:rsidP="008A29B3">
      <w:pPr>
        <w:pStyle w:val="ListParagraph"/>
        <w:numPr>
          <w:ilvl w:val="0"/>
          <w:numId w:val="4"/>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46B2240B" w14:textId="77777777" w:rsidR="008A29B3" w:rsidRDefault="008A29B3" w:rsidP="008A29B3">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14:paraId="3B1DA78B" w14:textId="77777777" w:rsidR="008A29B3" w:rsidRDefault="008A29B3" w:rsidP="008A29B3">
      <w:pPr>
        <w:spacing w:line="20" w:lineRule="atLeast"/>
        <w:contextualSpacing/>
      </w:pPr>
    </w:p>
    <w:p w14:paraId="5B336724" w14:textId="786A9EEC" w:rsidR="008A29B3" w:rsidRDefault="008A29B3" w:rsidP="008A29B3">
      <w:pPr>
        <w:spacing w:line="20" w:lineRule="atLeast"/>
        <w:contextualSpacing/>
      </w:pPr>
      <w:r>
        <w:t xml:space="preserve">We believe 3-digit access to behavioral health and suicide crisis intervention is an important opportunity to meet the growing crisis of behavioral health in the United States.  </w:t>
      </w:r>
    </w:p>
    <w:p w14:paraId="2D5FCC2E" w14:textId="77777777" w:rsidR="002E0607" w:rsidRDefault="002E0607" w:rsidP="008A29B3">
      <w:pPr>
        <w:spacing w:line="20" w:lineRule="atLeast"/>
        <w:contextualSpacing/>
      </w:pPr>
    </w:p>
    <w:p w14:paraId="5E08B41B" w14:textId="77777777" w:rsidR="008A29B3" w:rsidRDefault="008A29B3" w:rsidP="008A29B3">
      <w:pPr>
        <w:spacing w:line="20" w:lineRule="atLeast"/>
        <w:contextualSpacing/>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14:paraId="0EF25C75" w14:textId="77777777" w:rsidR="008A29B3" w:rsidRDefault="008A29B3" w:rsidP="008A29B3">
      <w:pPr>
        <w:spacing w:line="20" w:lineRule="atLeast"/>
        <w:contextualSpacing/>
      </w:pPr>
    </w:p>
    <w:p w14:paraId="02D1B685" w14:textId="77777777" w:rsidR="008A29B3" w:rsidRDefault="008A29B3" w:rsidP="008A29B3">
      <w:pPr>
        <w:spacing w:line="20" w:lineRule="atLeast"/>
        <w:contextualSpacing/>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14:paraId="4253C0C4" w14:textId="77777777" w:rsidR="008A29B3" w:rsidRDefault="008A29B3" w:rsidP="008A29B3">
      <w:pPr>
        <w:spacing w:line="20" w:lineRule="atLeast"/>
        <w:contextualSpacing/>
      </w:pPr>
    </w:p>
    <w:p w14:paraId="2216FEBE" w14:textId="6452161B" w:rsidR="008A29B3" w:rsidRDefault="008A29B3" w:rsidP="008A29B3">
      <w:pPr>
        <w:spacing w:line="20" w:lineRule="atLeast"/>
        <w:contextualSpacing/>
      </w:pPr>
      <w:r>
        <w:t>The NSPL has experienced dramatic growth in the last five years – here at Lines for Life, our NSPL Lifeline volume has more than doubled in the last two years</w:t>
      </w:r>
      <w:r w:rsidR="00321FA6">
        <w:t xml:space="preserve"> alone</w:t>
      </w:r>
      <w:r>
        <w:t>, and centers around the nation have likewise experienced dramatic growth.</w:t>
      </w:r>
    </w:p>
    <w:p w14:paraId="673779D7" w14:textId="77777777" w:rsidR="008A29B3" w:rsidRDefault="008A29B3" w:rsidP="008A29B3">
      <w:pPr>
        <w:spacing w:line="20" w:lineRule="atLeast"/>
        <w:contextualSpacing/>
        <w:rPr>
          <w:b/>
        </w:rPr>
      </w:pPr>
    </w:p>
    <w:p w14:paraId="564A1D7F" w14:textId="77777777" w:rsidR="008A29B3" w:rsidRPr="0005270D" w:rsidRDefault="008A29B3" w:rsidP="008A29B3">
      <w:pPr>
        <w:spacing w:line="20" w:lineRule="atLeast"/>
        <w:contextualSpacing/>
        <w:rPr>
          <w:b/>
        </w:rPr>
      </w:pPr>
      <w:r>
        <w:rPr>
          <w:b/>
        </w:rPr>
        <w:t>Three-</w:t>
      </w:r>
      <w:r w:rsidRPr="0005270D">
        <w:rPr>
          <w:b/>
        </w:rPr>
        <w:t xml:space="preserve">digit access is a natural next step given the growth and proven effectiveness of the National Suicide Prevention Lifeline.  </w:t>
      </w:r>
    </w:p>
    <w:p w14:paraId="4D3CBB82" w14:textId="77777777" w:rsidR="008A29B3" w:rsidRDefault="008A29B3" w:rsidP="008A29B3">
      <w:pPr>
        <w:spacing w:line="20" w:lineRule="atLeast"/>
        <w:contextualSpacing/>
      </w:pPr>
    </w:p>
    <w:p w14:paraId="2DF25214" w14:textId="77777777" w:rsidR="008A29B3" w:rsidRDefault="008A29B3" w:rsidP="008A29B3">
      <w:pPr>
        <w:spacing w:line="20" w:lineRule="atLeast"/>
        <w:contextualSpacing/>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w:t>
      </w:r>
      <w:r>
        <w:lastRenderedPageBreak/>
        <w:t xml:space="preserve">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14:paraId="4FD76DD9" w14:textId="77777777" w:rsidR="008A29B3" w:rsidRDefault="008A29B3" w:rsidP="008A29B3">
      <w:pPr>
        <w:spacing w:line="20" w:lineRule="atLeast"/>
        <w:contextualSpacing/>
      </w:pPr>
    </w:p>
    <w:p w14:paraId="169E09A8" w14:textId="776BFEB6" w:rsidR="008A29B3" w:rsidRDefault="008A29B3" w:rsidP="008A29B3">
      <w:pPr>
        <w:spacing w:line="20" w:lineRule="atLeast"/>
        <w:contextualSpacing/>
      </w:pPr>
      <w:r>
        <w:t>Finally, I note that the</w:t>
      </w:r>
      <w:r w:rsidR="002873E7">
        <w:t xml:space="preserve"> NANC’s suggest</w:t>
      </w:r>
      <w:r w:rsidR="00615EB8">
        <w:t>s instead of a behavioral health line</w:t>
      </w:r>
      <w:r w:rsidR="002873E7">
        <w:t xml:space="preserve"> that </w:t>
      </w:r>
      <w:r>
        <w:t xml:space="preserve">211Info be used for 3-digit access to crisis intervention, rather than a dedicated behavioral health and suicide lifeline.  </w:t>
      </w:r>
      <w:r w:rsidR="00615EB8">
        <w:t xml:space="preserve">This is, frankly, a preposterous suggestion that </w:t>
      </w:r>
      <w:r>
        <w:t xml:space="preserve">minimizes the imperative of effective crisis intervention and would simply add delay and complexity to obtaining crisis services – rather than easing access as Congress </w:t>
      </w:r>
      <w:r w:rsidR="001115CB">
        <w:t xml:space="preserve">is demanding.  </w:t>
      </w:r>
      <w:r>
        <w:t xml:space="preserve">  </w:t>
      </w:r>
    </w:p>
    <w:p w14:paraId="1CE7E4A7" w14:textId="073B8DC6" w:rsidR="002B0B7F" w:rsidRDefault="002B0B7F" w:rsidP="008A29B3">
      <w:pPr>
        <w:spacing w:line="20" w:lineRule="atLeast"/>
        <w:contextualSpacing/>
      </w:pPr>
    </w:p>
    <w:p w14:paraId="571B9D48" w14:textId="77777777" w:rsidR="008820E6" w:rsidRDefault="002B0B7F" w:rsidP="008A29B3">
      <w:pPr>
        <w:spacing w:line="20" w:lineRule="atLeast"/>
        <w:contextualSpacing/>
      </w:pPr>
      <w:r>
        <w:t xml:space="preserve">If you for one moment consider using 211Info as a suicide crisis line, I urge you to pick up the phone and call 211Info – what you will find on the other end of the line is </w:t>
      </w:r>
      <w:r w:rsidR="00456540">
        <w:t xml:space="preserve">nearly endless automated phone tree that navigates you through a broad array of </w:t>
      </w:r>
      <w:proofErr w:type="spellStart"/>
      <w:r w:rsidR="00456540">
        <w:t>sevices</w:t>
      </w:r>
      <w:proofErr w:type="spellEnd"/>
      <w:r w:rsidR="00456540">
        <w:t xml:space="preserve"> – from rent assistance to </w:t>
      </w:r>
      <w:r w:rsidR="008820E6">
        <w:t xml:space="preserve">radon remediation.  </w:t>
      </w:r>
    </w:p>
    <w:p w14:paraId="63F9519C" w14:textId="77777777" w:rsidR="008820E6" w:rsidRDefault="008820E6" w:rsidP="008A29B3">
      <w:pPr>
        <w:spacing w:line="20" w:lineRule="atLeast"/>
        <w:contextualSpacing/>
      </w:pPr>
    </w:p>
    <w:p w14:paraId="12BA93C3" w14:textId="473960E4" w:rsidR="002B0B7F" w:rsidRPr="008820E6" w:rsidRDefault="008820E6" w:rsidP="008A29B3">
      <w:pPr>
        <w:spacing w:line="20" w:lineRule="atLeast"/>
        <w:contextualSpacing/>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w:t>
      </w:r>
      <w:r w:rsidR="00192068">
        <w:t>thinking about killing themselves….</w:t>
      </w:r>
    </w:p>
    <w:p w14:paraId="47E5341E" w14:textId="77777777" w:rsidR="008A29B3" w:rsidRDefault="008A29B3" w:rsidP="008A29B3">
      <w:pPr>
        <w:spacing w:line="20" w:lineRule="atLeast"/>
        <w:contextualSpacing/>
      </w:pPr>
    </w:p>
    <w:p w14:paraId="3F0D44AE" w14:textId="7F46E9D5" w:rsidR="008A29B3" w:rsidRDefault="008A29B3" w:rsidP="008A29B3">
      <w:pPr>
        <w:spacing w:line="20" w:lineRule="atLeast"/>
        <w:contextualSpacing/>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sidRPr="00192068">
        <w:rPr>
          <w:b/>
        </w:rPr>
        <w:t xml:space="preserve">Using 211 as a crisis portal would thus </w:t>
      </w:r>
      <w:r w:rsidRPr="00192068">
        <w:rPr>
          <w:b/>
          <w:i/>
        </w:rPr>
        <w:t>add a layer</w:t>
      </w:r>
      <w:r w:rsidRPr="00192068">
        <w:rPr>
          <w:b/>
        </w:rPr>
        <w:t xml:space="preserve"> – of time and delay – to people in crisis who need help </w:t>
      </w:r>
      <w:r w:rsidRPr="00192068">
        <w:rPr>
          <w:b/>
          <w:i/>
        </w:rPr>
        <w:t>now</w:t>
      </w:r>
      <w:r w:rsidRPr="00192068">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14:paraId="7B10A29F" w14:textId="77777777" w:rsidR="008A29B3" w:rsidRDefault="008A29B3" w:rsidP="008A29B3">
      <w:pPr>
        <w:spacing w:line="20" w:lineRule="atLeast"/>
        <w:contextualSpacing/>
      </w:pPr>
    </w:p>
    <w:p w14:paraId="483B9EAE" w14:textId="77777777" w:rsidR="008A29B3" w:rsidRDefault="008A29B3" w:rsidP="008A29B3">
      <w:pPr>
        <w:spacing w:line="20" w:lineRule="atLeast"/>
        <w:contextualSpacing/>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14:paraId="324348DC" w14:textId="77777777" w:rsidR="008A29B3" w:rsidRDefault="008A29B3" w:rsidP="008A29B3">
      <w:pPr>
        <w:spacing w:line="20" w:lineRule="atLeast"/>
        <w:contextualSpacing/>
      </w:pPr>
    </w:p>
    <w:p w14:paraId="5A4EFCFB" w14:textId="77777777" w:rsidR="008A29B3" w:rsidRDefault="008A29B3" w:rsidP="008A29B3">
      <w:pPr>
        <w:spacing w:line="20" w:lineRule="atLeast"/>
        <w:contextualSpacing/>
      </w:pPr>
      <w:r>
        <w:t>Very truly yours,</w:t>
      </w:r>
    </w:p>
    <w:p w14:paraId="234C19F4" w14:textId="77777777" w:rsidR="008A29B3" w:rsidRDefault="008A29B3" w:rsidP="008A29B3">
      <w:pPr>
        <w:spacing w:line="20" w:lineRule="atLeast"/>
        <w:contextualSpacing/>
      </w:pPr>
    </w:p>
    <w:p w14:paraId="398C6747" w14:textId="1889D1CE" w:rsidR="008A29B3" w:rsidRPr="000B2D98" w:rsidRDefault="000B2D98" w:rsidP="008A29B3">
      <w:pPr>
        <w:spacing w:line="20" w:lineRule="atLeast"/>
        <w:contextualSpacing/>
        <w:rPr>
          <w:i/>
        </w:rPr>
      </w:pPr>
      <w:r>
        <w:rPr>
          <w:i/>
          <w:noProof/>
        </w:rPr>
        <w:t>Dwight C. Holton</w:t>
      </w:r>
    </w:p>
    <w:p w14:paraId="5A62ED20" w14:textId="77777777" w:rsidR="008A29B3" w:rsidRDefault="008A29B3" w:rsidP="008A29B3">
      <w:pPr>
        <w:spacing w:line="20" w:lineRule="atLeast"/>
        <w:contextualSpacing/>
      </w:pPr>
    </w:p>
    <w:p w14:paraId="202FD8C4" w14:textId="77777777" w:rsidR="008A29B3" w:rsidRDefault="008A29B3" w:rsidP="008A29B3">
      <w:pPr>
        <w:spacing w:line="20" w:lineRule="atLeast"/>
        <w:contextualSpacing/>
      </w:pPr>
      <w:r>
        <w:t>Dwight C. Holton</w:t>
      </w:r>
    </w:p>
    <w:p w14:paraId="669B9F82" w14:textId="77777777" w:rsidR="008A29B3" w:rsidRDefault="008A29B3" w:rsidP="008A29B3">
      <w:pPr>
        <w:spacing w:line="20" w:lineRule="atLeast"/>
        <w:contextualSpacing/>
      </w:pPr>
      <w:r>
        <w:t>Chief Executive Officer</w:t>
      </w:r>
    </w:p>
    <w:p w14:paraId="599FE318" w14:textId="27D4AB5E" w:rsidR="008A29B3" w:rsidRDefault="008A29B3" w:rsidP="008A29B3">
      <w:pPr>
        <w:spacing w:line="20" w:lineRule="atLeast"/>
        <w:contextualSpacing/>
      </w:pPr>
      <w:r>
        <w:t>Lines for Life</w:t>
      </w:r>
    </w:p>
    <w:p w14:paraId="190BC802" w14:textId="626FBF9D" w:rsidR="00CE7994" w:rsidRPr="00A47341" w:rsidRDefault="00CE7994" w:rsidP="00AE3211">
      <w:pPr>
        <w:spacing w:line="280" w:lineRule="exact"/>
        <w:rPr>
          <w:rFonts w:ascii="Times New Roman" w:eastAsiaTheme="minorEastAsia" w:hAnsi="Times New Roman" w:cs="Times New Roman"/>
          <w:iCs/>
          <w:noProof/>
          <w:spacing w:val="20"/>
          <w:sz w:val="24"/>
          <w:szCs w:val="24"/>
        </w:rPr>
      </w:pPr>
    </w:p>
    <w:sectPr w:rsidR="00CE7994" w:rsidRPr="00A47341"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F8E20" w14:textId="77777777" w:rsidR="0077756C" w:rsidRDefault="0077756C" w:rsidP="00BB52FE">
      <w:r>
        <w:separator/>
      </w:r>
    </w:p>
  </w:endnote>
  <w:endnote w:type="continuationSeparator" w:id="0">
    <w:p w14:paraId="54EA2A7B" w14:textId="77777777" w:rsidR="0077756C" w:rsidRDefault="0077756C" w:rsidP="00BB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4AB85" w14:textId="7C9F7C2A" w:rsidR="009C0798" w:rsidRPr="009C0798" w:rsidRDefault="009C0798">
    <w:pPr>
      <w:pStyle w:val="Footer"/>
      <w:contextualSpacing/>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7A465" w14:textId="77777777" w:rsidR="0077756C" w:rsidRDefault="0077756C" w:rsidP="00BB52FE">
      <w:r>
        <w:separator/>
      </w:r>
    </w:p>
  </w:footnote>
  <w:footnote w:type="continuationSeparator" w:id="0">
    <w:p w14:paraId="354A4C52" w14:textId="77777777" w:rsidR="0077756C" w:rsidRDefault="0077756C" w:rsidP="00BB52FE">
      <w:r>
        <w:continuationSeparator/>
      </w:r>
    </w:p>
  </w:footnote>
  <w:footnote w:id="1">
    <w:p w14:paraId="76DAA5A3" w14:textId="1A253F5D" w:rsidR="00FC3399" w:rsidRDefault="00FC3399">
      <w:pPr>
        <w:pStyle w:val="FootnoteText"/>
      </w:pPr>
      <w:r>
        <w:rPr>
          <w:rStyle w:val="FootnoteReference"/>
        </w:rPr>
        <w:footnoteRef/>
      </w:r>
      <w:r>
        <w:t xml:space="preserve"> Compare</w:t>
      </w:r>
      <w:r w:rsidR="002E50CD">
        <w:t xml:space="preserve"> </w:t>
      </w:r>
      <w:hyperlink r:id="rId1" w:history="1">
        <w:r w:rsidR="002E50CD" w:rsidRPr="00AB3471">
          <w:rPr>
            <w:rStyle w:val="Hyperlink"/>
          </w:rPr>
          <w:t>https://www.nimh.nih.gov/health/statistics/suicide.shtml</w:t>
        </w:r>
      </w:hyperlink>
      <w:r w:rsidR="002E50CD">
        <w:t xml:space="preserve"> with </w:t>
      </w:r>
      <w:r w:rsidR="00F2234C">
        <w:t xml:space="preserve"> </w:t>
      </w:r>
      <w:hyperlink r:id="rId2" w:history="1">
        <w:r w:rsidR="002E50CD" w:rsidRPr="00AB3471">
          <w:rPr>
            <w:rStyle w:val="Hyperlink"/>
          </w:rPr>
          <w:t>https://www.archives.gov/research/military/vietnam-war/casualty-statistics</w:t>
        </w:r>
      </w:hyperlink>
    </w:p>
    <w:p w14:paraId="09D20F0E" w14:textId="77777777" w:rsidR="002E50CD" w:rsidRPr="00FC3399" w:rsidRDefault="002E50C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631DB" w14:textId="77777777" w:rsidR="00407A87" w:rsidRDefault="00407A87">
    <w:pPr>
      <w:pStyle w:val="Header"/>
    </w:pPr>
    <w:r>
      <w:rPr>
        <w:noProof/>
      </w:rPr>
      <w:drawing>
        <wp:inline distT="0" distB="0" distL="0" distR="0" wp14:anchorId="317C19F3" wp14:editId="00FC3DEC">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val="0"/>
                      </a:ext>
                    </a:extLst>
                  </a:blip>
                  <a:stretch>
                    <a:fillRect/>
                  </a:stretch>
                </pic:blipFill>
                <pic:spPr>
                  <a:xfrm>
                    <a:off x="0" y="0"/>
                    <a:ext cx="2286000" cy="580644"/>
                  </a:xfrm>
                  <a:prstGeom prst="rect">
                    <a:avLst/>
                  </a:prstGeom>
                </pic:spPr>
              </pic:pic>
            </a:graphicData>
          </a:graphic>
        </wp:inline>
      </w:drawing>
    </w:r>
  </w:p>
  <w:p w14:paraId="65736391" w14:textId="77777777" w:rsidR="00407A87" w:rsidRDefault="00407A87">
    <w:pPr>
      <w:pStyle w:val="Header"/>
    </w:pPr>
  </w:p>
  <w:p w14:paraId="16BF96AF" w14:textId="77777777" w:rsidR="00407A87" w:rsidRDefault="00407A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1290B" w14:textId="77777777" w:rsidR="009369C4" w:rsidRDefault="0008529C">
    <w:pPr>
      <w:pStyle w:val="Header"/>
    </w:pPr>
    <w:r>
      <w:rPr>
        <w:noProof/>
      </w:rPr>
      <w:drawing>
        <wp:anchor distT="0" distB="0" distL="114300" distR="114300" simplePos="0" relativeHeight="251660800" behindDoc="1" locked="0" layoutInCell="1" allowOverlap="1" wp14:anchorId="67E03483" wp14:editId="1F4B851F">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6680" cy="1426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F3EBB0C" wp14:editId="149A8B76">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40"/>
    <w:rsid w:val="00011068"/>
    <w:rsid w:val="000141A6"/>
    <w:rsid w:val="00020948"/>
    <w:rsid w:val="00023F5C"/>
    <w:rsid w:val="00043607"/>
    <w:rsid w:val="00051ECF"/>
    <w:rsid w:val="00070405"/>
    <w:rsid w:val="000843F4"/>
    <w:rsid w:val="0008529C"/>
    <w:rsid w:val="000B2D98"/>
    <w:rsid w:val="000D68E8"/>
    <w:rsid w:val="001115CB"/>
    <w:rsid w:val="001151C2"/>
    <w:rsid w:val="00117C79"/>
    <w:rsid w:val="00124D04"/>
    <w:rsid w:val="00137FA5"/>
    <w:rsid w:val="00163E1B"/>
    <w:rsid w:val="00184D41"/>
    <w:rsid w:val="00192068"/>
    <w:rsid w:val="001B14B2"/>
    <w:rsid w:val="001B4D51"/>
    <w:rsid w:val="001C6538"/>
    <w:rsid w:val="001E5F3F"/>
    <w:rsid w:val="00232F71"/>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502814"/>
    <w:rsid w:val="00553E2E"/>
    <w:rsid w:val="00565D8D"/>
    <w:rsid w:val="00591883"/>
    <w:rsid w:val="005973D7"/>
    <w:rsid w:val="005E541D"/>
    <w:rsid w:val="005E65CA"/>
    <w:rsid w:val="00615EB8"/>
    <w:rsid w:val="00620212"/>
    <w:rsid w:val="00631752"/>
    <w:rsid w:val="00640996"/>
    <w:rsid w:val="006502F2"/>
    <w:rsid w:val="00686A8E"/>
    <w:rsid w:val="006A5A0E"/>
    <w:rsid w:val="007011C8"/>
    <w:rsid w:val="007231A6"/>
    <w:rsid w:val="00727BBB"/>
    <w:rsid w:val="00731C21"/>
    <w:rsid w:val="00732D89"/>
    <w:rsid w:val="00740421"/>
    <w:rsid w:val="0075143D"/>
    <w:rsid w:val="007749F5"/>
    <w:rsid w:val="00775287"/>
    <w:rsid w:val="00775EAB"/>
    <w:rsid w:val="0077723F"/>
    <w:rsid w:val="0077756C"/>
    <w:rsid w:val="00784935"/>
    <w:rsid w:val="007A183F"/>
    <w:rsid w:val="007A45F7"/>
    <w:rsid w:val="007A792E"/>
    <w:rsid w:val="007B70EF"/>
    <w:rsid w:val="007C6F81"/>
    <w:rsid w:val="007D3806"/>
    <w:rsid w:val="00813FF4"/>
    <w:rsid w:val="00815E57"/>
    <w:rsid w:val="00825BC6"/>
    <w:rsid w:val="0085325B"/>
    <w:rsid w:val="00873245"/>
    <w:rsid w:val="008820E6"/>
    <w:rsid w:val="008A29B3"/>
    <w:rsid w:val="008A716D"/>
    <w:rsid w:val="008C5A3B"/>
    <w:rsid w:val="00914B54"/>
    <w:rsid w:val="009369C4"/>
    <w:rsid w:val="009C0798"/>
    <w:rsid w:val="00A336B5"/>
    <w:rsid w:val="00A47341"/>
    <w:rsid w:val="00A50F2D"/>
    <w:rsid w:val="00AA4853"/>
    <w:rsid w:val="00AE3211"/>
    <w:rsid w:val="00B2287A"/>
    <w:rsid w:val="00B70278"/>
    <w:rsid w:val="00B801C7"/>
    <w:rsid w:val="00B95173"/>
    <w:rsid w:val="00BB52FE"/>
    <w:rsid w:val="00BC4071"/>
    <w:rsid w:val="00BD0251"/>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59321"/>
  <w15:chartTrackingRefBased/>
  <w15:docId w15:val="{39502F3C-155F-4113-9F3D-4D313499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customStyle="1"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B1A86-5A24-4B6A-A43E-D5AE9AB3C48D}">
  <ds:schemaRefs>
    <ds:schemaRef ds:uri="http://schemas.microsoft.com/office/2006/metadata/properties"/>
    <ds:schemaRef ds:uri="http://schemas.microsoft.com/office/infopath/2007/PartnerControls"/>
    <ds:schemaRef ds:uri="b04db6d5-1760-46d2-9335-3e2a7de30167"/>
  </ds:schemaRefs>
</ds:datastoreItem>
</file>

<file path=customXml/itemProps4.xml><?xml version="1.0" encoding="utf-8"?>
<ds:datastoreItem xmlns:ds="http://schemas.openxmlformats.org/officeDocument/2006/customXml" ds:itemID="{9040EC44-0C1E-4710-A609-3B75A775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0</TotalTime>
  <Pages>3</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Baumler</dc:creator>
  <cp:keywords/>
  <cp:lastModifiedBy>Patty Buehler</cp:lastModifiedBy>
  <cp:revision>2</cp:revision>
  <cp:lastPrinted>2019-06-05T22:41:00Z</cp:lastPrinted>
  <dcterms:created xsi:type="dcterms:W3CDTF">2019-06-06T01:00:00Z</dcterms:created>
  <dcterms:modified xsi:type="dcterms:W3CDTF">2019-06-06T01:00:00Z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