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C6B" w:rsidRDefault="009B4C6B" w:rsidP="009B4C6B">
      <w:pPr>
        <w:ind w:firstLine="720"/>
      </w:pPr>
      <w:r>
        <w:t xml:space="preserve">My name is Marcus Jones. I am the owner of </w:t>
      </w:r>
      <w:proofErr w:type="spellStart"/>
      <w:r>
        <w:t>Lendsi</w:t>
      </w:r>
      <w:proofErr w:type="spellEnd"/>
      <w:r>
        <w:t xml:space="preserve"> Radio, LLC, </w:t>
      </w:r>
      <w:proofErr w:type="gramStart"/>
      <w:r>
        <w:t>Licensee</w:t>
      </w:r>
      <w:proofErr w:type="gramEnd"/>
      <w:r>
        <w:t xml:space="preserve"> of WVBG FM Redwood Mississippi. I would like to comment on the rule making for the Class C4/73.215 designation for FM broadcast stations, MB18-184, petition filed by SSR Communications. I would urge the commission to adopt the complete proposal. </w:t>
      </w:r>
    </w:p>
    <w:p w:rsidR="00D77090" w:rsidRDefault="009B4C6B" w:rsidP="009B4C6B">
      <w:pPr>
        <w:ind w:firstLine="720"/>
      </w:pPr>
      <w:r>
        <w:t xml:space="preserve">Our class A FM is in very hilly terrain. The increase of power would allow listeners to have a better signal in our coverage area. Our station is the only station in the Vicksburg Market area that covers local news. We also cover local High school Football for both of our public High Schools. Also, each year we give away </w:t>
      </w:r>
      <w:r w:rsidR="00FB7955">
        <w:t>over $</w:t>
      </w:r>
      <w:r>
        <w:t>10,000 in prize money to area schools and individuals in our annual Christmas Caroling Contest. Our station is the only locally owned media in Vicksburg, and we enjoy serving the community that we serve.  Adoption of this proposal would help us do it better.</w:t>
      </w:r>
      <w:bookmarkStart w:id="0" w:name="_GoBack"/>
      <w:bookmarkEnd w:id="0"/>
    </w:p>
    <w:p w:rsidR="009B4C6B" w:rsidRDefault="009B4C6B" w:rsidP="009B4C6B"/>
    <w:p w:rsidR="009B4C6B" w:rsidRDefault="009B4C6B" w:rsidP="009B4C6B"/>
    <w:p w:rsidR="009B4C6B" w:rsidRDefault="009B4C6B" w:rsidP="009B4C6B">
      <w:r>
        <w:t xml:space="preserve">Sincerely, </w:t>
      </w:r>
    </w:p>
    <w:p w:rsidR="009B4C6B" w:rsidRDefault="009B4C6B" w:rsidP="009B4C6B">
      <w:r>
        <w:t>Mark Jones</w:t>
      </w:r>
    </w:p>
    <w:p w:rsidR="009B4C6B" w:rsidRDefault="009B4C6B"/>
    <w:sectPr w:rsidR="009B4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C6B"/>
    <w:rsid w:val="008446BC"/>
    <w:rsid w:val="009B4C6B"/>
    <w:rsid w:val="009E4C18"/>
    <w:rsid w:val="00FB7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D603A1DC</Template>
  <TotalTime>11</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LOGS USER</dc:creator>
  <cp:lastModifiedBy>LOGS USER</cp:lastModifiedBy>
  <cp:revision>1</cp:revision>
  <dcterms:created xsi:type="dcterms:W3CDTF">2018-06-06T18:04:00Z</dcterms:created>
  <dcterms:modified xsi:type="dcterms:W3CDTF">2018-06-06T18:15:00Z</dcterms:modified>
</cp:coreProperties>
</file>