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B3" w:rsidRPr="008F23A2" w:rsidRDefault="00D93AF4" w:rsidP="008A29B3">
      <w:pPr>
        <w:spacing w:line="20" w:lineRule="atLeast"/>
        <w:contextualSpacing/>
        <w:rPr>
          <w:rFonts w:ascii="Times New Roman" w:hAnsi="Times New Roman" w:cs="Times New Roman"/>
        </w:rPr>
      </w:pPr>
      <w:r w:rsidRPr="008F23A2">
        <w:rPr>
          <w:rFonts w:ascii="Times New Roman" w:hAnsi="Times New Roman" w:cs="Times New Roman"/>
        </w:rPr>
        <w:t>June</w:t>
      </w:r>
      <w:r w:rsidR="00FF73C9" w:rsidRPr="008F23A2">
        <w:rPr>
          <w:rFonts w:ascii="Times New Roman" w:hAnsi="Times New Roman" w:cs="Times New Roman"/>
        </w:rPr>
        <w:t xml:space="preserve"> 7</w:t>
      </w:r>
      <w:r w:rsidRPr="008F23A2">
        <w:rPr>
          <w:rFonts w:ascii="Times New Roman" w:hAnsi="Times New Roman" w:cs="Times New Roman"/>
        </w:rPr>
        <w:t>, 2018</w:t>
      </w:r>
    </w:p>
    <w:p w:rsidR="008A29B3" w:rsidRPr="008F23A2" w:rsidRDefault="008A29B3" w:rsidP="008A29B3">
      <w:pPr>
        <w:spacing w:line="20" w:lineRule="atLeast"/>
        <w:contextualSpacing/>
        <w:rPr>
          <w:rFonts w:ascii="Times New Roman" w:hAnsi="Times New Roman" w:cs="Times New Roman"/>
        </w:rPr>
      </w:pPr>
    </w:p>
    <w:p w:rsidR="008A29B3" w:rsidRPr="008F23A2" w:rsidRDefault="008A29B3" w:rsidP="008A29B3">
      <w:pPr>
        <w:spacing w:line="20" w:lineRule="atLeast"/>
        <w:contextualSpacing/>
        <w:rPr>
          <w:rFonts w:ascii="Times New Roman" w:hAnsi="Times New Roman" w:cs="Times New Roman"/>
        </w:rPr>
      </w:pPr>
      <w:r w:rsidRPr="008F23A2">
        <w:rPr>
          <w:rFonts w:ascii="Times New Roman" w:hAnsi="Times New Roman" w:cs="Times New Roman"/>
        </w:rPr>
        <w:t>Federal Communications Commission</w:t>
      </w:r>
    </w:p>
    <w:p w:rsidR="008A29B3" w:rsidRPr="008F23A2" w:rsidRDefault="008A29B3" w:rsidP="008A29B3">
      <w:pPr>
        <w:spacing w:line="20" w:lineRule="atLeast"/>
        <w:contextualSpacing/>
        <w:rPr>
          <w:rFonts w:ascii="Times New Roman" w:hAnsi="Times New Roman" w:cs="Times New Roman"/>
        </w:rPr>
      </w:pPr>
      <w:r w:rsidRPr="008F23A2">
        <w:rPr>
          <w:rFonts w:ascii="Times New Roman" w:hAnsi="Times New Roman" w:cs="Times New Roman"/>
        </w:rPr>
        <w:t>445 12th Street, SW</w:t>
      </w:r>
    </w:p>
    <w:p w:rsidR="008A29B3" w:rsidRPr="008F23A2" w:rsidRDefault="008A29B3" w:rsidP="008A29B3">
      <w:pPr>
        <w:spacing w:line="20" w:lineRule="atLeast"/>
        <w:contextualSpacing/>
        <w:rPr>
          <w:rFonts w:ascii="Times New Roman" w:hAnsi="Times New Roman" w:cs="Times New Roman"/>
        </w:rPr>
      </w:pPr>
      <w:r w:rsidRPr="008F23A2">
        <w:rPr>
          <w:rFonts w:ascii="Times New Roman" w:hAnsi="Times New Roman" w:cs="Times New Roman"/>
        </w:rPr>
        <w:t>Washington, DC 20554</w:t>
      </w:r>
    </w:p>
    <w:p w:rsidR="008A29B3" w:rsidRPr="008F23A2" w:rsidRDefault="008A29B3" w:rsidP="008A29B3">
      <w:pPr>
        <w:spacing w:line="20" w:lineRule="atLeast"/>
        <w:contextualSpacing/>
        <w:rPr>
          <w:rFonts w:ascii="Times New Roman" w:hAnsi="Times New Roman" w:cs="Times New Roman"/>
        </w:rPr>
      </w:pPr>
    </w:p>
    <w:p w:rsidR="008A29B3" w:rsidRPr="008F23A2" w:rsidRDefault="008A29B3" w:rsidP="008A29B3">
      <w:pPr>
        <w:spacing w:line="20" w:lineRule="atLeast"/>
        <w:contextualSpacing/>
        <w:rPr>
          <w:rFonts w:ascii="Times New Roman" w:hAnsi="Times New Roman" w:cs="Times New Roman"/>
        </w:rPr>
      </w:pPr>
      <w:r w:rsidRPr="008F23A2">
        <w:rPr>
          <w:rFonts w:ascii="Times New Roman" w:hAnsi="Times New Roman" w:cs="Times New Roman"/>
        </w:rPr>
        <w:tab/>
      </w:r>
      <w:r w:rsidRPr="008F23A2">
        <w:rPr>
          <w:rFonts w:ascii="Times New Roman" w:hAnsi="Times New Roman" w:cs="Times New Roman"/>
        </w:rPr>
        <w:tab/>
        <w:t>Re:</w:t>
      </w:r>
      <w:r w:rsidRPr="008F23A2">
        <w:rPr>
          <w:rFonts w:ascii="Times New Roman" w:hAnsi="Times New Roman" w:cs="Times New Roman"/>
        </w:rPr>
        <w:tab/>
        <w:t>Docket 18-336</w:t>
      </w:r>
    </w:p>
    <w:p w:rsidR="008A29B3" w:rsidRPr="008F23A2" w:rsidRDefault="008A29B3" w:rsidP="008A29B3">
      <w:pPr>
        <w:spacing w:line="20" w:lineRule="atLeast"/>
        <w:ind w:left="2160"/>
        <w:contextualSpacing/>
        <w:rPr>
          <w:rFonts w:ascii="Times New Roman" w:hAnsi="Times New Roman" w:cs="Times New Roman"/>
          <w:u w:val="single"/>
        </w:rPr>
      </w:pPr>
      <w:r w:rsidRPr="008F23A2">
        <w:rPr>
          <w:rFonts w:ascii="Times New Roman" w:hAnsi="Times New Roman" w:cs="Times New Roman"/>
          <w:u w:val="single"/>
        </w:rPr>
        <w:t>Implementation of the National Suicide Hotline Improvement Act of 2018</w:t>
      </w:r>
    </w:p>
    <w:p w:rsidR="008A29B3" w:rsidRPr="008F23A2" w:rsidRDefault="008A29B3" w:rsidP="008A29B3">
      <w:pPr>
        <w:spacing w:line="20" w:lineRule="atLeast"/>
        <w:ind w:left="2160"/>
        <w:contextualSpacing/>
        <w:rPr>
          <w:rFonts w:ascii="Times New Roman" w:hAnsi="Times New Roman" w:cs="Times New Roman"/>
          <w:u w:val="single"/>
        </w:rPr>
      </w:pPr>
    </w:p>
    <w:p w:rsidR="008A29B3" w:rsidRPr="008F23A2" w:rsidRDefault="008A29B3" w:rsidP="008A29B3">
      <w:pPr>
        <w:spacing w:line="20" w:lineRule="atLeast"/>
        <w:contextualSpacing/>
        <w:rPr>
          <w:rFonts w:ascii="Times New Roman" w:hAnsi="Times New Roman" w:cs="Times New Roman"/>
        </w:rPr>
      </w:pPr>
      <w:r w:rsidRPr="008F23A2">
        <w:rPr>
          <w:rFonts w:ascii="Times New Roman" w:hAnsi="Times New Roman" w:cs="Times New Roman"/>
        </w:rPr>
        <w:t>Dear Commissioners:</w:t>
      </w:r>
    </w:p>
    <w:p w:rsidR="008A29B3" w:rsidRPr="008F23A2" w:rsidRDefault="008A29B3" w:rsidP="008A29B3">
      <w:pPr>
        <w:spacing w:line="20" w:lineRule="atLeast"/>
        <w:contextualSpacing/>
        <w:rPr>
          <w:rFonts w:ascii="Times New Roman" w:hAnsi="Times New Roman" w:cs="Times New Roman"/>
        </w:rPr>
      </w:pPr>
    </w:p>
    <w:p w:rsidR="004C32F8" w:rsidRPr="008F23A2" w:rsidRDefault="008A29B3" w:rsidP="008A29B3">
      <w:pPr>
        <w:spacing w:line="20" w:lineRule="atLeast"/>
        <w:contextualSpacing/>
        <w:rPr>
          <w:rFonts w:ascii="Times New Roman" w:hAnsi="Times New Roman" w:cs="Times New Roman"/>
        </w:rPr>
      </w:pPr>
      <w:r w:rsidRPr="008F23A2">
        <w:rPr>
          <w:rFonts w:ascii="Times New Roman" w:hAnsi="Times New Roman" w:cs="Times New Roman"/>
        </w:rPr>
        <w:t>I write on behalf of Lines for Life</w:t>
      </w:r>
      <w:r w:rsidR="00FF73C9" w:rsidRPr="008F23A2">
        <w:rPr>
          <w:rFonts w:ascii="Times New Roman" w:hAnsi="Times New Roman" w:cs="Times New Roman"/>
        </w:rPr>
        <w:t>, and as a member of the community,</w:t>
      </w:r>
      <w:r w:rsidRPr="008F23A2">
        <w:rPr>
          <w:rFonts w:ascii="Times New Roman" w:hAnsi="Times New Roman" w:cs="Times New Roman"/>
        </w:rPr>
        <w:t xml:space="preserve"> to urge you to designate a 3-digit code as a Behavioral Health and Suicide Crisis Lifeline</w:t>
      </w:r>
      <w:r w:rsidR="00BE7DEE" w:rsidRPr="008F23A2">
        <w:rPr>
          <w:rFonts w:ascii="Times New Roman" w:hAnsi="Times New Roman" w:cs="Times New Roman"/>
        </w:rPr>
        <w:t xml:space="preserve"> – and to reject the N</w:t>
      </w:r>
      <w:r w:rsidR="004C32F8" w:rsidRPr="008F23A2">
        <w:rPr>
          <w:rFonts w:ascii="Times New Roman" w:hAnsi="Times New Roman" w:cs="Times New Roman"/>
        </w:rPr>
        <w:t>orth American N</w:t>
      </w:r>
      <w:r w:rsidR="002A0CDF" w:rsidRPr="008F23A2">
        <w:rPr>
          <w:rFonts w:ascii="Times New Roman" w:hAnsi="Times New Roman" w:cs="Times New Roman"/>
        </w:rPr>
        <w:t>u</w:t>
      </w:r>
      <w:r w:rsidR="004C32F8" w:rsidRPr="008F23A2">
        <w:rPr>
          <w:rFonts w:ascii="Times New Roman" w:hAnsi="Times New Roman" w:cs="Times New Roman"/>
        </w:rPr>
        <w:t>m</w:t>
      </w:r>
      <w:r w:rsidR="002A0CDF" w:rsidRPr="008F23A2">
        <w:rPr>
          <w:rFonts w:ascii="Times New Roman" w:hAnsi="Times New Roman" w:cs="Times New Roman"/>
        </w:rPr>
        <w:t>bering</w:t>
      </w:r>
      <w:r w:rsidR="004C32F8" w:rsidRPr="008F23A2">
        <w:rPr>
          <w:rFonts w:ascii="Times New Roman" w:hAnsi="Times New Roman" w:cs="Times New Roman"/>
        </w:rPr>
        <w:t xml:space="preserve"> Council </w:t>
      </w:r>
      <w:r w:rsidR="003E67AA" w:rsidRPr="008F23A2">
        <w:rPr>
          <w:rFonts w:ascii="Times New Roman" w:hAnsi="Times New Roman" w:cs="Times New Roman"/>
        </w:rPr>
        <w:t xml:space="preserve">(NANC) </w:t>
      </w:r>
      <w:r w:rsidR="004C32F8" w:rsidRPr="008F23A2">
        <w:rPr>
          <w:rFonts w:ascii="Times New Roman" w:hAnsi="Times New Roman" w:cs="Times New Roman"/>
        </w:rPr>
        <w:t xml:space="preserve">recommendation that </w:t>
      </w:r>
      <w:r w:rsidR="002A0CDF" w:rsidRPr="008F23A2">
        <w:rPr>
          <w:rFonts w:ascii="Times New Roman" w:hAnsi="Times New Roman" w:cs="Times New Roman"/>
        </w:rPr>
        <w:t xml:space="preserve">no such line should be established. </w:t>
      </w:r>
    </w:p>
    <w:p w:rsidR="002A0CDF" w:rsidRPr="008F23A2" w:rsidRDefault="002A0CDF" w:rsidP="008A29B3">
      <w:pPr>
        <w:spacing w:line="20" w:lineRule="atLeast"/>
        <w:contextualSpacing/>
        <w:rPr>
          <w:rFonts w:ascii="Times New Roman" w:hAnsi="Times New Roman" w:cs="Times New Roman"/>
        </w:rPr>
      </w:pPr>
    </w:p>
    <w:p w:rsidR="00FF73C9" w:rsidRPr="008F23A2" w:rsidRDefault="00FF73C9" w:rsidP="008A29B3">
      <w:pPr>
        <w:spacing w:line="20" w:lineRule="atLeast"/>
        <w:contextualSpacing/>
        <w:rPr>
          <w:rFonts w:ascii="Times New Roman" w:hAnsi="Times New Roman" w:cs="Times New Roman"/>
        </w:rPr>
      </w:pPr>
      <w:r w:rsidRPr="008F23A2">
        <w:rPr>
          <w:rFonts w:ascii="Times New Roman" w:hAnsi="Times New Roman" w:cs="Times New Roman"/>
        </w:rPr>
        <w:t xml:space="preserve">The NANC fails to acknowledge the challenges individuals in mental health and suicide crisis are facing, such that they are considering a more convenient option rather than a more effective option. </w:t>
      </w:r>
      <w:r w:rsidR="008F23A2" w:rsidRPr="008F23A2">
        <w:rPr>
          <w:rFonts w:ascii="Times New Roman" w:hAnsi="Times New Roman" w:cs="Times New Roman"/>
        </w:rPr>
        <w:t>911 services are</w:t>
      </w:r>
      <w:r w:rsidRPr="008F23A2">
        <w:rPr>
          <w:rFonts w:ascii="Times New Roman" w:hAnsi="Times New Roman" w:cs="Times New Roman"/>
        </w:rPr>
        <w:t xml:space="preserve"> accessible when we are in physical crisis—why should there not be an option for a mental health crisis? </w:t>
      </w:r>
    </w:p>
    <w:p w:rsidR="00FF73C9" w:rsidRPr="008F23A2" w:rsidRDefault="00FF73C9" w:rsidP="008A29B3">
      <w:pPr>
        <w:spacing w:line="20" w:lineRule="atLeast"/>
        <w:contextualSpacing/>
        <w:rPr>
          <w:rFonts w:ascii="Times New Roman" w:hAnsi="Times New Roman" w:cs="Times New Roman"/>
        </w:rPr>
      </w:pPr>
    </w:p>
    <w:p w:rsidR="00FF73C9" w:rsidRPr="008F23A2" w:rsidRDefault="00FF73C9" w:rsidP="008A29B3">
      <w:pPr>
        <w:spacing w:line="20" w:lineRule="atLeast"/>
        <w:contextualSpacing/>
        <w:rPr>
          <w:rFonts w:ascii="Times New Roman" w:hAnsi="Times New Roman" w:cs="Times New Roman"/>
        </w:rPr>
      </w:pPr>
      <w:r w:rsidRPr="008F23A2">
        <w:rPr>
          <w:rFonts w:ascii="Times New Roman" w:hAnsi="Times New Roman" w:cs="Times New Roman"/>
        </w:rPr>
        <w:t>Though I have not taken the time to put together the statistics on suicide in the United States</w:t>
      </w:r>
      <w:r w:rsidR="008F23A2" w:rsidRPr="008F23A2">
        <w:rPr>
          <w:rFonts w:ascii="Times New Roman" w:hAnsi="Times New Roman" w:cs="Times New Roman"/>
        </w:rPr>
        <w:t xml:space="preserve"> as I’m sure many have</w:t>
      </w:r>
      <w:r w:rsidRPr="008F23A2">
        <w:rPr>
          <w:rFonts w:ascii="Times New Roman" w:hAnsi="Times New Roman" w:cs="Times New Roman"/>
        </w:rPr>
        <w:t>, as an individual who has worked in social services in a wide range of areas across the US, I can say from personal experience that mental health crisis is imminent within all populations—it does not discriminate. To assume that someone who is unable to think clearly in the present, is able to navigate a phone system</w:t>
      </w:r>
      <w:r w:rsidR="008F23A2" w:rsidRPr="008F23A2">
        <w:rPr>
          <w:rFonts w:ascii="Times New Roman" w:hAnsi="Times New Roman" w:cs="Times New Roman"/>
        </w:rPr>
        <w:t xml:space="preserve"> is an understatement. </w:t>
      </w:r>
    </w:p>
    <w:p w:rsidR="008F23A2" w:rsidRPr="008F23A2" w:rsidRDefault="008F23A2" w:rsidP="008A29B3">
      <w:pPr>
        <w:spacing w:line="20" w:lineRule="atLeast"/>
        <w:contextualSpacing/>
        <w:rPr>
          <w:rFonts w:ascii="Times New Roman" w:hAnsi="Times New Roman" w:cs="Times New Roman"/>
        </w:rPr>
      </w:pPr>
    </w:p>
    <w:p w:rsidR="008F23A2" w:rsidRPr="008F23A2" w:rsidRDefault="008F23A2" w:rsidP="008A29B3">
      <w:pPr>
        <w:spacing w:line="20" w:lineRule="atLeast"/>
        <w:contextualSpacing/>
        <w:rPr>
          <w:rFonts w:ascii="Times New Roman" w:hAnsi="Times New Roman" w:cs="Times New Roman"/>
        </w:rPr>
      </w:pPr>
      <w:r w:rsidRPr="008F23A2">
        <w:rPr>
          <w:rFonts w:ascii="Times New Roman" w:hAnsi="Times New Roman" w:cs="Times New Roman"/>
        </w:rPr>
        <w:t xml:space="preserve">I’d like you to imagine being in a car accident, with your loved one severely injured in the passenger seat—you’re frantic—you have absolutely no idea of whether or not they’re going to live or die. What do you do? You call 911 and regardless of whether or not you can express what is happening someone is there for you, fighting to find you, to provide you and your loved one with aid. </w:t>
      </w:r>
    </w:p>
    <w:p w:rsidR="008F23A2" w:rsidRPr="008F23A2" w:rsidRDefault="008F23A2" w:rsidP="008A29B3">
      <w:pPr>
        <w:spacing w:line="20" w:lineRule="atLeast"/>
        <w:contextualSpacing/>
        <w:rPr>
          <w:rFonts w:ascii="Times New Roman" w:hAnsi="Times New Roman" w:cs="Times New Roman"/>
        </w:rPr>
      </w:pPr>
    </w:p>
    <w:p w:rsidR="008F23A2" w:rsidRPr="008F23A2" w:rsidRDefault="008F23A2" w:rsidP="008A29B3">
      <w:pPr>
        <w:spacing w:line="20" w:lineRule="atLeast"/>
        <w:contextualSpacing/>
        <w:rPr>
          <w:rFonts w:ascii="Times New Roman" w:hAnsi="Times New Roman" w:cs="Times New Roman"/>
        </w:rPr>
      </w:pPr>
      <w:r w:rsidRPr="008F23A2">
        <w:rPr>
          <w:rFonts w:ascii="Times New Roman" w:hAnsi="Times New Roman" w:cs="Times New Roman"/>
        </w:rPr>
        <w:t xml:space="preserve">Now imagine this service does not exist. Instead you have to contact 211 and speak to an operator who is not trained for your emotions and does not have the resources to provide you with immediate assistance. You now have to be able to say exactly what you need, where you are, and provide all the necessary information for them to connect you with the appropriate service. Then they have to manually connect you with that service, such that you now have to re-explain your needs with to a second individual, maybe you’re transferred again—maybe you have to explain it to a third individual before someone can send help. At this point significant time has passed, and your loved one is significantly less likely to survive—if only there had been an easy number to call. </w:t>
      </w:r>
    </w:p>
    <w:p w:rsidR="004D52A3" w:rsidRPr="008F23A2" w:rsidRDefault="004D52A3" w:rsidP="008A29B3">
      <w:pPr>
        <w:spacing w:line="20" w:lineRule="atLeast"/>
        <w:contextualSpacing/>
        <w:rPr>
          <w:rFonts w:ascii="Times New Roman" w:hAnsi="Times New Roman" w:cs="Times New Roman"/>
        </w:rPr>
      </w:pPr>
    </w:p>
    <w:p w:rsidR="008A29B3" w:rsidRPr="008F23A2" w:rsidRDefault="00FF73C9" w:rsidP="008A29B3">
      <w:pPr>
        <w:spacing w:line="20" w:lineRule="atLeast"/>
        <w:contextualSpacing/>
        <w:rPr>
          <w:rFonts w:ascii="Times New Roman" w:hAnsi="Times New Roman" w:cs="Times New Roman"/>
        </w:rPr>
      </w:pPr>
      <w:r w:rsidRPr="008F23A2">
        <w:rPr>
          <w:rFonts w:ascii="Times New Roman" w:hAnsi="Times New Roman" w:cs="Times New Roman"/>
        </w:rPr>
        <w:t>Sincerely</w:t>
      </w:r>
      <w:r w:rsidR="008A29B3" w:rsidRPr="008F23A2">
        <w:rPr>
          <w:rFonts w:ascii="Times New Roman" w:hAnsi="Times New Roman" w:cs="Times New Roman"/>
        </w:rPr>
        <w:t>,</w:t>
      </w:r>
    </w:p>
    <w:p w:rsidR="008A29B3" w:rsidRPr="008F23A2" w:rsidRDefault="008A29B3" w:rsidP="008A29B3">
      <w:pPr>
        <w:spacing w:line="20" w:lineRule="atLeast"/>
        <w:contextualSpacing/>
        <w:rPr>
          <w:rFonts w:ascii="Times New Roman" w:hAnsi="Times New Roman" w:cs="Times New Roman"/>
        </w:rPr>
      </w:pPr>
    </w:p>
    <w:p w:rsidR="008A29B3" w:rsidRPr="008F23A2" w:rsidRDefault="00FF73C9" w:rsidP="008A29B3">
      <w:pPr>
        <w:spacing w:line="20" w:lineRule="atLeast"/>
        <w:contextualSpacing/>
        <w:rPr>
          <w:rFonts w:ascii="Times New Roman" w:hAnsi="Times New Roman" w:cs="Times New Roman"/>
          <w:i/>
        </w:rPr>
      </w:pPr>
      <w:r w:rsidRPr="008F23A2">
        <w:rPr>
          <w:rFonts w:ascii="Times New Roman" w:hAnsi="Times New Roman" w:cs="Times New Roman"/>
          <w:i/>
          <w:noProof/>
        </w:rPr>
        <w:t>Sarah Fletcher</w:t>
      </w:r>
    </w:p>
    <w:p w:rsidR="008A29B3" w:rsidRPr="008F23A2" w:rsidRDefault="008A29B3" w:rsidP="008A29B3">
      <w:pPr>
        <w:spacing w:line="20" w:lineRule="atLeast"/>
        <w:contextualSpacing/>
        <w:rPr>
          <w:rFonts w:ascii="Times New Roman" w:hAnsi="Times New Roman" w:cs="Times New Roman"/>
        </w:rPr>
      </w:pPr>
    </w:p>
    <w:p w:rsidR="008A29B3" w:rsidRPr="008F23A2" w:rsidRDefault="00FF73C9" w:rsidP="008A29B3">
      <w:pPr>
        <w:spacing w:line="20" w:lineRule="atLeast"/>
        <w:contextualSpacing/>
        <w:rPr>
          <w:rFonts w:ascii="Times New Roman" w:hAnsi="Times New Roman" w:cs="Times New Roman"/>
        </w:rPr>
      </w:pPr>
      <w:bookmarkStart w:id="0" w:name="_GoBack"/>
      <w:bookmarkEnd w:id="0"/>
      <w:r w:rsidRPr="008F23A2">
        <w:rPr>
          <w:rFonts w:ascii="Times New Roman" w:hAnsi="Times New Roman" w:cs="Times New Roman"/>
        </w:rPr>
        <w:t>Sarah Fletcher</w:t>
      </w:r>
    </w:p>
    <w:p w:rsidR="00CE7994" w:rsidRPr="008F23A2" w:rsidRDefault="008F23A2" w:rsidP="008F23A2">
      <w:pPr>
        <w:spacing w:line="20" w:lineRule="atLeast"/>
        <w:contextualSpacing/>
        <w:rPr>
          <w:rFonts w:ascii="Times New Roman" w:hAnsi="Times New Roman" w:cs="Times New Roman"/>
        </w:rPr>
      </w:pPr>
      <w:r>
        <w:rPr>
          <w:rFonts w:ascii="Times New Roman" w:hAnsi="Times New Roman" w:cs="Times New Roman"/>
        </w:rPr>
        <w:t>Crisis Intervention Specialist</w:t>
      </w:r>
    </w:p>
    <w:sectPr w:rsidR="00CE7994" w:rsidRPr="008F23A2" w:rsidSect="009C0798">
      <w:headerReference w:type="default" r:id="rId11"/>
      <w:footerReference w:type="default" r:id="rId12"/>
      <w:headerReference w:type="first" r:id="rId13"/>
      <w:pgSz w:w="12240" w:h="15840" w:code="1"/>
      <w:pgMar w:top="1440" w:right="1080" w:bottom="1260" w:left="1080" w:header="36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796" w:rsidRDefault="00BD2796" w:rsidP="00BB52FE">
      <w:r>
        <w:separator/>
      </w:r>
    </w:p>
  </w:endnote>
  <w:endnote w:type="continuationSeparator" w:id="0">
    <w:p w:rsidR="00BD2796" w:rsidRDefault="00BD2796" w:rsidP="00BB5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798" w:rsidRPr="009C0798" w:rsidRDefault="009C0798">
    <w:pPr>
      <w:pStyle w:val="Footer"/>
      <w:contextualSpacing/>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796" w:rsidRDefault="00BD2796" w:rsidP="00BB52FE">
      <w:r>
        <w:separator/>
      </w:r>
    </w:p>
  </w:footnote>
  <w:footnote w:type="continuationSeparator" w:id="0">
    <w:p w:rsidR="00BD2796" w:rsidRDefault="00BD2796" w:rsidP="00BB52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A87" w:rsidRDefault="00407A87">
    <w:pPr>
      <w:pStyle w:val="Header"/>
    </w:pPr>
    <w:r>
      <w:rPr>
        <w:noProof/>
      </w:rPr>
      <w:drawing>
        <wp:inline distT="0" distB="0" distL="0" distR="0">
          <wp:extent cx="2286000" cy="580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FL-LH-bw.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286000" cy="580644"/>
                  </a:xfrm>
                  <a:prstGeom prst="rect">
                    <a:avLst/>
                  </a:prstGeom>
                </pic:spPr>
              </pic:pic>
            </a:graphicData>
          </a:graphic>
        </wp:inline>
      </w:drawing>
    </w:r>
  </w:p>
  <w:p w:rsidR="00407A87" w:rsidRDefault="00407A87">
    <w:pPr>
      <w:pStyle w:val="Header"/>
    </w:pPr>
  </w:p>
  <w:p w:rsidR="00407A87" w:rsidRDefault="00407A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9C4" w:rsidRDefault="0008529C">
    <w:pPr>
      <w:pStyle w:val="Header"/>
    </w:pPr>
    <w:r>
      <w:rPr>
        <w:noProof/>
      </w:rPr>
      <w:drawing>
        <wp:anchor distT="0" distB="0" distL="114300" distR="114300" simplePos="0" relativeHeight="251660800" behindDoc="1" locked="0" layoutInCell="1" allowOverlap="1">
          <wp:simplePos x="0" y="0"/>
          <wp:positionH relativeFrom="margin">
            <wp:posOffset>-676275</wp:posOffset>
          </wp:positionH>
          <wp:positionV relativeFrom="margin">
            <wp:posOffset>-457200</wp:posOffset>
          </wp:positionV>
          <wp:extent cx="7726680" cy="1426464"/>
          <wp:effectExtent l="0" t="0" r="7620" b="2540"/>
          <wp:wrapTight wrapText="bothSides">
            <wp:wrapPolygon edited="0">
              <wp:start x="0" y="0"/>
              <wp:lineTo x="0" y="21350"/>
              <wp:lineTo x="21568" y="21350"/>
              <wp:lineTo x="21568" y="0"/>
              <wp:lineTo x="0" y="0"/>
            </wp:wrapPolygon>
          </wp:wrapTight>
          <wp:docPr id="9" name="Picture 9" descr="Z:\ID Package\LFL-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D Package\LFL-L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26680" cy="1426464"/>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margin">
            <wp:posOffset>-565150</wp:posOffset>
          </wp:positionH>
          <wp:positionV relativeFrom="margin">
            <wp:posOffset>8089900</wp:posOffset>
          </wp:positionV>
          <wp:extent cx="7524750" cy="83820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24750" cy="83820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60EBE"/>
    <w:multiLevelType w:val="hybridMultilevel"/>
    <w:tmpl w:val="933C1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6D3A5F"/>
    <w:multiLevelType w:val="hybridMultilevel"/>
    <w:tmpl w:val="1486BD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8547E7F"/>
    <w:multiLevelType w:val="hybridMultilevel"/>
    <w:tmpl w:val="27E4C1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6F432242"/>
    <w:multiLevelType w:val="hybridMultilevel"/>
    <w:tmpl w:val="D61C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467240"/>
    <w:rsid w:val="00011068"/>
    <w:rsid w:val="000141A6"/>
    <w:rsid w:val="00020948"/>
    <w:rsid w:val="00023F5C"/>
    <w:rsid w:val="00043607"/>
    <w:rsid w:val="00051ECF"/>
    <w:rsid w:val="00070405"/>
    <w:rsid w:val="000843F4"/>
    <w:rsid w:val="0008529C"/>
    <w:rsid w:val="000B2D98"/>
    <w:rsid w:val="000D68E8"/>
    <w:rsid w:val="001115CB"/>
    <w:rsid w:val="00117C79"/>
    <w:rsid w:val="00124D04"/>
    <w:rsid w:val="00137FA5"/>
    <w:rsid w:val="00163E1B"/>
    <w:rsid w:val="00184D41"/>
    <w:rsid w:val="00192068"/>
    <w:rsid w:val="001B14B2"/>
    <w:rsid w:val="001B4D51"/>
    <w:rsid w:val="001C6538"/>
    <w:rsid w:val="001E5F3F"/>
    <w:rsid w:val="00232F71"/>
    <w:rsid w:val="002747F5"/>
    <w:rsid w:val="002816EA"/>
    <w:rsid w:val="002873E7"/>
    <w:rsid w:val="002A06F2"/>
    <w:rsid w:val="002A0CDF"/>
    <w:rsid w:val="002B0B7F"/>
    <w:rsid w:val="002B36C4"/>
    <w:rsid w:val="002E0607"/>
    <w:rsid w:val="002E50CD"/>
    <w:rsid w:val="002F4D79"/>
    <w:rsid w:val="00304772"/>
    <w:rsid w:val="00321FA6"/>
    <w:rsid w:val="003421D6"/>
    <w:rsid w:val="00375102"/>
    <w:rsid w:val="00387B86"/>
    <w:rsid w:val="003C097F"/>
    <w:rsid w:val="003C14DE"/>
    <w:rsid w:val="003D716B"/>
    <w:rsid w:val="003E67AA"/>
    <w:rsid w:val="00407A87"/>
    <w:rsid w:val="00415375"/>
    <w:rsid w:val="00416A1C"/>
    <w:rsid w:val="0044200E"/>
    <w:rsid w:val="00456540"/>
    <w:rsid w:val="00460ED4"/>
    <w:rsid w:val="00467240"/>
    <w:rsid w:val="0049386B"/>
    <w:rsid w:val="004A1BB3"/>
    <w:rsid w:val="004B3F9A"/>
    <w:rsid w:val="004C32F8"/>
    <w:rsid w:val="004C58E9"/>
    <w:rsid w:val="004D30ED"/>
    <w:rsid w:val="004D52A3"/>
    <w:rsid w:val="004E68D8"/>
    <w:rsid w:val="00502814"/>
    <w:rsid w:val="00553E2E"/>
    <w:rsid w:val="00565D8D"/>
    <w:rsid w:val="00591883"/>
    <w:rsid w:val="005973D7"/>
    <w:rsid w:val="005E541D"/>
    <w:rsid w:val="005E65CA"/>
    <w:rsid w:val="00615EB8"/>
    <w:rsid w:val="00620212"/>
    <w:rsid w:val="00631752"/>
    <w:rsid w:val="00640996"/>
    <w:rsid w:val="006502F2"/>
    <w:rsid w:val="00686A8E"/>
    <w:rsid w:val="006A5A0E"/>
    <w:rsid w:val="007011C8"/>
    <w:rsid w:val="007231A6"/>
    <w:rsid w:val="00727BBB"/>
    <w:rsid w:val="00731C21"/>
    <w:rsid w:val="00732D89"/>
    <w:rsid w:val="00740421"/>
    <w:rsid w:val="0075143D"/>
    <w:rsid w:val="007749F5"/>
    <w:rsid w:val="00775287"/>
    <w:rsid w:val="00775EAB"/>
    <w:rsid w:val="0077723F"/>
    <w:rsid w:val="007A183F"/>
    <w:rsid w:val="007A45F7"/>
    <w:rsid w:val="007A792E"/>
    <w:rsid w:val="007B70EF"/>
    <w:rsid w:val="007D3806"/>
    <w:rsid w:val="00802E73"/>
    <w:rsid w:val="00813FF4"/>
    <w:rsid w:val="00815E57"/>
    <w:rsid w:val="00825BC6"/>
    <w:rsid w:val="0085325B"/>
    <w:rsid w:val="00873245"/>
    <w:rsid w:val="008820E6"/>
    <w:rsid w:val="008A29B3"/>
    <w:rsid w:val="008A716D"/>
    <w:rsid w:val="008C5A3B"/>
    <w:rsid w:val="008F23A2"/>
    <w:rsid w:val="00914B54"/>
    <w:rsid w:val="009369C4"/>
    <w:rsid w:val="009C0798"/>
    <w:rsid w:val="00A336B5"/>
    <w:rsid w:val="00A47341"/>
    <w:rsid w:val="00A50F2D"/>
    <w:rsid w:val="00AA4853"/>
    <w:rsid w:val="00AE3211"/>
    <w:rsid w:val="00B2287A"/>
    <w:rsid w:val="00B70278"/>
    <w:rsid w:val="00B801C7"/>
    <w:rsid w:val="00B95173"/>
    <w:rsid w:val="00BB52FE"/>
    <w:rsid w:val="00BC4071"/>
    <w:rsid w:val="00BD0251"/>
    <w:rsid w:val="00BD2796"/>
    <w:rsid w:val="00BE7DEE"/>
    <w:rsid w:val="00C052B2"/>
    <w:rsid w:val="00C2767D"/>
    <w:rsid w:val="00C47EE8"/>
    <w:rsid w:val="00C66FB5"/>
    <w:rsid w:val="00CA0326"/>
    <w:rsid w:val="00CB085E"/>
    <w:rsid w:val="00CB3698"/>
    <w:rsid w:val="00CC2383"/>
    <w:rsid w:val="00CC54C3"/>
    <w:rsid w:val="00CD3660"/>
    <w:rsid w:val="00CE7994"/>
    <w:rsid w:val="00CF6EDC"/>
    <w:rsid w:val="00D06900"/>
    <w:rsid w:val="00D36698"/>
    <w:rsid w:val="00D44D6C"/>
    <w:rsid w:val="00D54059"/>
    <w:rsid w:val="00D55D1E"/>
    <w:rsid w:val="00D60A6D"/>
    <w:rsid w:val="00D93AF4"/>
    <w:rsid w:val="00DA3DCD"/>
    <w:rsid w:val="00DB0C8B"/>
    <w:rsid w:val="00DC65A4"/>
    <w:rsid w:val="00E03603"/>
    <w:rsid w:val="00E24437"/>
    <w:rsid w:val="00E444BC"/>
    <w:rsid w:val="00E52A9E"/>
    <w:rsid w:val="00E563FC"/>
    <w:rsid w:val="00E61452"/>
    <w:rsid w:val="00EB4C88"/>
    <w:rsid w:val="00ED2178"/>
    <w:rsid w:val="00F05338"/>
    <w:rsid w:val="00F2234C"/>
    <w:rsid w:val="00F455C1"/>
    <w:rsid w:val="00F47A5C"/>
    <w:rsid w:val="00F5668C"/>
    <w:rsid w:val="00F57221"/>
    <w:rsid w:val="00F66382"/>
    <w:rsid w:val="00F85D4E"/>
    <w:rsid w:val="00F87C34"/>
    <w:rsid w:val="00F95CCB"/>
    <w:rsid w:val="00FA630A"/>
    <w:rsid w:val="00FB16DA"/>
    <w:rsid w:val="00FC3399"/>
    <w:rsid w:val="00FC3944"/>
    <w:rsid w:val="00FF256A"/>
    <w:rsid w:val="00FF73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240"/>
    <w:rPr>
      <w:rFonts w:eastAsiaTheme="minorHAns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2FE"/>
    <w:pPr>
      <w:tabs>
        <w:tab w:val="center" w:pos="4680"/>
        <w:tab w:val="right" w:pos="9360"/>
      </w:tabs>
    </w:pPr>
    <w:rPr>
      <w:rFonts w:eastAsia="Calibri" w:cs="Times New Roman"/>
    </w:rPr>
  </w:style>
  <w:style w:type="character" w:customStyle="1" w:styleId="HeaderChar">
    <w:name w:val="Header Char"/>
    <w:basedOn w:val="DefaultParagraphFont"/>
    <w:link w:val="Header"/>
    <w:uiPriority w:val="99"/>
    <w:rsid w:val="00BB52FE"/>
  </w:style>
  <w:style w:type="paragraph" w:styleId="Footer">
    <w:name w:val="footer"/>
    <w:basedOn w:val="Normal"/>
    <w:link w:val="FooterChar"/>
    <w:uiPriority w:val="99"/>
    <w:unhideWhenUsed/>
    <w:rsid w:val="00BB52FE"/>
    <w:pPr>
      <w:tabs>
        <w:tab w:val="center" w:pos="4680"/>
        <w:tab w:val="right" w:pos="9360"/>
      </w:tabs>
    </w:pPr>
    <w:rPr>
      <w:rFonts w:eastAsia="Calibri" w:cs="Times New Roman"/>
    </w:rPr>
  </w:style>
  <w:style w:type="character" w:customStyle="1" w:styleId="FooterChar">
    <w:name w:val="Footer Char"/>
    <w:basedOn w:val="DefaultParagraphFont"/>
    <w:link w:val="Footer"/>
    <w:uiPriority w:val="99"/>
    <w:rsid w:val="00BB52FE"/>
  </w:style>
  <w:style w:type="paragraph" w:styleId="BalloonText">
    <w:name w:val="Balloon Text"/>
    <w:basedOn w:val="Normal"/>
    <w:link w:val="BalloonTextChar"/>
    <w:uiPriority w:val="99"/>
    <w:semiHidden/>
    <w:unhideWhenUsed/>
    <w:rsid w:val="00BB52F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B52FE"/>
    <w:rPr>
      <w:rFonts w:ascii="Tahoma" w:hAnsi="Tahoma" w:cs="Tahoma"/>
      <w:sz w:val="16"/>
      <w:szCs w:val="16"/>
    </w:rPr>
  </w:style>
  <w:style w:type="paragraph" w:customStyle="1" w:styleId="BasicParagraph">
    <w:name w:val="[Basic Paragraph]"/>
    <w:basedOn w:val="Normal"/>
    <w:uiPriority w:val="99"/>
    <w:rsid w:val="00BB52FE"/>
    <w:pPr>
      <w:autoSpaceDE w:val="0"/>
      <w:autoSpaceDN w:val="0"/>
      <w:adjustRightInd w:val="0"/>
      <w:spacing w:line="288" w:lineRule="auto"/>
      <w:textAlignment w:val="center"/>
    </w:pPr>
    <w:rPr>
      <w:rFonts w:ascii="Minion Pro" w:eastAsia="Calibri" w:hAnsi="Minion Pro" w:cs="Minion Pro"/>
      <w:color w:val="000000"/>
      <w:sz w:val="24"/>
      <w:szCs w:val="24"/>
    </w:rPr>
  </w:style>
  <w:style w:type="character" w:styleId="Hyperlink">
    <w:name w:val="Hyperlink"/>
    <w:basedOn w:val="DefaultParagraphFont"/>
    <w:uiPriority w:val="99"/>
    <w:unhideWhenUsed/>
    <w:rsid w:val="005973D7"/>
    <w:rPr>
      <w:color w:val="0000FF"/>
      <w:u w:val="single"/>
    </w:rPr>
  </w:style>
  <w:style w:type="character" w:customStyle="1" w:styleId="xbe">
    <w:name w:val="_xbe"/>
    <w:basedOn w:val="DefaultParagraphFont"/>
    <w:rsid w:val="00416A1C"/>
  </w:style>
  <w:style w:type="character" w:customStyle="1" w:styleId="st">
    <w:name w:val="st"/>
    <w:basedOn w:val="DefaultParagraphFont"/>
    <w:rsid w:val="00416A1C"/>
  </w:style>
  <w:style w:type="paragraph" w:styleId="ListParagraph">
    <w:name w:val="List Paragraph"/>
    <w:basedOn w:val="Normal"/>
    <w:uiPriority w:val="34"/>
    <w:qFormat/>
    <w:rsid w:val="00F66382"/>
    <w:pPr>
      <w:ind w:left="720"/>
      <w:contextualSpacing/>
    </w:pPr>
  </w:style>
  <w:style w:type="paragraph" w:styleId="EndnoteText">
    <w:name w:val="endnote text"/>
    <w:basedOn w:val="Normal"/>
    <w:link w:val="EndnoteTextChar"/>
    <w:uiPriority w:val="99"/>
    <w:semiHidden/>
    <w:unhideWhenUsed/>
    <w:rsid w:val="001B14B2"/>
    <w:rPr>
      <w:sz w:val="20"/>
      <w:szCs w:val="20"/>
    </w:rPr>
  </w:style>
  <w:style w:type="character" w:customStyle="1" w:styleId="EndnoteTextChar">
    <w:name w:val="Endnote Text Char"/>
    <w:basedOn w:val="DefaultParagraphFont"/>
    <w:link w:val="EndnoteText"/>
    <w:uiPriority w:val="99"/>
    <w:semiHidden/>
    <w:rsid w:val="001B14B2"/>
    <w:rPr>
      <w:rFonts w:eastAsiaTheme="minorHAnsi" w:cs="Calibri"/>
    </w:rPr>
  </w:style>
  <w:style w:type="character" w:styleId="EndnoteReference">
    <w:name w:val="endnote reference"/>
    <w:basedOn w:val="DefaultParagraphFont"/>
    <w:uiPriority w:val="99"/>
    <w:semiHidden/>
    <w:unhideWhenUsed/>
    <w:rsid w:val="001B14B2"/>
    <w:rPr>
      <w:vertAlign w:val="superscript"/>
    </w:rPr>
  </w:style>
  <w:style w:type="paragraph" w:styleId="FootnoteText">
    <w:name w:val="footnote text"/>
    <w:basedOn w:val="Normal"/>
    <w:link w:val="FootnoteTextChar"/>
    <w:uiPriority w:val="99"/>
    <w:semiHidden/>
    <w:unhideWhenUsed/>
    <w:rsid w:val="00FC3399"/>
    <w:rPr>
      <w:sz w:val="20"/>
      <w:szCs w:val="20"/>
    </w:rPr>
  </w:style>
  <w:style w:type="character" w:customStyle="1" w:styleId="FootnoteTextChar">
    <w:name w:val="Footnote Text Char"/>
    <w:basedOn w:val="DefaultParagraphFont"/>
    <w:link w:val="FootnoteText"/>
    <w:uiPriority w:val="99"/>
    <w:semiHidden/>
    <w:rsid w:val="00FC3399"/>
    <w:rPr>
      <w:rFonts w:eastAsiaTheme="minorHAnsi" w:cs="Calibri"/>
    </w:rPr>
  </w:style>
  <w:style w:type="character" w:styleId="FootnoteReference">
    <w:name w:val="footnote reference"/>
    <w:basedOn w:val="DefaultParagraphFont"/>
    <w:uiPriority w:val="99"/>
    <w:semiHidden/>
    <w:unhideWhenUsed/>
    <w:rsid w:val="00FC3399"/>
    <w:rPr>
      <w:vertAlign w:val="superscript"/>
    </w:rPr>
  </w:style>
  <w:style w:type="character" w:customStyle="1" w:styleId="UnresolvedMention">
    <w:name w:val="Unresolved Mention"/>
    <w:basedOn w:val="DefaultParagraphFont"/>
    <w:uiPriority w:val="99"/>
    <w:semiHidden/>
    <w:unhideWhenUsed/>
    <w:rsid w:val="002E50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6688497">
      <w:bodyDiv w:val="1"/>
      <w:marLeft w:val="0"/>
      <w:marRight w:val="0"/>
      <w:marTop w:val="0"/>
      <w:marBottom w:val="0"/>
      <w:divBdr>
        <w:top w:val="none" w:sz="0" w:space="0" w:color="auto"/>
        <w:left w:val="none" w:sz="0" w:space="0" w:color="auto"/>
        <w:bottom w:val="none" w:sz="0" w:space="0" w:color="auto"/>
        <w:right w:val="none" w:sz="0" w:space="0" w:color="auto"/>
      </w:divBdr>
    </w:div>
    <w:div w:id="41486134">
      <w:bodyDiv w:val="1"/>
      <w:marLeft w:val="0"/>
      <w:marRight w:val="0"/>
      <w:marTop w:val="0"/>
      <w:marBottom w:val="0"/>
      <w:divBdr>
        <w:top w:val="none" w:sz="0" w:space="0" w:color="auto"/>
        <w:left w:val="none" w:sz="0" w:space="0" w:color="auto"/>
        <w:bottom w:val="none" w:sz="0" w:space="0" w:color="auto"/>
        <w:right w:val="none" w:sz="0" w:space="0" w:color="auto"/>
      </w:divBdr>
    </w:div>
    <w:div w:id="62458149">
      <w:bodyDiv w:val="1"/>
      <w:marLeft w:val="0"/>
      <w:marRight w:val="0"/>
      <w:marTop w:val="0"/>
      <w:marBottom w:val="0"/>
      <w:divBdr>
        <w:top w:val="none" w:sz="0" w:space="0" w:color="auto"/>
        <w:left w:val="none" w:sz="0" w:space="0" w:color="auto"/>
        <w:bottom w:val="none" w:sz="0" w:space="0" w:color="auto"/>
        <w:right w:val="none" w:sz="0" w:space="0" w:color="auto"/>
      </w:divBdr>
    </w:div>
    <w:div w:id="66474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umler\Desktop\LFL-Letterhead-2015%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44533E2D72594EB9614C9C0B7E5B2F" ma:contentTypeVersion="4" ma:contentTypeDescription="Create a new document." ma:contentTypeScope="" ma:versionID="035b2c419bc43479576945e3a24b50d6">
  <xsd:schema xmlns:xsd="http://www.w3.org/2001/XMLSchema" xmlns:xs="http://www.w3.org/2001/XMLSchema" xmlns:p="http://schemas.microsoft.com/office/2006/metadata/properties" xmlns:ns2="b04db6d5-1760-46d2-9335-3e2a7de30167" targetNamespace="http://schemas.microsoft.com/office/2006/metadata/properties" ma:root="true" ma:fieldsID="7acd2b93e8bbaecc72e36d94e57a511d" ns2:_="">
    <xsd:import namespace="b04db6d5-1760-46d2-9335-3e2a7de3016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db6d5-1760-46d2-9335-3e2a7de3016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04db6d5-1760-46d2-9335-3e2a7de30167">
      <UserInfo>
        <DisplayName>Nikki Zbylut</DisplayName>
        <AccountId>151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F17EC-DF62-408F-8DFE-928E94799A77}">
  <ds:schemaRefs>
    <ds:schemaRef ds:uri="http://schemas.microsoft.com/sharepoint/v3/contenttype/forms"/>
  </ds:schemaRefs>
</ds:datastoreItem>
</file>

<file path=customXml/itemProps2.xml><?xml version="1.0" encoding="utf-8"?>
<ds:datastoreItem xmlns:ds="http://schemas.openxmlformats.org/officeDocument/2006/customXml" ds:itemID="{B34EB00E-A1CB-41DF-B5C7-44C91F3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db6d5-1760-46d2-9335-3e2a7de3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AB1A86-5A24-4B6A-A43E-D5AE9AB3C48D}">
  <ds:schemaRefs>
    <ds:schemaRef ds:uri="http://schemas.microsoft.com/office/2006/metadata/properties"/>
    <ds:schemaRef ds:uri="http://schemas.microsoft.com/office/infopath/2007/PartnerControls"/>
    <ds:schemaRef ds:uri="b04db6d5-1760-46d2-9335-3e2a7de30167"/>
  </ds:schemaRefs>
</ds:datastoreItem>
</file>

<file path=customXml/itemProps4.xml><?xml version="1.0" encoding="utf-8"?>
<ds:datastoreItem xmlns:ds="http://schemas.openxmlformats.org/officeDocument/2006/customXml" ds:itemID="{872A33A2-4901-42B4-8366-3F22ACC1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LFL-Letterhead-2015 (2)</Template>
  <TotalTime>0</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Baumler</dc:creator>
  <cp:lastModifiedBy>AspireCM9</cp:lastModifiedBy>
  <cp:revision>2</cp:revision>
  <cp:lastPrinted>2019-06-05T22:41:00Z</cp:lastPrinted>
  <dcterms:created xsi:type="dcterms:W3CDTF">2019-06-07T17:20:00Z</dcterms:created>
  <dcterms:modified xsi:type="dcterms:W3CDTF">2019-06-07T17:20:00Z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0x0101003444533E2D72594EB9614C9C0B7E5B2F</vt:lpwstr>
  </property>
</Properties>
</file>