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65AFE4" w14:textId="77777777" w:rsidR="00251326" w:rsidRPr="0027062C" w:rsidRDefault="00251326" w:rsidP="00251326">
      <w:pPr>
        <w:pStyle w:val="PlainText"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Measuring Broadband Performance Meeting (</w:t>
      </w:r>
      <w:r w:rsidR="00C21314"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Fixed</w:t>
      </w:r>
      <w:r w:rsidR="00447B4F"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Collaborative</w:t>
      </w:r>
      <w:r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) GN DOCKET NO. 12-264</w:t>
      </w:r>
    </w:p>
    <w:p w14:paraId="0E199A4B" w14:textId="312A22D3" w:rsidR="00251326" w:rsidRPr="0027062C" w:rsidRDefault="00251326" w:rsidP="00251326">
      <w:pPr>
        <w:jc w:val="center"/>
        <w:rPr>
          <w:b/>
          <w:color w:val="000000" w:themeColor="text1"/>
          <w:sz w:val="36"/>
          <w:szCs w:val="36"/>
        </w:rPr>
      </w:pPr>
      <w:r w:rsidRPr="0027062C">
        <w:rPr>
          <w:b/>
          <w:color w:val="000000" w:themeColor="text1"/>
          <w:sz w:val="36"/>
          <w:szCs w:val="36"/>
        </w:rPr>
        <w:t>Attendees (</w:t>
      </w:r>
      <w:r w:rsidR="007A79F5" w:rsidRPr="0027062C">
        <w:rPr>
          <w:b/>
          <w:color w:val="000000" w:themeColor="text1"/>
          <w:sz w:val="36"/>
          <w:szCs w:val="36"/>
        </w:rPr>
        <w:t>1</w:t>
      </w:r>
      <w:r w:rsidR="0009072D" w:rsidRPr="0027062C">
        <w:rPr>
          <w:b/>
          <w:color w:val="000000" w:themeColor="text1"/>
          <w:sz w:val="36"/>
          <w:szCs w:val="36"/>
        </w:rPr>
        <w:t>1</w:t>
      </w:r>
      <w:r w:rsidR="00B70F0A" w:rsidRPr="0027062C">
        <w:rPr>
          <w:b/>
          <w:color w:val="000000" w:themeColor="text1"/>
          <w:sz w:val="36"/>
          <w:szCs w:val="36"/>
        </w:rPr>
        <w:t>:</w:t>
      </w:r>
      <w:r w:rsidR="0009072D" w:rsidRPr="0027062C">
        <w:rPr>
          <w:b/>
          <w:color w:val="000000" w:themeColor="text1"/>
          <w:sz w:val="36"/>
          <w:szCs w:val="36"/>
        </w:rPr>
        <w:t>0</w:t>
      </w:r>
      <w:r w:rsidR="00B70F0A" w:rsidRPr="0027062C">
        <w:rPr>
          <w:b/>
          <w:color w:val="000000" w:themeColor="text1"/>
          <w:sz w:val="36"/>
          <w:szCs w:val="36"/>
        </w:rPr>
        <w:t>0</w:t>
      </w:r>
      <w:r w:rsidRPr="0027062C">
        <w:rPr>
          <w:b/>
          <w:color w:val="000000" w:themeColor="text1"/>
          <w:sz w:val="36"/>
          <w:szCs w:val="36"/>
        </w:rPr>
        <w:t xml:space="preserve"> </w:t>
      </w:r>
      <w:r w:rsidR="0009072D" w:rsidRPr="0027062C">
        <w:rPr>
          <w:b/>
          <w:color w:val="000000" w:themeColor="text1"/>
          <w:sz w:val="36"/>
          <w:szCs w:val="36"/>
        </w:rPr>
        <w:t>A</w:t>
      </w:r>
      <w:r w:rsidR="00C21314" w:rsidRPr="0027062C">
        <w:rPr>
          <w:b/>
          <w:color w:val="000000" w:themeColor="text1"/>
          <w:sz w:val="36"/>
          <w:szCs w:val="36"/>
        </w:rPr>
        <w:t xml:space="preserve">M- </w:t>
      </w:r>
      <w:r w:rsidR="0009072D" w:rsidRPr="0027062C">
        <w:rPr>
          <w:b/>
          <w:color w:val="000000" w:themeColor="text1"/>
          <w:sz w:val="36"/>
          <w:szCs w:val="36"/>
        </w:rPr>
        <w:t>12</w:t>
      </w:r>
      <w:r w:rsidR="00B70F0A" w:rsidRPr="0027062C">
        <w:rPr>
          <w:b/>
          <w:color w:val="000000" w:themeColor="text1"/>
          <w:sz w:val="36"/>
          <w:szCs w:val="36"/>
        </w:rPr>
        <w:t>:</w:t>
      </w:r>
      <w:r w:rsidR="0009072D" w:rsidRPr="0027062C">
        <w:rPr>
          <w:b/>
          <w:color w:val="000000" w:themeColor="text1"/>
          <w:sz w:val="36"/>
          <w:szCs w:val="36"/>
        </w:rPr>
        <w:t>3</w:t>
      </w:r>
      <w:r w:rsidR="00B70F0A" w:rsidRPr="0027062C">
        <w:rPr>
          <w:b/>
          <w:color w:val="000000" w:themeColor="text1"/>
          <w:sz w:val="36"/>
          <w:szCs w:val="36"/>
        </w:rPr>
        <w:t>0</w:t>
      </w:r>
      <w:r w:rsidRPr="0027062C">
        <w:rPr>
          <w:b/>
          <w:color w:val="000000" w:themeColor="text1"/>
          <w:sz w:val="36"/>
          <w:szCs w:val="36"/>
        </w:rPr>
        <w:t xml:space="preserve"> </w:t>
      </w:r>
      <w:r w:rsidR="007342D9" w:rsidRPr="0027062C">
        <w:rPr>
          <w:b/>
          <w:color w:val="000000" w:themeColor="text1"/>
          <w:sz w:val="36"/>
          <w:szCs w:val="36"/>
        </w:rPr>
        <w:t>P</w:t>
      </w:r>
      <w:r w:rsidR="00C21314" w:rsidRPr="0027062C">
        <w:rPr>
          <w:b/>
          <w:color w:val="000000" w:themeColor="text1"/>
          <w:sz w:val="36"/>
          <w:szCs w:val="36"/>
        </w:rPr>
        <w:t>M</w:t>
      </w:r>
      <w:r w:rsidRPr="0027062C">
        <w:rPr>
          <w:b/>
          <w:color w:val="000000" w:themeColor="text1"/>
          <w:sz w:val="36"/>
          <w:szCs w:val="36"/>
        </w:rPr>
        <w:t>)</w:t>
      </w:r>
      <w:r w:rsidR="00AE0389" w:rsidRPr="0027062C">
        <w:rPr>
          <w:b/>
          <w:color w:val="000000" w:themeColor="text1"/>
          <w:sz w:val="36"/>
          <w:szCs w:val="36"/>
        </w:rPr>
        <w:t xml:space="preserve">, </w:t>
      </w:r>
      <w:r w:rsidR="00961AB8">
        <w:rPr>
          <w:b/>
          <w:color w:val="000000" w:themeColor="text1"/>
          <w:sz w:val="36"/>
          <w:szCs w:val="36"/>
        </w:rPr>
        <w:t>May</w:t>
      </w:r>
      <w:bookmarkStart w:id="0" w:name="_GoBack"/>
      <w:bookmarkEnd w:id="0"/>
      <w:r w:rsidR="00BC4A83" w:rsidRPr="0027062C">
        <w:rPr>
          <w:b/>
          <w:color w:val="000000" w:themeColor="text1"/>
          <w:sz w:val="36"/>
          <w:szCs w:val="36"/>
        </w:rPr>
        <w:t xml:space="preserve"> </w:t>
      </w:r>
      <w:r w:rsidR="006E6FDF">
        <w:rPr>
          <w:b/>
          <w:color w:val="000000" w:themeColor="text1"/>
          <w:sz w:val="36"/>
          <w:szCs w:val="36"/>
        </w:rPr>
        <w:t>0</w:t>
      </w:r>
      <w:r w:rsidR="00961AB8">
        <w:rPr>
          <w:b/>
          <w:color w:val="000000" w:themeColor="text1"/>
          <w:sz w:val="36"/>
          <w:szCs w:val="36"/>
        </w:rPr>
        <w:t>3</w:t>
      </w:r>
      <w:r w:rsidR="00AE0389" w:rsidRPr="0027062C">
        <w:rPr>
          <w:b/>
          <w:color w:val="000000" w:themeColor="text1"/>
          <w:sz w:val="36"/>
          <w:szCs w:val="36"/>
        </w:rPr>
        <w:t>, 201</w:t>
      </w:r>
      <w:r w:rsidR="007229EC">
        <w:rPr>
          <w:b/>
          <w:color w:val="000000" w:themeColor="text1"/>
          <w:sz w:val="36"/>
          <w:szCs w:val="36"/>
        </w:rPr>
        <w:t>7</w:t>
      </w:r>
    </w:p>
    <w:p w14:paraId="0740E845" w14:textId="77777777" w:rsidR="00251326" w:rsidRPr="0027062C" w:rsidRDefault="00251326" w:rsidP="009931D3">
      <w:pPr>
        <w:jc w:val="center"/>
        <w:rPr>
          <w:b/>
          <w:color w:val="000000" w:themeColor="text1"/>
          <w:sz w:val="36"/>
          <w:szCs w:val="36"/>
        </w:rPr>
      </w:pP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2"/>
        <w:gridCol w:w="4312"/>
      </w:tblGrid>
      <w:tr w:rsidR="0027062C" w:rsidRPr="0027062C" w14:paraId="2A1C6038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1B5B4F" w14:textId="77777777" w:rsidR="00057DA7" w:rsidRPr="0027062C" w:rsidRDefault="00057DA7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27062C">
              <w:rPr>
                <w:b/>
                <w:bCs/>
                <w:color w:val="000000" w:themeColor="text1"/>
                <w:sz w:val="28"/>
                <w:szCs w:val="28"/>
              </w:rPr>
              <w:t>Name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8AC10A" w14:textId="77777777" w:rsidR="00057DA7" w:rsidRPr="0027062C" w:rsidRDefault="00057DA7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27062C">
              <w:rPr>
                <w:b/>
                <w:bCs/>
                <w:color w:val="000000" w:themeColor="text1"/>
                <w:sz w:val="28"/>
                <w:szCs w:val="28"/>
              </w:rPr>
              <w:t>Organization</w:t>
            </w:r>
          </w:p>
        </w:tc>
      </w:tr>
      <w:tr w:rsidR="00961AB8" w:rsidRPr="00961AB8" w14:paraId="55246F1E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B3B00FB" w14:textId="5CF9A523" w:rsidR="00B61945" w:rsidRPr="00961AB8" w:rsidRDefault="00326430" w:rsidP="000E08A3">
            <w:pPr>
              <w:rPr>
                <w:color w:val="FF0000"/>
              </w:rPr>
            </w:pPr>
            <w:r w:rsidRPr="00961AB8">
              <w:rPr>
                <w:color w:val="FF0000"/>
              </w:rPr>
              <w:t>Ululy Martinez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1A1541A" w14:textId="71C7AD88" w:rsidR="00B61945" w:rsidRPr="00961AB8" w:rsidRDefault="00B61945" w:rsidP="000E08A3">
            <w:pPr>
              <w:rPr>
                <w:color w:val="FF0000"/>
              </w:rPr>
            </w:pPr>
            <w:r w:rsidRPr="00961AB8">
              <w:rPr>
                <w:color w:val="FF0000"/>
              </w:rPr>
              <w:t>Altice USA</w:t>
            </w:r>
          </w:p>
        </w:tc>
      </w:tr>
      <w:tr w:rsidR="00961AB8" w:rsidRPr="00961AB8" w14:paraId="7C1CB45C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132FD68" w14:textId="744038EF" w:rsidR="001251D8" w:rsidRPr="00961AB8" w:rsidRDefault="001251D8" w:rsidP="000E08A3">
            <w:pPr>
              <w:rPr>
                <w:color w:val="FF0000"/>
              </w:rPr>
            </w:pPr>
            <w:r w:rsidRPr="00961AB8">
              <w:rPr>
                <w:color w:val="FF0000"/>
              </w:rPr>
              <w:t xml:space="preserve">Hany </w:t>
            </w:r>
            <w:proofErr w:type="spellStart"/>
            <w:r w:rsidRPr="00961AB8">
              <w:rPr>
                <w:color w:val="FF0000"/>
              </w:rPr>
              <w:t>Fahmy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C3082F4" w14:textId="288621FF" w:rsidR="001251D8" w:rsidRPr="00961AB8" w:rsidRDefault="001251D8" w:rsidP="000E08A3">
            <w:pPr>
              <w:rPr>
                <w:color w:val="FF0000"/>
              </w:rPr>
            </w:pPr>
            <w:r w:rsidRPr="00961AB8">
              <w:rPr>
                <w:color w:val="FF0000"/>
              </w:rPr>
              <w:t>AT&amp;T</w:t>
            </w:r>
          </w:p>
        </w:tc>
      </w:tr>
      <w:tr w:rsidR="00614FD9" w:rsidRPr="00614FD9" w14:paraId="076C4FAC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4F937D9" w14:textId="15F6F9B4" w:rsidR="008E46FC" w:rsidRPr="00614FD9" w:rsidRDefault="008E46FC" w:rsidP="000E08A3">
            <w:pPr>
              <w:rPr>
                <w:color w:val="000000" w:themeColor="text1"/>
              </w:rPr>
            </w:pPr>
            <w:r w:rsidRPr="00614FD9">
              <w:rPr>
                <w:color w:val="000000" w:themeColor="text1"/>
              </w:rPr>
              <w:t>Terri Hoskins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7E06AC1" w14:textId="61393FFD" w:rsidR="008E46FC" w:rsidRPr="00614FD9" w:rsidRDefault="008E46FC" w:rsidP="000E08A3">
            <w:pPr>
              <w:rPr>
                <w:color w:val="000000" w:themeColor="text1"/>
              </w:rPr>
            </w:pPr>
            <w:r w:rsidRPr="00614FD9">
              <w:rPr>
                <w:color w:val="000000" w:themeColor="text1"/>
              </w:rPr>
              <w:t>AT&amp;T</w:t>
            </w:r>
          </w:p>
        </w:tc>
      </w:tr>
      <w:tr w:rsidR="00614FD9" w:rsidRPr="00614FD9" w14:paraId="596DAA59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3632895" w14:textId="5CAD26D5" w:rsidR="008E46FC" w:rsidRPr="004E1C8F" w:rsidRDefault="008E46FC" w:rsidP="000E08A3">
            <w:pPr>
              <w:rPr>
                <w:color w:val="FF0000"/>
              </w:rPr>
            </w:pPr>
            <w:r w:rsidRPr="004E1C8F">
              <w:rPr>
                <w:color w:val="FF0000"/>
              </w:rPr>
              <w:t>Harry Lorusso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E18D344" w14:textId="59AF316C" w:rsidR="008E46FC" w:rsidRPr="004E1C8F" w:rsidRDefault="008E46FC" w:rsidP="000E08A3">
            <w:pPr>
              <w:rPr>
                <w:color w:val="FF0000"/>
              </w:rPr>
            </w:pPr>
            <w:r w:rsidRPr="004E1C8F">
              <w:rPr>
                <w:color w:val="FF0000"/>
              </w:rPr>
              <w:t>AT&amp;T</w:t>
            </w:r>
          </w:p>
        </w:tc>
      </w:tr>
      <w:tr w:rsidR="00614FD9" w:rsidRPr="00614FD9" w14:paraId="5EEE510C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CE07268" w14:textId="3B84494A" w:rsidR="008E46FC" w:rsidRPr="00614FD9" w:rsidRDefault="008E46FC" w:rsidP="000E08A3">
            <w:pPr>
              <w:rPr>
                <w:color w:val="000000" w:themeColor="text1"/>
              </w:rPr>
            </w:pPr>
            <w:r w:rsidRPr="00614FD9">
              <w:rPr>
                <w:color w:val="000000" w:themeColor="text1"/>
              </w:rPr>
              <w:t>Matt Nodine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991F199" w14:textId="3107DEB1" w:rsidR="008E46FC" w:rsidRPr="00614FD9" w:rsidRDefault="008E46FC" w:rsidP="000E08A3">
            <w:pPr>
              <w:rPr>
                <w:color w:val="000000" w:themeColor="text1"/>
              </w:rPr>
            </w:pPr>
            <w:r w:rsidRPr="00614FD9">
              <w:rPr>
                <w:color w:val="000000" w:themeColor="text1"/>
              </w:rPr>
              <w:t>AT&amp;T</w:t>
            </w:r>
          </w:p>
        </w:tc>
      </w:tr>
      <w:tr w:rsidR="004E1C8F" w:rsidRPr="00614FD9" w14:paraId="44883628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F65CEB9" w14:textId="38926B5B" w:rsidR="004E1C8F" w:rsidRPr="004E1C8F" w:rsidRDefault="004E1C8F" w:rsidP="000E08A3">
            <w:pPr>
              <w:rPr>
                <w:color w:val="FF0000"/>
              </w:rPr>
            </w:pPr>
            <w:r w:rsidRPr="004E1C8F">
              <w:rPr>
                <w:color w:val="FF0000"/>
              </w:rPr>
              <w:t>Mark Walker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FB8830B" w14:textId="7CFEB5A5" w:rsidR="004E1C8F" w:rsidRPr="004E1C8F" w:rsidRDefault="004E1C8F" w:rsidP="000E08A3">
            <w:pPr>
              <w:rPr>
                <w:color w:val="FF0000"/>
              </w:rPr>
            </w:pPr>
            <w:proofErr w:type="spellStart"/>
            <w:r w:rsidRPr="004E1C8F">
              <w:rPr>
                <w:color w:val="FF0000"/>
              </w:rPr>
              <w:t>CableLabs</w:t>
            </w:r>
            <w:proofErr w:type="spellEnd"/>
          </w:p>
        </w:tc>
      </w:tr>
      <w:tr w:rsidR="00614FD9" w:rsidRPr="00614FD9" w14:paraId="5EE8F572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898BFB4" w14:textId="52C257E5" w:rsidR="008C3FCB" w:rsidRPr="004E1C8F" w:rsidRDefault="00B55671" w:rsidP="000E08A3">
            <w:pPr>
              <w:rPr>
                <w:color w:val="FF0000"/>
              </w:rPr>
            </w:pPr>
            <w:r w:rsidRPr="004E1C8F">
              <w:rPr>
                <w:color w:val="FF0000"/>
              </w:rPr>
              <w:t>Greg White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6FF6596" w14:textId="5FF22F4F" w:rsidR="008C3FCB" w:rsidRPr="004E1C8F" w:rsidRDefault="00B55671" w:rsidP="000E08A3">
            <w:pPr>
              <w:rPr>
                <w:color w:val="FF0000"/>
              </w:rPr>
            </w:pPr>
            <w:proofErr w:type="spellStart"/>
            <w:r w:rsidRPr="004E1C8F">
              <w:rPr>
                <w:color w:val="FF0000"/>
              </w:rPr>
              <w:t>CableLabs</w:t>
            </w:r>
            <w:proofErr w:type="spellEnd"/>
          </w:p>
        </w:tc>
      </w:tr>
      <w:tr w:rsidR="004E1C8F" w:rsidRPr="004E1C8F" w14:paraId="3F5D4BBD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2970E57" w14:textId="792F6E1E" w:rsidR="001251D8" w:rsidRPr="004E1C8F" w:rsidRDefault="001251D8" w:rsidP="000E08A3">
            <w:pPr>
              <w:rPr>
                <w:color w:val="FF0000"/>
              </w:rPr>
            </w:pPr>
            <w:r w:rsidRPr="004E1C8F">
              <w:rPr>
                <w:color w:val="FF0000"/>
              </w:rPr>
              <w:t>Jeb Benedict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80E158B" w14:textId="468DEE9F" w:rsidR="001251D8" w:rsidRPr="004E1C8F" w:rsidRDefault="001251D8" w:rsidP="000E08A3">
            <w:pPr>
              <w:rPr>
                <w:color w:val="FF0000"/>
              </w:rPr>
            </w:pPr>
            <w:r w:rsidRPr="004E1C8F">
              <w:rPr>
                <w:color w:val="FF0000"/>
              </w:rPr>
              <w:t>CenturyLink</w:t>
            </w:r>
          </w:p>
        </w:tc>
      </w:tr>
      <w:tr w:rsidR="004E1C8F" w:rsidRPr="004E1C8F" w14:paraId="705C8FAE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F9092A3" w14:textId="77777777" w:rsidR="000E08A3" w:rsidRPr="004E1C8F" w:rsidRDefault="000E08A3" w:rsidP="000E08A3">
            <w:pPr>
              <w:rPr>
                <w:color w:val="FF0000"/>
              </w:rPr>
            </w:pPr>
            <w:r w:rsidRPr="004E1C8F">
              <w:rPr>
                <w:color w:val="FF0000"/>
              </w:rPr>
              <w:t xml:space="preserve">Michael </w:t>
            </w:r>
            <w:proofErr w:type="spellStart"/>
            <w:r w:rsidRPr="004E1C8F">
              <w:rPr>
                <w:color w:val="FF0000"/>
              </w:rPr>
              <w:t>Bugenhagen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8564332" w14:textId="77777777" w:rsidR="000E08A3" w:rsidRPr="004E1C8F" w:rsidRDefault="000E08A3" w:rsidP="000E08A3">
            <w:pPr>
              <w:rPr>
                <w:color w:val="FF0000"/>
              </w:rPr>
            </w:pPr>
            <w:r w:rsidRPr="004E1C8F">
              <w:rPr>
                <w:color w:val="FF0000"/>
              </w:rPr>
              <w:t>CenturyLink</w:t>
            </w:r>
          </w:p>
        </w:tc>
      </w:tr>
      <w:tr w:rsidR="004E1C8F" w:rsidRPr="004E1C8F" w14:paraId="57ED79DD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A010118" w14:textId="77777777" w:rsidR="006D3BF6" w:rsidRPr="00041985" w:rsidRDefault="006D3BF6" w:rsidP="000E08A3">
            <w:pPr>
              <w:rPr>
                <w:color w:val="000000" w:themeColor="text1"/>
              </w:rPr>
            </w:pPr>
            <w:r w:rsidRPr="00041985">
              <w:rPr>
                <w:color w:val="000000" w:themeColor="text1"/>
              </w:rPr>
              <w:t>Paul Diamond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393CB5E" w14:textId="77777777" w:rsidR="006D3BF6" w:rsidRPr="00041985" w:rsidRDefault="006D3BF6" w:rsidP="000E08A3">
            <w:pPr>
              <w:rPr>
                <w:color w:val="000000" w:themeColor="text1"/>
              </w:rPr>
            </w:pPr>
            <w:r w:rsidRPr="00041985">
              <w:rPr>
                <w:color w:val="000000" w:themeColor="text1"/>
              </w:rPr>
              <w:t>CenturyLink</w:t>
            </w:r>
          </w:p>
        </w:tc>
      </w:tr>
      <w:tr w:rsidR="00614FD9" w:rsidRPr="00614FD9" w14:paraId="3AA72744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8DC2EC3" w14:textId="79DF24F9" w:rsidR="00B61945" w:rsidRPr="00614FD9" w:rsidRDefault="00B61945" w:rsidP="00B61945">
            <w:pPr>
              <w:rPr>
                <w:color w:val="000000" w:themeColor="text1"/>
              </w:rPr>
            </w:pPr>
            <w:proofErr w:type="spellStart"/>
            <w:r w:rsidRPr="00614FD9">
              <w:rPr>
                <w:color w:val="000000" w:themeColor="text1"/>
              </w:rPr>
              <w:t>Christianna</w:t>
            </w:r>
            <w:proofErr w:type="spellEnd"/>
            <w:r w:rsidRPr="00614FD9">
              <w:rPr>
                <w:color w:val="000000" w:themeColor="text1"/>
              </w:rPr>
              <w:t xml:space="preserve"> Barnhart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1FAB964" w14:textId="009A560D" w:rsidR="00B61945" w:rsidRPr="00614FD9" w:rsidRDefault="00B61945" w:rsidP="000E08A3">
            <w:pPr>
              <w:rPr>
                <w:color w:val="000000" w:themeColor="text1"/>
              </w:rPr>
            </w:pPr>
            <w:r w:rsidRPr="00614FD9">
              <w:rPr>
                <w:color w:val="000000" w:themeColor="text1"/>
              </w:rPr>
              <w:t>Charter</w:t>
            </w:r>
          </w:p>
        </w:tc>
      </w:tr>
      <w:tr w:rsidR="00614FD9" w:rsidRPr="00614FD9" w14:paraId="3B21EA8D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EFF371B" w14:textId="70787DA1" w:rsidR="000159A6" w:rsidRPr="00614FD9" w:rsidRDefault="000159A6" w:rsidP="00225F7E">
            <w:pPr>
              <w:rPr>
                <w:color w:val="000000" w:themeColor="text1"/>
              </w:rPr>
            </w:pPr>
            <w:r w:rsidRPr="00614FD9">
              <w:rPr>
                <w:color w:val="000000" w:themeColor="text1"/>
              </w:rPr>
              <w:t xml:space="preserve">Jud </w:t>
            </w:r>
            <w:proofErr w:type="spellStart"/>
            <w:r w:rsidRPr="00614FD9">
              <w:rPr>
                <w:color w:val="000000" w:themeColor="text1"/>
              </w:rPr>
              <w:t>Whiteneck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FF1D269" w14:textId="59788F3C" w:rsidR="000159A6" w:rsidRPr="00614FD9" w:rsidRDefault="000159A6" w:rsidP="000E08A3">
            <w:pPr>
              <w:rPr>
                <w:color w:val="000000" w:themeColor="text1"/>
              </w:rPr>
            </w:pPr>
            <w:r w:rsidRPr="00614FD9">
              <w:rPr>
                <w:color w:val="000000" w:themeColor="text1"/>
              </w:rPr>
              <w:t>Charter</w:t>
            </w:r>
          </w:p>
        </w:tc>
      </w:tr>
      <w:tr w:rsidR="00614FD9" w:rsidRPr="00614FD9" w14:paraId="7375EB55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5737DB5" w14:textId="70F6ED59" w:rsidR="00C9762D" w:rsidRPr="00614FD9" w:rsidRDefault="00225F7E" w:rsidP="00225F7E">
            <w:pPr>
              <w:rPr>
                <w:color w:val="000000" w:themeColor="text1"/>
              </w:rPr>
            </w:pPr>
            <w:r w:rsidRPr="00614FD9">
              <w:rPr>
                <w:color w:val="000000" w:themeColor="text1"/>
              </w:rPr>
              <w:t>Richard Alexander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AAA546E" w14:textId="77777777" w:rsidR="00C9762D" w:rsidRPr="00614FD9" w:rsidRDefault="00C9762D" w:rsidP="000E08A3">
            <w:pPr>
              <w:rPr>
                <w:color w:val="000000" w:themeColor="text1"/>
              </w:rPr>
            </w:pPr>
            <w:r w:rsidRPr="00614FD9">
              <w:rPr>
                <w:color w:val="000000" w:themeColor="text1"/>
              </w:rPr>
              <w:t>Cincinnati Bell</w:t>
            </w:r>
          </w:p>
        </w:tc>
      </w:tr>
      <w:tr w:rsidR="00614FD9" w:rsidRPr="00614FD9" w14:paraId="3BA43DD0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DD200F6" w14:textId="630571BB" w:rsidR="00604588" w:rsidRPr="00614FD9" w:rsidRDefault="000159A6" w:rsidP="000159A6">
            <w:pPr>
              <w:rPr>
                <w:color w:val="000000" w:themeColor="text1"/>
              </w:rPr>
            </w:pPr>
            <w:r w:rsidRPr="00614FD9">
              <w:rPr>
                <w:color w:val="000000" w:themeColor="text1"/>
              </w:rPr>
              <w:t>Charlie Lloyd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C7B9231" w14:textId="77777777" w:rsidR="00604588" w:rsidRPr="00614FD9" w:rsidRDefault="00604588" w:rsidP="000E08A3">
            <w:pPr>
              <w:rPr>
                <w:color w:val="000000" w:themeColor="text1"/>
              </w:rPr>
            </w:pPr>
            <w:r w:rsidRPr="00614FD9">
              <w:rPr>
                <w:color w:val="000000" w:themeColor="text1"/>
              </w:rPr>
              <w:t>Cincinnati Bell</w:t>
            </w:r>
          </w:p>
        </w:tc>
      </w:tr>
      <w:tr w:rsidR="00614FD9" w:rsidRPr="00614FD9" w14:paraId="68253A28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EF65DE9" w14:textId="77D46879" w:rsidR="00225F7E" w:rsidRPr="00614FD9" w:rsidRDefault="00225F7E" w:rsidP="000E08A3">
            <w:pPr>
              <w:rPr>
                <w:color w:val="000000" w:themeColor="text1"/>
              </w:rPr>
            </w:pPr>
            <w:r w:rsidRPr="00614FD9">
              <w:rPr>
                <w:color w:val="000000" w:themeColor="text1"/>
              </w:rPr>
              <w:t>Rheanna Miller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C7D90B5" w14:textId="010E39BC" w:rsidR="00225F7E" w:rsidRPr="00614FD9" w:rsidRDefault="00225F7E" w:rsidP="000E08A3">
            <w:pPr>
              <w:rPr>
                <w:color w:val="000000" w:themeColor="text1"/>
              </w:rPr>
            </w:pPr>
            <w:r w:rsidRPr="00614FD9">
              <w:rPr>
                <w:color w:val="000000" w:themeColor="text1"/>
              </w:rPr>
              <w:t>Cincinnati Bell</w:t>
            </w:r>
          </w:p>
        </w:tc>
      </w:tr>
      <w:tr w:rsidR="00614FD9" w:rsidRPr="00614FD9" w14:paraId="733949E2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145E1E0" w14:textId="2AB8D016" w:rsidR="00225F7E" w:rsidRPr="00614FD9" w:rsidRDefault="00225F7E" w:rsidP="000E08A3">
            <w:pPr>
              <w:rPr>
                <w:color w:val="000000" w:themeColor="text1"/>
              </w:rPr>
            </w:pPr>
            <w:r w:rsidRPr="00614FD9">
              <w:rPr>
                <w:color w:val="000000" w:themeColor="text1"/>
              </w:rPr>
              <w:t>Pat Rupich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0F71DA7" w14:textId="19C9850A" w:rsidR="00225F7E" w:rsidRPr="00614FD9" w:rsidRDefault="00225F7E" w:rsidP="000E08A3">
            <w:pPr>
              <w:rPr>
                <w:color w:val="000000" w:themeColor="text1"/>
              </w:rPr>
            </w:pPr>
            <w:r w:rsidRPr="00614FD9">
              <w:rPr>
                <w:color w:val="000000" w:themeColor="text1"/>
              </w:rPr>
              <w:t>Cincinnati Bell</w:t>
            </w:r>
          </w:p>
        </w:tc>
      </w:tr>
      <w:tr w:rsidR="00614FD9" w:rsidRPr="00614FD9" w14:paraId="229AEAEC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12D4615" w14:textId="5099E888" w:rsidR="000159A6" w:rsidRPr="00614FD9" w:rsidRDefault="000159A6" w:rsidP="001251D8">
            <w:pPr>
              <w:rPr>
                <w:color w:val="000000" w:themeColor="text1"/>
              </w:rPr>
            </w:pPr>
            <w:r w:rsidRPr="00614FD9">
              <w:rPr>
                <w:color w:val="000000" w:themeColor="text1"/>
              </w:rPr>
              <w:t xml:space="preserve">Russ </w:t>
            </w:r>
            <w:proofErr w:type="spellStart"/>
            <w:r w:rsidRPr="00614FD9">
              <w:rPr>
                <w:color w:val="000000" w:themeColor="text1"/>
              </w:rPr>
              <w:t>Gyurek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0E66AC6" w14:textId="435FE325" w:rsidR="000159A6" w:rsidRPr="00614FD9" w:rsidRDefault="000159A6" w:rsidP="001251D8">
            <w:pPr>
              <w:rPr>
                <w:color w:val="000000" w:themeColor="text1"/>
              </w:rPr>
            </w:pPr>
            <w:r w:rsidRPr="00614FD9">
              <w:rPr>
                <w:color w:val="000000" w:themeColor="text1"/>
              </w:rPr>
              <w:t>Cisco</w:t>
            </w:r>
          </w:p>
        </w:tc>
      </w:tr>
      <w:tr w:rsidR="00041985" w:rsidRPr="00041985" w14:paraId="1A08C6EA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E8A574E" w14:textId="26C5C741" w:rsidR="001251D8" w:rsidRPr="00041985" w:rsidRDefault="001251D8" w:rsidP="001251D8">
            <w:pPr>
              <w:rPr>
                <w:color w:val="FF0000"/>
              </w:rPr>
            </w:pPr>
            <w:r w:rsidRPr="00041985">
              <w:rPr>
                <w:color w:val="FF0000"/>
              </w:rPr>
              <w:t>Beth Choroser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C440F39" w14:textId="77777777" w:rsidR="001251D8" w:rsidRPr="00041985" w:rsidRDefault="001251D8" w:rsidP="001251D8">
            <w:pPr>
              <w:rPr>
                <w:color w:val="FF0000"/>
              </w:rPr>
            </w:pPr>
            <w:r w:rsidRPr="00041985">
              <w:rPr>
                <w:color w:val="FF0000"/>
              </w:rPr>
              <w:t>Comcast</w:t>
            </w:r>
          </w:p>
        </w:tc>
      </w:tr>
      <w:tr w:rsidR="00041985" w:rsidRPr="00041985" w14:paraId="64B010FB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28DDBF0" w14:textId="51886358" w:rsidR="00041985" w:rsidRPr="00041985" w:rsidRDefault="00041985" w:rsidP="001251D8">
            <w:pPr>
              <w:rPr>
                <w:color w:val="FF0000"/>
              </w:rPr>
            </w:pPr>
            <w:r w:rsidRPr="00041985">
              <w:rPr>
                <w:color w:val="FF0000"/>
              </w:rPr>
              <w:t>Yana Kane-Esrig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73B3012" w14:textId="785811F7" w:rsidR="00041985" w:rsidRPr="00041985" w:rsidRDefault="00041985" w:rsidP="001251D8">
            <w:pPr>
              <w:rPr>
                <w:color w:val="FF0000"/>
              </w:rPr>
            </w:pPr>
            <w:r w:rsidRPr="00041985">
              <w:rPr>
                <w:color w:val="FF0000"/>
              </w:rPr>
              <w:t>Comcast</w:t>
            </w:r>
          </w:p>
        </w:tc>
      </w:tr>
      <w:tr w:rsidR="00041985" w:rsidRPr="00041985" w14:paraId="379C38E3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6EB010A" w14:textId="5C4ABDA7" w:rsidR="008C3FCB" w:rsidRPr="00041985" w:rsidRDefault="00B61945" w:rsidP="001251D8">
            <w:pPr>
              <w:rPr>
                <w:color w:val="FF0000"/>
              </w:rPr>
            </w:pPr>
            <w:r w:rsidRPr="00041985">
              <w:rPr>
                <w:color w:val="FF0000"/>
              </w:rPr>
              <w:t>Hal Kim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0938D31" w14:textId="281E6CAC" w:rsidR="008C3FCB" w:rsidRPr="00041985" w:rsidRDefault="008C3FCB" w:rsidP="001251D8">
            <w:pPr>
              <w:rPr>
                <w:color w:val="FF0000"/>
              </w:rPr>
            </w:pPr>
            <w:r w:rsidRPr="00041985">
              <w:rPr>
                <w:color w:val="FF0000"/>
              </w:rPr>
              <w:t>Comcast</w:t>
            </w:r>
          </w:p>
        </w:tc>
      </w:tr>
      <w:tr w:rsidR="00041985" w:rsidRPr="00041985" w14:paraId="62DE57C2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87F3688" w14:textId="402E9CD2" w:rsidR="008C3FCB" w:rsidRPr="00041985" w:rsidRDefault="00B61945" w:rsidP="001251D8">
            <w:pPr>
              <w:rPr>
                <w:color w:val="FF0000"/>
              </w:rPr>
            </w:pPr>
            <w:r w:rsidRPr="00041985">
              <w:rPr>
                <w:color w:val="FF0000"/>
              </w:rPr>
              <w:t>Jason Livingood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35BC697" w14:textId="323BD26F" w:rsidR="008C3FCB" w:rsidRPr="00041985" w:rsidRDefault="008C3FCB" w:rsidP="001251D8">
            <w:pPr>
              <w:rPr>
                <w:color w:val="FF0000"/>
              </w:rPr>
            </w:pPr>
            <w:r w:rsidRPr="00041985">
              <w:rPr>
                <w:color w:val="FF0000"/>
              </w:rPr>
              <w:t>Comcast</w:t>
            </w:r>
          </w:p>
        </w:tc>
      </w:tr>
      <w:tr w:rsidR="00961AB8" w:rsidRPr="00614FD9" w14:paraId="09B42818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44EB8EF" w14:textId="5F72CBA7" w:rsidR="00961AB8" w:rsidRPr="00961AB8" w:rsidRDefault="00961AB8" w:rsidP="00225F7E">
            <w:pPr>
              <w:rPr>
                <w:color w:val="FF0000"/>
              </w:rPr>
            </w:pPr>
            <w:r>
              <w:rPr>
                <w:color w:val="FF0000"/>
              </w:rPr>
              <w:t>Nathan Baugh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B196E96" w14:textId="51FBA294" w:rsidR="00961AB8" w:rsidRPr="00961AB8" w:rsidRDefault="00961AB8" w:rsidP="001251D8">
            <w:pPr>
              <w:rPr>
                <w:color w:val="FF0000"/>
              </w:rPr>
            </w:pPr>
            <w:r>
              <w:rPr>
                <w:color w:val="FF0000"/>
              </w:rPr>
              <w:t>Cox</w:t>
            </w:r>
          </w:p>
        </w:tc>
      </w:tr>
      <w:tr w:rsidR="00961AB8" w:rsidRPr="00614FD9" w14:paraId="63D1E025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D48975B" w14:textId="1A6E4D0F" w:rsidR="00961AB8" w:rsidRPr="00961AB8" w:rsidRDefault="00961AB8" w:rsidP="00225F7E">
            <w:pPr>
              <w:rPr>
                <w:color w:val="FF0000"/>
              </w:rPr>
            </w:pPr>
            <w:r w:rsidRPr="00961AB8">
              <w:rPr>
                <w:color w:val="FF0000"/>
              </w:rPr>
              <w:t>James Carlson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4E36CCD" w14:textId="4A17939B" w:rsidR="00961AB8" w:rsidRPr="00961AB8" w:rsidRDefault="00961AB8" w:rsidP="001251D8">
            <w:pPr>
              <w:rPr>
                <w:color w:val="FF0000"/>
              </w:rPr>
            </w:pPr>
            <w:r w:rsidRPr="00961AB8">
              <w:rPr>
                <w:color w:val="FF0000"/>
              </w:rPr>
              <w:t>Cox</w:t>
            </w:r>
          </w:p>
        </w:tc>
      </w:tr>
      <w:tr w:rsidR="00961AB8" w:rsidRPr="00614FD9" w14:paraId="19F1CB52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69429CC" w14:textId="134ED10F" w:rsidR="00961AB8" w:rsidRPr="00961AB8" w:rsidRDefault="00961AB8" w:rsidP="001251D8">
            <w:pPr>
              <w:rPr>
                <w:color w:val="FF0000"/>
              </w:rPr>
            </w:pPr>
            <w:r w:rsidRPr="00961AB8">
              <w:rPr>
                <w:color w:val="FF0000"/>
              </w:rPr>
              <w:t>Ken Culpepper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D142C3C" w14:textId="6E9CC592" w:rsidR="00961AB8" w:rsidRPr="00961AB8" w:rsidRDefault="00961AB8" w:rsidP="001251D8">
            <w:pPr>
              <w:rPr>
                <w:color w:val="FF0000"/>
              </w:rPr>
            </w:pPr>
            <w:r w:rsidRPr="00961AB8">
              <w:rPr>
                <w:color w:val="FF0000"/>
              </w:rPr>
              <w:t>Cox</w:t>
            </w:r>
          </w:p>
        </w:tc>
      </w:tr>
      <w:tr w:rsidR="00961AB8" w:rsidRPr="00614FD9" w14:paraId="112ECF86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C13C175" w14:textId="4BDC0246" w:rsidR="00961AB8" w:rsidRPr="00961AB8" w:rsidRDefault="00961AB8" w:rsidP="001251D8">
            <w:pPr>
              <w:rPr>
                <w:color w:val="FF0000"/>
              </w:rPr>
            </w:pPr>
            <w:r>
              <w:rPr>
                <w:color w:val="FF0000"/>
              </w:rPr>
              <w:t>Keith Davis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CF153F6" w14:textId="525012EB" w:rsidR="00961AB8" w:rsidRPr="00961AB8" w:rsidRDefault="00961AB8" w:rsidP="001251D8">
            <w:pPr>
              <w:rPr>
                <w:color w:val="FF0000"/>
              </w:rPr>
            </w:pPr>
            <w:r>
              <w:rPr>
                <w:color w:val="FF0000"/>
              </w:rPr>
              <w:t>Cox</w:t>
            </w:r>
          </w:p>
        </w:tc>
      </w:tr>
      <w:tr w:rsidR="00961AB8" w:rsidRPr="00614FD9" w14:paraId="1CF54453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DC3C43D" w14:textId="3384BF4E" w:rsidR="00961AB8" w:rsidRPr="00961AB8" w:rsidRDefault="00961AB8" w:rsidP="001251D8">
            <w:pPr>
              <w:rPr>
                <w:color w:val="FF0000"/>
              </w:rPr>
            </w:pPr>
            <w:r w:rsidRPr="00961AB8">
              <w:rPr>
                <w:color w:val="FF0000"/>
              </w:rPr>
              <w:t>Neil Paine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A4C5212" w14:textId="0D324376" w:rsidR="00961AB8" w:rsidRPr="00961AB8" w:rsidRDefault="00961AB8" w:rsidP="001251D8">
            <w:pPr>
              <w:rPr>
                <w:color w:val="FF0000"/>
              </w:rPr>
            </w:pPr>
            <w:r w:rsidRPr="00961AB8">
              <w:rPr>
                <w:color w:val="FF0000"/>
              </w:rPr>
              <w:t>Cox</w:t>
            </w:r>
          </w:p>
        </w:tc>
      </w:tr>
      <w:tr w:rsidR="00961AB8" w:rsidRPr="00614FD9" w14:paraId="358F32A1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84AD815" w14:textId="6EBC7E32" w:rsidR="00961AB8" w:rsidRPr="00961AB8" w:rsidRDefault="00961AB8" w:rsidP="00225F7E">
            <w:pPr>
              <w:rPr>
                <w:color w:val="FF0000"/>
              </w:rPr>
            </w:pPr>
            <w:r w:rsidRPr="00961AB8">
              <w:rPr>
                <w:color w:val="FF0000"/>
              </w:rPr>
              <w:t>Jenny Prime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A504C63" w14:textId="1776D0CB" w:rsidR="00961AB8" w:rsidRPr="00961AB8" w:rsidRDefault="00961AB8" w:rsidP="001251D8">
            <w:pPr>
              <w:rPr>
                <w:color w:val="FF0000"/>
              </w:rPr>
            </w:pPr>
            <w:r w:rsidRPr="00961AB8">
              <w:rPr>
                <w:color w:val="FF0000"/>
              </w:rPr>
              <w:t>Cox</w:t>
            </w:r>
          </w:p>
        </w:tc>
      </w:tr>
      <w:tr w:rsidR="004E1C8F" w:rsidRPr="00614FD9" w14:paraId="1D0C91B6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2110B54" w14:textId="063EA7DF" w:rsidR="004E1C8F" w:rsidRPr="00961AB8" w:rsidRDefault="004E1C8F" w:rsidP="00225F7E">
            <w:pPr>
              <w:rPr>
                <w:color w:val="FF0000"/>
              </w:rPr>
            </w:pPr>
            <w:r>
              <w:rPr>
                <w:color w:val="FF0000"/>
              </w:rPr>
              <w:lastRenderedPageBreak/>
              <w:t>Michael Breton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2EC447E" w14:textId="2CBAC4B2" w:rsidR="004E1C8F" w:rsidRPr="00961AB8" w:rsidRDefault="004E1C8F" w:rsidP="001251D8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Fairpoint</w:t>
            </w:r>
            <w:proofErr w:type="spellEnd"/>
            <w:r>
              <w:rPr>
                <w:color w:val="FF0000"/>
              </w:rPr>
              <w:t xml:space="preserve"> Communications</w:t>
            </w:r>
          </w:p>
        </w:tc>
      </w:tr>
      <w:tr w:rsidR="00961AB8" w:rsidRPr="00614FD9" w14:paraId="477C877C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DA87F14" w14:textId="37EA6493" w:rsidR="00961AB8" w:rsidRPr="004E1C8F" w:rsidRDefault="00961AB8" w:rsidP="001251D8">
            <w:pPr>
              <w:rPr>
                <w:color w:val="FF0000"/>
              </w:rPr>
            </w:pPr>
            <w:r w:rsidRPr="004E1C8F">
              <w:rPr>
                <w:color w:val="FF0000"/>
              </w:rPr>
              <w:t>Judith Dempsey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41FEAB9" w14:textId="2FBFE2D5" w:rsidR="00961AB8" w:rsidRPr="004E1C8F" w:rsidRDefault="00961AB8" w:rsidP="001251D8">
            <w:pPr>
              <w:rPr>
                <w:color w:val="FF0000"/>
              </w:rPr>
            </w:pPr>
            <w:r w:rsidRPr="004E1C8F">
              <w:rPr>
                <w:color w:val="FF0000"/>
              </w:rPr>
              <w:t>FCC</w:t>
            </w:r>
          </w:p>
        </w:tc>
      </w:tr>
      <w:tr w:rsidR="00961AB8" w:rsidRPr="00614FD9" w14:paraId="53329B9D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F7667E4" w14:textId="60C68ACE" w:rsidR="00961AB8" w:rsidRPr="004E1C8F" w:rsidRDefault="00961AB8" w:rsidP="001251D8">
            <w:pPr>
              <w:rPr>
                <w:color w:val="FF0000"/>
              </w:rPr>
            </w:pPr>
            <w:r w:rsidRPr="004E1C8F">
              <w:rPr>
                <w:color w:val="FF0000"/>
              </w:rPr>
              <w:t>Walter Johnston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7C9A26" w14:textId="7F1C997F" w:rsidR="00961AB8" w:rsidRPr="004E1C8F" w:rsidRDefault="00961AB8" w:rsidP="001251D8">
            <w:pPr>
              <w:rPr>
                <w:color w:val="FF0000"/>
              </w:rPr>
            </w:pPr>
            <w:r w:rsidRPr="004E1C8F">
              <w:rPr>
                <w:color w:val="FF0000"/>
              </w:rPr>
              <w:t>FCC</w:t>
            </w:r>
          </w:p>
        </w:tc>
      </w:tr>
      <w:tr w:rsidR="00961AB8" w:rsidRPr="00614FD9" w14:paraId="48D552D2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788C0F5" w14:textId="47926D25" w:rsidR="00961AB8" w:rsidRPr="004E1C8F" w:rsidRDefault="00961AB8" w:rsidP="001251D8">
            <w:pPr>
              <w:rPr>
                <w:color w:val="FF0000"/>
              </w:rPr>
            </w:pPr>
            <w:r w:rsidRPr="004E1C8F">
              <w:rPr>
                <w:color w:val="FF0000"/>
              </w:rPr>
              <w:t xml:space="preserve">Padma </w:t>
            </w:r>
            <w:proofErr w:type="spellStart"/>
            <w:r w:rsidRPr="004E1C8F">
              <w:rPr>
                <w:color w:val="FF0000"/>
              </w:rPr>
              <w:t>Krishnaswamy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45F5890" w14:textId="4DEF6267" w:rsidR="00961AB8" w:rsidRPr="004E1C8F" w:rsidRDefault="00961AB8" w:rsidP="001251D8">
            <w:pPr>
              <w:rPr>
                <w:color w:val="FF0000"/>
              </w:rPr>
            </w:pPr>
            <w:r w:rsidRPr="004E1C8F">
              <w:rPr>
                <w:color w:val="FF0000"/>
              </w:rPr>
              <w:t>FCC</w:t>
            </w:r>
          </w:p>
        </w:tc>
      </w:tr>
      <w:tr w:rsidR="00961AB8" w:rsidRPr="00614FD9" w14:paraId="0B55E6FB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1663CAE" w14:textId="30D79448" w:rsidR="00961AB8" w:rsidRPr="004E1C8F" w:rsidRDefault="00961AB8" w:rsidP="006D39F8">
            <w:pPr>
              <w:rPr>
                <w:color w:val="FF0000"/>
              </w:rPr>
            </w:pPr>
            <w:r w:rsidRPr="004E1C8F">
              <w:rPr>
                <w:color w:val="FF0000"/>
              </w:rPr>
              <w:t>James Miller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A32D658" w14:textId="5EA59FCC" w:rsidR="00961AB8" w:rsidRPr="004E1C8F" w:rsidRDefault="00961AB8" w:rsidP="006D39F8">
            <w:pPr>
              <w:rPr>
                <w:color w:val="FF0000"/>
              </w:rPr>
            </w:pPr>
            <w:r w:rsidRPr="004E1C8F">
              <w:rPr>
                <w:color w:val="FF0000"/>
              </w:rPr>
              <w:t>FCC</w:t>
            </w:r>
          </w:p>
        </w:tc>
      </w:tr>
      <w:tr w:rsidR="00961AB8" w:rsidRPr="00614FD9" w14:paraId="12BE7050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1FCFB34" w14:textId="22EFB5D5" w:rsidR="00961AB8" w:rsidRPr="004E1C8F" w:rsidRDefault="00961AB8" w:rsidP="006D39F8">
            <w:pPr>
              <w:rPr>
                <w:color w:val="FF0000"/>
              </w:rPr>
            </w:pPr>
            <w:r w:rsidRPr="004E1C8F">
              <w:rPr>
                <w:color w:val="FF0000"/>
              </w:rPr>
              <w:t>Rajender Razdan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13E0124" w14:textId="0CE39844" w:rsidR="00961AB8" w:rsidRPr="004E1C8F" w:rsidRDefault="00961AB8" w:rsidP="006D39F8">
            <w:pPr>
              <w:rPr>
                <w:color w:val="FF0000"/>
              </w:rPr>
            </w:pPr>
            <w:r w:rsidRPr="004E1C8F">
              <w:rPr>
                <w:color w:val="FF0000"/>
              </w:rPr>
              <w:t>FCC</w:t>
            </w:r>
          </w:p>
        </w:tc>
      </w:tr>
      <w:tr w:rsidR="00041985" w:rsidRPr="00614FD9" w14:paraId="4B69F748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D5411AF" w14:textId="3B4074E0" w:rsidR="00041985" w:rsidRPr="004E1C8F" w:rsidRDefault="00041985" w:rsidP="006D39F8">
            <w:pPr>
              <w:rPr>
                <w:color w:val="FF0000"/>
              </w:rPr>
            </w:pPr>
            <w:r>
              <w:rPr>
                <w:color w:val="FF0000"/>
              </w:rPr>
              <w:t>Henning Schulzrinne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D373E9D" w14:textId="32D0888C" w:rsidR="00041985" w:rsidRPr="004E1C8F" w:rsidRDefault="00041985" w:rsidP="006D39F8">
            <w:pPr>
              <w:rPr>
                <w:color w:val="FF0000"/>
              </w:rPr>
            </w:pPr>
            <w:r>
              <w:rPr>
                <w:color w:val="FF0000"/>
              </w:rPr>
              <w:t>FCC</w:t>
            </w:r>
          </w:p>
        </w:tc>
      </w:tr>
      <w:tr w:rsidR="00961AB8" w:rsidRPr="00614FD9" w14:paraId="47030A34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4ED5856" w14:textId="686008C6" w:rsidR="00961AB8" w:rsidRPr="004E1C8F" w:rsidRDefault="00961AB8" w:rsidP="006D39F8">
            <w:pPr>
              <w:rPr>
                <w:color w:val="FF0000"/>
              </w:rPr>
            </w:pPr>
            <w:r w:rsidRPr="004E1C8F">
              <w:rPr>
                <w:color w:val="FF0000"/>
              </w:rPr>
              <w:t>Patrick Sun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062BD3F" w14:textId="1ECAC0A6" w:rsidR="00961AB8" w:rsidRPr="004E1C8F" w:rsidRDefault="00961AB8" w:rsidP="006D39F8">
            <w:pPr>
              <w:rPr>
                <w:color w:val="FF0000"/>
              </w:rPr>
            </w:pPr>
            <w:r w:rsidRPr="004E1C8F">
              <w:rPr>
                <w:color w:val="FF0000"/>
              </w:rPr>
              <w:t>FCC</w:t>
            </w:r>
          </w:p>
        </w:tc>
      </w:tr>
      <w:tr w:rsidR="00961AB8" w:rsidRPr="00614FD9" w14:paraId="581F6BB5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209A07D" w14:textId="2B349311" w:rsidR="00961AB8" w:rsidRPr="004E1C8F" w:rsidRDefault="00961AB8" w:rsidP="006D39F8">
            <w:pPr>
              <w:rPr>
                <w:color w:val="FF0000"/>
              </w:rPr>
            </w:pPr>
            <w:r w:rsidRPr="004E1C8F">
              <w:rPr>
                <w:color w:val="FF0000"/>
              </w:rPr>
              <w:t>Joseph Wyer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65EA651" w14:textId="21BD6DF5" w:rsidR="00961AB8" w:rsidRPr="004E1C8F" w:rsidRDefault="00961AB8" w:rsidP="006D39F8">
            <w:pPr>
              <w:rPr>
                <w:color w:val="FF0000"/>
              </w:rPr>
            </w:pPr>
            <w:r w:rsidRPr="004E1C8F">
              <w:rPr>
                <w:color w:val="FF0000"/>
              </w:rPr>
              <w:t>FCC</w:t>
            </w:r>
          </w:p>
        </w:tc>
      </w:tr>
      <w:tr w:rsidR="00961AB8" w:rsidRPr="00614FD9" w14:paraId="03EBE182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756EAFA" w14:textId="7CE28D44" w:rsidR="00961AB8" w:rsidRPr="004E1C8F" w:rsidRDefault="00961AB8" w:rsidP="006D39F8">
            <w:pPr>
              <w:rPr>
                <w:color w:val="FF0000"/>
              </w:rPr>
            </w:pPr>
            <w:r w:rsidRPr="004E1C8F">
              <w:rPr>
                <w:color w:val="FF0000"/>
              </w:rPr>
              <w:t>AJ Burton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81356F" w14:textId="6476D4E4" w:rsidR="00961AB8" w:rsidRPr="004E1C8F" w:rsidRDefault="00961AB8" w:rsidP="006D39F8">
            <w:pPr>
              <w:rPr>
                <w:color w:val="FF0000"/>
              </w:rPr>
            </w:pPr>
            <w:r w:rsidRPr="004E1C8F">
              <w:rPr>
                <w:color w:val="FF0000"/>
              </w:rPr>
              <w:t>Frontier</w:t>
            </w:r>
          </w:p>
        </w:tc>
      </w:tr>
      <w:tr w:rsidR="004E1C8F" w:rsidRPr="00614FD9" w14:paraId="08A58FB8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E2FC611" w14:textId="5039F186" w:rsidR="004E1C8F" w:rsidRPr="004E1C8F" w:rsidRDefault="004E1C8F" w:rsidP="006D39F8">
            <w:pPr>
              <w:rPr>
                <w:color w:val="FF0000"/>
              </w:rPr>
            </w:pPr>
            <w:r>
              <w:rPr>
                <w:color w:val="FF0000"/>
              </w:rPr>
              <w:t>Frank Hiemstra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9CE4122" w14:textId="29050C95" w:rsidR="004E1C8F" w:rsidRPr="004E1C8F" w:rsidRDefault="004E1C8F" w:rsidP="006D39F8">
            <w:pPr>
              <w:rPr>
                <w:color w:val="FF0000"/>
              </w:rPr>
            </w:pPr>
            <w:r>
              <w:rPr>
                <w:color w:val="FF0000"/>
              </w:rPr>
              <w:t>Frontier</w:t>
            </w:r>
          </w:p>
        </w:tc>
      </w:tr>
      <w:tr w:rsidR="004E1C8F" w:rsidRPr="00614FD9" w14:paraId="40B669E4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8BE70D2" w14:textId="4BDEC9CA" w:rsidR="004E1C8F" w:rsidRPr="004E1C8F" w:rsidRDefault="004E1C8F" w:rsidP="00041985">
            <w:pPr>
              <w:rPr>
                <w:color w:val="FF0000"/>
              </w:rPr>
            </w:pPr>
            <w:r>
              <w:rPr>
                <w:color w:val="FF0000"/>
              </w:rPr>
              <w:t>Mi</w:t>
            </w:r>
            <w:r w:rsidR="00041985">
              <w:rPr>
                <w:color w:val="FF0000"/>
              </w:rPr>
              <w:t>chael</w:t>
            </w:r>
            <w:r>
              <w:rPr>
                <w:color w:val="FF0000"/>
              </w:rPr>
              <w:t xml:space="preserve"> Saperstein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FAE880" w14:textId="021DC78F" w:rsidR="004E1C8F" w:rsidRPr="004E1C8F" w:rsidRDefault="004E1C8F" w:rsidP="006D39F8">
            <w:pPr>
              <w:rPr>
                <w:color w:val="FF0000"/>
              </w:rPr>
            </w:pPr>
            <w:r w:rsidRPr="004E1C8F">
              <w:rPr>
                <w:color w:val="FF0000"/>
              </w:rPr>
              <w:t>Frontier</w:t>
            </w:r>
          </w:p>
        </w:tc>
      </w:tr>
      <w:tr w:rsidR="004E1C8F" w:rsidRPr="00614FD9" w14:paraId="7DCC6513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F21657D" w14:textId="254E7ECB" w:rsidR="004E1C8F" w:rsidRDefault="004E1C8F" w:rsidP="006D39F8">
            <w:pPr>
              <w:rPr>
                <w:color w:val="FF0000"/>
              </w:rPr>
            </w:pPr>
            <w:r>
              <w:rPr>
                <w:color w:val="FF0000"/>
              </w:rPr>
              <w:t>Dmitry Soliterman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F3F632C" w14:textId="4F62F302" w:rsidR="004E1C8F" w:rsidRPr="004E1C8F" w:rsidRDefault="004E1C8F" w:rsidP="006D39F8">
            <w:pPr>
              <w:rPr>
                <w:color w:val="FF0000"/>
              </w:rPr>
            </w:pPr>
            <w:r>
              <w:rPr>
                <w:color w:val="FF0000"/>
              </w:rPr>
              <w:t>Frontier</w:t>
            </w:r>
          </w:p>
        </w:tc>
      </w:tr>
      <w:tr w:rsidR="00961AB8" w:rsidRPr="00614FD9" w14:paraId="2E7F0C5D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50FBFC" w14:textId="41664E78" w:rsidR="00961AB8" w:rsidRPr="00614FD9" w:rsidRDefault="00961AB8" w:rsidP="006D39F8">
            <w:pPr>
              <w:rPr>
                <w:color w:val="000000" w:themeColor="text1"/>
              </w:rPr>
            </w:pPr>
            <w:r w:rsidRPr="00614FD9">
              <w:rPr>
                <w:color w:val="000000" w:themeColor="text1"/>
              </w:rPr>
              <w:t>Rajeev Kubba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9DFEC74" w14:textId="1BDAF2DF" w:rsidR="00961AB8" w:rsidRPr="00614FD9" w:rsidRDefault="00961AB8" w:rsidP="006D39F8">
            <w:pPr>
              <w:rPr>
                <w:color w:val="000000" w:themeColor="text1"/>
              </w:rPr>
            </w:pPr>
            <w:r w:rsidRPr="00614FD9">
              <w:rPr>
                <w:color w:val="000000" w:themeColor="text1"/>
              </w:rPr>
              <w:t>Hughes Network System</w:t>
            </w:r>
          </w:p>
        </w:tc>
      </w:tr>
      <w:tr w:rsidR="00961AB8" w:rsidRPr="00614FD9" w14:paraId="7B1E4015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324337F" w14:textId="64371CF8" w:rsidR="00961AB8" w:rsidRPr="00961AB8" w:rsidRDefault="00961AB8" w:rsidP="006D39F8">
            <w:pPr>
              <w:rPr>
                <w:color w:val="FF0000"/>
              </w:rPr>
            </w:pPr>
            <w:r w:rsidRPr="00961AB8">
              <w:rPr>
                <w:color w:val="FF0000"/>
              </w:rPr>
              <w:t xml:space="preserve">Powell </w:t>
            </w:r>
            <w:proofErr w:type="spellStart"/>
            <w:r w:rsidRPr="00961AB8">
              <w:rPr>
                <w:color w:val="FF0000"/>
              </w:rPr>
              <w:t>Bedgood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ED84D66" w14:textId="2EDAF1AD" w:rsidR="00961AB8" w:rsidRPr="00961AB8" w:rsidRDefault="00961AB8" w:rsidP="006D39F8">
            <w:pPr>
              <w:rPr>
                <w:color w:val="FF0000"/>
              </w:rPr>
            </w:pPr>
            <w:r w:rsidRPr="00961AB8">
              <w:rPr>
                <w:color w:val="FF0000"/>
              </w:rPr>
              <w:t>Mediacom</w:t>
            </w:r>
          </w:p>
        </w:tc>
      </w:tr>
      <w:tr w:rsidR="00961AB8" w:rsidRPr="00614FD9" w14:paraId="0BEBC3AA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08EA97D" w14:textId="720BAB6F" w:rsidR="00961AB8" w:rsidRPr="00961AB8" w:rsidRDefault="00961AB8" w:rsidP="006D39F8">
            <w:pPr>
              <w:rPr>
                <w:color w:val="FF0000"/>
              </w:rPr>
            </w:pPr>
            <w:r w:rsidRPr="00961AB8">
              <w:rPr>
                <w:color w:val="FF0000"/>
              </w:rPr>
              <w:t>Jim Partridge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C08E2A5" w14:textId="13C73E5A" w:rsidR="00961AB8" w:rsidRPr="00961AB8" w:rsidRDefault="00961AB8" w:rsidP="006D39F8">
            <w:pPr>
              <w:rPr>
                <w:color w:val="FF0000"/>
              </w:rPr>
            </w:pPr>
            <w:r w:rsidRPr="00961AB8">
              <w:rPr>
                <w:color w:val="FF0000"/>
              </w:rPr>
              <w:t>NCTA</w:t>
            </w:r>
          </w:p>
        </w:tc>
      </w:tr>
      <w:tr w:rsidR="00961AB8" w:rsidRPr="00614FD9" w14:paraId="5733852C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6F2E3F4" w14:textId="54B1F4E6" w:rsidR="00961AB8" w:rsidRPr="00961AB8" w:rsidRDefault="00961AB8" w:rsidP="006D39F8">
            <w:pPr>
              <w:rPr>
                <w:color w:val="FF0000"/>
              </w:rPr>
            </w:pPr>
            <w:r w:rsidRPr="00961AB8">
              <w:rPr>
                <w:color w:val="FF0000"/>
              </w:rPr>
              <w:t>Steve Morris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F1FEF7F" w14:textId="70DB1695" w:rsidR="00961AB8" w:rsidRPr="00961AB8" w:rsidRDefault="00961AB8" w:rsidP="00961AB8">
            <w:pPr>
              <w:rPr>
                <w:color w:val="FF0000"/>
              </w:rPr>
            </w:pPr>
            <w:r w:rsidRPr="00961AB8">
              <w:rPr>
                <w:color w:val="FF0000"/>
              </w:rPr>
              <w:t>NCTA</w:t>
            </w:r>
          </w:p>
        </w:tc>
      </w:tr>
      <w:tr w:rsidR="00961AB8" w:rsidRPr="00614FD9" w14:paraId="1EA39CA9" w14:textId="77777777" w:rsidTr="009D5779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C82F13" w14:textId="49B8CAC7" w:rsidR="00961AB8" w:rsidRPr="00961AB8" w:rsidRDefault="00961AB8" w:rsidP="00225F7E">
            <w:pPr>
              <w:rPr>
                <w:color w:val="FF0000"/>
              </w:rPr>
            </w:pPr>
            <w:r w:rsidRPr="00961AB8">
              <w:rPr>
                <w:color w:val="FF0000"/>
              </w:rPr>
              <w:t>Sam Crawford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6C2EA4F" w14:textId="53CBE61A" w:rsidR="00961AB8" w:rsidRPr="00961AB8" w:rsidRDefault="00961AB8" w:rsidP="006D39F8">
            <w:pPr>
              <w:rPr>
                <w:color w:val="FF0000"/>
              </w:rPr>
            </w:pPr>
            <w:proofErr w:type="spellStart"/>
            <w:r w:rsidRPr="00961AB8">
              <w:rPr>
                <w:color w:val="FF0000"/>
              </w:rPr>
              <w:t>SamKnows</w:t>
            </w:r>
            <w:proofErr w:type="spellEnd"/>
          </w:p>
        </w:tc>
      </w:tr>
      <w:tr w:rsidR="00961AB8" w:rsidRPr="00614FD9" w14:paraId="1CAD1675" w14:textId="77777777" w:rsidTr="009D5779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F5F20D2" w14:textId="5AA358BC" w:rsidR="00961AB8" w:rsidRPr="00961AB8" w:rsidRDefault="00961AB8" w:rsidP="00225F7E">
            <w:pPr>
              <w:rPr>
                <w:color w:val="FF0000"/>
              </w:rPr>
            </w:pPr>
            <w:r w:rsidRPr="00961AB8">
              <w:rPr>
                <w:color w:val="FF0000"/>
              </w:rPr>
              <w:t>Roxanne Robinson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F7AFF9E" w14:textId="79C7B9E0" w:rsidR="00961AB8" w:rsidRPr="00961AB8" w:rsidRDefault="00961AB8" w:rsidP="006D39F8">
            <w:pPr>
              <w:rPr>
                <w:color w:val="FF0000"/>
              </w:rPr>
            </w:pPr>
            <w:proofErr w:type="spellStart"/>
            <w:r w:rsidRPr="00961AB8">
              <w:rPr>
                <w:color w:val="FF0000"/>
              </w:rPr>
              <w:t>SamKnows</w:t>
            </w:r>
            <w:proofErr w:type="spellEnd"/>
          </w:p>
        </w:tc>
      </w:tr>
      <w:tr w:rsidR="00961AB8" w:rsidRPr="00614FD9" w14:paraId="7F58D8DB" w14:textId="77777777" w:rsidTr="009D5779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0C91A23" w14:textId="0E843349" w:rsidR="00961AB8" w:rsidRPr="00961AB8" w:rsidRDefault="00961AB8" w:rsidP="00225F7E">
            <w:pPr>
              <w:rPr>
                <w:color w:val="FF0000"/>
              </w:rPr>
            </w:pPr>
            <w:r>
              <w:rPr>
                <w:color w:val="FF0000"/>
              </w:rPr>
              <w:t>Alex Salter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DFC9E7D" w14:textId="032336A8" w:rsidR="00961AB8" w:rsidRPr="00961AB8" w:rsidRDefault="00961AB8" w:rsidP="006D39F8">
            <w:pPr>
              <w:rPr>
                <w:color w:val="FF0000"/>
              </w:rPr>
            </w:pPr>
            <w:proofErr w:type="spellStart"/>
            <w:r w:rsidRPr="00961AB8">
              <w:rPr>
                <w:color w:val="FF0000"/>
              </w:rPr>
              <w:t>SamKnows</w:t>
            </w:r>
            <w:proofErr w:type="spellEnd"/>
          </w:p>
        </w:tc>
      </w:tr>
      <w:tr w:rsidR="00961AB8" w:rsidRPr="00614FD9" w14:paraId="4EDDA7CF" w14:textId="77777777" w:rsidTr="009D5779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4B87E5" w14:textId="7C5514F5" w:rsidR="00961AB8" w:rsidRPr="00961AB8" w:rsidRDefault="00961AB8" w:rsidP="006D39F8">
            <w:pPr>
              <w:rPr>
                <w:color w:val="FF0000"/>
              </w:rPr>
            </w:pPr>
            <w:r w:rsidRPr="00961AB8">
              <w:rPr>
                <w:color w:val="FF0000"/>
              </w:rPr>
              <w:t>Jim Warner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A9458A" w14:textId="34DC94A9" w:rsidR="00961AB8" w:rsidRPr="00961AB8" w:rsidRDefault="00961AB8" w:rsidP="006D39F8">
            <w:pPr>
              <w:rPr>
                <w:color w:val="FF0000"/>
              </w:rPr>
            </w:pPr>
            <w:r w:rsidRPr="00961AB8">
              <w:rPr>
                <w:color w:val="FF0000"/>
              </w:rPr>
              <w:t>UC Santa Cruz</w:t>
            </w:r>
          </w:p>
        </w:tc>
      </w:tr>
      <w:tr w:rsidR="00961AB8" w:rsidRPr="00614FD9" w14:paraId="3D991B64" w14:textId="77777777" w:rsidTr="00C66D1E">
        <w:trPr>
          <w:trHeight w:val="315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FF24F9C" w14:textId="68D9FF2F" w:rsidR="00961AB8" w:rsidRPr="00961AB8" w:rsidRDefault="00961AB8" w:rsidP="006D39F8">
            <w:pPr>
              <w:rPr>
                <w:color w:val="FF0000"/>
              </w:rPr>
            </w:pPr>
            <w:r w:rsidRPr="00961AB8">
              <w:rPr>
                <w:color w:val="FF0000"/>
              </w:rPr>
              <w:t xml:space="preserve">Kevin </w:t>
            </w:r>
            <w:proofErr w:type="spellStart"/>
            <w:r w:rsidRPr="00961AB8">
              <w:rPr>
                <w:color w:val="FF0000"/>
              </w:rPr>
              <w:t>Rupy</w:t>
            </w:r>
            <w:proofErr w:type="spellEnd"/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DE4CCFF" w14:textId="6C153D83" w:rsidR="00961AB8" w:rsidRPr="00961AB8" w:rsidRDefault="00961AB8" w:rsidP="006D39F8">
            <w:pPr>
              <w:rPr>
                <w:color w:val="FF0000"/>
              </w:rPr>
            </w:pPr>
            <w:r w:rsidRPr="00961AB8">
              <w:rPr>
                <w:color w:val="FF0000"/>
              </w:rPr>
              <w:t>US Telecom</w:t>
            </w:r>
          </w:p>
        </w:tc>
      </w:tr>
      <w:tr w:rsidR="00961AB8" w:rsidRPr="00614FD9" w14:paraId="3448D480" w14:textId="77777777" w:rsidTr="00D327D3">
        <w:trPr>
          <w:trHeight w:val="315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C52CCF4" w14:textId="591ADCAA" w:rsidR="00961AB8" w:rsidRPr="00961AB8" w:rsidRDefault="00961AB8" w:rsidP="006D39F8">
            <w:pPr>
              <w:rPr>
                <w:color w:val="FF0000"/>
              </w:rPr>
            </w:pPr>
            <w:proofErr w:type="spellStart"/>
            <w:r w:rsidRPr="00961AB8">
              <w:rPr>
                <w:color w:val="FF0000"/>
              </w:rPr>
              <w:t>Leora</w:t>
            </w:r>
            <w:proofErr w:type="spellEnd"/>
            <w:r w:rsidRPr="00961AB8">
              <w:rPr>
                <w:color w:val="FF0000"/>
              </w:rPr>
              <w:t xml:space="preserve"> Hochstein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F8D8C36" w14:textId="19E41FBA" w:rsidR="00961AB8" w:rsidRPr="00961AB8" w:rsidRDefault="00961AB8" w:rsidP="006D39F8">
            <w:pPr>
              <w:rPr>
                <w:color w:val="FF0000"/>
              </w:rPr>
            </w:pPr>
            <w:r w:rsidRPr="00961AB8">
              <w:rPr>
                <w:color w:val="FF0000"/>
              </w:rPr>
              <w:t>Verizon</w:t>
            </w:r>
          </w:p>
        </w:tc>
      </w:tr>
      <w:tr w:rsidR="00961AB8" w:rsidRPr="00614FD9" w14:paraId="0E8BEEBE" w14:textId="77777777" w:rsidTr="00D327D3">
        <w:trPr>
          <w:trHeight w:val="315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915F1F" w14:textId="60638799" w:rsidR="00961AB8" w:rsidRPr="00961AB8" w:rsidRDefault="00961AB8" w:rsidP="006D39F8">
            <w:pPr>
              <w:rPr>
                <w:color w:val="FF0000"/>
              </w:rPr>
            </w:pPr>
            <w:r w:rsidRPr="00961AB8">
              <w:rPr>
                <w:color w:val="FF0000"/>
              </w:rPr>
              <w:t xml:space="preserve">Roy </w:t>
            </w:r>
            <w:proofErr w:type="spellStart"/>
            <w:r w:rsidRPr="00961AB8">
              <w:rPr>
                <w:color w:val="FF0000"/>
              </w:rPr>
              <w:t>Litland</w:t>
            </w:r>
            <w:proofErr w:type="spellEnd"/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FFB161B" w14:textId="288D49E0" w:rsidR="00961AB8" w:rsidRPr="00961AB8" w:rsidRDefault="00961AB8" w:rsidP="006D39F8">
            <w:pPr>
              <w:rPr>
                <w:color w:val="FF0000"/>
              </w:rPr>
            </w:pPr>
            <w:r w:rsidRPr="00961AB8">
              <w:rPr>
                <w:color w:val="FF0000"/>
              </w:rPr>
              <w:t>Verizon</w:t>
            </w:r>
          </w:p>
        </w:tc>
      </w:tr>
      <w:tr w:rsidR="00961AB8" w:rsidRPr="00614FD9" w14:paraId="58DA5DD3" w14:textId="77777777" w:rsidTr="00D327D3">
        <w:trPr>
          <w:trHeight w:val="315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FA95E69" w14:textId="206F3E29" w:rsidR="00961AB8" w:rsidRPr="00961AB8" w:rsidRDefault="00961AB8" w:rsidP="006D39F8">
            <w:pPr>
              <w:rPr>
                <w:color w:val="FF0000"/>
              </w:rPr>
            </w:pPr>
            <w:r w:rsidRPr="00961AB8">
              <w:rPr>
                <w:color w:val="FF0000"/>
              </w:rPr>
              <w:t>Chris</w:t>
            </w:r>
            <w:r w:rsidR="00EA549C">
              <w:rPr>
                <w:color w:val="FF0000"/>
              </w:rPr>
              <w:t>topher</w:t>
            </w:r>
            <w:r w:rsidRPr="00961AB8">
              <w:rPr>
                <w:color w:val="FF0000"/>
              </w:rPr>
              <w:t xml:space="preserve"> Martin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F97AD25" w14:textId="72AEBF5F" w:rsidR="00961AB8" w:rsidRPr="00961AB8" w:rsidRDefault="00961AB8" w:rsidP="006D39F8">
            <w:pPr>
              <w:rPr>
                <w:color w:val="FF0000"/>
              </w:rPr>
            </w:pPr>
            <w:r w:rsidRPr="00961AB8">
              <w:rPr>
                <w:color w:val="FF0000"/>
              </w:rPr>
              <w:t>Verizon</w:t>
            </w:r>
          </w:p>
        </w:tc>
      </w:tr>
      <w:tr w:rsidR="00961AB8" w:rsidRPr="00614FD9" w14:paraId="529F2335" w14:textId="77777777" w:rsidTr="00D327D3">
        <w:trPr>
          <w:trHeight w:val="315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8F925BF" w14:textId="66496936" w:rsidR="00961AB8" w:rsidRPr="00961AB8" w:rsidRDefault="00961AB8" w:rsidP="006D39F8">
            <w:pPr>
              <w:rPr>
                <w:color w:val="FF0000"/>
              </w:rPr>
            </w:pPr>
            <w:r>
              <w:rPr>
                <w:color w:val="FF0000"/>
              </w:rPr>
              <w:t>Chris Murphy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929C608" w14:textId="68F12A50" w:rsidR="00961AB8" w:rsidRPr="00961AB8" w:rsidRDefault="00961AB8" w:rsidP="006D39F8">
            <w:pPr>
              <w:rPr>
                <w:color w:val="FF0000"/>
              </w:rPr>
            </w:pPr>
            <w:proofErr w:type="spellStart"/>
            <w:r w:rsidRPr="00961AB8">
              <w:rPr>
                <w:color w:val="FF0000"/>
              </w:rPr>
              <w:t>Viasat</w:t>
            </w:r>
            <w:proofErr w:type="spellEnd"/>
          </w:p>
        </w:tc>
      </w:tr>
      <w:tr w:rsidR="00961AB8" w:rsidRPr="00614FD9" w14:paraId="1730755D" w14:textId="77777777" w:rsidTr="00D327D3">
        <w:trPr>
          <w:trHeight w:val="315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9F685BC" w14:textId="42CB3BC5" w:rsidR="00961AB8" w:rsidRPr="00614FD9" w:rsidRDefault="00961AB8" w:rsidP="00961AB8">
            <w:pPr>
              <w:rPr>
                <w:color w:val="000000" w:themeColor="text1"/>
              </w:rPr>
            </w:pPr>
            <w:r w:rsidRPr="00961AB8">
              <w:rPr>
                <w:color w:val="FF0000"/>
              </w:rPr>
              <w:t>Xiao Wu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1752C47" w14:textId="09C0C5B8" w:rsidR="00961AB8" w:rsidRPr="00614FD9" w:rsidRDefault="00961AB8" w:rsidP="00961AB8">
            <w:pPr>
              <w:rPr>
                <w:color w:val="000000" w:themeColor="text1"/>
              </w:rPr>
            </w:pPr>
            <w:proofErr w:type="spellStart"/>
            <w:r w:rsidRPr="00961AB8">
              <w:rPr>
                <w:color w:val="FF0000"/>
              </w:rPr>
              <w:t>Viasat</w:t>
            </w:r>
            <w:proofErr w:type="spellEnd"/>
          </w:p>
        </w:tc>
      </w:tr>
      <w:tr w:rsidR="004E1C8F" w:rsidRPr="00614FD9" w14:paraId="3D73C289" w14:textId="77777777" w:rsidTr="00D327D3">
        <w:trPr>
          <w:trHeight w:val="315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FB7D823" w14:textId="1CFAD983" w:rsidR="004E1C8F" w:rsidRPr="00961AB8" w:rsidRDefault="004E1C8F" w:rsidP="00961AB8">
            <w:pPr>
              <w:rPr>
                <w:color w:val="FF0000"/>
              </w:rPr>
            </w:pPr>
            <w:r>
              <w:rPr>
                <w:color w:val="FF0000"/>
              </w:rPr>
              <w:t xml:space="preserve">Malena </w:t>
            </w:r>
            <w:proofErr w:type="spellStart"/>
            <w:r>
              <w:rPr>
                <w:color w:val="FF0000"/>
              </w:rPr>
              <w:t>Barzalai</w:t>
            </w:r>
            <w:proofErr w:type="spellEnd"/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AEBA707" w14:textId="5E7744F7" w:rsidR="004E1C8F" w:rsidRPr="00961AB8" w:rsidRDefault="004E1C8F" w:rsidP="00961AB8">
            <w:pPr>
              <w:rPr>
                <w:color w:val="FF0000"/>
              </w:rPr>
            </w:pPr>
            <w:r>
              <w:rPr>
                <w:color w:val="FF0000"/>
              </w:rPr>
              <w:t>Windstream</w:t>
            </w:r>
          </w:p>
        </w:tc>
      </w:tr>
    </w:tbl>
    <w:p w14:paraId="391334E5" w14:textId="77777777" w:rsidR="00614770" w:rsidRPr="00614FD9" w:rsidRDefault="00614770" w:rsidP="00614770">
      <w:pPr>
        <w:rPr>
          <w:color w:val="000000" w:themeColor="text1"/>
        </w:rPr>
      </w:pPr>
    </w:p>
    <w:sectPr w:rsidR="00614770" w:rsidRPr="00614FD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656CCE"/>
    <w:multiLevelType w:val="multilevel"/>
    <w:tmpl w:val="F6C80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F76"/>
    <w:rsid w:val="000057CC"/>
    <w:rsid w:val="000159A6"/>
    <w:rsid w:val="00041985"/>
    <w:rsid w:val="000531CE"/>
    <w:rsid w:val="00057DA7"/>
    <w:rsid w:val="000605AA"/>
    <w:rsid w:val="00060B20"/>
    <w:rsid w:val="00067CF4"/>
    <w:rsid w:val="00082260"/>
    <w:rsid w:val="0009072D"/>
    <w:rsid w:val="00092661"/>
    <w:rsid w:val="000A177D"/>
    <w:rsid w:val="000E08A3"/>
    <w:rsid w:val="000F1E93"/>
    <w:rsid w:val="0010541B"/>
    <w:rsid w:val="00124E50"/>
    <w:rsid w:val="001251D8"/>
    <w:rsid w:val="00145E4F"/>
    <w:rsid w:val="00162F76"/>
    <w:rsid w:val="001748DA"/>
    <w:rsid w:val="00183100"/>
    <w:rsid w:val="00183C3A"/>
    <w:rsid w:val="00197494"/>
    <w:rsid w:val="001C0665"/>
    <w:rsid w:val="001F3B60"/>
    <w:rsid w:val="002065EB"/>
    <w:rsid w:val="00225F7E"/>
    <w:rsid w:val="00233123"/>
    <w:rsid w:val="00233440"/>
    <w:rsid w:val="00251326"/>
    <w:rsid w:val="0027062C"/>
    <w:rsid w:val="002801A8"/>
    <w:rsid w:val="002A0EF9"/>
    <w:rsid w:val="002F360C"/>
    <w:rsid w:val="00306313"/>
    <w:rsid w:val="00326430"/>
    <w:rsid w:val="003348E5"/>
    <w:rsid w:val="003378F1"/>
    <w:rsid w:val="00345CDB"/>
    <w:rsid w:val="00376CBE"/>
    <w:rsid w:val="003A7906"/>
    <w:rsid w:val="003D2FCA"/>
    <w:rsid w:val="003F1B72"/>
    <w:rsid w:val="00442803"/>
    <w:rsid w:val="00447B4F"/>
    <w:rsid w:val="00463BBD"/>
    <w:rsid w:val="00471FC9"/>
    <w:rsid w:val="00485237"/>
    <w:rsid w:val="00495B2D"/>
    <w:rsid w:val="004D6DBA"/>
    <w:rsid w:val="004E1C8F"/>
    <w:rsid w:val="004F14B8"/>
    <w:rsid w:val="00535EFF"/>
    <w:rsid w:val="005519A9"/>
    <w:rsid w:val="005856D9"/>
    <w:rsid w:val="00587A35"/>
    <w:rsid w:val="005B26C4"/>
    <w:rsid w:val="005F54F2"/>
    <w:rsid w:val="00604588"/>
    <w:rsid w:val="00612BA8"/>
    <w:rsid w:val="00614770"/>
    <w:rsid w:val="00614FD9"/>
    <w:rsid w:val="006202F3"/>
    <w:rsid w:val="006653F9"/>
    <w:rsid w:val="00685DC9"/>
    <w:rsid w:val="006872A3"/>
    <w:rsid w:val="006D35EF"/>
    <w:rsid w:val="006D39F8"/>
    <w:rsid w:val="006D3BF6"/>
    <w:rsid w:val="006E23A8"/>
    <w:rsid w:val="006E6FDF"/>
    <w:rsid w:val="0072209E"/>
    <w:rsid w:val="007229EC"/>
    <w:rsid w:val="007342D9"/>
    <w:rsid w:val="007511FB"/>
    <w:rsid w:val="00760A3F"/>
    <w:rsid w:val="0076480F"/>
    <w:rsid w:val="00767B1A"/>
    <w:rsid w:val="007739F1"/>
    <w:rsid w:val="00774EFB"/>
    <w:rsid w:val="00797195"/>
    <w:rsid w:val="007A79F5"/>
    <w:rsid w:val="007D5DFE"/>
    <w:rsid w:val="00813CD2"/>
    <w:rsid w:val="00816FC4"/>
    <w:rsid w:val="00825E74"/>
    <w:rsid w:val="00835BFD"/>
    <w:rsid w:val="00856402"/>
    <w:rsid w:val="00857CA7"/>
    <w:rsid w:val="00864F03"/>
    <w:rsid w:val="008659CE"/>
    <w:rsid w:val="00876375"/>
    <w:rsid w:val="008B03DC"/>
    <w:rsid w:val="008B2B59"/>
    <w:rsid w:val="008C3FCB"/>
    <w:rsid w:val="008D0629"/>
    <w:rsid w:val="008E2530"/>
    <w:rsid w:val="008E46FC"/>
    <w:rsid w:val="008F1348"/>
    <w:rsid w:val="0093309E"/>
    <w:rsid w:val="00961AB8"/>
    <w:rsid w:val="009931D3"/>
    <w:rsid w:val="00994841"/>
    <w:rsid w:val="009E351B"/>
    <w:rsid w:val="00A50946"/>
    <w:rsid w:val="00A7588B"/>
    <w:rsid w:val="00AB63F6"/>
    <w:rsid w:val="00AE0389"/>
    <w:rsid w:val="00AE52BC"/>
    <w:rsid w:val="00AE7D7E"/>
    <w:rsid w:val="00AF5B61"/>
    <w:rsid w:val="00B07EB8"/>
    <w:rsid w:val="00B26BFC"/>
    <w:rsid w:val="00B55671"/>
    <w:rsid w:val="00B61945"/>
    <w:rsid w:val="00B70803"/>
    <w:rsid w:val="00B70F0A"/>
    <w:rsid w:val="00B76B59"/>
    <w:rsid w:val="00BB1214"/>
    <w:rsid w:val="00BC4A83"/>
    <w:rsid w:val="00BD002C"/>
    <w:rsid w:val="00BD7EE2"/>
    <w:rsid w:val="00BE09AF"/>
    <w:rsid w:val="00BE609C"/>
    <w:rsid w:val="00C21314"/>
    <w:rsid w:val="00C80090"/>
    <w:rsid w:val="00C9762D"/>
    <w:rsid w:val="00CA4291"/>
    <w:rsid w:val="00CC2838"/>
    <w:rsid w:val="00CC7143"/>
    <w:rsid w:val="00D05B31"/>
    <w:rsid w:val="00D327D3"/>
    <w:rsid w:val="00D7233D"/>
    <w:rsid w:val="00D82F76"/>
    <w:rsid w:val="00DA4D63"/>
    <w:rsid w:val="00DC23E3"/>
    <w:rsid w:val="00DC4581"/>
    <w:rsid w:val="00DF1E7B"/>
    <w:rsid w:val="00E02F4D"/>
    <w:rsid w:val="00E22D85"/>
    <w:rsid w:val="00E72149"/>
    <w:rsid w:val="00E96862"/>
    <w:rsid w:val="00EA549C"/>
    <w:rsid w:val="00EC4E69"/>
    <w:rsid w:val="00EC5D37"/>
    <w:rsid w:val="00F07F5E"/>
    <w:rsid w:val="00F2008E"/>
    <w:rsid w:val="00F23B50"/>
    <w:rsid w:val="00F2501D"/>
    <w:rsid w:val="00F335BE"/>
    <w:rsid w:val="00F3610A"/>
    <w:rsid w:val="00F368BD"/>
    <w:rsid w:val="00F42A00"/>
    <w:rsid w:val="00F66A07"/>
    <w:rsid w:val="00F73278"/>
    <w:rsid w:val="00F777D7"/>
    <w:rsid w:val="00F82A7A"/>
    <w:rsid w:val="00FD6650"/>
    <w:rsid w:val="00FE028D"/>
    <w:rsid w:val="00FE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A7BDCA"/>
  <w15:docId w15:val="{D851003D-0CC2-4948-A9BD-0FA5CE896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2F76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9931D3"/>
  </w:style>
  <w:style w:type="paragraph" w:styleId="PlainText">
    <w:name w:val="Plain Text"/>
    <w:basedOn w:val="Normal"/>
    <w:link w:val="PlainTextChar"/>
    <w:uiPriority w:val="99"/>
    <w:semiHidden/>
    <w:unhideWhenUsed/>
    <w:rsid w:val="00767B1A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67B1A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D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D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14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7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55999-12DB-4DC2-B3F3-1E2EE4EFD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583CFFD5.dotm</Template>
  <TotalTime>1170</TotalTime>
  <Pages>2</Pages>
  <Words>196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Communications Commission</Company>
  <LinksUpToDate>false</LinksUpToDate>
  <CharactersWithSpaces>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Rajender Razdan</dc:creator>
  <cp:lastModifiedBy>Rajender Razdan</cp:lastModifiedBy>
  <cp:revision>5</cp:revision>
  <cp:lastPrinted>2017-01-26T22:12:00Z</cp:lastPrinted>
  <dcterms:created xsi:type="dcterms:W3CDTF">2017-05-03T19:07:00Z</dcterms:created>
  <dcterms:modified xsi:type="dcterms:W3CDTF">2017-05-04T15:17:00Z</dcterms:modified>
</cp:coreProperties>
</file>