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9F" w:rsidRDefault="00F93603" w:rsidP="00F05B44">
      <w:pPr>
        <w:pStyle w:val="AuthorInfo"/>
      </w:pPr>
      <w:bookmarkStart w:id="0" w:name="From"/>
      <w:r>
        <w:t xml:space="preserve">Paige Fronabarger </w:t>
      </w:r>
    </w:p>
    <w:p w:rsidR="004B2B9F" w:rsidRDefault="00F93603">
      <w:pPr>
        <w:pStyle w:val="AuthorInfo"/>
      </w:pPr>
      <w:bookmarkStart w:id="1" w:name="swiCMPhone"/>
      <w:bookmarkEnd w:id="0"/>
      <w:r>
        <w:t>202.383.3396</w:t>
      </w:r>
    </w:p>
    <w:p w:rsidR="00993215" w:rsidRPr="00993215" w:rsidRDefault="00F93603" w:rsidP="00A21D99">
      <w:pPr>
        <w:pStyle w:val="AuthorInfo"/>
      </w:pPr>
      <w:bookmarkStart w:id="2" w:name="swiCMEmail"/>
      <w:bookmarkEnd w:id="1"/>
      <w:r>
        <w:t>pfronabarger</w:t>
      </w:r>
      <w:r w:rsidR="00DB6A0F">
        <w:t>@wbklaw.com</w:t>
      </w:r>
      <w:bookmarkStart w:id="3" w:name="swiCMAdmitted"/>
      <w:bookmarkEnd w:id="2"/>
    </w:p>
    <w:bookmarkEnd w:id="3" w:displacedByCustomXml="next"/>
    <w:sdt>
      <w:sdtPr>
        <w:alias w:val="swiCurrentDate"/>
        <w:tag w:val="swiCurrentDate"/>
        <w:id w:val="-1480069976"/>
        <w:placeholder>
          <w:docPart w:val="62B264E2A9E44ABF8C118C0BC9A71805"/>
        </w:placeholder>
        <w:date w:fullDate="2018-07-03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4B2B9F" w:rsidRPr="00D77B91" w:rsidRDefault="00F93603" w:rsidP="00D77B91">
          <w:pPr>
            <w:pStyle w:val="Date"/>
          </w:pPr>
          <w:r>
            <w:t>July 3, 2018</w:t>
          </w:r>
        </w:p>
      </w:sdtContent>
    </w:sdt>
    <w:sdt>
      <w:sdtPr>
        <w:rPr>
          <w:rFonts w:ascii="Times New Roman Bold" w:hAnsi="Times New Roman Bold"/>
          <w:i/>
          <w:caps w:val="0"/>
        </w:rPr>
        <w:alias w:val="Delivery"/>
        <w:tag w:val="Delivery"/>
        <w:id w:val="-1341306143"/>
        <w:placeholder>
          <w:docPart w:val="9754E2F8EBCB4A92A79994568ED91E0D"/>
        </w:placeholder>
        <w:comboBox>
          <w:listItem w:displayText="&lt;none&gt;" w:value="&lt;none&gt;"/>
          <w:listItem w:displayText="By eFile" w:value="By eFile"/>
          <w:listItem w:displayText="By Email" w:value="By Email"/>
          <w:listItem w:displayText="By Facsimile" w:value="By Facsimile"/>
          <w:listItem w:displayText="By Federal Express" w:value="By Federal Express"/>
          <w:listItem w:displayText="By Hand" w:value="By Hand"/>
          <w:listItem w:displayText="Via Certified Mail" w:value="Via Certified Mail"/>
          <w:listItem w:displayText="Via Courier" w:value="Via Courier"/>
          <w:listItem w:displayText="Via ECFS" w:value="Via ECFS"/>
          <w:listItem w:displayText="Via Hand Delivery" w:value="Via Hand Delivery"/>
        </w:comboBox>
      </w:sdtPr>
      <w:sdtEndPr/>
      <w:sdtContent>
        <w:p w:rsidR="00977D77" w:rsidRPr="00977D77" w:rsidRDefault="00DB6A0F" w:rsidP="00505C52">
          <w:pPr>
            <w:pStyle w:val="Delivery"/>
          </w:pPr>
          <w:r w:rsidRPr="00DB6A0F">
            <w:rPr>
              <w:rFonts w:ascii="Times New Roman Bold" w:hAnsi="Times New Roman Bold"/>
              <w:i/>
              <w:caps w:val="0"/>
            </w:rPr>
            <w:t>Via Electronic Filing</w:t>
          </w:r>
        </w:p>
      </w:sdtContent>
    </w:sdt>
    <w:p w:rsidR="004B2B9F" w:rsidRDefault="00DB6A0F" w:rsidP="00D77B91">
      <w:pPr>
        <w:pStyle w:val="RecipientAddress"/>
      </w:pPr>
      <w:bookmarkStart w:id="4" w:name="To"/>
      <w:r>
        <w:t>Marlene H. Dortch</w:t>
      </w:r>
      <w:r>
        <w:br/>
        <w:t>Secretary</w:t>
      </w:r>
      <w:r>
        <w:br/>
        <w:t>Federal Communications Commission</w:t>
      </w:r>
      <w:r>
        <w:br/>
        <w:t>445 12</w:t>
      </w:r>
      <w:r w:rsidRPr="00DB6A0F">
        <w:rPr>
          <w:vertAlign w:val="superscript"/>
        </w:rPr>
        <w:t>th</w:t>
      </w:r>
      <w:r>
        <w:t xml:space="preserve"> St. SW</w:t>
      </w:r>
      <w:r>
        <w:br/>
        <w:t>Room TW-B204</w:t>
      </w:r>
      <w:r>
        <w:br/>
        <w:t>Washington, DC 20554</w:t>
      </w:r>
    </w:p>
    <w:bookmarkEnd w:id="4"/>
    <w:p w:rsidR="004B2B9F" w:rsidRPr="00F93603" w:rsidRDefault="004B2B9F" w:rsidP="00F93603">
      <w:pPr>
        <w:pStyle w:val="ReLine"/>
        <w:spacing w:after="0"/>
        <w:ind w:left="1440"/>
        <w:rPr>
          <w:i/>
          <w:szCs w:val="24"/>
        </w:rPr>
      </w:pPr>
      <w:r>
        <w:t>Re:</w:t>
      </w:r>
      <w:r>
        <w:rPr>
          <w:i/>
          <w:iCs/>
        </w:rPr>
        <w:tab/>
      </w:r>
      <w:bookmarkStart w:id="5" w:name="Re"/>
      <w:r w:rsidR="00DB6A0F" w:rsidRPr="00F93603">
        <w:rPr>
          <w:i/>
          <w:iCs/>
          <w:szCs w:val="24"/>
        </w:rPr>
        <w:t>Notice of Consummation</w:t>
      </w:r>
      <w:r w:rsidR="00F93603">
        <w:rPr>
          <w:i/>
          <w:iCs/>
          <w:szCs w:val="24"/>
        </w:rPr>
        <w:t xml:space="preserve"> for </w:t>
      </w:r>
      <w:r w:rsidR="00D57053" w:rsidRPr="00F93603">
        <w:rPr>
          <w:i/>
          <w:iCs/>
          <w:szCs w:val="24"/>
        </w:rPr>
        <w:t>File No</w:t>
      </w:r>
      <w:r w:rsidR="00F93603" w:rsidRPr="00F93603">
        <w:rPr>
          <w:i/>
          <w:iCs/>
          <w:szCs w:val="24"/>
        </w:rPr>
        <w:t>s</w:t>
      </w:r>
      <w:r w:rsidR="00D57053" w:rsidRPr="00F93603">
        <w:rPr>
          <w:i/>
          <w:iCs/>
          <w:szCs w:val="24"/>
        </w:rPr>
        <w:t xml:space="preserve">. </w:t>
      </w:r>
      <w:r w:rsidR="00F93603" w:rsidRPr="00F93603">
        <w:rPr>
          <w:bCs/>
          <w:i/>
          <w:szCs w:val="24"/>
        </w:rPr>
        <w:t>ITC-ASG-20180413-00075</w:t>
      </w:r>
      <w:r w:rsidR="00F93603">
        <w:rPr>
          <w:bCs/>
          <w:i/>
          <w:szCs w:val="24"/>
        </w:rPr>
        <w:t>,</w:t>
      </w:r>
      <w:r w:rsidR="00F93603" w:rsidRPr="00F93603">
        <w:rPr>
          <w:bCs/>
          <w:i/>
          <w:szCs w:val="24"/>
        </w:rPr>
        <w:t xml:space="preserve"> </w:t>
      </w:r>
      <w:r w:rsidR="00F93603" w:rsidRPr="00F93603">
        <w:rPr>
          <w:bCs/>
          <w:i/>
          <w:szCs w:val="24"/>
        </w:rPr>
        <w:t>ITC-T/C-20180316-00057</w:t>
      </w:r>
      <w:r w:rsidR="00F93603">
        <w:rPr>
          <w:i/>
          <w:iCs/>
          <w:szCs w:val="24"/>
        </w:rPr>
        <w:t xml:space="preserve"> and </w:t>
      </w:r>
      <w:r w:rsidR="006F3AE9" w:rsidRPr="00F93603">
        <w:rPr>
          <w:i/>
          <w:iCs/>
          <w:szCs w:val="24"/>
        </w:rPr>
        <w:t xml:space="preserve">WC Docket No. </w:t>
      </w:r>
      <w:r w:rsidR="00F93603" w:rsidRPr="00F93603">
        <w:rPr>
          <w:i/>
          <w:szCs w:val="24"/>
        </w:rPr>
        <w:t>18-84</w:t>
      </w:r>
    </w:p>
    <w:p w:rsidR="00A21D99" w:rsidRPr="00F93603" w:rsidRDefault="00A21D99">
      <w:pPr>
        <w:pStyle w:val="Salutation"/>
        <w:rPr>
          <w:szCs w:val="24"/>
        </w:rPr>
      </w:pPr>
      <w:bookmarkStart w:id="6" w:name="Salutation"/>
      <w:bookmarkEnd w:id="5"/>
    </w:p>
    <w:p w:rsidR="004B2B9F" w:rsidRDefault="00DB6A0F" w:rsidP="00F93603">
      <w:pPr>
        <w:pStyle w:val="Salutation"/>
        <w:jc w:val="both"/>
      </w:pPr>
      <w:r>
        <w:t>Dear Ms. Dortch:</w:t>
      </w:r>
    </w:p>
    <w:p w:rsidR="004B2B9F" w:rsidRDefault="001C2811" w:rsidP="00F93603">
      <w:pPr>
        <w:pStyle w:val="BodyText"/>
        <w:jc w:val="both"/>
      </w:pPr>
      <w:bookmarkStart w:id="7" w:name="swiBeginHere"/>
      <w:bookmarkEnd w:id="6"/>
      <w:bookmarkEnd w:id="7"/>
      <w:r>
        <w:t>On behalf of</w:t>
      </w:r>
      <w:r w:rsidR="00F93603" w:rsidRPr="00F93603">
        <w:t xml:space="preserve"> </w:t>
      </w:r>
      <w:r w:rsidR="00F93603">
        <w:t>Castle Intermediate Holdings, Inc.</w:t>
      </w:r>
      <w:r w:rsidR="00A21D99">
        <w:t xml:space="preserve"> </w:t>
      </w:r>
      <w:r>
        <w:t>and pursuant to Section</w:t>
      </w:r>
      <w:r w:rsidR="00DB6A0F">
        <w:t xml:space="preserve"> </w:t>
      </w:r>
      <w:bookmarkStart w:id="8" w:name="_GoBack"/>
      <w:r w:rsidR="00DB6A0F">
        <w:t>63.24(e</w:t>
      </w:r>
      <w:proofErr w:type="gramStart"/>
      <w:r w:rsidR="00DB6A0F">
        <w:t>)(</w:t>
      </w:r>
      <w:proofErr w:type="gramEnd"/>
      <w:r w:rsidR="00DB6A0F">
        <w:t>4)</w:t>
      </w:r>
      <w:bookmarkEnd w:id="8"/>
      <w:r w:rsidR="00DB6A0F">
        <w:t xml:space="preserve"> of the Commission’s rules,</w:t>
      </w:r>
      <w:r>
        <w:t xml:space="preserve"> please be advised that the </w:t>
      </w:r>
      <w:r w:rsidR="00DB6A0F">
        <w:t>above-referenced transaction was consummated on</w:t>
      </w:r>
      <w:r w:rsidR="00F93603">
        <w:t xml:space="preserve"> July 2, 2018</w:t>
      </w:r>
      <w:r w:rsidR="00DB6A0F" w:rsidRPr="009F35AB">
        <w:t>.  Please</w:t>
      </w:r>
      <w:r w:rsidR="00DB6A0F">
        <w:t xml:space="preserve"> contact the undersigned if you have any questions regarding this notification.</w:t>
      </w:r>
    </w:p>
    <w:p w:rsidR="00CA1D39" w:rsidRDefault="00CA1D39" w:rsidP="00DB6A0F">
      <w:pPr>
        <w:pStyle w:val="BodyText"/>
      </w:pPr>
    </w:p>
    <w:p w:rsidR="00DB6A0F" w:rsidRDefault="00DB6A0F">
      <w:pPr>
        <w:pStyle w:val="SignatureLine"/>
      </w:pPr>
      <w:bookmarkStart w:id="9" w:name="From1"/>
      <w:r>
        <w:t>Very truly yours,</w:t>
      </w:r>
    </w:p>
    <w:p w:rsidR="00DB6A0F" w:rsidRDefault="00DB6A0F" w:rsidP="00DB6A0F"/>
    <w:p w:rsidR="00DB6A0F" w:rsidRPr="00DB6A0F" w:rsidRDefault="00DB6A0F" w:rsidP="00DB6A0F">
      <w:pPr>
        <w:ind w:left="4680"/>
        <w:rPr>
          <w:u w:val="single"/>
        </w:rPr>
      </w:pPr>
      <w:r>
        <w:rPr>
          <w:u w:val="single"/>
        </w:rPr>
        <w:t xml:space="preserve"> /s/ </w:t>
      </w:r>
      <w:r w:rsidR="00F93603">
        <w:rPr>
          <w:u w:val="single"/>
        </w:rPr>
        <w:t xml:space="preserve">Paige K. Fronabarger </w:t>
      </w:r>
      <w:r>
        <w:rPr>
          <w:u w:val="single"/>
        </w:rPr>
        <w:tab/>
      </w:r>
      <w:r>
        <w:rPr>
          <w:u w:val="single"/>
        </w:rPr>
        <w:tab/>
      </w:r>
    </w:p>
    <w:p w:rsidR="00DB6A0F" w:rsidRDefault="00DB6A0F">
      <w:pPr>
        <w:pStyle w:val="SignatureLine"/>
      </w:pPr>
    </w:p>
    <w:p w:rsidR="004B2B9F" w:rsidRDefault="00F93603">
      <w:pPr>
        <w:pStyle w:val="SignatureLine"/>
      </w:pPr>
      <w:r>
        <w:t xml:space="preserve">Paige K. Fronabarger </w:t>
      </w:r>
    </w:p>
    <w:p w:rsidR="00A21D99" w:rsidRPr="00F93603" w:rsidRDefault="00DB6A0F" w:rsidP="00F93603">
      <w:pPr>
        <w:ind w:left="4680"/>
        <w:rPr>
          <w:i/>
        </w:rPr>
      </w:pPr>
      <w:r w:rsidRPr="00F93603">
        <w:rPr>
          <w:i/>
        </w:rPr>
        <w:t xml:space="preserve">Counsel to </w:t>
      </w:r>
      <w:r w:rsidR="00F93603" w:rsidRPr="00F93603">
        <w:rPr>
          <w:i/>
        </w:rPr>
        <w:t>Cast</w:t>
      </w:r>
      <w:r w:rsidR="00F93603" w:rsidRPr="00F93603">
        <w:rPr>
          <w:i/>
        </w:rPr>
        <w:t>le Intermediate Holdings, Inc.</w:t>
      </w:r>
    </w:p>
    <w:p w:rsidR="00A21D99" w:rsidRDefault="00A21D99" w:rsidP="00A21D99"/>
    <w:bookmarkEnd w:id="9"/>
    <w:p w:rsidR="00DB6A0F" w:rsidRPr="00DB6A0F" w:rsidRDefault="00DB6A0F" w:rsidP="00DB6A0F"/>
    <w:sectPr w:rsidR="00DB6A0F" w:rsidRPr="00DB6A0F" w:rsidSect="00C21257">
      <w:head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1440" w:footer="576" w:gutter="0"/>
      <w:paperSrc w:first="11" w:other="1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6E9" w:rsidRDefault="008F26E9">
      <w:r>
        <w:separator/>
      </w:r>
    </w:p>
  </w:endnote>
  <w:endnote w:type="continuationSeparator" w:id="0">
    <w:p w:rsidR="008F26E9" w:rsidRDefault="008F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4A" w:rsidRDefault="00D4744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6E9" w:rsidRDefault="008F26E9">
      <w:r>
        <w:separator/>
      </w:r>
    </w:p>
  </w:footnote>
  <w:footnote w:type="continuationSeparator" w:id="0">
    <w:p w:rsidR="008F26E9" w:rsidRDefault="008F2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4A" w:rsidRDefault="00D4744A">
    <w:pPr>
      <w:pStyle w:val="Header"/>
    </w:pPr>
    <w:r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5ACBD700" wp14:editId="59040B3E">
          <wp:simplePos x="0" y="0"/>
          <wp:positionH relativeFrom="page">
            <wp:posOffset>508635</wp:posOffset>
          </wp:positionH>
          <wp:positionV relativeFrom="page">
            <wp:posOffset>574040</wp:posOffset>
          </wp:positionV>
          <wp:extent cx="2743200" cy="394970"/>
          <wp:effectExtent l="19050" t="0" r="0" b="0"/>
          <wp:wrapNone/>
          <wp:docPr id="3" name="Pictur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94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744A" w:rsidRDefault="00DB6A0F">
    <w:pPr>
      <w:pStyle w:val="Header"/>
    </w:pPr>
    <w:bookmarkStart w:id="10" w:name="ToInHeader"/>
    <w:r>
      <w:t>Marlene H. Dortch</w:t>
    </w:r>
    <w:bookmarkEnd w:id="10"/>
  </w:p>
  <w:p w:rsidR="00D4744A" w:rsidRDefault="00B178F9">
    <w:pPr>
      <w:pStyle w:val="Header"/>
    </w:pPr>
    <w:r>
      <w:fldChar w:fldCharType="begin"/>
    </w:r>
    <w:r w:rsidR="00D4744A">
      <w:instrText xml:space="preserve"> STYLEREF  Date  \* MERGEFORMAT </w:instrText>
    </w:r>
    <w:r>
      <w:fldChar w:fldCharType="end"/>
    </w:r>
  </w:p>
  <w:p w:rsidR="00D4744A" w:rsidRDefault="00D4744A">
    <w:pPr>
      <w:pStyle w:val="Header"/>
      <w:rPr>
        <w:rStyle w:val="PageNumber"/>
      </w:rPr>
    </w:pPr>
    <w:r>
      <w:t xml:space="preserve">Page </w:t>
    </w:r>
    <w:r w:rsidR="00B178F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178F9">
      <w:rPr>
        <w:rStyle w:val="PageNumber"/>
      </w:rPr>
      <w:fldChar w:fldCharType="separate"/>
    </w:r>
    <w:r w:rsidR="00DB6A0F">
      <w:rPr>
        <w:rStyle w:val="PageNumber"/>
        <w:noProof/>
      </w:rPr>
      <w:t>2</w:t>
    </w:r>
    <w:r w:rsidR="00B178F9">
      <w:rPr>
        <w:rStyle w:val="PageNumber"/>
      </w:rPr>
      <w:fldChar w:fldCharType="end"/>
    </w:r>
  </w:p>
  <w:p w:rsidR="00D4744A" w:rsidRDefault="00D474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A0F" w:rsidRDefault="00DB6A0F">
    <w:pPr>
      <w:pStyle w:val="AddressBlock"/>
    </w:pPr>
    <w:bookmarkStart w:id="11" w:name="swiOFStreetAddressVert"/>
    <w:r>
      <w:t>1800 M Street, NW</w:t>
    </w:r>
  </w:p>
  <w:p w:rsidR="00D4744A" w:rsidRDefault="00DB6A0F">
    <w:pPr>
      <w:pStyle w:val="AddressBlock"/>
    </w:pPr>
    <w:r>
      <w:t>Suite 800N</w:t>
    </w:r>
    <w:bookmarkEnd w:id="11"/>
    <w:r w:rsidR="00D4744A">
      <w:rPr>
        <w:noProof/>
      </w:rPr>
      <w:drawing>
        <wp:anchor distT="0" distB="0" distL="114300" distR="114300" simplePos="0" relativeHeight="251657216" behindDoc="0" locked="0" layoutInCell="1" allowOverlap="1" wp14:anchorId="1DE34624" wp14:editId="3306A5CD">
          <wp:simplePos x="0" y="0"/>
          <wp:positionH relativeFrom="page">
            <wp:posOffset>914400</wp:posOffset>
          </wp:positionH>
          <wp:positionV relativeFrom="page">
            <wp:posOffset>755650</wp:posOffset>
          </wp:positionV>
          <wp:extent cx="3026410" cy="435610"/>
          <wp:effectExtent l="19050" t="0" r="2540" b="0"/>
          <wp:wrapTopAndBottom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6410" cy="435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744A" w:rsidRDefault="00DB6A0F">
    <w:pPr>
      <w:pStyle w:val="AddressBlock"/>
    </w:pPr>
    <w:bookmarkStart w:id="12" w:name="swiOFCity"/>
    <w:r>
      <w:t>Washington</w:t>
    </w:r>
    <w:bookmarkEnd w:id="12"/>
    <w:r w:rsidR="00D4744A">
      <w:t xml:space="preserve">, </w:t>
    </w:r>
    <w:bookmarkStart w:id="13" w:name="swiOFState"/>
    <w:r>
      <w:t>DC</w:t>
    </w:r>
    <w:bookmarkEnd w:id="13"/>
    <w:r w:rsidR="00D4744A">
      <w:t xml:space="preserve"> </w:t>
    </w:r>
    <w:bookmarkStart w:id="14" w:name="swiOFZip"/>
    <w:r>
      <w:t>20036</w:t>
    </w:r>
    <w:bookmarkEnd w:id="14"/>
    <w:r w:rsidR="00D4744A">
      <w:br/>
    </w:r>
    <w:proofErr w:type="gramStart"/>
    <w:r w:rsidR="00D4744A">
      <w:t xml:space="preserve">Tel  </w:t>
    </w:r>
    <w:bookmarkStart w:id="15" w:name="swiOFPhone"/>
    <w:r>
      <w:t>202.783.4141</w:t>
    </w:r>
    <w:bookmarkEnd w:id="15"/>
    <w:proofErr w:type="gramEnd"/>
  </w:p>
  <w:p w:rsidR="00D4744A" w:rsidRDefault="00D4744A">
    <w:pPr>
      <w:pStyle w:val="AddressBlock"/>
    </w:pPr>
    <w:proofErr w:type="gramStart"/>
    <w:r>
      <w:t xml:space="preserve">Fax  </w:t>
    </w:r>
    <w:bookmarkStart w:id="16" w:name="swiOFFax"/>
    <w:r w:rsidR="00DB6A0F">
      <w:t>202.783.5851</w:t>
    </w:r>
    <w:bookmarkEnd w:id="16"/>
    <w:proofErr w:type="gramEnd"/>
  </w:p>
  <w:p w:rsidR="00D4744A" w:rsidRDefault="00DB6A0F">
    <w:pPr>
      <w:pStyle w:val="WebAddress"/>
    </w:pPr>
    <w:bookmarkStart w:id="17" w:name="swiOFWebsite"/>
    <w:r>
      <w:t>www.wbklaw.com</w:t>
    </w:r>
    <w:bookmarkEnd w:id="17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A1AD3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3901B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440BE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4A04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36C7E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D67B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78E27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686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760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C1CF6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F53760F"/>
    <w:multiLevelType w:val="hybridMultilevel"/>
    <w:tmpl w:val="DE005AF8"/>
    <w:lvl w:ilvl="0" w:tplc="C032F26C">
      <w:start w:val="1"/>
      <w:numFmt w:val="decimal"/>
      <w:pStyle w:val="ListNumbering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iInnovaVariables" w:val="c=swiCurrentDate`c=Delivery`c=Closing`b=From`b=From1`b=Re`b=Salutation`b=swiBeginHere`b=swiCMAdmitted`b=swiCMEmail`b=swiCMPhone`b=swiOFCity`b=swiOFFax`b=swiOFPhone`b=swiOFState`b=swiOFStreetAddressVert`b=swiOFWebsite`b=swiOFZip`b=To`b=ToInHeader`v=SWOtherInfo`v=SWCLCString1`v=SWCLCContacts`v=SWBasicControls`"/>
    <w:docVar w:name="SWBasicControls" w:val="WBK Letter=`lblBCC=&amp;BCC:`lblCC=&amp;CC:`lblClosing=C&amp;losing:`lblSalutation=&amp;Salutation:`lblDeliveryMethod=Deli&amp;very Method:`lblEnclosure=&amp;Enclosure:`lblFormat=F&amp;ormat:`lblFrom=&amp;From:`lblLocation=Locatio&amp;n:`lblTo=&amp;To:`Salutation=Dear Ms. Dortch:`Closing=Very truly yours,`Delivery=By eFile`Enclosure=&lt;none&gt;`Format=Electronic`Location=DC`lblRe=&amp;Re:`Re=Notice of Consummation_x000b_WT_x000b_FIle Nos.`cmdCancel=Cancel`cmdOK=OK`QuickFillSave=`QuickFillOpen=`Formal=False`"/>
    <w:docVar w:name="SWCLCContacts" w:val="BCC=0;CC=0;To=1;ToInHeader=1;Salutation=1;From=1;"/>
    <w:docVar w:name="SWCLCString1" w:val="&lt;Dialog&gt;&lt;BCC&gt;OQEAAB+LCAAAAAAABABd0EEKwjAQBdC94B16g8H9ELBZCaUIhe7HNkpomoFkInh7Q6xKs/yPz/ATfJJLRh0PTYPnJDzkKCSWvbqTiwah0tIc7MOTpGBax9OiECoopZGCpZszscQMutMt87JSWDbK+JWeVqNarRF28ut19OIkOoVgvFxmdUKo6X+TgubZXDnasrlnnx9S67YK6lkI++Wo2QtNEhvIGeHzY29LidYlOQEAAA==&lt;/BCC&gt;&lt;CC&gt;OAEAAB+LCAAAAAAABABd0EEKwjAQBdC94B16g8H9ELBZCaUIhe7HNkpomoFkInh7Q6xKs/yPz/ATfJJLRh0PTYPnJDzkKCSWvbqTiwah0tIc7MOTpGBax9OiECoopZGCpZszscQMutMt87JSWDbK+JWeVqO0RtjBr9bRi5PoFILxcpnVCaGm/0kKmmdz5WjL5J59fket2yioVyHsh6NmLzRJbCBnhM+HvQGD7QrZOAEAAA==&lt;/CC&gt;&lt;To&gt;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&lt;/To&gt;&lt;From&gt;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&lt;/From&gt;&lt;/Dialog&gt;"/>
    <w:docVar w:name="SWOtherInfo" w:val="DocTypeID=1|FormID=10000|"/>
  </w:docVars>
  <w:rsids>
    <w:rsidRoot w:val="00DB6A0F"/>
    <w:rsid w:val="00005FBD"/>
    <w:rsid w:val="00012055"/>
    <w:rsid w:val="000817E5"/>
    <w:rsid w:val="000A1934"/>
    <w:rsid w:val="000C0AD5"/>
    <w:rsid w:val="000E1AA3"/>
    <w:rsid w:val="000F5769"/>
    <w:rsid w:val="00125C8C"/>
    <w:rsid w:val="0015526A"/>
    <w:rsid w:val="001C2811"/>
    <w:rsid w:val="00210F7B"/>
    <w:rsid w:val="00214E03"/>
    <w:rsid w:val="00224C43"/>
    <w:rsid w:val="00227B36"/>
    <w:rsid w:val="0028033B"/>
    <w:rsid w:val="00293818"/>
    <w:rsid w:val="00294C0D"/>
    <w:rsid w:val="002B022B"/>
    <w:rsid w:val="002E37C2"/>
    <w:rsid w:val="00340244"/>
    <w:rsid w:val="00354957"/>
    <w:rsid w:val="003C5652"/>
    <w:rsid w:val="003C56A7"/>
    <w:rsid w:val="0040138E"/>
    <w:rsid w:val="00413F7D"/>
    <w:rsid w:val="004347A8"/>
    <w:rsid w:val="0046320D"/>
    <w:rsid w:val="0047612C"/>
    <w:rsid w:val="004B2B9F"/>
    <w:rsid w:val="00505C52"/>
    <w:rsid w:val="00521DF9"/>
    <w:rsid w:val="005665B4"/>
    <w:rsid w:val="005B6DB5"/>
    <w:rsid w:val="005E62D2"/>
    <w:rsid w:val="00611EED"/>
    <w:rsid w:val="006C4A68"/>
    <w:rsid w:val="006E5B8D"/>
    <w:rsid w:val="006F3AE9"/>
    <w:rsid w:val="00714384"/>
    <w:rsid w:val="007960A6"/>
    <w:rsid w:val="007B4E2B"/>
    <w:rsid w:val="00824946"/>
    <w:rsid w:val="0084789B"/>
    <w:rsid w:val="00884388"/>
    <w:rsid w:val="008E7E43"/>
    <w:rsid w:val="008F26E9"/>
    <w:rsid w:val="00930D59"/>
    <w:rsid w:val="00977D77"/>
    <w:rsid w:val="00993215"/>
    <w:rsid w:val="00994420"/>
    <w:rsid w:val="009F35AB"/>
    <w:rsid w:val="00A21D99"/>
    <w:rsid w:val="00A4021B"/>
    <w:rsid w:val="00A50D74"/>
    <w:rsid w:val="00AD4519"/>
    <w:rsid w:val="00AF6ECF"/>
    <w:rsid w:val="00B178F9"/>
    <w:rsid w:val="00B412C4"/>
    <w:rsid w:val="00B96155"/>
    <w:rsid w:val="00BC40AE"/>
    <w:rsid w:val="00BE0CB3"/>
    <w:rsid w:val="00BE1EDE"/>
    <w:rsid w:val="00BF37D3"/>
    <w:rsid w:val="00C21257"/>
    <w:rsid w:val="00C55A46"/>
    <w:rsid w:val="00C66CED"/>
    <w:rsid w:val="00CA1D39"/>
    <w:rsid w:val="00CA2D11"/>
    <w:rsid w:val="00CB6A5D"/>
    <w:rsid w:val="00CE2C18"/>
    <w:rsid w:val="00CF0DEE"/>
    <w:rsid w:val="00D30098"/>
    <w:rsid w:val="00D3384E"/>
    <w:rsid w:val="00D4744A"/>
    <w:rsid w:val="00D53FC2"/>
    <w:rsid w:val="00D57053"/>
    <w:rsid w:val="00D617C0"/>
    <w:rsid w:val="00D77B91"/>
    <w:rsid w:val="00DB5CC0"/>
    <w:rsid w:val="00DB6A0F"/>
    <w:rsid w:val="00DD1A2B"/>
    <w:rsid w:val="00E5055A"/>
    <w:rsid w:val="00E56898"/>
    <w:rsid w:val="00E64529"/>
    <w:rsid w:val="00E73D8C"/>
    <w:rsid w:val="00EA5E50"/>
    <w:rsid w:val="00EB5282"/>
    <w:rsid w:val="00ED1A13"/>
    <w:rsid w:val="00F00D30"/>
    <w:rsid w:val="00F01E83"/>
    <w:rsid w:val="00F05B44"/>
    <w:rsid w:val="00F11064"/>
    <w:rsid w:val="00F141A1"/>
    <w:rsid w:val="00F21D54"/>
    <w:rsid w:val="00F23833"/>
    <w:rsid w:val="00F56ECC"/>
    <w:rsid w:val="00F9021D"/>
    <w:rsid w:val="00F93603"/>
    <w:rsid w:val="00F9520C"/>
    <w:rsid w:val="00FD437D"/>
    <w:rsid w:val="00FD53D0"/>
    <w:rsid w:val="00FF3802"/>
    <w:rsid w:val="00FF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unhideWhenUsed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2D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rsid w:val="00C212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nhideWhenUsed/>
    <w:rsid w:val="00C21257"/>
    <w:pPr>
      <w:tabs>
        <w:tab w:val="center" w:pos="4320"/>
        <w:tab w:val="right" w:pos="8640"/>
      </w:tabs>
    </w:pPr>
  </w:style>
  <w:style w:type="paragraph" w:customStyle="1" w:styleId="FirstPageFooter">
    <w:name w:val="FirstPageFooter"/>
    <w:basedOn w:val="Footer"/>
    <w:semiHidden/>
    <w:unhideWhenUsed/>
    <w:rsid w:val="00C21257"/>
    <w:pPr>
      <w:tabs>
        <w:tab w:val="clear" w:pos="4320"/>
        <w:tab w:val="clear" w:pos="8640"/>
      </w:tabs>
      <w:jc w:val="center"/>
    </w:pPr>
    <w:rPr>
      <w:rFonts w:ascii="Geneva" w:hAnsi="Geneva"/>
      <w:spacing w:val="177"/>
      <w:sz w:val="14"/>
    </w:rPr>
  </w:style>
  <w:style w:type="paragraph" w:styleId="Date">
    <w:name w:val="Date"/>
    <w:basedOn w:val="Normal"/>
    <w:next w:val="Memo"/>
    <w:qFormat/>
    <w:rsid w:val="0028033B"/>
    <w:pPr>
      <w:spacing w:before="240" w:after="240"/>
    </w:pPr>
  </w:style>
  <w:style w:type="paragraph" w:customStyle="1" w:styleId="AddressBlock">
    <w:name w:val="Address Block"/>
    <w:basedOn w:val="Normal"/>
    <w:semiHidden/>
    <w:unhideWhenUsed/>
    <w:rsid w:val="00FD53D0"/>
    <w:pPr>
      <w:spacing w:line="260" w:lineRule="exact"/>
      <w:ind w:left="7200" w:right="-720"/>
    </w:pPr>
    <w:rPr>
      <w:rFonts w:ascii="Geneva" w:hAnsi="Geneva"/>
      <w:smallCaps/>
      <w:spacing w:val="31"/>
      <w:kern w:val="13"/>
      <w:sz w:val="14"/>
    </w:rPr>
  </w:style>
  <w:style w:type="paragraph" w:customStyle="1" w:styleId="WebAddress">
    <w:name w:val="WebAddress"/>
    <w:basedOn w:val="AddressBlock"/>
    <w:semiHidden/>
    <w:unhideWhenUsed/>
    <w:rsid w:val="00CA2D11"/>
  </w:style>
  <w:style w:type="paragraph" w:customStyle="1" w:styleId="AuthorInfo">
    <w:name w:val="AuthorInfo"/>
    <w:basedOn w:val="AddressBlock"/>
    <w:unhideWhenUsed/>
    <w:rsid w:val="00FD53D0"/>
  </w:style>
  <w:style w:type="paragraph" w:customStyle="1" w:styleId="E-MailAddress">
    <w:name w:val="E-MailAddress"/>
    <w:basedOn w:val="WebAddress"/>
    <w:next w:val="Date"/>
    <w:rsid w:val="00FD53D0"/>
    <w:pPr>
      <w:spacing w:after="240"/>
    </w:pPr>
  </w:style>
  <w:style w:type="paragraph" w:styleId="BodyText">
    <w:name w:val="Body Text"/>
    <w:basedOn w:val="Normal"/>
    <w:qFormat/>
    <w:rsid w:val="00C21257"/>
    <w:pPr>
      <w:spacing w:after="240"/>
      <w:ind w:firstLine="720"/>
    </w:pPr>
  </w:style>
  <w:style w:type="paragraph" w:customStyle="1" w:styleId="Memo">
    <w:name w:val="Memo"/>
    <w:basedOn w:val="Normal"/>
    <w:next w:val="Normal"/>
    <w:semiHidden/>
    <w:unhideWhenUsed/>
    <w:rsid w:val="00C21257"/>
    <w:pPr>
      <w:spacing w:after="240"/>
      <w:jc w:val="center"/>
    </w:pPr>
    <w:rPr>
      <w:b/>
    </w:rPr>
  </w:style>
  <w:style w:type="character" w:styleId="PageNumber">
    <w:name w:val="page number"/>
    <w:basedOn w:val="DefaultParagraphFont"/>
    <w:semiHidden/>
    <w:unhideWhenUsed/>
    <w:rsid w:val="00C21257"/>
  </w:style>
  <w:style w:type="paragraph" w:styleId="Salutation">
    <w:name w:val="Salutation"/>
    <w:basedOn w:val="Normal"/>
    <w:next w:val="BodyText"/>
    <w:qFormat/>
    <w:rsid w:val="00C21257"/>
    <w:pPr>
      <w:spacing w:after="240"/>
    </w:pPr>
  </w:style>
  <w:style w:type="paragraph" w:customStyle="1" w:styleId="Recipient">
    <w:name w:val="Recipient"/>
    <w:basedOn w:val="Normal"/>
    <w:next w:val="RecipientAddress"/>
    <w:semiHidden/>
    <w:unhideWhenUsed/>
    <w:rsid w:val="00C21257"/>
  </w:style>
  <w:style w:type="paragraph" w:customStyle="1" w:styleId="RecipientAddress">
    <w:name w:val="RecipientAddress"/>
    <w:basedOn w:val="Normal"/>
    <w:qFormat/>
    <w:rsid w:val="00C21257"/>
  </w:style>
  <w:style w:type="paragraph" w:customStyle="1" w:styleId="ReLine">
    <w:name w:val="ReLine"/>
    <w:basedOn w:val="Normal"/>
    <w:qFormat/>
    <w:rsid w:val="00C21257"/>
    <w:pPr>
      <w:spacing w:before="240" w:after="240"/>
      <w:ind w:left="2160" w:hanging="720"/>
    </w:pPr>
  </w:style>
  <w:style w:type="paragraph" w:customStyle="1" w:styleId="SignatureLine">
    <w:name w:val="SignatureLine"/>
    <w:basedOn w:val="Normal"/>
    <w:next w:val="Normal"/>
    <w:qFormat/>
    <w:rsid w:val="005E62D2"/>
    <w:pPr>
      <w:ind w:left="4680"/>
    </w:pPr>
  </w:style>
  <w:style w:type="paragraph" w:styleId="Closing">
    <w:name w:val="Closing"/>
    <w:basedOn w:val="Normal"/>
    <w:next w:val="SignatureLine"/>
    <w:qFormat/>
    <w:rsid w:val="00C21257"/>
    <w:pPr>
      <w:spacing w:after="960"/>
      <w:ind w:left="4680"/>
    </w:pPr>
  </w:style>
  <w:style w:type="paragraph" w:customStyle="1" w:styleId="cc">
    <w:name w:val="cc"/>
    <w:basedOn w:val="Normal"/>
    <w:qFormat/>
    <w:rsid w:val="00505C52"/>
    <w:pPr>
      <w:spacing w:before="240"/>
      <w:ind w:left="576" w:hanging="576"/>
    </w:pPr>
  </w:style>
  <w:style w:type="paragraph" w:customStyle="1" w:styleId="Delivery">
    <w:name w:val="Delivery"/>
    <w:basedOn w:val="RecipientAddress"/>
    <w:qFormat/>
    <w:rsid w:val="00977D77"/>
    <w:pPr>
      <w:spacing w:after="240"/>
    </w:pPr>
    <w:rPr>
      <w:b/>
      <w:caps/>
    </w:rPr>
  </w:style>
  <w:style w:type="paragraph" w:customStyle="1" w:styleId="BlockQuote">
    <w:name w:val="Block Quote"/>
    <w:basedOn w:val="BodyText"/>
    <w:qFormat/>
    <w:rsid w:val="0028033B"/>
    <w:pPr>
      <w:ind w:left="720" w:right="720" w:firstLine="0"/>
    </w:pPr>
  </w:style>
  <w:style w:type="paragraph" w:styleId="FootnoteText">
    <w:name w:val="footnote text"/>
    <w:basedOn w:val="Normal"/>
    <w:link w:val="FootnoteTextChar"/>
    <w:semiHidden/>
    <w:unhideWhenUsed/>
    <w:rsid w:val="00BC40AE"/>
    <w:pPr>
      <w:spacing w:after="120"/>
    </w:pPr>
    <w:rPr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BC40AE"/>
    <w:rPr>
      <w:sz w:val="22"/>
    </w:rPr>
  </w:style>
  <w:style w:type="paragraph" w:customStyle="1" w:styleId="ListNumbering">
    <w:name w:val="List Numbering"/>
    <w:basedOn w:val="Normal"/>
    <w:qFormat/>
    <w:rsid w:val="00F05B44"/>
    <w:pPr>
      <w:numPr>
        <w:numId w:val="11"/>
      </w:numPr>
      <w:spacing w:after="240"/>
      <w:ind w:hanging="720"/>
    </w:pPr>
  </w:style>
  <w:style w:type="paragraph" w:styleId="BodyText2">
    <w:name w:val="Body Text 2"/>
    <w:basedOn w:val="Normal"/>
    <w:link w:val="BodyText2Char"/>
    <w:uiPriority w:val="1"/>
    <w:qFormat/>
    <w:rsid w:val="00D77B91"/>
    <w:pPr>
      <w:spacing w:line="480" w:lineRule="auto"/>
      <w:ind w:firstLine="720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1"/>
    <w:rsid w:val="00D77B91"/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uiPriority w:val="99"/>
    <w:unhideWhenUsed/>
    <w:rsid w:val="007960A6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7960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960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DB6A0F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DB6A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unhideWhenUsed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2D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rsid w:val="00C212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nhideWhenUsed/>
    <w:rsid w:val="00C21257"/>
    <w:pPr>
      <w:tabs>
        <w:tab w:val="center" w:pos="4320"/>
        <w:tab w:val="right" w:pos="8640"/>
      </w:tabs>
    </w:pPr>
  </w:style>
  <w:style w:type="paragraph" w:customStyle="1" w:styleId="FirstPageFooter">
    <w:name w:val="FirstPageFooter"/>
    <w:basedOn w:val="Footer"/>
    <w:semiHidden/>
    <w:unhideWhenUsed/>
    <w:rsid w:val="00C21257"/>
    <w:pPr>
      <w:tabs>
        <w:tab w:val="clear" w:pos="4320"/>
        <w:tab w:val="clear" w:pos="8640"/>
      </w:tabs>
      <w:jc w:val="center"/>
    </w:pPr>
    <w:rPr>
      <w:rFonts w:ascii="Geneva" w:hAnsi="Geneva"/>
      <w:spacing w:val="177"/>
      <w:sz w:val="14"/>
    </w:rPr>
  </w:style>
  <w:style w:type="paragraph" w:styleId="Date">
    <w:name w:val="Date"/>
    <w:basedOn w:val="Normal"/>
    <w:next w:val="Memo"/>
    <w:qFormat/>
    <w:rsid w:val="0028033B"/>
    <w:pPr>
      <w:spacing w:before="240" w:after="240"/>
    </w:pPr>
  </w:style>
  <w:style w:type="paragraph" w:customStyle="1" w:styleId="AddressBlock">
    <w:name w:val="Address Block"/>
    <w:basedOn w:val="Normal"/>
    <w:semiHidden/>
    <w:unhideWhenUsed/>
    <w:rsid w:val="00FD53D0"/>
    <w:pPr>
      <w:spacing w:line="260" w:lineRule="exact"/>
      <w:ind w:left="7200" w:right="-720"/>
    </w:pPr>
    <w:rPr>
      <w:rFonts w:ascii="Geneva" w:hAnsi="Geneva"/>
      <w:smallCaps/>
      <w:spacing w:val="31"/>
      <w:kern w:val="13"/>
      <w:sz w:val="14"/>
    </w:rPr>
  </w:style>
  <w:style w:type="paragraph" w:customStyle="1" w:styleId="WebAddress">
    <w:name w:val="WebAddress"/>
    <w:basedOn w:val="AddressBlock"/>
    <w:semiHidden/>
    <w:unhideWhenUsed/>
    <w:rsid w:val="00CA2D11"/>
  </w:style>
  <w:style w:type="paragraph" w:customStyle="1" w:styleId="AuthorInfo">
    <w:name w:val="AuthorInfo"/>
    <w:basedOn w:val="AddressBlock"/>
    <w:unhideWhenUsed/>
    <w:rsid w:val="00FD53D0"/>
  </w:style>
  <w:style w:type="paragraph" w:customStyle="1" w:styleId="E-MailAddress">
    <w:name w:val="E-MailAddress"/>
    <w:basedOn w:val="WebAddress"/>
    <w:next w:val="Date"/>
    <w:rsid w:val="00FD53D0"/>
    <w:pPr>
      <w:spacing w:after="240"/>
    </w:pPr>
  </w:style>
  <w:style w:type="paragraph" w:styleId="BodyText">
    <w:name w:val="Body Text"/>
    <w:basedOn w:val="Normal"/>
    <w:qFormat/>
    <w:rsid w:val="00C21257"/>
    <w:pPr>
      <w:spacing w:after="240"/>
      <w:ind w:firstLine="720"/>
    </w:pPr>
  </w:style>
  <w:style w:type="paragraph" w:customStyle="1" w:styleId="Memo">
    <w:name w:val="Memo"/>
    <w:basedOn w:val="Normal"/>
    <w:next w:val="Normal"/>
    <w:semiHidden/>
    <w:unhideWhenUsed/>
    <w:rsid w:val="00C21257"/>
    <w:pPr>
      <w:spacing w:after="240"/>
      <w:jc w:val="center"/>
    </w:pPr>
    <w:rPr>
      <w:b/>
    </w:rPr>
  </w:style>
  <w:style w:type="character" w:styleId="PageNumber">
    <w:name w:val="page number"/>
    <w:basedOn w:val="DefaultParagraphFont"/>
    <w:semiHidden/>
    <w:unhideWhenUsed/>
    <w:rsid w:val="00C21257"/>
  </w:style>
  <w:style w:type="paragraph" w:styleId="Salutation">
    <w:name w:val="Salutation"/>
    <w:basedOn w:val="Normal"/>
    <w:next w:val="BodyText"/>
    <w:qFormat/>
    <w:rsid w:val="00C21257"/>
    <w:pPr>
      <w:spacing w:after="240"/>
    </w:pPr>
  </w:style>
  <w:style w:type="paragraph" w:customStyle="1" w:styleId="Recipient">
    <w:name w:val="Recipient"/>
    <w:basedOn w:val="Normal"/>
    <w:next w:val="RecipientAddress"/>
    <w:semiHidden/>
    <w:unhideWhenUsed/>
    <w:rsid w:val="00C21257"/>
  </w:style>
  <w:style w:type="paragraph" w:customStyle="1" w:styleId="RecipientAddress">
    <w:name w:val="RecipientAddress"/>
    <w:basedOn w:val="Normal"/>
    <w:qFormat/>
    <w:rsid w:val="00C21257"/>
  </w:style>
  <w:style w:type="paragraph" w:customStyle="1" w:styleId="ReLine">
    <w:name w:val="ReLine"/>
    <w:basedOn w:val="Normal"/>
    <w:qFormat/>
    <w:rsid w:val="00C21257"/>
    <w:pPr>
      <w:spacing w:before="240" w:after="240"/>
      <w:ind w:left="2160" w:hanging="720"/>
    </w:pPr>
  </w:style>
  <w:style w:type="paragraph" w:customStyle="1" w:styleId="SignatureLine">
    <w:name w:val="SignatureLine"/>
    <w:basedOn w:val="Normal"/>
    <w:next w:val="Normal"/>
    <w:qFormat/>
    <w:rsid w:val="005E62D2"/>
    <w:pPr>
      <w:ind w:left="4680"/>
    </w:pPr>
  </w:style>
  <w:style w:type="paragraph" w:styleId="Closing">
    <w:name w:val="Closing"/>
    <w:basedOn w:val="Normal"/>
    <w:next w:val="SignatureLine"/>
    <w:qFormat/>
    <w:rsid w:val="00C21257"/>
    <w:pPr>
      <w:spacing w:after="960"/>
      <w:ind w:left="4680"/>
    </w:pPr>
  </w:style>
  <w:style w:type="paragraph" w:customStyle="1" w:styleId="cc">
    <w:name w:val="cc"/>
    <w:basedOn w:val="Normal"/>
    <w:qFormat/>
    <w:rsid w:val="00505C52"/>
    <w:pPr>
      <w:spacing w:before="240"/>
      <w:ind w:left="576" w:hanging="576"/>
    </w:pPr>
  </w:style>
  <w:style w:type="paragraph" w:customStyle="1" w:styleId="Delivery">
    <w:name w:val="Delivery"/>
    <w:basedOn w:val="RecipientAddress"/>
    <w:qFormat/>
    <w:rsid w:val="00977D77"/>
    <w:pPr>
      <w:spacing w:after="240"/>
    </w:pPr>
    <w:rPr>
      <w:b/>
      <w:caps/>
    </w:rPr>
  </w:style>
  <w:style w:type="paragraph" w:customStyle="1" w:styleId="BlockQuote">
    <w:name w:val="Block Quote"/>
    <w:basedOn w:val="BodyText"/>
    <w:qFormat/>
    <w:rsid w:val="0028033B"/>
    <w:pPr>
      <w:ind w:left="720" w:right="720" w:firstLine="0"/>
    </w:pPr>
  </w:style>
  <w:style w:type="paragraph" w:styleId="FootnoteText">
    <w:name w:val="footnote text"/>
    <w:basedOn w:val="Normal"/>
    <w:link w:val="FootnoteTextChar"/>
    <w:semiHidden/>
    <w:unhideWhenUsed/>
    <w:rsid w:val="00BC40AE"/>
    <w:pPr>
      <w:spacing w:after="120"/>
    </w:pPr>
    <w:rPr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BC40AE"/>
    <w:rPr>
      <w:sz w:val="22"/>
    </w:rPr>
  </w:style>
  <w:style w:type="paragraph" w:customStyle="1" w:styleId="ListNumbering">
    <w:name w:val="List Numbering"/>
    <w:basedOn w:val="Normal"/>
    <w:qFormat/>
    <w:rsid w:val="00F05B44"/>
    <w:pPr>
      <w:numPr>
        <w:numId w:val="11"/>
      </w:numPr>
      <w:spacing w:after="240"/>
      <w:ind w:hanging="720"/>
    </w:pPr>
  </w:style>
  <w:style w:type="paragraph" w:styleId="BodyText2">
    <w:name w:val="Body Text 2"/>
    <w:basedOn w:val="Normal"/>
    <w:link w:val="BodyText2Char"/>
    <w:uiPriority w:val="1"/>
    <w:qFormat/>
    <w:rsid w:val="00D77B91"/>
    <w:pPr>
      <w:spacing w:line="480" w:lineRule="auto"/>
      <w:ind w:firstLine="720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1"/>
    <w:rsid w:val="00D77B91"/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uiPriority w:val="99"/>
    <w:unhideWhenUsed/>
    <w:rsid w:val="007960A6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7960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960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DB6A0F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DB6A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Litera\Innova\Templates\EN\Associated%20Templates\WBK%20Electronic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2B264E2A9E44ABF8C118C0BC9A71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0E829-0577-4695-8CAB-12EFFF3E1319}"/>
      </w:docPartPr>
      <w:docPartBody>
        <w:p w:rsidR="000F094F" w:rsidRDefault="000F094F"/>
      </w:docPartBody>
    </w:docPart>
    <w:docPart>
      <w:docPartPr>
        <w:name w:val="9754E2F8EBCB4A92A79994568ED91E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E7BF5-BDE2-443F-B8E4-8E9920BAA252}"/>
      </w:docPartPr>
      <w:docPartBody>
        <w:p w:rsidR="000F094F" w:rsidRDefault="000F094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936"/>
    <w:rsid w:val="000F094F"/>
    <w:rsid w:val="00445936"/>
    <w:rsid w:val="00CB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445936"/>
    <w:rPr>
      <w:color w:val="808080"/>
    </w:rPr>
  </w:style>
  <w:style w:type="paragraph" w:customStyle="1" w:styleId="C153C64C2C4D4639A942B24133654CC2">
    <w:name w:val="C153C64C2C4D4639A942B24133654CC2"/>
  </w:style>
  <w:style w:type="paragraph" w:customStyle="1" w:styleId="793D8D723BD84ECAB3A577CF184D1E9D">
    <w:name w:val="793D8D723BD84ECAB3A577CF184D1E9D"/>
  </w:style>
  <w:style w:type="paragraph" w:customStyle="1" w:styleId="A9C97AB9F0D847548E12A066D2A5BCD6">
    <w:name w:val="A9C97AB9F0D847548E12A066D2A5BCD6"/>
  </w:style>
  <w:style w:type="paragraph" w:customStyle="1" w:styleId="9F3DB1A7D458424CA303385C45555510">
    <w:name w:val="9F3DB1A7D458424CA303385C455555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445936"/>
    <w:rPr>
      <w:color w:val="808080"/>
    </w:rPr>
  </w:style>
  <w:style w:type="paragraph" w:customStyle="1" w:styleId="C153C64C2C4D4639A942B24133654CC2">
    <w:name w:val="C153C64C2C4D4639A942B24133654CC2"/>
  </w:style>
  <w:style w:type="paragraph" w:customStyle="1" w:styleId="793D8D723BD84ECAB3A577CF184D1E9D">
    <w:name w:val="793D8D723BD84ECAB3A577CF184D1E9D"/>
  </w:style>
  <w:style w:type="paragraph" w:customStyle="1" w:styleId="A9C97AB9F0D847548E12A066D2A5BCD6">
    <w:name w:val="A9C97AB9F0D847548E12A066D2A5BCD6"/>
  </w:style>
  <w:style w:type="paragraph" w:customStyle="1" w:styleId="9F3DB1A7D458424CA303385C45555510">
    <w:name w:val="9F3DB1A7D458424CA303385C455555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WBK Electronic Letter</Template>
  <TotalTime>0</TotalTime>
  <Pages>1</Pages>
  <Words>100</Words>
  <Characters>644</Characters>
  <Application>Microsoft Office Word</Application>
  <DocSecurity>4</DocSecurity>
  <Lines>29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Wilkinson Barker Knauer Memo</vt:lpstr>
    </vt:vector>
  </TitlesOfParts>
  <Company>Sage Solutions Group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Wilkinson Barker Knauer Memo</dc:title>
  <dc:creator>Kostyu, Jennifer</dc:creator>
  <cp:lastModifiedBy>Fronabarger, Paige</cp:lastModifiedBy>
  <cp:revision>2</cp:revision>
  <cp:lastPrinted>2001-05-23T22:07:00Z</cp:lastPrinted>
  <dcterms:created xsi:type="dcterms:W3CDTF">2018-07-03T19:57:00Z</dcterms:created>
  <dcterms:modified xsi:type="dcterms:W3CDTF">2018-07-03T19:57:00Z</dcterms:modified>
</cp:coreProperties>
</file>