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AB3" w:rsidRDefault="00343AB3" w:rsidP="00343AB3">
      <w:r>
        <w:t xml:space="preserve">I am writing to oppose a policy change to end net neutrality.  I work at a small business in Oregon.  It’s important that </w:t>
      </w:r>
      <w:r>
        <w:t xml:space="preserve">my college-student daughter, </w:t>
      </w:r>
      <w:r>
        <w:t>my small company, and businesses a thousand times the size of my company can equally</w:t>
      </w:r>
      <w:r>
        <w:t xml:space="preserve"> </w:t>
      </w:r>
      <w:r>
        <w:t>access the Internet’s</w:t>
      </w:r>
      <w:r>
        <w:t xml:space="preserve"> power, regardless of </w:t>
      </w:r>
      <w:r>
        <w:t>our relative income</w:t>
      </w:r>
      <w:r>
        <w:t xml:space="preserve">. </w:t>
      </w:r>
      <w:r>
        <w:t xml:space="preserve"> </w:t>
      </w:r>
      <w:r>
        <w:t xml:space="preserve">The Internet needs to be </w:t>
      </w:r>
      <w:r>
        <w:t>an</w:t>
      </w:r>
      <w:r>
        <w:t xml:space="preserve"> open platform where all content is treated equally, regardless of source and without favor to specific products or websites. </w:t>
      </w:r>
    </w:p>
    <w:p w:rsidR="00343AB3" w:rsidRDefault="00343AB3" w:rsidP="00343AB3"/>
    <w:p w:rsidR="00BA272A" w:rsidRDefault="00343AB3" w:rsidP="00343AB3">
      <w:r>
        <w:t>The</w:t>
      </w:r>
      <w:r>
        <w:t xml:space="preserve"> 2015 decision to treat broadband Internet access as a common carrier service under Title II of the Communications Act</w:t>
      </w:r>
      <w:r>
        <w:t xml:space="preserve"> was a huge step forward</w:t>
      </w:r>
      <w:r>
        <w:t xml:space="preserve">. </w:t>
      </w:r>
      <w:r>
        <w:t xml:space="preserve"> These </w:t>
      </w:r>
      <w:r>
        <w:t>protections</w:t>
      </w:r>
      <w:r>
        <w:t xml:space="preserve"> ensure that</w:t>
      </w:r>
      <w:r>
        <w:t xml:space="preserve"> Internet service providers </w:t>
      </w:r>
      <w:r>
        <w:t>don’t become gatekeepers who</w:t>
      </w:r>
      <w:r>
        <w:t xml:space="preserve"> slow or block legal content, </w:t>
      </w:r>
      <w:r>
        <w:t>or pick</w:t>
      </w:r>
      <w:r>
        <w:t xml:space="preserve"> winners and losers a</w:t>
      </w:r>
      <w:r>
        <w:t>mong applications and services. They ensure continued open access and innovation</w:t>
      </w:r>
      <w:r>
        <w:t>.</w:t>
      </w:r>
      <w:r>
        <w:t xml:space="preserve">  Gutting net neutrality and these protections would be a major step in the wrong direction.</w:t>
      </w:r>
    </w:p>
    <w:p w:rsidR="00A37DB1" w:rsidRDefault="00A37DB1" w:rsidP="00343AB3"/>
    <w:p w:rsidR="00A37DB1" w:rsidRDefault="00A37DB1" w:rsidP="00343AB3">
      <w:r>
        <w:t>Allison Handler</w:t>
      </w:r>
    </w:p>
    <w:p w:rsidR="00A37DB1" w:rsidRDefault="00A37DB1" w:rsidP="00343AB3">
      <w:r>
        <w:t>Portland, Oregon</w:t>
      </w:r>
    </w:p>
    <w:p w:rsidR="00A37DB1" w:rsidRDefault="00A37DB1" w:rsidP="00343AB3">
      <w:hyperlink r:id="rId8" w:history="1">
        <w:r w:rsidRPr="00332472">
          <w:rPr>
            <w:rStyle w:val="Hyperlink"/>
          </w:rPr>
          <w:t>banjogirl35@hotmail.com</w:t>
        </w:r>
      </w:hyperlink>
      <w:r>
        <w:t xml:space="preserve"> </w:t>
      </w:r>
      <w:bookmarkStart w:id="0" w:name="_GoBack"/>
      <w:bookmarkEnd w:id="0"/>
    </w:p>
    <w:sectPr w:rsidR="00A37DB1" w:rsidSect="006E5F0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080" w:left="1440" w:header="720" w:footer="5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AB3" w:rsidRDefault="00343AB3">
      <w:r>
        <w:separator/>
      </w:r>
    </w:p>
  </w:endnote>
  <w:endnote w:type="continuationSeparator" w:id="0">
    <w:p w:rsidR="00343AB3" w:rsidRDefault="0034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 Light">
    <w:altName w:val="Calibri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E2" w:rsidRPr="008F45BF" w:rsidRDefault="00BA59E2" w:rsidP="008F45BF">
    <w:pPr>
      <w:pStyle w:val="Footer"/>
      <w:tabs>
        <w:tab w:val="clear" w:pos="8640"/>
        <w:tab w:val="right" w:pos="9360"/>
      </w:tabs>
      <w:rPr>
        <w:rFonts w:ascii="Gill Sans MT" w:hAnsi="Gill Sans MT"/>
        <w:i/>
        <w:sz w:val="20"/>
        <w:szCs w:val="20"/>
      </w:rPr>
    </w:pPr>
    <w:r>
      <w:rPr>
        <w:rFonts w:ascii="Gill Sans MT" w:hAnsi="Gill Sans MT"/>
        <w:i/>
        <w:noProof/>
        <w:szCs w:val="2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-179070</wp:posOffset>
          </wp:positionH>
          <wp:positionV relativeFrom="paragraph">
            <wp:posOffset>-80010</wp:posOffset>
          </wp:positionV>
          <wp:extent cx="916940" cy="197485"/>
          <wp:effectExtent l="19050" t="0" r="0" b="0"/>
          <wp:wrapTight wrapText="bothSides">
            <wp:wrapPolygon edited="0">
              <wp:start x="-449" y="0"/>
              <wp:lineTo x="-449" y="18752"/>
              <wp:lineTo x="21540" y="18752"/>
              <wp:lineTo x="21540" y="0"/>
              <wp:lineTo x="-449" y="0"/>
            </wp:wrapPolygon>
          </wp:wrapTight>
          <wp:docPr id="1" name="Picture 1" descr="C:\Users\KSW Consulting\Pictures\SG mt-SM (2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SW Consulting\Pictures\SG mt-SM (2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940" cy="197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Gill Sans MT" w:hAnsi="Gill Sans MT"/>
        <w:i/>
        <w:szCs w:val="20"/>
      </w:rPr>
      <w:tab/>
    </w:r>
    <w:r>
      <w:rPr>
        <w:rFonts w:ascii="Gill Sans MT" w:hAnsi="Gill Sans MT"/>
        <w:i/>
        <w:szCs w:val="20"/>
      </w:rPr>
      <w:tab/>
    </w:r>
    <w:r w:rsidRPr="008F45BF">
      <w:rPr>
        <w:rFonts w:ascii="Gill Sans MT" w:hAnsi="Gill Sans MT"/>
        <w:i/>
        <w:sz w:val="20"/>
        <w:szCs w:val="20"/>
      </w:rPr>
      <w:t xml:space="preserve">Page </w:t>
    </w:r>
    <w:r w:rsidR="003A3385" w:rsidRPr="008F45BF">
      <w:rPr>
        <w:rFonts w:ascii="Gill Sans MT" w:hAnsi="Gill Sans MT"/>
        <w:i/>
        <w:sz w:val="20"/>
        <w:szCs w:val="20"/>
      </w:rPr>
      <w:fldChar w:fldCharType="begin"/>
    </w:r>
    <w:r w:rsidRPr="008F45BF">
      <w:rPr>
        <w:rFonts w:ascii="Gill Sans MT" w:hAnsi="Gill Sans MT"/>
        <w:i/>
        <w:sz w:val="20"/>
        <w:szCs w:val="20"/>
      </w:rPr>
      <w:instrText xml:space="preserve"> PAGE  \* Arabic  \* MERGEFORMAT </w:instrText>
    </w:r>
    <w:r w:rsidR="003A3385" w:rsidRPr="008F45BF">
      <w:rPr>
        <w:rFonts w:ascii="Gill Sans MT" w:hAnsi="Gill Sans MT"/>
        <w:i/>
        <w:sz w:val="20"/>
        <w:szCs w:val="20"/>
      </w:rPr>
      <w:fldChar w:fldCharType="separate"/>
    </w:r>
    <w:r w:rsidR="00D46C5A">
      <w:rPr>
        <w:rFonts w:ascii="Gill Sans MT" w:hAnsi="Gill Sans MT"/>
        <w:i/>
        <w:noProof/>
        <w:sz w:val="20"/>
        <w:szCs w:val="20"/>
      </w:rPr>
      <w:t>2</w:t>
    </w:r>
    <w:r w:rsidR="003A3385" w:rsidRPr="008F45BF">
      <w:rPr>
        <w:rFonts w:ascii="Gill Sans MT" w:hAnsi="Gill Sans MT"/>
        <w:i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E2" w:rsidRPr="006E5F03" w:rsidRDefault="00343AB3" w:rsidP="006E5F03">
    <w:pPr>
      <w:pStyle w:val="Footer"/>
      <w:jc w:val="center"/>
      <w:rPr>
        <w:rFonts w:ascii="Gill Sans MT" w:hAnsi="Gill Sans MT"/>
        <w:i/>
        <w:szCs w:val="20"/>
      </w:rPr>
    </w:pPr>
    <w:r>
      <w:rPr>
        <w:rFonts w:ascii="Akzidenz Grotesk BE Light" w:hAnsi="Akzidenz Grotesk BE Light"/>
        <w:noProof/>
        <w:color w:val="00395A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AB3" w:rsidRDefault="00343AB3">
      <w:r>
        <w:separator/>
      </w:r>
    </w:p>
  </w:footnote>
  <w:footnote w:type="continuationSeparator" w:id="0">
    <w:p w:rsidR="00343AB3" w:rsidRDefault="00343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E2" w:rsidRDefault="003A3385" w:rsidP="00790D9C">
    <w:pPr>
      <w:pStyle w:val="Header"/>
      <w:framePr w:wrap="around" w:vAnchor="text" w:hAnchor="margin" w:xAlign="right" w:y="1"/>
    </w:pPr>
    <w:r>
      <w:fldChar w:fldCharType="begin"/>
    </w:r>
    <w:r w:rsidR="00605606">
      <w:instrText xml:space="preserve">PAGE  </w:instrText>
    </w:r>
    <w:r>
      <w:fldChar w:fldCharType="separate"/>
    </w:r>
    <w:r w:rsidR="00BA59E2">
      <w:rPr>
        <w:noProof/>
      </w:rPr>
      <w:t>2</w:t>
    </w:r>
    <w:r>
      <w:rPr>
        <w:noProof/>
      </w:rPr>
      <w:fldChar w:fldCharType="end"/>
    </w:r>
  </w:p>
  <w:p w:rsidR="00BA59E2" w:rsidRDefault="00BA59E2" w:rsidP="00C41DB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E2" w:rsidRPr="00DF57D8" w:rsidRDefault="00BA59E2" w:rsidP="00DF57D8">
    <w:pPr>
      <w:pStyle w:val="Header"/>
      <w:pBdr>
        <w:bottom w:val="single" w:sz="4" w:space="1" w:color="69331F"/>
      </w:pBdr>
      <w:tabs>
        <w:tab w:val="clear" w:pos="8640"/>
        <w:tab w:val="right" w:pos="9360"/>
      </w:tabs>
    </w:pPr>
    <w:r w:rsidRPr="00DF57D8">
      <w:t>Client name and file name</w:t>
    </w:r>
    <w:r w:rsidRPr="00DF57D8">
      <w:tab/>
    </w:r>
    <w:r w:rsidRPr="00DF57D8">
      <w:tab/>
    </w:r>
    <w:r w:rsidR="00930226" w:rsidRPr="00DF57D8">
      <w:t>DATE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9E2" w:rsidRDefault="00BA59E2" w:rsidP="00B0629F">
    <w:pPr>
      <w:pStyle w:val="Heading1"/>
    </w:pPr>
  </w:p>
  <w:p w:rsidR="00BA59E2" w:rsidRDefault="00BA59E2" w:rsidP="00B0629F">
    <w:pPr>
      <w:pStyle w:val="Heading1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C006A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4B85B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D52F6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C4EA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C10EF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669A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303F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C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CEE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32440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D3803"/>
    <w:multiLevelType w:val="hybridMultilevel"/>
    <w:tmpl w:val="B694CB34"/>
    <w:lvl w:ilvl="0" w:tplc="FE127D4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  <w:sz w:val="24"/>
        <w:szCs w:val="22"/>
      </w:rPr>
    </w:lvl>
    <w:lvl w:ilvl="1" w:tplc="491C4F78">
      <w:start w:val="1"/>
      <w:numFmt w:val="bullet"/>
      <w:pStyle w:val="Bullet2"/>
      <w:lvlText w:val=""/>
      <w:lvlJc w:val="left"/>
      <w:pPr>
        <w:tabs>
          <w:tab w:val="num" w:pos="720"/>
        </w:tabs>
        <w:ind w:left="1080" w:hanging="720"/>
      </w:pPr>
      <w:rPr>
        <w:rFonts w:ascii="Wingdings 2" w:hAnsi="Wingdings 2" w:hint="default"/>
        <w:color w:val="1A3D6C"/>
        <w:sz w:val="18"/>
        <w:szCs w:val="22"/>
      </w:rPr>
    </w:lvl>
    <w:lvl w:ilvl="2" w:tplc="79BA37C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22"/>
        <w:szCs w:val="22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BAC00C2"/>
    <w:multiLevelType w:val="hybridMultilevel"/>
    <w:tmpl w:val="2F505D28"/>
    <w:lvl w:ilvl="0" w:tplc="7604E290">
      <w:start w:val="1"/>
      <w:numFmt w:val="bullet"/>
      <w:pStyle w:val="Bullet3"/>
      <w:lvlText w:val=""/>
      <w:lvlJc w:val="left"/>
      <w:pPr>
        <w:ind w:left="1080" w:hanging="360"/>
      </w:pPr>
      <w:rPr>
        <w:rFonts w:ascii="Wingdings" w:hAnsi="Wingdings" w:hint="default"/>
        <w:color w:val="1A3D6C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C6C77"/>
    <w:multiLevelType w:val="hybridMultilevel"/>
    <w:tmpl w:val="6CC89404"/>
    <w:lvl w:ilvl="0" w:tplc="D1206186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315BA3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9D23984"/>
    <w:multiLevelType w:val="hybridMultilevel"/>
    <w:tmpl w:val="9D182ADC"/>
    <w:lvl w:ilvl="0" w:tplc="9DAAFF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664D41"/>
    <w:multiLevelType w:val="multilevel"/>
    <w:tmpl w:val="4890547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20604A65"/>
    <w:multiLevelType w:val="multilevel"/>
    <w:tmpl w:val="54C8D5C0"/>
    <w:lvl w:ilvl="0">
      <w:start w:val="1"/>
      <w:numFmt w:val="bullet"/>
      <w:lvlText w:val=""/>
      <w:lvlJc w:val="left"/>
      <w:pPr>
        <w:ind w:left="360" w:hanging="360"/>
      </w:pPr>
      <w:rPr>
        <w:rFonts w:ascii="Wingdings 2" w:hAnsi="Wingdings 2" w:hint="default"/>
        <w:sz w:val="22"/>
      </w:rPr>
    </w:lvl>
    <w:lvl w:ilvl="1">
      <w:start w:val="1"/>
      <w:numFmt w:val="bullet"/>
      <w:pStyle w:val="Bullets-All"/>
      <w:lvlText w:val=""/>
      <w:lvlJc w:val="left"/>
      <w:pPr>
        <w:ind w:left="720" w:hanging="360"/>
      </w:pPr>
      <w:rPr>
        <w:rFonts w:ascii="Wingdings 2" w:hAnsi="Wingdings 2" w:hint="default"/>
        <w:sz w:val="22"/>
      </w:rPr>
    </w:lvl>
    <w:lvl w:ilvl="2">
      <w:start w:val="1"/>
      <w:numFmt w:val="bullet"/>
      <w:lvlText w:val=""/>
      <w:lvlJc w:val="left"/>
      <w:pPr>
        <w:ind w:left="1080" w:hanging="360"/>
      </w:pPr>
      <w:rPr>
        <w:rFonts w:ascii="Wingdings" w:hAnsi="Wingdings" w:hint="default"/>
        <w:sz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1597A94"/>
    <w:multiLevelType w:val="hybridMultilevel"/>
    <w:tmpl w:val="9120E80C"/>
    <w:lvl w:ilvl="0" w:tplc="9DAAFF12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0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07658"/>
    <w:multiLevelType w:val="hybridMultilevel"/>
    <w:tmpl w:val="4B7AD7F4"/>
    <w:lvl w:ilvl="0" w:tplc="9DAAFF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  <w:sz w:val="22"/>
        <w:szCs w:val="22"/>
      </w:rPr>
    </w:lvl>
    <w:lvl w:ilvl="1" w:tplc="0B726252">
      <w:start w:val="1"/>
      <w:numFmt w:val="bullet"/>
      <w:lvlText w:val=""/>
      <w:lvlJc w:val="left"/>
      <w:pPr>
        <w:tabs>
          <w:tab w:val="num" w:pos="720"/>
        </w:tabs>
        <w:ind w:left="1080" w:hanging="720"/>
      </w:pPr>
      <w:rPr>
        <w:rFonts w:ascii="Wingdings 2" w:hAnsi="Wingdings 2" w:hint="default"/>
        <w:color w:val="auto"/>
        <w:sz w:val="18"/>
        <w:szCs w:val="22"/>
      </w:rPr>
    </w:lvl>
    <w:lvl w:ilvl="2" w:tplc="682A6ABC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22"/>
        <w:szCs w:val="22"/>
      </w:rPr>
    </w:lvl>
    <w:lvl w:ilvl="3" w:tplc="5CD82FA2">
      <w:start w:val="1"/>
      <w:numFmt w:val="bullet"/>
      <w:pStyle w:val="Bullet4"/>
      <w:lvlText w:val=""/>
      <w:lvlJc w:val="left"/>
      <w:pPr>
        <w:tabs>
          <w:tab w:val="num" w:pos="2765"/>
        </w:tabs>
        <w:ind w:left="2880" w:firstLine="0"/>
      </w:pPr>
      <w:rPr>
        <w:rFonts w:ascii="Symbol" w:hAnsi="Symbol" w:hint="default"/>
        <w:strike w:val="0"/>
        <w:dstrike w:val="0"/>
        <w:color w:val="auto"/>
        <w:sz w:val="18"/>
        <w:szCs w:val="22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4B1CC9"/>
    <w:multiLevelType w:val="hybridMultilevel"/>
    <w:tmpl w:val="F0B84432"/>
    <w:lvl w:ilvl="0" w:tplc="AAB6879E">
      <w:start w:val="1"/>
      <w:numFmt w:val="bullet"/>
      <w:pStyle w:val="Bullet1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1A3D6C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8835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202DD"/>
    <w:multiLevelType w:val="multilevel"/>
    <w:tmpl w:val="46884180"/>
    <w:lvl w:ilvl="0">
      <w:start w:val="1"/>
      <w:numFmt w:val="bullet"/>
      <w:pStyle w:val="Bullets-AllLevels"/>
      <w:lvlText w:val=""/>
      <w:lvlJc w:val="left"/>
      <w:pPr>
        <w:ind w:left="360" w:hanging="360"/>
      </w:pPr>
      <w:rPr>
        <w:rFonts w:ascii="Wingdings 2" w:hAnsi="Wingdings 2" w:hint="default"/>
        <w:color w:val="auto"/>
        <w:sz w:val="22"/>
      </w:rPr>
    </w:lvl>
    <w:lvl w:ilvl="1">
      <w:start w:val="1"/>
      <w:numFmt w:val="bullet"/>
      <w:lvlText w:val=""/>
      <w:lvlJc w:val="left"/>
      <w:pPr>
        <w:ind w:left="720" w:hanging="360"/>
      </w:pPr>
      <w:rPr>
        <w:rFonts w:ascii="Wingdings 2" w:hAnsi="Wingdings 2" w:hint="default"/>
        <w:color w:val="auto"/>
        <w:sz w:val="18"/>
      </w:rPr>
    </w:lvl>
    <w:lvl w:ilvl="2">
      <w:start w:val="1"/>
      <w:numFmt w:val="bullet"/>
      <w:lvlText w:val=""/>
      <w:lvlJc w:val="left"/>
      <w:pPr>
        <w:ind w:left="1080" w:hanging="360"/>
      </w:pPr>
      <w:rPr>
        <w:rFonts w:ascii="Wingdings 2" w:hAnsi="Wingdings 2" w:hint="default"/>
        <w:color w:val="auto"/>
        <w:sz w:val="16"/>
      </w:rPr>
    </w:lvl>
    <w:lvl w:ilvl="3">
      <w:start w:val="1"/>
      <w:numFmt w:val="bullet"/>
      <w:lvlText w:val="ˉ"/>
      <w:lvlJc w:val="left"/>
      <w:pPr>
        <w:ind w:left="1440" w:hanging="360"/>
      </w:pPr>
      <w:rPr>
        <w:rFonts w:ascii="Palatino Linotype" w:hAnsi="Palatino Linotype" w:hint="default"/>
        <w:color w:val="auto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EF66258"/>
    <w:multiLevelType w:val="multilevel"/>
    <w:tmpl w:val="C76AC26C"/>
    <w:lvl w:ilvl="0">
      <w:start w:val="1"/>
      <w:numFmt w:val="bullet"/>
      <w:pStyle w:val="AllLevelBullets"/>
      <w:lvlText w:val=""/>
      <w:lvlJc w:val="left"/>
      <w:pPr>
        <w:ind w:left="360" w:hanging="360"/>
      </w:pPr>
      <w:rPr>
        <w:rFonts w:ascii="Wingdings 2" w:hAnsi="Wingdings 2" w:hint="default"/>
        <w:color w:val="00395A"/>
        <w:sz w:val="22"/>
      </w:rPr>
    </w:lvl>
    <w:lvl w:ilvl="1">
      <w:start w:val="1"/>
      <w:numFmt w:val="bullet"/>
      <w:lvlText w:val=""/>
      <w:lvlJc w:val="left"/>
      <w:pPr>
        <w:ind w:left="720" w:hanging="360"/>
      </w:pPr>
      <w:rPr>
        <w:rFonts w:ascii="Wingdings 2" w:hAnsi="Wingdings 2" w:hint="default"/>
        <w:color w:val="00395A"/>
        <w:sz w:val="18"/>
      </w:rPr>
    </w:lvl>
    <w:lvl w:ilvl="2">
      <w:start w:val="1"/>
      <w:numFmt w:val="bullet"/>
      <w:lvlText w:val=""/>
      <w:lvlJc w:val="left"/>
      <w:pPr>
        <w:ind w:left="1080" w:hanging="360"/>
      </w:pPr>
      <w:rPr>
        <w:rFonts w:ascii="Wingdings" w:hAnsi="Wingdings" w:hint="default"/>
        <w:color w:val="00395A"/>
        <w:sz w:val="16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395A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04A37DE"/>
    <w:multiLevelType w:val="multilevel"/>
    <w:tmpl w:val="7322575A"/>
    <w:lvl w:ilvl="0">
      <w:start w:val="1"/>
      <w:numFmt w:val="bullet"/>
      <w:lvlText w:val=""/>
      <w:lvlJc w:val="left"/>
      <w:pPr>
        <w:ind w:left="360" w:hanging="360"/>
      </w:pPr>
      <w:rPr>
        <w:rFonts w:ascii="Wingdings 2" w:hAnsi="Wingdings 2" w:hint="default"/>
        <w:sz w:val="22"/>
      </w:rPr>
    </w:lvl>
    <w:lvl w:ilvl="1">
      <w:start w:val="1"/>
      <w:numFmt w:val="bullet"/>
      <w:lvlText w:val=""/>
      <w:lvlJc w:val="left"/>
      <w:pPr>
        <w:ind w:left="900" w:hanging="360"/>
      </w:pPr>
      <w:rPr>
        <w:rFonts w:ascii="Wingdings 2" w:hAnsi="Wingdings 2" w:hint="default"/>
        <w:sz w:val="22"/>
      </w:rPr>
    </w:lvl>
    <w:lvl w:ilvl="2">
      <w:start w:val="1"/>
      <w:numFmt w:val="bullet"/>
      <w:lvlText w:val=""/>
      <w:lvlJc w:val="left"/>
      <w:pPr>
        <w:ind w:left="1080" w:hanging="360"/>
      </w:pPr>
      <w:rPr>
        <w:rFonts w:ascii="Wingdings" w:hAnsi="Wingdings" w:hint="default"/>
        <w:sz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3340483"/>
    <w:multiLevelType w:val="hybridMultilevel"/>
    <w:tmpl w:val="799A6816"/>
    <w:lvl w:ilvl="0" w:tplc="9DAAFF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D76D94"/>
    <w:multiLevelType w:val="hybridMultilevel"/>
    <w:tmpl w:val="2C8A21C4"/>
    <w:lvl w:ilvl="0" w:tplc="9DAAFF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  <w:sz w:val="22"/>
        <w:szCs w:val="22"/>
      </w:rPr>
    </w:lvl>
    <w:lvl w:ilvl="1" w:tplc="682A6ABC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0576B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ECD0AB5"/>
    <w:multiLevelType w:val="hybridMultilevel"/>
    <w:tmpl w:val="2DA45532"/>
    <w:lvl w:ilvl="0" w:tplc="D9866618">
      <w:start w:val="1"/>
      <w:numFmt w:val="lowerLetter"/>
      <w:pStyle w:val="Number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0C92B59"/>
    <w:multiLevelType w:val="hybridMultilevel"/>
    <w:tmpl w:val="F416BA86"/>
    <w:lvl w:ilvl="0" w:tplc="7F382D22">
      <w:start w:val="1"/>
      <w:numFmt w:val="bullet"/>
      <w:lvlText w:val="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7605FA9"/>
    <w:multiLevelType w:val="hybridMultilevel"/>
    <w:tmpl w:val="6FDEFFC4"/>
    <w:lvl w:ilvl="0" w:tplc="CBE460D0">
      <w:start w:val="1"/>
      <w:numFmt w:val="lowerRoman"/>
      <w:pStyle w:val="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E14680"/>
    <w:multiLevelType w:val="hybridMultilevel"/>
    <w:tmpl w:val="E2F2FE82"/>
    <w:lvl w:ilvl="0" w:tplc="9DAAFF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  <w:sz w:val="22"/>
        <w:szCs w:val="22"/>
      </w:rPr>
    </w:lvl>
    <w:lvl w:ilvl="1" w:tplc="682A6ABC">
      <w:start w:val="1"/>
      <w:numFmt w:val="bullet"/>
      <w:lvlText w:val="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95728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1E43764"/>
    <w:multiLevelType w:val="multilevel"/>
    <w:tmpl w:val="3D8A596A"/>
    <w:numStyleLink w:val="AllBullets"/>
  </w:abstractNum>
  <w:abstractNum w:abstractNumId="33" w15:restartNumberingAfterBreak="0">
    <w:nsid w:val="6AAC06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28F2014"/>
    <w:multiLevelType w:val="multilevel"/>
    <w:tmpl w:val="3D8A596A"/>
    <w:styleLink w:val="AllBullets"/>
    <w:lvl w:ilvl="0">
      <w:start w:val="1"/>
      <w:numFmt w:val="bullet"/>
      <w:lvlText w:val=""/>
      <w:lvlJc w:val="left"/>
      <w:pPr>
        <w:ind w:left="360" w:hanging="360"/>
      </w:pPr>
      <w:rPr>
        <w:rFonts w:ascii="Wingdings 2" w:hAnsi="Wingdings 2" w:hint="default"/>
        <w:sz w:val="22"/>
      </w:rPr>
    </w:lvl>
    <w:lvl w:ilvl="1">
      <w:start w:val="1"/>
      <w:numFmt w:val="bullet"/>
      <w:lvlText w:val=""/>
      <w:lvlJc w:val="left"/>
      <w:pPr>
        <w:ind w:left="720" w:hanging="360"/>
      </w:pPr>
      <w:rPr>
        <w:rFonts w:ascii="Wingdings 2" w:hAnsi="Wingdings 2" w:hint="default"/>
        <w:sz w:val="22"/>
      </w:rPr>
    </w:lvl>
    <w:lvl w:ilvl="2">
      <w:start w:val="1"/>
      <w:numFmt w:val="bullet"/>
      <w:lvlText w:val=""/>
      <w:lvlJc w:val="left"/>
      <w:pPr>
        <w:ind w:left="1080" w:hanging="360"/>
      </w:pPr>
      <w:rPr>
        <w:rFonts w:ascii="Wingdings" w:hAnsi="Wingdings" w:hint="default"/>
        <w:sz w:val="18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9772B4F"/>
    <w:multiLevelType w:val="hybridMultilevel"/>
    <w:tmpl w:val="6A884B3E"/>
    <w:lvl w:ilvl="0" w:tplc="9DAAFF1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00000"/>
        <w:sz w:val="22"/>
        <w:szCs w:val="22"/>
      </w:rPr>
    </w:lvl>
    <w:lvl w:ilvl="1" w:tplc="0B726252">
      <w:start w:val="1"/>
      <w:numFmt w:val="bullet"/>
      <w:lvlText w:val=""/>
      <w:lvlJc w:val="left"/>
      <w:pPr>
        <w:tabs>
          <w:tab w:val="num" w:pos="720"/>
        </w:tabs>
        <w:ind w:left="1080" w:hanging="720"/>
      </w:pPr>
      <w:rPr>
        <w:rFonts w:ascii="Wingdings 2" w:hAnsi="Wingdings 2" w:hint="default"/>
        <w:color w:val="auto"/>
        <w:sz w:val="18"/>
        <w:szCs w:val="22"/>
      </w:rPr>
    </w:lvl>
    <w:lvl w:ilvl="2" w:tplc="A4144718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22"/>
        <w:szCs w:val="22"/>
      </w:rPr>
    </w:lvl>
    <w:lvl w:ilvl="3" w:tplc="3BF80A5A">
      <w:start w:val="1"/>
      <w:numFmt w:val="bullet"/>
      <w:lvlText w:val=""/>
      <w:lvlJc w:val="left"/>
      <w:pPr>
        <w:tabs>
          <w:tab w:val="num" w:pos="2765"/>
        </w:tabs>
        <w:ind w:left="2880" w:firstLine="0"/>
      </w:pPr>
      <w:rPr>
        <w:rFonts w:ascii="Symbol" w:hAnsi="Symbol" w:hint="default"/>
        <w:strike w:val="0"/>
        <w:dstrike w:val="0"/>
        <w:color w:val="auto"/>
        <w:sz w:val="18"/>
        <w:szCs w:val="22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9C979B9"/>
    <w:multiLevelType w:val="hybridMultilevel"/>
    <w:tmpl w:val="575CFD24"/>
    <w:lvl w:ilvl="0" w:tplc="081EEC16">
      <w:start w:val="1"/>
      <w:numFmt w:val="decimal"/>
      <w:pStyle w:val="Number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19"/>
  </w:num>
  <w:num w:numId="4">
    <w:abstractNumId w:val="10"/>
  </w:num>
  <w:num w:numId="5">
    <w:abstractNumId w:val="35"/>
  </w:num>
  <w:num w:numId="6">
    <w:abstractNumId w:val="36"/>
  </w:num>
  <w:num w:numId="7">
    <w:abstractNumId w:val="24"/>
  </w:num>
  <w:num w:numId="8">
    <w:abstractNumId w:val="30"/>
  </w:num>
  <w:num w:numId="9">
    <w:abstractNumId w:val="25"/>
  </w:num>
  <w:num w:numId="10">
    <w:abstractNumId w:val="17"/>
  </w:num>
  <w:num w:numId="11">
    <w:abstractNumId w:val="14"/>
  </w:num>
  <w:num w:numId="12">
    <w:abstractNumId w:val="18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3"/>
  </w:num>
  <w:num w:numId="24">
    <w:abstractNumId w:val="26"/>
  </w:num>
  <w:num w:numId="25">
    <w:abstractNumId w:val="15"/>
  </w:num>
  <w:num w:numId="26">
    <w:abstractNumId w:val="20"/>
  </w:num>
  <w:num w:numId="27">
    <w:abstractNumId w:val="31"/>
  </w:num>
  <w:num w:numId="28">
    <w:abstractNumId w:val="13"/>
  </w:num>
  <w:num w:numId="29">
    <w:abstractNumId w:val="28"/>
  </w:num>
  <w:num w:numId="30">
    <w:abstractNumId w:val="12"/>
  </w:num>
  <w:num w:numId="31">
    <w:abstractNumId w:val="11"/>
  </w:num>
  <w:num w:numId="32">
    <w:abstractNumId w:val="10"/>
  </w:num>
  <w:num w:numId="33">
    <w:abstractNumId w:val="10"/>
  </w:num>
  <w:num w:numId="34">
    <w:abstractNumId w:val="21"/>
  </w:num>
  <w:num w:numId="35">
    <w:abstractNumId w:val="16"/>
  </w:num>
  <w:num w:numId="36">
    <w:abstractNumId w:val="34"/>
  </w:num>
  <w:num w:numId="37">
    <w:abstractNumId w:val="32"/>
  </w:num>
  <w:num w:numId="38">
    <w:abstractNumId w:val="22"/>
  </w:num>
  <w:num w:numId="3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B3"/>
    <w:rsid w:val="00003169"/>
    <w:rsid w:val="00004E23"/>
    <w:rsid w:val="00005BF6"/>
    <w:rsid w:val="00014506"/>
    <w:rsid w:val="000211BC"/>
    <w:rsid w:val="000230AB"/>
    <w:rsid w:val="00025A26"/>
    <w:rsid w:val="00030156"/>
    <w:rsid w:val="00030254"/>
    <w:rsid w:val="000310C6"/>
    <w:rsid w:val="00033C2C"/>
    <w:rsid w:val="000340A9"/>
    <w:rsid w:val="00040B65"/>
    <w:rsid w:val="00044145"/>
    <w:rsid w:val="00047102"/>
    <w:rsid w:val="00047296"/>
    <w:rsid w:val="00051D84"/>
    <w:rsid w:val="00051F4B"/>
    <w:rsid w:val="0005320D"/>
    <w:rsid w:val="000575A4"/>
    <w:rsid w:val="00057A8E"/>
    <w:rsid w:val="00062546"/>
    <w:rsid w:val="000663D2"/>
    <w:rsid w:val="00067C49"/>
    <w:rsid w:val="00071812"/>
    <w:rsid w:val="00072C99"/>
    <w:rsid w:val="00075180"/>
    <w:rsid w:val="00077219"/>
    <w:rsid w:val="00077BB3"/>
    <w:rsid w:val="00081CC2"/>
    <w:rsid w:val="0008217A"/>
    <w:rsid w:val="0008218E"/>
    <w:rsid w:val="00083662"/>
    <w:rsid w:val="000847B4"/>
    <w:rsid w:val="00086EB7"/>
    <w:rsid w:val="00090B23"/>
    <w:rsid w:val="000A3DB9"/>
    <w:rsid w:val="000A46F3"/>
    <w:rsid w:val="000A6A77"/>
    <w:rsid w:val="000A6DAA"/>
    <w:rsid w:val="000A6F39"/>
    <w:rsid w:val="000B41D8"/>
    <w:rsid w:val="000B5919"/>
    <w:rsid w:val="000B63CB"/>
    <w:rsid w:val="000C0142"/>
    <w:rsid w:val="000C1767"/>
    <w:rsid w:val="000D1E7B"/>
    <w:rsid w:val="000D1F5A"/>
    <w:rsid w:val="000D27D5"/>
    <w:rsid w:val="000D3248"/>
    <w:rsid w:val="000D47AA"/>
    <w:rsid w:val="000D4D80"/>
    <w:rsid w:val="000D6C04"/>
    <w:rsid w:val="000E1546"/>
    <w:rsid w:val="000E1D62"/>
    <w:rsid w:val="000E2DAE"/>
    <w:rsid w:val="000E40ED"/>
    <w:rsid w:val="000E515D"/>
    <w:rsid w:val="000E5BD8"/>
    <w:rsid w:val="000E6B35"/>
    <w:rsid w:val="000F17D4"/>
    <w:rsid w:val="000F1C0E"/>
    <w:rsid w:val="00100ABD"/>
    <w:rsid w:val="001030B3"/>
    <w:rsid w:val="00104732"/>
    <w:rsid w:val="001064C8"/>
    <w:rsid w:val="00106A5C"/>
    <w:rsid w:val="001104B0"/>
    <w:rsid w:val="001114B1"/>
    <w:rsid w:val="00112092"/>
    <w:rsid w:val="001121D8"/>
    <w:rsid w:val="00112DB1"/>
    <w:rsid w:val="001206B4"/>
    <w:rsid w:val="0012167A"/>
    <w:rsid w:val="00122624"/>
    <w:rsid w:val="00124F0B"/>
    <w:rsid w:val="00125AFE"/>
    <w:rsid w:val="00126C4A"/>
    <w:rsid w:val="00130C35"/>
    <w:rsid w:val="001311DE"/>
    <w:rsid w:val="001371EB"/>
    <w:rsid w:val="00141E3B"/>
    <w:rsid w:val="001463F0"/>
    <w:rsid w:val="0015087D"/>
    <w:rsid w:val="0015416D"/>
    <w:rsid w:val="001557FB"/>
    <w:rsid w:val="00156D34"/>
    <w:rsid w:val="00163A6A"/>
    <w:rsid w:val="00163C8F"/>
    <w:rsid w:val="0016682E"/>
    <w:rsid w:val="001722FC"/>
    <w:rsid w:val="00172639"/>
    <w:rsid w:val="00174C98"/>
    <w:rsid w:val="00175CDB"/>
    <w:rsid w:val="00180398"/>
    <w:rsid w:val="00183BCB"/>
    <w:rsid w:val="001846AD"/>
    <w:rsid w:val="001862CE"/>
    <w:rsid w:val="001866B0"/>
    <w:rsid w:val="00187534"/>
    <w:rsid w:val="001910E6"/>
    <w:rsid w:val="001916A8"/>
    <w:rsid w:val="00192464"/>
    <w:rsid w:val="0019256B"/>
    <w:rsid w:val="00192C34"/>
    <w:rsid w:val="00192D3F"/>
    <w:rsid w:val="0019406D"/>
    <w:rsid w:val="00197CA0"/>
    <w:rsid w:val="001A102D"/>
    <w:rsid w:val="001A3703"/>
    <w:rsid w:val="001A6806"/>
    <w:rsid w:val="001A6E32"/>
    <w:rsid w:val="001B26DA"/>
    <w:rsid w:val="001B42BF"/>
    <w:rsid w:val="001B597C"/>
    <w:rsid w:val="001B6931"/>
    <w:rsid w:val="001C0947"/>
    <w:rsid w:val="001C113D"/>
    <w:rsid w:val="001C4D98"/>
    <w:rsid w:val="001C5A58"/>
    <w:rsid w:val="001D0A00"/>
    <w:rsid w:val="001D19A9"/>
    <w:rsid w:val="001D4954"/>
    <w:rsid w:val="001D49BA"/>
    <w:rsid w:val="001E36EC"/>
    <w:rsid w:val="001E4077"/>
    <w:rsid w:val="001E5DEC"/>
    <w:rsid w:val="001E647F"/>
    <w:rsid w:val="001F29ED"/>
    <w:rsid w:val="001F45D7"/>
    <w:rsid w:val="001F45E1"/>
    <w:rsid w:val="001F64E5"/>
    <w:rsid w:val="001F797B"/>
    <w:rsid w:val="002001FA"/>
    <w:rsid w:val="0020263C"/>
    <w:rsid w:val="00203B6C"/>
    <w:rsid w:val="0021256E"/>
    <w:rsid w:val="002146E7"/>
    <w:rsid w:val="00217847"/>
    <w:rsid w:val="002201FF"/>
    <w:rsid w:val="0022060F"/>
    <w:rsid w:val="002213AB"/>
    <w:rsid w:val="0022188B"/>
    <w:rsid w:val="00222129"/>
    <w:rsid w:val="0022394E"/>
    <w:rsid w:val="002276F0"/>
    <w:rsid w:val="00232F63"/>
    <w:rsid w:val="00234660"/>
    <w:rsid w:val="0023634C"/>
    <w:rsid w:val="00236D4D"/>
    <w:rsid w:val="00237760"/>
    <w:rsid w:val="00237E1C"/>
    <w:rsid w:val="002407CB"/>
    <w:rsid w:val="00240B06"/>
    <w:rsid w:val="00240FBF"/>
    <w:rsid w:val="00242F42"/>
    <w:rsid w:val="00243D77"/>
    <w:rsid w:val="00244400"/>
    <w:rsid w:val="00245231"/>
    <w:rsid w:val="00252065"/>
    <w:rsid w:val="00254D2F"/>
    <w:rsid w:val="00260F68"/>
    <w:rsid w:val="002662A7"/>
    <w:rsid w:val="00266CBE"/>
    <w:rsid w:val="002702AC"/>
    <w:rsid w:val="0027038D"/>
    <w:rsid w:val="00270443"/>
    <w:rsid w:val="0027079D"/>
    <w:rsid w:val="00270A83"/>
    <w:rsid w:val="00274B54"/>
    <w:rsid w:val="00276677"/>
    <w:rsid w:val="0027689C"/>
    <w:rsid w:val="0028012D"/>
    <w:rsid w:val="0028056F"/>
    <w:rsid w:val="0028074D"/>
    <w:rsid w:val="00291C36"/>
    <w:rsid w:val="00292AC1"/>
    <w:rsid w:val="00293372"/>
    <w:rsid w:val="002A3D63"/>
    <w:rsid w:val="002B1F0E"/>
    <w:rsid w:val="002B4F60"/>
    <w:rsid w:val="002C22F4"/>
    <w:rsid w:val="002D11E4"/>
    <w:rsid w:val="002D2758"/>
    <w:rsid w:val="002D31CA"/>
    <w:rsid w:val="002D4151"/>
    <w:rsid w:val="002D5511"/>
    <w:rsid w:val="002D7C7F"/>
    <w:rsid w:val="002E37C5"/>
    <w:rsid w:val="002E6A1D"/>
    <w:rsid w:val="002E7CEF"/>
    <w:rsid w:val="002F0E46"/>
    <w:rsid w:val="002F30BF"/>
    <w:rsid w:val="002F49F0"/>
    <w:rsid w:val="002F6408"/>
    <w:rsid w:val="002F70D3"/>
    <w:rsid w:val="002F747C"/>
    <w:rsid w:val="00305A9E"/>
    <w:rsid w:val="00312FC9"/>
    <w:rsid w:val="00315132"/>
    <w:rsid w:val="00315706"/>
    <w:rsid w:val="00316224"/>
    <w:rsid w:val="00317C33"/>
    <w:rsid w:val="00321F67"/>
    <w:rsid w:val="00323599"/>
    <w:rsid w:val="00324F3D"/>
    <w:rsid w:val="00325661"/>
    <w:rsid w:val="00325FA8"/>
    <w:rsid w:val="00325FF5"/>
    <w:rsid w:val="00331BB8"/>
    <w:rsid w:val="003353FD"/>
    <w:rsid w:val="0033709A"/>
    <w:rsid w:val="003426F9"/>
    <w:rsid w:val="00343AB3"/>
    <w:rsid w:val="00345111"/>
    <w:rsid w:val="00345927"/>
    <w:rsid w:val="00353764"/>
    <w:rsid w:val="00353E9F"/>
    <w:rsid w:val="00357F19"/>
    <w:rsid w:val="0036108B"/>
    <w:rsid w:val="003610D6"/>
    <w:rsid w:val="00362085"/>
    <w:rsid w:val="00363D5E"/>
    <w:rsid w:val="00364CE4"/>
    <w:rsid w:val="00366F42"/>
    <w:rsid w:val="00371E7B"/>
    <w:rsid w:val="003723D0"/>
    <w:rsid w:val="00374205"/>
    <w:rsid w:val="00375E34"/>
    <w:rsid w:val="00380155"/>
    <w:rsid w:val="00380201"/>
    <w:rsid w:val="00392C43"/>
    <w:rsid w:val="00395D8F"/>
    <w:rsid w:val="003A014E"/>
    <w:rsid w:val="003A2734"/>
    <w:rsid w:val="003A3385"/>
    <w:rsid w:val="003A430C"/>
    <w:rsid w:val="003A4572"/>
    <w:rsid w:val="003A63B0"/>
    <w:rsid w:val="003A6C92"/>
    <w:rsid w:val="003A7E23"/>
    <w:rsid w:val="003B04B2"/>
    <w:rsid w:val="003B1406"/>
    <w:rsid w:val="003B1DE9"/>
    <w:rsid w:val="003B2C81"/>
    <w:rsid w:val="003B5E96"/>
    <w:rsid w:val="003C3501"/>
    <w:rsid w:val="003D58DB"/>
    <w:rsid w:val="003D74F7"/>
    <w:rsid w:val="003E21FE"/>
    <w:rsid w:val="003F09F0"/>
    <w:rsid w:val="003F3282"/>
    <w:rsid w:val="00401743"/>
    <w:rsid w:val="00404E8B"/>
    <w:rsid w:val="00407706"/>
    <w:rsid w:val="004216E5"/>
    <w:rsid w:val="004226FE"/>
    <w:rsid w:val="0043168D"/>
    <w:rsid w:val="00432092"/>
    <w:rsid w:val="004326FA"/>
    <w:rsid w:val="0043289B"/>
    <w:rsid w:val="00440490"/>
    <w:rsid w:val="00441370"/>
    <w:rsid w:val="004446A1"/>
    <w:rsid w:val="00446E56"/>
    <w:rsid w:val="00451061"/>
    <w:rsid w:val="0045150E"/>
    <w:rsid w:val="00452516"/>
    <w:rsid w:val="00452CD9"/>
    <w:rsid w:val="00466FD8"/>
    <w:rsid w:val="00467458"/>
    <w:rsid w:val="00470701"/>
    <w:rsid w:val="004768AB"/>
    <w:rsid w:val="00480AD1"/>
    <w:rsid w:val="00482E69"/>
    <w:rsid w:val="004851EA"/>
    <w:rsid w:val="00485340"/>
    <w:rsid w:val="00485B45"/>
    <w:rsid w:val="00486BB0"/>
    <w:rsid w:val="004912BE"/>
    <w:rsid w:val="00493F2A"/>
    <w:rsid w:val="004A0320"/>
    <w:rsid w:val="004A0BB6"/>
    <w:rsid w:val="004A1DC6"/>
    <w:rsid w:val="004A712C"/>
    <w:rsid w:val="004B1E2F"/>
    <w:rsid w:val="004B2086"/>
    <w:rsid w:val="004B3F1C"/>
    <w:rsid w:val="004B4E4E"/>
    <w:rsid w:val="004B7447"/>
    <w:rsid w:val="004B7539"/>
    <w:rsid w:val="004C712D"/>
    <w:rsid w:val="004D226E"/>
    <w:rsid w:val="004D3163"/>
    <w:rsid w:val="004D52EA"/>
    <w:rsid w:val="004D6F6F"/>
    <w:rsid w:val="004E2266"/>
    <w:rsid w:val="004E429E"/>
    <w:rsid w:val="004E46B7"/>
    <w:rsid w:val="004F160C"/>
    <w:rsid w:val="004F2398"/>
    <w:rsid w:val="004F57E8"/>
    <w:rsid w:val="004F7089"/>
    <w:rsid w:val="0050023B"/>
    <w:rsid w:val="00503B7B"/>
    <w:rsid w:val="00512AC5"/>
    <w:rsid w:val="005145FF"/>
    <w:rsid w:val="00515ED9"/>
    <w:rsid w:val="0052053E"/>
    <w:rsid w:val="005278A3"/>
    <w:rsid w:val="0053321C"/>
    <w:rsid w:val="00534BE3"/>
    <w:rsid w:val="00542053"/>
    <w:rsid w:val="005433E4"/>
    <w:rsid w:val="005443BD"/>
    <w:rsid w:val="00554E9F"/>
    <w:rsid w:val="00554FAB"/>
    <w:rsid w:val="005563FF"/>
    <w:rsid w:val="00562055"/>
    <w:rsid w:val="00565262"/>
    <w:rsid w:val="0056648B"/>
    <w:rsid w:val="005742B1"/>
    <w:rsid w:val="00580FFA"/>
    <w:rsid w:val="00582C93"/>
    <w:rsid w:val="00585DBF"/>
    <w:rsid w:val="00585FEB"/>
    <w:rsid w:val="00586827"/>
    <w:rsid w:val="00590420"/>
    <w:rsid w:val="00592E7C"/>
    <w:rsid w:val="005939BD"/>
    <w:rsid w:val="00593A8D"/>
    <w:rsid w:val="00593D07"/>
    <w:rsid w:val="00596156"/>
    <w:rsid w:val="005966C8"/>
    <w:rsid w:val="005A306F"/>
    <w:rsid w:val="005B059F"/>
    <w:rsid w:val="005B1092"/>
    <w:rsid w:val="005B29B3"/>
    <w:rsid w:val="005B41B1"/>
    <w:rsid w:val="005B4DBF"/>
    <w:rsid w:val="005C251D"/>
    <w:rsid w:val="005C4130"/>
    <w:rsid w:val="005C4865"/>
    <w:rsid w:val="005C73D0"/>
    <w:rsid w:val="005C779C"/>
    <w:rsid w:val="005D05D3"/>
    <w:rsid w:val="005D1D99"/>
    <w:rsid w:val="005D5316"/>
    <w:rsid w:val="005D541D"/>
    <w:rsid w:val="005D5E27"/>
    <w:rsid w:val="005E0802"/>
    <w:rsid w:val="005E1789"/>
    <w:rsid w:val="005E1FFC"/>
    <w:rsid w:val="005E7CDA"/>
    <w:rsid w:val="005F1CB2"/>
    <w:rsid w:val="005F481E"/>
    <w:rsid w:val="00600C02"/>
    <w:rsid w:val="00600E4B"/>
    <w:rsid w:val="00602186"/>
    <w:rsid w:val="00603FF3"/>
    <w:rsid w:val="00604AC9"/>
    <w:rsid w:val="00605606"/>
    <w:rsid w:val="00610A23"/>
    <w:rsid w:val="00612D3E"/>
    <w:rsid w:val="00616B4C"/>
    <w:rsid w:val="00616F17"/>
    <w:rsid w:val="00620372"/>
    <w:rsid w:val="006205BE"/>
    <w:rsid w:val="00620B38"/>
    <w:rsid w:val="006213F3"/>
    <w:rsid w:val="00624831"/>
    <w:rsid w:val="0063009C"/>
    <w:rsid w:val="00631276"/>
    <w:rsid w:val="00633EB8"/>
    <w:rsid w:val="00637911"/>
    <w:rsid w:val="00640F8D"/>
    <w:rsid w:val="006479FD"/>
    <w:rsid w:val="0065127B"/>
    <w:rsid w:val="00651678"/>
    <w:rsid w:val="006527A8"/>
    <w:rsid w:val="00653815"/>
    <w:rsid w:val="006548C1"/>
    <w:rsid w:val="00656DBF"/>
    <w:rsid w:val="006575E7"/>
    <w:rsid w:val="00665BE6"/>
    <w:rsid w:val="006714AB"/>
    <w:rsid w:val="0067292C"/>
    <w:rsid w:val="00672FC5"/>
    <w:rsid w:val="0067393A"/>
    <w:rsid w:val="0067568D"/>
    <w:rsid w:val="00677108"/>
    <w:rsid w:val="006774F2"/>
    <w:rsid w:val="00684A3F"/>
    <w:rsid w:val="006851EC"/>
    <w:rsid w:val="00686190"/>
    <w:rsid w:val="00686F92"/>
    <w:rsid w:val="00687FDC"/>
    <w:rsid w:val="00692701"/>
    <w:rsid w:val="00693752"/>
    <w:rsid w:val="00694533"/>
    <w:rsid w:val="0069621D"/>
    <w:rsid w:val="0069659B"/>
    <w:rsid w:val="0069664A"/>
    <w:rsid w:val="00697889"/>
    <w:rsid w:val="006A5820"/>
    <w:rsid w:val="006A794D"/>
    <w:rsid w:val="006B4162"/>
    <w:rsid w:val="006B56D8"/>
    <w:rsid w:val="006C023D"/>
    <w:rsid w:val="006C03AA"/>
    <w:rsid w:val="006C16CB"/>
    <w:rsid w:val="006C2582"/>
    <w:rsid w:val="006C2664"/>
    <w:rsid w:val="006C2E29"/>
    <w:rsid w:val="006C7332"/>
    <w:rsid w:val="006C785B"/>
    <w:rsid w:val="006D1C34"/>
    <w:rsid w:val="006D6439"/>
    <w:rsid w:val="006D7011"/>
    <w:rsid w:val="006E1B03"/>
    <w:rsid w:val="006E1B82"/>
    <w:rsid w:val="006E270B"/>
    <w:rsid w:val="006E307B"/>
    <w:rsid w:val="006E5539"/>
    <w:rsid w:val="006E5F03"/>
    <w:rsid w:val="006F5511"/>
    <w:rsid w:val="007066A6"/>
    <w:rsid w:val="00712DE5"/>
    <w:rsid w:val="007146E2"/>
    <w:rsid w:val="00721D7F"/>
    <w:rsid w:val="00722A7D"/>
    <w:rsid w:val="007253D4"/>
    <w:rsid w:val="00730FD9"/>
    <w:rsid w:val="00732EF0"/>
    <w:rsid w:val="00734FE2"/>
    <w:rsid w:val="00740243"/>
    <w:rsid w:val="007432D3"/>
    <w:rsid w:val="007453BB"/>
    <w:rsid w:val="00754F8B"/>
    <w:rsid w:val="00762ADB"/>
    <w:rsid w:val="00763554"/>
    <w:rsid w:val="0076397B"/>
    <w:rsid w:val="00764942"/>
    <w:rsid w:val="007724AF"/>
    <w:rsid w:val="00775AB3"/>
    <w:rsid w:val="00781081"/>
    <w:rsid w:val="007817DA"/>
    <w:rsid w:val="0078255E"/>
    <w:rsid w:val="0078297A"/>
    <w:rsid w:val="00790D9C"/>
    <w:rsid w:val="0079212F"/>
    <w:rsid w:val="00793FFA"/>
    <w:rsid w:val="00795043"/>
    <w:rsid w:val="00797BF3"/>
    <w:rsid w:val="007A3027"/>
    <w:rsid w:val="007A3B50"/>
    <w:rsid w:val="007A5D59"/>
    <w:rsid w:val="007A6162"/>
    <w:rsid w:val="007B28C6"/>
    <w:rsid w:val="007B2FA9"/>
    <w:rsid w:val="007B3D5E"/>
    <w:rsid w:val="007B405D"/>
    <w:rsid w:val="007B5499"/>
    <w:rsid w:val="007B6951"/>
    <w:rsid w:val="007C09BE"/>
    <w:rsid w:val="007D28C8"/>
    <w:rsid w:val="007D33DD"/>
    <w:rsid w:val="007D37CB"/>
    <w:rsid w:val="007D3F12"/>
    <w:rsid w:val="007D6794"/>
    <w:rsid w:val="007E37BF"/>
    <w:rsid w:val="007F1043"/>
    <w:rsid w:val="007F2BAC"/>
    <w:rsid w:val="007F3E91"/>
    <w:rsid w:val="007F64C5"/>
    <w:rsid w:val="0080307A"/>
    <w:rsid w:val="0080525F"/>
    <w:rsid w:val="00807899"/>
    <w:rsid w:val="008102FF"/>
    <w:rsid w:val="00811DB4"/>
    <w:rsid w:val="00815E6F"/>
    <w:rsid w:val="008217F7"/>
    <w:rsid w:val="00823C56"/>
    <w:rsid w:val="0082435F"/>
    <w:rsid w:val="00825F9C"/>
    <w:rsid w:val="008260C0"/>
    <w:rsid w:val="00826C83"/>
    <w:rsid w:val="008309BB"/>
    <w:rsid w:val="00832C7E"/>
    <w:rsid w:val="008340FA"/>
    <w:rsid w:val="00835839"/>
    <w:rsid w:val="00837224"/>
    <w:rsid w:val="0083767C"/>
    <w:rsid w:val="00845B14"/>
    <w:rsid w:val="008508A8"/>
    <w:rsid w:val="0085173F"/>
    <w:rsid w:val="008536F4"/>
    <w:rsid w:val="00860B43"/>
    <w:rsid w:val="008624A9"/>
    <w:rsid w:val="00865441"/>
    <w:rsid w:val="008656BD"/>
    <w:rsid w:val="00876DE9"/>
    <w:rsid w:val="0088189D"/>
    <w:rsid w:val="008907B5"/>
    <w:rsid w:val="00890DC7"/>
    <w:rsid w:val="00890DDC"/>
    <w:rsid w:val="00895A21"/>
    <w:rsid w:val="00895E19"/>
    <w:rsid w:val="0089672B"/>
    <w:rsid w:val="00897047"/>
    <w:rsid w:val="008A0762"/>
    <w:rsid w:val="008A1FC6"/>
    <w:rsid w:val="008A2F01"/>
    <w:rsid w:val="008A4EDE"/>
    <w:rsid w:val="008A54E8"/>
    <w:rsid w:val="008A5D80"/>
    <w:rsid w:val="008A7121"/>
    <w:rsid w:val="008A7160"/>
    <w:rsid w:val="008A7B38"/>
    <w:rsid w:val="008B007E"/>
    <w:rsid w:val="008B07C5"/>
    <w:rsid w:val="008B3E2C"/>
    <w:rsid w:val="008B471F"/>
    <w:rsid w:val="008B4DAC"/>
    <w:rsid w:val="008B5993"/>
    <w:rsid w:val="008C26A6"/>
    <w:rsid w:val="008C375D"/>
    <w:rsid w:val="008C7C23"/>
    <w:rsid w:val="008D08F8"/>
    <w:rsid w:val="008D3A84"/>
    <w:rsid w:val="008D4ACD"/>
    <w:rsid w:val="008D4E84"/>
    <w:rsid w:val="008D6222"/>
    <w:rsid w:val="008D6421"/>
    <w:rsid w:val="008D771E"/>
    <w:rsid w:val="008D7B80"/>
    <w:rsid w:val="008E00EE"/>
    <w:rsid w:val="008E04BC"/>
    <w:rsid w:val="008E1D2E"/>
    <w:rsid w:val="008F03DD"/>
    <w:rsid w:val="008F196A"/>
    <w:rsid w:val="008F26D6"/>
    <w:rsid w:val="008F45BF"/>
    <w:rsid w:val="008F5857"/>
    <w:rsid w:val="008F6698"/>
    <w:rsid w:val="00900DBD"/>
    <w:rsid w:val="00901747"/>
    <w:rsid w:val="00903FD6"/>
    <w:rsid w:val="0090444D"/>
    <w:rsid w:val="00907302"/>
    <w:rsid w:val="00911E2C"/>
    <w:rsid w:val="00912989"/>
    <w:rsid w:val="00917E6F"/>
    <w:rsid w:val="00920151"/>
    <w:rsid w:val="00921438"/>
    <w:rsid w:val="009238B8"/>
    <w:rsid w:val="00925286"/>
    <w:rsid w:val="0092528F"/>
    <w:rsid w:val="00925D1C"/>
    <w:rsid w:val="00925D59"/>
    <w:rsid w:val="00927E35"/>
    <w:rsid w:val="00930226"/>
    <w:rsid w:val="00930693"/>
    <w:rsid w:val="00931382"/>
    <w:rsid w:val="00931DFE"/>
    <w:rsid w:val="00932175"/>
    <w:rsid w:val="00932ACA"/>
    <w:rsid w:val="00933B2B"/>
    <w:rsid w:val="00935637"/>
    <w:rsid w:val="00940594"/>
    <w:rsid w:val="0094336F"/>
    <w:rsid w:val="00945F23"/>
    <w:rsid w:val="00946EE2"/>
    <w:rsid w:val="00947DBF"/>
    <w:rsid w:val="009552FB"/>
    <w:rsid w:val="00955A59"/>
    <w:rsid w:val="00957038"/>
    <w:rsid w:val="009641DE"/>
    <w:rsid w:val="009645C0"/>
    <w:rsid w:val="00965C0A"/>
    <w:rsid w:val="009665BC"/>
    <w:rsid w:val="0096669D"/>
    <w:rsid w:val="00970A3E"/>
    <w:rsid w:val="00971AF0"/>
    <w:rsid w:val="00973DD5"/>
    <w:rsid w:val="0097499C"/>
    <w:rsid w:val="00975A02"/>
    <w:rsid w:val="00977B2D"/>
    <w:rsid w:val="00977C21"/>
    <w:rsid w:val="009815D2"/>
    <w:rsid w:val="00986F5A"/>
    <w:rsid w:val="009903F2"/>
    <w:rsid w:val="009908E9"/>
    <w:rsid w:val="00992DC0"/>
    <w:rsid w:val="00995600"/>
    <w:rsid w:val="00996E3A"/>
    <w:rsid w:val="00997F09"/>
    <w:rsid w:val="009A10B1"/>
    <w:rsid w:val="009A6018"/>
    <w:rsid w:val="009B02B9"/>
    <w:rsid w:val="009B2C71"/>
    <w:rsid w:val="009B3FB2"/>
    <w:rsid w:val="009B7271"/>
    <w:rsid w:val="009C67E2"/>
    <w:rsid w:val="009D12B2"/>
    <w:rsid w:val="009D486E"/>
    <w:rsid w:val="009D4D96"/>
    <w:rsid w:val="009D4F7F"/>
    <w:rsid w:val="009D5547"/>
    <w:rsid w:val="009D6820"/>
    <w:rsid w:val="009D77ED"/>
    <w:rsid w:val="009E19BA"/>
    <w:rsid w:val="009E24AF"/>
    <w:rsid w:val="009E3B8B"/>
    <w:rsid w:val="009E3D95"/>
    <w:rsid w:val="009F1247"/>
    <w:rsid w:val="009F3C87"/>
    <w:rsid w:val="009F598F"/>
    <w:rsid w:val="00A006E2"/>
    <w:rsid w:val="00A01906"/>
    <w:rsid w:val="00A022DE"/>
    <w:rsid w:val="00A06BF7"/>
    <w:rsid w:val="00A13463"/>
    <w:rsid w:val="00A13EFE"/>
    <w:rsid w:val="00A1555B"/>
    <w:rsid w:val="00A21343"/>
    <w:rsid w:val="00A247FB"/>
    <w:rsid w:val="00A270FE"/>
    <w:rsid w:val="00A275FF"/>
    <w:rsid w:val="00A279D4"/>
    <w:rsid w:val="00A32008"/>
    <w:rsid w:val="00A339DB"/>
    <w:rsid w:val="00A363AC"/>
    <w:rsid w:val="00A37364"/>
    <w:rsid w:val="00A37DB1"/>
    <w:rsid w:val="00A408E6"/>
    <w:rsid w:val="00A60492"/>
    <w:rsid w:val="00A60BF6"/>
    <w:rsid w:val="00A63ACF"/>
    <w:rsid w:val="00A63E0C"/>
    <w:rsid w:val="00A6472C"/>
    <w:rsid w:val="00A70187"/>
    <w:rsid w:val="00A70516"/>
    <w:rsid w:val="00A72894"/>
    <w:rsid w:val="00A73D27"/>
    <w:rsid w:val="00A75B85"/>
    <w:rsid w:val="00A77864"/>
    <w:rsid w:val="00A77F37"/>
    <w:rsid w:val="00A8320F"/>
    <w:rsid w:val="00A86B28"/>
    <w:rsid w:val="00A8755E"/>
    <w:rsid w:val="00A87AED"/>
    <w:rsid w:val="00A97B6E"/>
    <w:rsid w:val="00A97EF2"/>
    <w:rsid w:val="00AA349F"/>
    <w:rsid w:val="00AA48AE"/>
    <w:rsid w:val="00AA77EE"/>
    <w:rsid w:val="00AB02D9"/>
    <w:rsid w:val="00AB09ED"/>
    <w:rsid w:val="00AB5169"/>
    <w:rsid w:val="00AB71E1"/>
    <w:rsid w:val="00AC1D4A"/>
    <w:rsid w:val="00AC640F"/>
    <w:rsid w:val="00AC7489"/>
    <w:rsid w:val="00AC7DF5"/>
    <w:rsid w:val="00AD15FE"/>
    <w:rsid w:val="00AD417B"/>
    <w:rsid w:val="00AD5B7C"/>
    <w:rsid w:val="00AE0E1D"/>
    <w:rsid w:val="00AE25A4"/>
    <w:rsid w:val="00AE36FE"/>
    <w:rsid w:val="00AE627C"/>
    <w:rsid w:val="00AF0666"/>
    <w:rsid w:val="00AF10E0"/>
    <w:rsid w:val="00AF4178"/>
    <w:rsid w:val="00AF6C73"/>
    <w:rsid w:val="00B01BBF"/>
    <w:rsid w:val="00B02086"/>
    <w:rsid w:val="00B04334"/>
    <w:rsid w:val="00B0470F"/>
    <w:rsid w:val="00B05210"/>
    <w:rsid w:val="00B05CD4"/>
    <w:rsid w:val="00B0629F"/>
    <w:rsid w:val="00B10456"/>
    <w:rsid w:val="00B104D5"/>
    <w:rsid w:val="00B11F55"/>
    <w:rsid w:val="00B12CF6"/>
    <w:rsid w:val="00B336A5"/>
    <w:rsid w:val="00B369DB"/>
    <w:rsid w:val="00B36FC3"/>
    <w:rsid w:val="00B375BD"/>
    <w:rsid w:val="00B37A06"/>
    <w:rsid w:val="00B42E3B"/>
    <w:rsid w:val="00B52DC2"/>
    <w:rsid w:val="00B55319"/>
    <w:rsid w:val="00B55448"/>
    <w:rsid w:val="00B601D4"/>
    <w:rsid w:val="00B62601"/>
    <w:rsid w:val="00B628A8"/>
    <w:rsid w:val="00B628FA"/>
    <w:rsid w:val="00B63577"/>
    <w:rsid w:val="00B703A8"/>
    <w:rsid w:val="00B7190C"/>
    <w:rsid w:val="00B73585"/>
    <w:rsid w:val="00B7394F"/>
    <w:rsid w:val="00B7437C"/>
    <w:rsid w:val="00B74604"/>
    <w:rsid w:val="00B75734"/>
    <w:rsid w:val="00B81B1B"/>
    <w:rsid w:val="00B82589"/>
    <w:rsid w:val="00B85488"/>
    <w:rsid w:val="00B86D20"/>
    <w:rsid w:val="00B92203"/>
    <w:rsid w:val="00B962BC"/>
    <w:rsid w:val="00B969CC"/>
    <w:rsid w:val="00B96F64"/>
    <w:rsid w:val="00BA1319"/>
    <w:rsid w:val="00BA1404"/>
    <w:rsid w:val="00BA272A"/>
    <w:rsid w:val="00BA59E2"/>
    <w:rsid w:val="00BA61ED"/>
    <w:rsid w:val="00BA67A8"/>
    <w:rsid w:val="00BB0B95"/>
    <w:rsid w:val="00BC0408"/>
    <w:rsid w:val="00BC2862"/>
    <w:rsid w:val="00BC3666"/>
    <w:rsid w:val="00BC6B83"/>
    <w:rsid w:val="00BD27AC"/>
    <w:rsid w:val="00BD3B45"/>
    <w:rsid w:val="00BD7949"/>
    <w:rsid w:val="00BE111B"/>
    <w:rsid w:val="00BE1F1A"/>
    <w:rsid w:val="00BE297D"/>
    <w:rsid w:val="00BE3243"/>
    <w:rsid w:val="00BE6854"/>
    <w:rsid w:val="00BF338C"/>
    <w:rsid w:val="00BF5594"/>
    <w:rsid w:val="00C02DF9"/>
    <w:rsid w:val="00C1677A"/>
    <w:rsid w:val="00C16D34"/>
    <w:rsid w:val="00C222E0"/>
    <w:rsid w:val="00C246E6"/>
    <w:rsid w:val="00C2621F"/>
    <w:rsid w:val="00C327BA"/>
    <w:rsid w:val="00C41DB6"/>
    <w:rsid w:val="00C458F4"/>
    <w:rsid w:val="00C4701A"/>
    <w:rsid w:val="00C50567"/>
    <w:rsid w:val="00C53E8D"/>
    <w:rsid w:val="00C638EF"/>
    <w:rsid w:val="00C6463C"/>
    <w:rsid w:val="00C668A6"/>
    <w:rsid w:val="00C70A7A"/>
    <w:rsid w:val="00C738B2"/>
    <w:rsid w:val="00C73B5F"/>
    <w:rsid w:val="00C74D5B"/>
    <w:rsid w:val="00C75429"/>
    <w:rsid w:val="00C76606"/>
    <w:rsid w:val="00C76CBC"/>
    <w:rsid w:val="00C80A56"/>
    <w:rsid w:val="00C8326D"/>
    <w:rsid w:val="00C83E8E"/>
    <w:rsid w:val="00C85420"/>
    <w:rsid w:val="00C92216"/>
    <w:rsid w:val="00C96648"/>
    <w:rsid w:val="00CA6184"/>
    <w:rsid w:val="00CA7844"/>
    <w:rsid w:val="00CB1996"/>
    <w:rsid w:val="00CB290A"/>
    <w:rsid w:val="00CB2B78"/>
    <w:rsid w:val="00CB4BEE"/>
    <w:rsid w:val="00CB59F0"/>
    <w:rsid w:val="00CB5A4D"/>
    <w:rsid w:val="00CB6C21"/>
    <w:rsid w:val="00CC1A03"/>
    <w:rsid w:val="00CC2359"/>
    <w:rsid w:val="00CD2D2E"/>
    <w:rsid w:val="00CD40D8"/>
    <w:rsid w:val="00CD4422"/>
    <w:rsid w:val="00CD6A54"/>
    <w:rsid w:val="00CD73D3"/>
    <w:rsid w:val="00CE262F"/>
    <w:rsid w:val="00CE4551"/>
    <w:rsid w:val="00CE4C67"/>
    <w:rsid w:val="00CE55DE"/>
    <w:rsid w:val="00CE79A7"/>
    <w:rsid w:val="00CF253F"/>
    <w:rsid w:val="00CF48CE"/>
    <w:rsid w:val="00D05507"/>
    <w:rsid w:val="00D06AE5"/>
    <w:rsid w:val="00D12135"/>
    <w:rsid w:val="00D14836"/>
    <w:rsid w:val="00D21BF7"/>
    <w:rsid w:val="00D2360E"/>
    <w:rsid w:val="00D249A9"/>
    <w:rsid w:val="00D24B7A"/>
    <w:rsid w:val="00D31B71"/>
    <w:rsid w:val="00D36AD1"/>
    <w:rsid w:val="00D37045"/>
    <w:rsid w:val="00D46997"/>
    <w:rsid w:val="00D46C5A"/>
    <w:rsid w:val="00D46E53"/>
    <w:rsid w:val="00D47024"/>
    <w:rsid w:val="00D52C32"/>
    <w:rsid w:val="00D556A4"/>
    <w:rsid w:val="00D55EA3"/>
    <w:rsid w:val="00D5696B"/>
    <w:rsid w:val="00D628A6"/>
    <w:rsid w:val="00D62F20"/>
    <w:rsid w:val="00D6310E"/>
    <w:rsid w:val="00D644FE"/>
    <w:rsid w:val="00D6510D"/>
    <w:rsid w:val="00D66ADC"/>
    <w:rsid w:val="00D704D0"/>
    <w:rsid w:val="00D70661"/>
    <w:rsid w:val="00D718AA"/>
    <w:rsid w:val="00D779D4"/>
    <w:rsid w:val="00D84EC3"/>
    <w:rsid w:val="00D85AE7"/>
    <w:rsid w:val="00D860C3"/>
    <w:rsid w:val="00D871AF"/>
    <w:rsid w:val="00D87BE0"/>
    <w:rsid w:val="00D90E32"/>
    <w:rsid w:val="00D9182F"/>
    <w:rsid w:val="00D93AC5"/>
    <w:rsid w:val="00DA176F"/>
    <w:rsid w:val="00DA4A74"/>
    <w:rsid w:val="00DA569F"/>
    <w:rsid w:val="00DA68AB"/>
    <w:rsid w:val="00DA7C40"/>
    <w:rsid w:val="00DB37A4"/>
    <w:rsid w:val="00DC1BEA"/>
    <w:rsid w:val="00DD2966"/>
    <w:rsid w:val="00DD3C17"/>
    <w:rsid w:val="00DD4920"/>
    <w:rsid w:val="00DD7420"/>
    <w:rsid w:val="00DD744B"/>
    <w:rsid w:val="00DE0B5F"/>
    <w:rsid w:val="00DE0CC0"/>
    <w:rsid w:val="00DE37D1"/>
    <w:rsid w:val="00DE5438"/>
    <w:rsid w:val="00DE55F1"/>
    <w:rsid w:val="00DE79AD"/>
    <w:rsid w:val="00DF0352"/>
    <w:rsid w:val="00DF0E1D"/>
    <w:rsid w:val="00DF2513"/>
    <w:rsid w:val="00DF3B75"/>
    <w:rsid w:val="00DF57D8"/>
    <w:rsid w:val="00DF6167"/>
    <w:rsid w:val="00DF7336"/>
    <w:rsid w:val="00E005A5"/>
    <w:rsid w:val="00E029B8"/>
    <w:rsid w:val="00E02BFD"/>
    <w:rsid w:val="00E03038"/>
    <w:rsid w:val="00E060AD"/>
    <w:rsid w:val="00E0653C"/>
    <w:rsid w:val="00E0669F"/>
    <w:rsid w:val="00E0756A"/>
    <w:rsid w:val="00E10140"/>
    <w:rsid w:val="00E10D37"/>
    <w:rsid w:val="00E117C7"/>
    <w:rsid w:val="00E21010"/>
    <w:rsid w:val="00E2451C"/>
    <w:rsid w:val="00E30C3A"/>
    <w:rsid w:val="00E32363"/>
    <w:rsid w:val="00E33AE5"/>
    <w:rsid w:val="00E33B06"/>
    <w:rsid w:val="00E34064"/>
    <w:rsid w:val="00E37F1D"/>
    <w:rsid w:val="00E40F91"/>
    <w:rsid w:val="00E434FA"/>
    <w:rsid w:val="00E4526F"/>
    <w:rsid w:val="00E463A3"/>
    <w:rsid w:val="00E467B5"/>
    <w:rsid w:val="00E53254"/>
    <w:rsid w:val="00E54372"/>
    <w:rsid w:val="00E62E2B"/>
    <w:rsid w:val="00E634C6"/>
    <w:rsid w:val="00E64656"/>
    <w:rsid w:val="00E71E94"/>
    <w:rsid w:val="00E7295B"/>
    <w:rsid w:val="00E72B81"/>
    <w:rsid w:val="00E74951"/>
    <w:rsid w:val="00E77FBA"/>
    <w:rsid w:val="00E81DCD"/>
    <w:rsid w:val="00E87E79"/>
    <w:rsid w:val="00E91093"/>
    <w:rsid w:val="00E94ACA"/>
    <w:rsid w:val="00E94B64"/>
    <w:rsid w:val="00E9565B"/>
    <w:rsid w:val="00E9684C"/>
    <w:rsid w:val="00EA1B59"/>
    <w:rsid w:val="00EA3B38"/>
    <w:rsid w:val="00EA6E95"/>
    <w:rsid w:val="00EB0DEE"/>
    <w:rsid w:val="00EB4AAB"/>
    <w:rsid w:val="00EB56E9"/>
    <w:rsid w:val="00EB7510"/>
    <w:rsid w:val="00EC4C05"/>
    <w:rsid w:val="00EC5F6A"/>
    <w:rsid w:val="00EC6E0B"/>
    <w:rsid w:val="00EC6E2C"/>
    <w:rsid w:val="00ED0DDE"/>
    <w:rsid w:val="00ED4309"/>
    <w:rsid w:val="00ED4441"/>
    <w:rsid w:val="00ED55F8"/>
    <w:rsid w:val="00ED6296"/>
    <w:rsid w:val="00EE225D"/>
    <w:rsid w:val="00EE427F"/>
    <w:rsid w:val="00EE60C4"/>
    <w:rsid w:val="00EE7DC4"/>
    <w:rsid w:val="00EE7DFF"/>
    <w:rsid w:val="00EF0D7A"/>
    <w:rsid w:val="00EF13EE"/>
    <w:rsid w:val="00EF3EDC"/>
    <w:rsid w:val="00EF4454"/>
    <w:rsid w:val="00EF5879"/>
    <w:rsid w:val="00EF60BE"/>
    <w:rsid w:val="00EF673D"/>
    <w:rsid w:val="00F01725"/>
    <w:rsid w:val="00F053A5"/>
    <w:rsid w:val="00F05D2B"/>
    <w:rsid w:val="00F06CCF"/>
    <w:rsid w:val="00F079BF"/>
    <w:rsid w:val="00F1151F"/>
    <w:rsid w:val="00F117E4"/>
    <w:rsid w:val="00F13923"/>
    <w:rsid w:val="00F13EE0"/>
    <w:rsid w:val="00F17412"/>
    <w:rsid w:val="00F17B09"/>
    <w:rsid w:val="00F22020"/>
    <w:rsid w:val="00F2494F"/>
    <w:rsid w:val="00F266B5"/>
    <w:rsid w:val="00F307BE"/>
    <w:rsid w:val="00F326BD"/>
    <w:rsid w:val="00F34007"/>
    <w:rsid w:val="00F34C14"/>
    <w:rsid w:val="00F36011"/>
    <w:rsid w:val="00F45B21"/>
    <w:rsid w:val="00F52944"/>
    <w:rsid w:val="00F5499A"/>
    <w:rsid w:val="00F56A51"/>
    <w:rsid w:val="00F61923"/>
    <w:rsid w:val="00F62C22"/>
    <w:rsid w:val="00F62EE2"/>
    <w:rsid w:val="00F64C85"/>
    <w:rsid w:val="00F67B6D"/>
    <w:rsid w:val="00F77CC3"/>
    <w:rsid w:val="00F81196"/>
    <w:rsid w:val="00F83705"/>
    <w:rsid w:val="00F86CD2"/>
    <w:rsid w:val="00F90B5F"/>
    <w:rsid w:val="00F935FC"/>
    <w:rsid w:val="00F94DC3"/>
    <w:rsid w:val="00F95504"/>
    <w:rsid w:val="00FA002C"/>
    <w:rsid w:val="00FA01DC"/>
    <w:rsid w:val="00FA33C4"/>
    <w:rsid w:val="00FA7896"/>
    <w:rsid w:val="00FB33C3"/>
    <w:rsid w:val="00FB4352"/>
    <w:rsid w:val="00FB491A"/>
    <w:rsid w:val="00FB6935"/>
    <w:rsid w:val="00FB737C"/>
    <w:rsid w:val="00FD5C50"/>
    <w:rsid w:val="00FD6276"/>
    <w:rsid w:val="00FE1273"/>
    <w:rsid w:val="00FE3950"/>
    <w:rsid w:val="00FE4F96"/>
    <w:rsid w:val="00FE5C5E"/>
    <w:rsid w:val="00FF27AA"/>
    <w:rsid w:val="00FF2D6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4F60A5"/>
  <w15:chartTrackingRefBased/>
  <w15:docId w15:val="{8EB0D0BF-008E-4580-8330-A924C7D1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565B"/>
    <w:rPr>
      <w:rFonts w:ascii="Palatino Linotype" w:hAnsi="Palatino Linotype"/>
      <w:sz w:val="22"/>
      <w:szCs w:val="24"/>
    </w:rPr>
  </w:style>
  <w:style w:type="paragraph" w:styleId="Heading1">
    <w:name w:val="heading 1"/>
    <w:basedOn w:val="Normal"/>
    <w:link w:val="Heading1Char"/>
    <w:qFormat/>
    <w:rsid w:val="008309BB"/>
    <w:pPr>
      <w:keepNext/>
      <w:spacing w:before="240" w:after="120"/>
      <w:jc w:val="center"/>
      <w:outlineLvl w:val="0"/>
    </w:pPr>
    <w:rPr>
      <w:rFonts w:ascii="Gill Sans MT" w:hAnsi="Gill Sans MT"/>
      <w:b/>
      <w:bCs/>
      <w:color w:val="00395A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309BB"/>
    <w:pPr>
      <w:keepNext/>
      <w:pBdr>
        <w:bottom w:val="single" w:sz="4" w:space="1" w:color="auto"/>
      </w:pBdr>
      <w:spacing w:before="240" w:after="120"/>
      <w:outlineLvl w:val="1"/>
    </w:pPr>
    <w:rPr>
      <w:rFonts w:ascii="Gill Sans MT" w:hAnsi="Gill Sans MT"/>
      <w:b/>
      <w:bCs/>
      <w:iCs/>
      <w:color w:val="69331F"/>
      <w:sz w:val="26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217F7"/>
    <w:pPr>
      <w:keepNext/>
      <w:spacing w:before="240" w:after="120"/>
      <w:outlineLvl w:val="2"/>
    </w:pPr>
    <w:rPr>
      <w:rFonts w:ascii="Gill Sans MT" w:hAnsi="Gill Sans M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217F7"/>
    <w:pPr>
      <w:keepNext/>
      <w:spacing w:before="240" w:after="120"/>
      <w:outlineLvl w:val="3"/>
    </w:pPr>
    <w:rPr>
      <w:rFonts w:ascii="Gill Sans MT" w:hAnsi="Gill Sans MT"/>
      <w:b/>
      <w:bCs/>
      <w:i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09BB"/>
    <w:rPr>
      <w:rFonts w:ascii="Gill Sans MT" w:hAnsi="Gill Sans MT"/>
      <w:b/>
      <w:bCs/>
      <w:color w:val="00395A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309BB"/>
    <w:rPr>
      <w:rFonts w:ascii="Gill Sans MT" w:hAnsi="Gill Sans MT"/>
      <w:b/>
      <w:bCs/>
      <w:iCs/>
      <w:color w:val="69331F"/>
      <w:sz w:val="26"/>
      <w:szCs w:val="28"/>
    </w:rPr>
  </w:style>
  <w:style w:type="character" w:customStyle="1" w:styleId="Heading3Char">
    <w:name w:val="Heading 3 Char"/>
    <w:basedOn w:val="DefaultParagraphFont"/>
    <w:link w:val="Heading3"/>
    <w:rsid w:val="008217F7"/>
    <w:rPr>
      <w:rFonts w:ascii="Gill Sans MT" w:hAnsi="Gill Sans MT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8217F7"/>
    <w:rPr>
      <w:rFonts w:ascii="Gill Sans MT" w:hAnsi="Gill Sans MT"/>
      <w:b/>
      <w:bCs/>
      <w:i/>
      <w:sz w:val="24"/>
      <w:szCs w:val="28"/>
    </w:rPr>
  </w:style>
  <w:style w:type="paragraph" w:styleId="Header">
    <w:name w:val="header"/>
    <w:basedOn w:val="Normal"/>
    <w:rsid w:val="009B02B9"/>
    <w:pPr>
      <w:pBdr>
        <w:bottom w:val="single" w:sz="4" w:space="1" w:color="auto"/>
      </w:pBdr>
      <w:tabs>
        <w:tab w:val="center" w:pos="4320"/>
        <w:tab w:val="right" w:pos="8640"/>
      </w:tabs>
    </w:pPr>
    <w:rPr>
      <w:rFonts w:ascii="Gill Sans MT" w:hAnsi="Gill Sans MT"/>
      <w:i/>
      <w:sz w:val="20"/>
    </w:rPr>
  </w:style>
  <w:style w:type="paragraph" w:styleId="Footer">
    <w:name w:val="footer"/>
    <w:basedOn w:val="Normal"/>
    <w:link w:val="FooterChar"/>
    <w:uiPriority w:val="99"/>
    <w:rsid w:val="00F340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9F0"/>
    <w:rPr>
      <w:sz w:val="24"/>
      <w:szCs w:val="24"/>
    </w:rPr>
  </w:style>
  <w:style w:type="paragraph" w:customStyle="1" w:styleId="Bullet1">
    <w:name w:val="Bullet 1"/>
    <w:basedOn w:val="Normal"/>
    <w:qFormat/>
    <w:rsid w:val="00362085"/>
    <w:pPr>
      <w:numPr>
        <w:numId w:val="3"/>
      </w:numPr>
      <w:tabs>
        <w:tab w:val="left" w:pos="720"/>
        <w:tab w:val="left" w:pos="1080"/>
        <w:tab w:val="left" w:pos="1440"/>
        <w:tab w:val="left" w:pos="1800"/>
      </w:tabs>
      <w:spacing w:before="120"/>
    </w:pPr>
    <w:rPr>
      <w:szCs w:val="22"/>
    </w:rPr>
  </w:style>
  <w:style w:type="paragraph" w:customStyle="1" w:styleId="Bullet2">
    <w:name w:val="Bullet 2"/>
    <w:basedOn w:val="Normal"/>
    <w:autoRedefine/>
    <w:qFormat/>
    <w:rsid w:val="00BA272A"/>
    <w:pPr>
      <w:numPr>
        <w:ilvl w:val="1"/>
        <w:numId w:val="33"/>
      </w:numPr>
      <w:tabs>
        <w:tab w:val="left" w:pos="360"/>
        <w:tab w:val="left" w:pos="1080"/>
        <w:tab w:val="left" w:pos="1440"/>
        <w:tab w:val="left" w:pos="1800"/>
      </w:tabs>
      <w:spacing w:before="120"/>
      <w:ind w:left="720" w:hanging="360"/>
    </w:pPr>
    <w:rPr>
      <w:szCs w:val="22"/>
    </w:rPr>
  </w:style>
  <w:style w:type="paragraph" w:customStyle="1" w:styleId="Bullet3">
    <w:name w:val="Bullet 3"/>
    <w:basedOn w:val="Normal"/>
    <w:qFormat/>
    <w:rsid w:val="008F45BF"/>
    <w:pPr>
      <w:numPr>
        <w:numId w:val="31"/>
      </w:numPr>
      <w:tabs>
        <w:tab w:val="left" w:pos="1440"/>
        <w:tab w:val="left" w:pos="1800"/>
      </w:tabs>
      <w:spacing w:before="60"/>
    </w:pPr>
    <w:rPr>
      <w:szCs w:val="22"/>
    </w:rPr>
  </w:style>
  <w:style w:type="paragraph" w:customStyle="1" w:styleId="Bullet4">
    <w:name w:val="Bullet 4"/>
    <w:basedOn w:val="Normal"/>
    <w:qFormat/>
    <w:rsid w:val="00C75429"/>
    <w:pPr>
      <w:numPr>
        <w:ilvl w:val="3"/>
        <w:numId w:val="12"/>
      </w:numPr>
      <w:tabs>
        <w:tab w:val="clear" w:pos="2765"/>
        <w:tab w:val="left" w:pos="1440"/>
        <w:tab w:val="left" w:pos="1800"/>
      </w:tabs>
      <w:spacing w:before="60"/>
      <w:ind w:left="1440" w:hanging="360"/>
    </w:pPr>
    <w:rPr>
      <w:szCs w:val="22"/>
    </w:rPr>
  </w:style>
  <w:style w:type="paragraph" w:customStyle="1" w:styleId="Number1">
    <w:name w:val="Number 1"/>
    <w:basedOn w:val="Normal"/>
    <w:qFormat/>
    <w:rsid w:val="000D4D80"/>
    <w:pPr>
      <w:numPr>
        <w:numId w:val="6"/>
      </w:numPr>
      <w:spacing w:before="120"/>
    </w:pPr>
    <w:rPr>
      <w:szCs w:val="22"/>
    </w:rPr>
  </w:style>
  <w:style w:type="paragraph" w:customStyle="1" w:styleId="Number2">
    <w:name w:val="Number 2"/>
    <w:basedOn w:val="Normal"/>
    <w:qFormat/>
    <w:rsid w:val="000D4D80"/>
    <w:pPr>
      <w:numPr>
        <w:numId w:val="1"/>
      </w:numPr>
      <w:spacing w:before="120"/>
    </w:pPr>
    <w:rPr>
      <w:szCs w:val="22"/>
    </w:rPr>
  </w:style>
  <w:style w:type="paragraph" w:customStyle="1" w:styleId="Number3">
    <w:name w:val="Number 3"/>
    <w:basedOn w:val="Normal"/>
    <w:qFormat/>
    <w:rsid w:val="000D4D80"/>
    <w:pPr>
      <w:numPr>
        <w:numId w:val="2"/>
      </w:numPr>
      <w:spacing w:before="60"/>
    </w:pPr>
    <w:rPr>
      <w:szCs w:val="22"/>
    </w:rPr>
  </w:style>
  <w:style w:type="paragraph" w:customStyle="1" w:styleId="Agenda">
    <w:name w:val="Agenda"/>
    <w:basedOn w:val="Normal"/>
    <w:qFormat/>
    <w:rsid w:val="008C26A6"/>
    <w:pPr>
      <w:tabs>
        <w:tab w:val="left" w:pos="1800"/>
        <w:tab w:val="left" w:pos="2160"/>
        <w:tab w:val="left" w:pos="2520"/>
      </w:tabs>
      <w:ind w:left="1800" w:hanging="1800"/>
    </w:pPr>
  </w:style>
  <w:style w:type="paragraph" w:customStyle="1" w:styleId="Agendabull1">
    <w:name w:val="Agendabull 1"/>
    <w:basedOn w:val="Bullet1"/>
    <w:qFormat/>
    <w:rsid w:val="008C26A6"/>
    <w:pPr>
      <w:tabs>
        <w:tab w:val="left" w:pos="2160"/>
        <w:tab w:val="left" w:pos="2520"/>
      </w:tabs>
      <w:ind w:left="2160"/>
    </w:pPr>
  </w:style>
  <w:style w:type="paragraph" w:customStyle="1" w:styleId="Agendabull2">
    <w:name w:val="Agendabull 2"/>
    <w:basedOn w:val="Bullet2"/>
    <w:qFormat/>
    <w:rsid w:val="008C26A6"/>
    <w:pPr>
      <w:tabs>
        <w:tab w:val="left" w:pos="2160"/>
        <w:tab w:val="left" w:pos="2520"/>
      </w:tabs>
      <w:ind w:left="2520"/>
    </w:pPr>
  </w:style>
  <w:style w:type="paragraph" w:customStyle="1" w:styleId="Normal6">
    <w:name w:val="Normal6"/>
    <w:basedOn w:val="Normal"/>
    <w:qFormat/>
    <w:rsid w:val="008C26A6"/>
    <w:rPr>
      <w:sz w:val="12"/>
    </w:rPr>
  </w:style>
  <w:style w:type="paragraph" w:customStyle="1" w:styleId="Heading1a">
    <w:name w:val="Heading 1a"/>
    <w:basedOn w:val="Normal"/>
    <w:qFormat/>
    <w:rsid w:val="008309BB"/>
    <w:pPr>
      <w:keepNext/>
      <w:spacing w:after="120"/>
      <w:jc w:val="center"/>
      <w:outlineLvl w:val="0"/>
    </w:pPr>
    <w:rPr>
      <w:rFonts w:ascii="Gill Sans MT" w:hAnsi="Gill Sans MT"/>
      <w:b/>
      <w:bCs/>
      <w:i/>
      <w:color w:val="00395A"/>
      <w:kern w:val="32"/>
      <w:sz w:val="26"/>
      <w:szCs w:val="32"/>
    </w:rPr>
  </w:style>
  <w:style w:type="paragraph" w:customStyle="1" w:styleId="NormalIndentedItalic">
    <w:name w:val="Normal Indented Italic"/>
    <w:basedOn w:val="Normal"/>
    <w:qFormat/>
    <w:rsid w:val="00BD7949"/>
    <w:pPr>
      <w:ind w:left="720"/>
    </w:pPr>
    <w:rPr>
      <w:i/>
    </w:rPr>
  </w:style>
  <w:style w:type="paragraph" w:styleId="BalloonText">
    <w:name w:val="Balloon Text"/>
    <w:basedOn w:val="Normal"/>
    <w:link w:val="BalloonTextChar"/>
    <w:rsid w:val="00D55E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5EA3"/>
    <w:rPr>
      <w:rFonts w:ascii="Tahoma" w:hAnsi="Tahoma" w:cs="Tahoma"/>
      <w:sz w:val="16"/>
      <w:szCs w:val="16"/>
    </w:rPr>
  </w:style>
  <w:style w:type="paragraph" w:customStyle="1" w:styleId="Bullets-AllLevels">
    <w:name w:val="Bullets-All Levels"/>
    <w:basedOn w:val="Bullet1"/>
    <w:link w:val="Bullets-AllLevelsChar"/>
    <w:rsid w:val="008B007E"/>
    <w:pPr>
      <w:numPr>
        <w:numId w:val="34"/>
      </w:numPr>
    </w:pPr>
  </w:style>
  <w:style w:type="character" w:customStyle="1" w:styleId="Bullets-AllLevelsChar">
    <w:name w:val="Bullets-All Levels Char"/>
    <w:basedOn w:val="DefaultParagraphFont"/>
    <w:link w:val="Bullets-AllLevels"/>
    <w:rsid w:val="008B007E"/>
    <w:rPr>
      <w:rFonts w:ascii="Palatino Linotype" w:hAnsi="Palatino Linotype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4226FE"/>
    <w:pPr>
      <w:ind w:left="720"/>
      <w:contextualSpacing/>
    </w:pPr>
  </w:style>
  <w:style w:type="paragraph" w:customStyle="1" w:styleId="Bullets-All">
    <w:name w:val="Bullets-All"/>
    <w:basedOn w:val="ListParagraph"/>
    <w:link w:val="Bullets-AllChar"/>
    <w:rsid w:val="00764942"/>
    <w:pPr>
      <w:numPr>
        <w:ilvl w:val="1"/>
        <w:numId w:val="35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64942"/>
    <w:rPr>
      <w:rFonts w:ascii="Palatino Linotype" w:hAnsi="Palatino Linotype"/>
      <w:sz w:val="22"/>
      <w:szCs w:val="24"/>
    </w:rPr>
  </w:style>
  <w:style w:type="character" w:customStyle="1" w:styleId="Bullets-AllChar">
    <w:name w:val="Bullets-All Char"/>
    <w:basedOn w:val="ListParagraphChar"/>
    <w:link w:val="Bullets-All"/>
    <w:rsid w:val="00764942"/>
    <w:rPr>
      <w:rFonts w:ascii="Palatino Linotype" w:hAnsi="Palatino Linotype"/>
      <w:sz w:val="22"/>
      <w:szCs w:val="24"/>
    </w:rPr>
  </w:style>
  <w:style w:type="numbering" w:customStyle="1" w:styleId="AllBullets">
    <w:name w:val="AllBullets"/>
    <w:uiPriority w:val="99"/>
    <w:rsid w:val="00940594"/>
    <w:pPr>
      <w:numPr>
        <w:numId w:val="36"/>
      </w:numPr>
    </w:pPr>
  </w:style>
  <w:style w:type="paragraph" w:customStyle="1" w:styleId="AllLevelBullets">
    <w:name w:val="All Level Bullets"/>
    <w:basedOn w:val="Bullet1"/>
    <w:link w:val="AllLevelBulletsChar"/>
    <w:qFormat/>
    <w:rsid w:val="008217F7"/>
    <w:pPr>
      <w:numPr>
        <w:numId w:val="38"/>
      </w:numPr>
    </w:pPr>
  </w:style>
  <w:style w:type="character" w:customStyle="1" w:styleId="AllLevelBulletsChar">
    <w:name w:val="All Level Bullets Char"/>
    <w:basedOn w:val="Bullets-AllChar"/>
    <w:link w:val="AllLevelBullets"/>
    <w:rsid w:val="008217F7"/>
    <w:rPr>
      <w:rFonts w:ascii="Palatino Linotype" w:hAnsi="Palatino Linotype"/>
      <w:sz w:val="22"/>
      <w:szCs w:val="22"/>
    </w:rPr>
  </w:style>
  <w:style w:type="character" w:styleId="Hyperlink">
    <w:name w:val="Hyperlink"/>
    <w:basedOn w:val="DefaultParagraphFont"/>
    <w:unhideWhenUsed/>
    <w:rsid w:val="00A37D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7DB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jogirl35@hot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ECA74-8D50-4E05-A75E-4ACB07059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FD17B8DE</Template>
  <TotalTime>7</TotalTime>
  <Pages>1</Pages>
  <Words>152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Handler</dc:creator>
  <cp:keywords/>
  <dc:description/>
  <cp:lastModifiedBy>Allison Handler</cp:lastModifiedBy>
  <cp:revision>2</cp:revision>
  <cp:lastPrinted>2009-05-05T19:29:00Z</cp:lastPrinted>
  <dcterms:created xsi:type="dcterms:W3CDTF">2017-07-13T00:34:00Z</dcterms:created>
  <dcterms:modified xsi:type="dcterms:W3CDTF">2017-07-13T00:41:00Z</dcterms:modified>
</cp:coreProperties>
</file>