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F8A" w:rsidRPr="00184B6F" w:rsidRDefault="003F1F8A" w:rsidP="003F1F8A">
      <w:pPr>
        <w:spacing w:line="240" w:lineRule="auto"/>
      </w:pPr>
      <w:r w:rsidRPr="00184B6F">
        <w:t xml:space="preserve">Chairman </w:t>
      </w:r>
      <w:proofErr w:type="spellStart"/>
      <w:r w:rsidRPr="00184B6F">
        <w:t>Ajit</w:t>
      </w:r>
      <w:proofErr w:type="spellEnd"/>
      <w:r w:rsidRPr="00184B6F">
        <w:t xml:space="preserve"> </w:t>
      </w:r>
      <w:proofErr w:type="spellStart"/>
      <w:r w:rsidRPr="00184B6F">
        <w:t>Pai</w:t>
      </w:r>
      <w:proofErr w:type="spellEnd"/>
      <w:r w:rsidRPr="00184B6F">
        <w:br/>
        <w:t>Federal Communications Commission</w:t>
      </w:r>
      <w:r w:rsidRPr="00184B6F">
        <w:br/>
        <w:t xml:space="preserve">445 12th Street SW, </w:t>
      </w:r>
      <w:r w:rsidRPr="00184B6F">
        <w:br/>
        <w:t>Washington, DC 20554</w:t>
      </w:r>
    </w:p>
    <w:p w:rsidR="003F1F8A" w:rsidRPr="00184B6F" w:rsidRDefault="003F1F8A" w:rsidP="003F1F8A">
      <w:pPr>
        <w:spacing w:line="240" w:lineRule="auto"/>
      </w:pPr>
      <w:r w:rsidRPr="00184B6F">
        <w:t xml:space="preserve">July </w:t>
      </w:r>
      <w:r>
        <w:t>25</w:t>
      </w:r>
      <w:r w:rsidRPr="00184B6F">
        <w:t xml:space="preserve">, 2019 </w:t>
      </w:r>
    </w:p>
    <w:p w:rsidR="003F1F8A" w:rsidRPr="00184B6F" w:rsidRDefault="003F1F8A" w:rsidP="003F1F8A">
      <w:pPr>
        <w:spacing w:line="240" w:lineRule="auto"/>
      </w:pPr>
      <w:r w:rsidRPr="00184B6F">
        <w:t xml:space="preserve">Dear Chairman </w:t>
      </w:r>
      <w:proofErr w:type="spellStart"/>
      <w:r w:rsidRPr="00184B6F">
        <w:t>Pai</w:t>
      </w:r>
      <w:proofErr w:type="spellEnd"/>
      <w:r w:rsidRPr="00184B6F">
        <w:t>,</w:t>
      </w:r>
    </w:p>
    <w:p w:rsidR="003F1F8A" w:rsidRPr="00184B6F" w:rsidRDefault="003F1F8A" w:rsidP="003F1F8A">
      <w:pPr>
        <w:spacing w:line="240" w:lineRule="auto"/>
        <w:jc w:val="both"/>
      </w:pPr>
      <w:r w:rsidRPr="00184B6F">
        <w:t>I am writing today in response to the Federal Communications Commission’s (FCC) Public Notice which, among other things, considers changes to the Universal Service Fund (USF) programs, including E-Rate. Before delving into my response to the proposed changes, I want to thank the FCC for its continued support for the E-Rate program and for the critical programmatic and policy changes the commission adopted in 2014. The E-Rate program provides critical discounts to assist schools (like mine) to obtain affordable telecommunications and internet access.</w:t>
      </w:r>
    </w:p>
    <w:p w:rsidR="003F1F8A" w:rsidRPr="00184B6F" w:rsidRDefault="003F1F8A" w:rsidP="003F1F8A">
      <w:pPr>
        <w:spacing w:line="240" w:lineRule="auto"/>
        <w:jc w:val="both"/>
        <w:rPr>
          <w:i/>
        </w:rPr>
      </w:pPr>
      <w:r>
        <w:t xml:space="preserve">The North Scott Community School District in Eastern Iowa is a rural district spread over 220 squares miles with seven educational buildings. E-rate has allowed us to build a solid network that allows all of our building stable access to the internet. This is essential to our district because we are a 1 to 1 district and rely on technology to teach our students. The loss of E-rate would add to an already difficult budget because of state budgeting. </w:t>
      </w:r>
    </w:p>
    <w:p w:rsidR="003F1F8A" w:rsidRPr="00184B6F" w:rsidRDefault="003F1F8A" w:rsidP="003F1F8A">
      <w:pPr>
        <w:spacing w:line="240" w:lineRule="auto"/>
        <w:jc w:val="both"/>
      </w:pPr>
      <w:r w:rsidRPr="00184B6F">
        <w:t xml:space="preserve">The E-Rate program, and the broader USF program,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w:t>
      </w:r>
      <w:r>
        <w:t>Changes to</w:t>
      </w:r>
      <w:r w:rsidRPr="00184B6F">
        <w:t xml:space="preserve"> the E-Rate program and the broader USF program must be focused on bolstering and strengthening the original intent of the underlying programmatic statute, expanding equitable access to connectivity in multiple areas, through all four USF programs (E-Rate, Rural Health Care, Lifeline, and Connect America Fund). </w:t>
      </w:r>
    </w:p>
    <w:p w:rsidR="003F1F8A" w:rsidRDefault="003F1F8A" w:rsidP="003F1F8A">
      <w:pPr>
        <w:spacing w:after="0" w:line="240" w:lineRule="auto"/>
        <w:jc w:val="both"/>
      </w:pPr>
      <w:r w:rsidRPr="00184B6F">
        <w:t xml:space="preserve">The organizing theme of the proposed rule is a focus on a funding cap for the USF program, including pairing E-Rate under a funding cap with Rural Health Care.  E-Rate played a critical role is the rapid and significant expansion of connectivity in schools, and I am concerned that the proposed rule will unnecessarily pit two important priorities—connectivity in schools with rural health care—against each other, resulting in an arbitrary funding pressure that not only disregards and dismisses the original intent of the statute creating all four USF programs, but also stands to undermine and threaten the great progress of E-Rate. </w:t>
      </w:r>
    </w:p>
    <w:p w:rsidR="003F1F8A" w:rsidRDefault="003F1F8A" w:rsidP="003F1F8A">
      <w:pPr>
        <w:spacing w:after="0" w:line="240" w:lineRule="auto"/>
        <w:jc w:val="both"/>
      </w:pPr>
    </w:p>
    <w:p w:rsidR="003F1F8A" w:rsidRPr="00184B6F" w:rsidRDefault="003F1F8A" w:rsidP="003F1F8A">
      <w:pPr>
        <w:spacing w:after="0" w:line="240" w:lineRule="auto"/>
        <w:jc w:val="both"/>
      </w:pPr>
      <w:r>
        <w:t>I am opposed to the rule as drafted. The proposed rule conflicts with the original legislative intent of the underlying 1996 Telecommunications Act, which was explicit in its creation of two separate and distinct programs for schools/libraries and rural health care providers. The proposed rule unnecessarily pits schools/libraries against rural hospitals/clinics, creating a false race to the bottom under which both programs and the communities they support lose. The proposed rule will likely immobilize E-Rate funding and expand confusion among beneficiaries. Specific to E-Rate and schools, where school system leaders have a responsibility to balance their budget annually, the idea that the E-Rate funding would be hamstrung and lack certainty in availability will certainly impact how districts plan to continue (or discontinue, should funding not be certain or reliable) their effort to build out connectivity to meet the learning needs of their students.</w:t>
      </w:r>
    </w:p>
    <w:p w:rsidR="003F1F8A" w:rsidRPr="00184B6F" w:rsidRDefault="003F1F8A" w:rsidP="003F1F8A">
      <w:pPr>
        <w:spacing w:after="0" w:line="240" w:lineRule="auto"/>
        <w:jc w:val="both"/>
      </w:pPr>
    </w:p>
    <w:p w:rsidR="003F1F8A" w:rsidRPr="00184B6F" w:rsidRDefault="003F1F8A" w:rsidP="003F1F8A">
      <w:pPr>
        <w:spacing w:after="0" w:line="240" w:lineRule="auto"/>
        <w:jc w:val="both"/>
      </w:pPr>
      <w:r w:rsidRPr="00184B6F">
        <w:t xml:space="preserve">The goal of the E-Rate program is simple: equitable access to affordable connectivity. While the overwhelming majority of schools and libraries are connected, the ongoing conversation about connectivity and E-Rate must continue to support and protect the shift from establishing connectivity to ensuring adequate connectivity (specifically, access to high-speed broadband). A massive overhaul of the E-Rate program without considering its initial purpose—one that has yet to be fully </w:t>
      </w:r>
      <w:r w:rsidRPr="00184B6F">
        <w:lastRenderedPageBreak/>
        <w:t>recognized—is poor policy. The FCC must support continuation of an E-Rate program that remains focused on expanding the E-Rate program from simple connectivity to expanded connectivity.</w:t>
      </w:r>
    </w:p>
    <w:p w:rsidR="003F1F8A" w:rsidRDefault="003F1F8A" w:rsidP="003F1F8A">
      <w:pPr>
        <w:spacing w:line="240" w:lineRule="auto"/>
      </w:pPr>
    </w:p>
    <w:p w:rsidR="003F1F8A" w:rsidRPr="00184B6F" w:rsidRDefault="00EF0841" w:rsidP="00EF0841">
      <w:pPr>
        <w:spacing w:line="240" w:lineRule="auto"/>
        <w:rPr>
          <w:i/>
          <w:color w:val="FF0000"/>
        </w:rPr>
      </w:pPr>
      <w:r>
        <w:t xml:space="preserve">We use E-rate to help provide the band width needed to provide the educational access our student needs. We have used E-rate to help provide the backbone to our network. In the past two years we have updated all of our wireless access points and servers. This has allowed us to add more devices on our network. If it was not for E-rate our district network would not be as robust as it is and would not support our 1-1 program. </w:t>
      </w:r>
    </w:p>
    <w:p w:rsidR="003F1F8A" w:rsidRPr="00184B6F" w:rsidRDefault="003F1F8A" w:rsidP="003F1F8A">
      <w:pPr>
        <w:spacing w:line="240" w:lineRule="auto"/>
        <w:rPr>
          <w:i/>
          <w:color w:val="FF0000"/>
        </w:rPr>
      </w:pPr>
      <w:r w:rsidRPr="00184B6F">
        <w:t>In closing, I reiterate my district’s continued, strong support for and reliance upon the E-Rate program for being able to access and afford the high-speed connectivity that is so central to our students’ learning. Thank you for considering these comments.</w:t>
      </w:r>
    </w:p>
    <w:p w:rsidR="003F1F8A" w:rsidRPr="00184B6F" w:rsidRDefault="003F1F8A" w:rsidP="003F1F8A">
      <w:pPr>
        <w:spacing w:line="240" w:lineRule="auto"/>
      </w:pPr>
    </w:p>
    <w:p w:rsidR="003F1F8A" w:rsidRDefault="003F1F8A" w:rsidP="003F1F8A">
      <w:pPr>
        <w:spacing w:line="240" w:lineRule="auto"/>
      </w:pPr>
      <w:r w:rsidRPr="00184B6F">
        <w:t>Sincerely,</w:t>
      </w:r>
    </w:p>
    <w:p w:rsidR="00EF0841" w:rsidRDefault="00EF0841" w:rsidP="003F1F8A">
      <w:pPr>
        <w:spacing w:line="240" w:lineRule="auto"/>
      </w:pPr>
      <w:r>
        <w:rPr>
          <w:noProof/>
        </w:rPr>
        <w:drawing>
          <wp:inline distT="0" distB="0" distL="0" distR="0">
            <wp:extent cx="1000125" cy="30673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y signatur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35743" cy="317663"/>
                    </a:xfrm>
                    <a:prstGeom prst="rect">
                      <a:avLst/>
                    </a:prstGeom>
                  </pic:spPr>
                </pic:pic>
              </a:graphicData>
            </a:graphic>
          </wp:inline>
        </w:drawing>
      </w:r>
    </w:p>
    <w:p w:rsidR="00EF0841" w:rsidRDefault="00EF0841" w:rsidP="003F1F8A">
      <w:pPr>
        <w:spacing w:line="240" w:lineRule="auto"/>
      </w:pPr>
      <w:r>
        <w:t>Joe Stutting</w:t>
      </w:r>
    </w:p>
    <w:p w:rsidR="00EF0841" w:rsidRPr="00184B6F" w:rsidRDefault="00EF0841" w:rsidP="003F1F8A">
      <w:pPr>
        <w:spacing w:line="240" w:lineRule="auto"/>
      </w:pPr>
      <w:r>
        <w:t>Superintendent</w:t>
      </w:r>
    </w:p>
    <w:p w:rsidR="00F6688E" w:rsidRDefault="00F6688E">
      <w:bookmarkStart w:id="0" w:name="_GoBack"/>
      <w:bookmarkEnd w:id="0"/>
    </w:p>
    <w:sectPr w:rsidR="00F6688E" w:rsidSect="00870028">
      <w:headerReference w:type="default" r:id="rId9"/>
      <w:pgSz w:w="12240" w:h="15840"/>
      <w:pgMar w:top="720" w:right="720" w:bottom="720" w:left="72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4A7" w:rsidRDefault="00D034A7" w:rsidP="00F6688E">
      <w:pPr>
        <w:spacing w:after="0" w:line="240" w:lineRule="auto"/>
      </w:pPr>
      <w:r>
        <w:separator/>
      </w:r>
    </w:p>
  </w:endnote>
  <w:endnote w:type="continuationSeparator" w:id="0">
    <w:p w:rsidR="00D034A7" w:rsidRDefault="00D034A7" w:rsidP="00F66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4A7" w:rsidRDefault="00D034A7" w:rsidP="00F6688E">
      <w:pPr>
        <w:spacing w:after="0" w:line="240" w:lineRule="auto"/>
      </w:pPr>
      <w:r>
        <w:separator/>
      </w:r>
    </w:p>
  </w:footnote>
  <w:footnote w:type="continuationSeparator" w:id="0">
    <w:p w:rsidR="00D034A7" w:rsidRDefault="00D034A7" w:rsidP="00F668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88E" w:rsidRDefault="00870028">
    <w:pPr>
      <w:pStyle w:val="Header"/>
    </w:pPr>
    <w:r>
      <w:rPr>
        <w:noProof/>
      </w:rPr>
      <mc:AlternateContent>
        <mc:Choice Requires="wps">
          <w:drawing>
            <wp:anchor distT="0" distB="0" distL="114300" distR="114300" simplePos="0" relativeHeight="251655680" behindDoc="0" locked="0" layoutInCell="1" allowOverlap="1" wp14:anchorId="0F204780" wp14:editId="6463AED9">
              <wp:simplePos x="0" y="0"/>
              <wp:positionH relativeFrom="column">
                <wp:posOffset>1357312</wp:posOffset>
              </wp:positionH>
              <wp:positionV relativeFrom="paragraph">
                <wp:posOffset>454343</wp:posOffset>
              </wp:positionV>
              <wp:extent cx="5576887" cy="1042670"/>
              <wp:effectExtent l="0" t="0" r="5080" b="50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6887" cy="1042670"/>
                      </a:xfrm>
                      <a:prstGeom prst="rect">
                        <a:avLst/>
                      </a:prstGeom>
                      <a:solidFill>
                        <a:srgbClr val="FFFFFF"/>
                      </a:solidFill>
                      <a:ln w="9525">
                        <a:noFill/>
                        <a:miter lim="800000"/>
                        <a:headEnd/>
                        <a:tailEnd/>
                      </a:ln>
                    </wps:spPr>
                    <wps:txbx>
                      <w:txbxContent>
                        <w:p w:rsidR="005D6A64" w:rsidRDefault="005D6A64" w:rsidP="00934EF6">
                          <w:pPr>
                            <w:jc w:val="center"/>
                            <w:rPr>
                              <w:color w:val="808080" w:themeColor="background1" w:themeShade="80"/>
                            </w:rPr>
                          </w:pPr>
                        </w:p>
                        <w:p w:rsidR="00934EF6" w:rsidRPr="00E14479" w:rsidRDefault="00934EF6" w:rsidP="00934EF6">
                          <w:pPr>
                            <w:jc w:val="center"/>
                            <w:rPr>
                              <w:color w:val="000000" w:themeColor="text1"/>
                            </w:rPr>
                          </w:pPr>
                          <w:r w:rsidRPr="00E14479">
                            <w:rPr>
                              <w:color w:val="000000" w:themeColor="text1"/>
                            </w:rPr>
                            <w:t>Growing Greatness Together through Small Town Values and a World of Opportunities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204780" id="_x0000_t202" coordsize="21600,21600" o:spt="202" path="m,l,21600r21600,l21600,xe">
              <v:stroke joinstyle="miter"/>
              <v:path gradientshapeok="t" o:connecttype="rect"/>
            </v:shapetype>
            <v:shape id="Text Box 2" o:spid="_x0000_s1026" type="#_x0000_t202" style="position:absolute;margin-left:106.85pt;margin-top:35.8pt;width:439.1pt;height:82.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" stroked="f">
              <v:textbox>
                <w:txbxContent>
                  <w:p w:rsidR="005D6A64" w:rsidRDefault="005D6A64" w:rsidP="00934EF6">
                    <w:pPr>
                      <w:jc w:val="center"/>
                      <w:rPr>
                        <w:color w:val="808080" w:themeColor="background1" w:themeShade="80"/>
                      </w:rPr>
                    </w:pPr>
                  </w:p>
                  <w:p w:rsidR="00934EF6" w:rsidRPr="00E14479" w:rsidRDefault="00934EF6" w:rsidP="00934EF6">
                    <w:pPr>
                      <w:jc w:val="center"/>
                      <w:rPr>
                        <w:color w:val="000000" w:themeColor="text1"/>
                      </w:rPr>
                    </w:pPr>
                    <w:r w:rsidRPr="00E14479">
                      <w:rPr>
                        <w:color w:val="000000" w:themeColor="text1"/>
                      </w:rPr>
                      <w:t>Growing Greatness Together through Small Town Values and a World of Opportunities</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599081F3" wp14:editId="17D62EC2">
              <wp:simplePos x="0" y="0"/>
              <wp:positionH relativeFrom="column">
                <wp:posOffset>1509713</wp:posOffset>
              </wp:positionH>
              <wp:positionV relativeFrom="paragraph">
                <wp:posOffset>721043</wp:posOffset>
              </wp:positionV>
              <wp:extent cx="5281612" cy="9525"/>
              <wp:effectExtent l="57150" t="38100" r="52705" b="85725"/>
              <wp:wrapNone/>
              <wp:docPr id="4" name="Straight Connector 4"/>
              <wp:cNvGraphicFramePr/>
              <a:graphic xmlns:a="http://schemas.openxmlformats.org/drawingml/2006/main">
                <a:graphicData uri="http://schemas.microsoft.com/office/word/2010/wordprocessingShape">
                  <wps:wsp>
                    <wps:cNvCnPr/>
                    <wps:spPr>
                      <a:xfrm flipV="1">
                        <a:off x="0" y="0"/>
                        <a:ext cx="5281612" cy="9525"/>
                      </a:xfrm>
                      <a:prstGeom prst="line">
                        <a:avLst/>
                      </a:prstGeom>
                      <a:ln>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E53628" id="Straight Connector 4"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9pt,56.8pt" to="534.75pt,5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" strokecolor="red" strokeweight="3pt">
              <v:shadow on="t" color="black" opacity="22937f" origin=",.5" offset="0,.63889mm"/>
            </v:line>
          </w:pict>
        </mc:Fallback>
      </mc:AlternateContent>
    </w:r>
    <w:r w:rsidR="00127F3D">
      <w:rPr>
        <w:noProof/>
      </w:rPr>
      <mc:AlternateContent>
        <mc:Choice Requires="wps">
          <w:drawing>
            <wp:anchor distT="0" distB="0" distL="114300" distR="114300" simplePos="0" relativeHeight="251658752" behindDoc="0" locked="1" layoutInCell="1" allowOverlap="1" wp14:anchorId="15FDC08D" wp14:editId="42D0A3C2">
              <wp:simplePos x="0" y="0"/>
              <wp:positionH relativeFrom="column">
                <wp:posOffset>3404235</wp:posOffset>
              </wp:positionH>
              <wp:positionV relativeFrom="page">
                <wp:posOffset>286385</wp:posOffset>
              </wp:positionV>
              <wp:extent cx="3455035"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1403985"/>
                      </a:xfrm>
                      <a:prstGeom prst="rect">
                        <a:avLst/>
                      </a:prstGeom>
                      <a:solidFill>
                        <a:srgbClr val="FFFFFF"/>
                      </a:solidFill>
                      <a:ln w="9525">
                        <a:noFill/>
                        <a:miter lim="800000"/>
                        <a:headEnd/>
                        <a:tailEnd/>
                      </a:ln>
                    </wps:spPr>
                    <wps:txbx>
                      <w:txbxContent>
                        <w:p w:rsidR="00127F3D" w:rsidRPr="00E14479" w:rsidRDefault="00127F3D" w:rsidP="005D6A64">
                          <w:pPr>
                            <w:spacing w:after="0" w:line="240" w:lineRule="auto"/>
                            <w:jc w:val="right"/>
                            <w:rPr>
                              <w:b/>
                              <w:color w:val="000000" w:themeColor="text1"/>
                              <w:sz w:val="26"/>
                              <w:szCs w:val="26"/>
                            </w:rPr>
                          </w:pPr>
                          <w:r w:rsidRPr="00E14479">
                            <w:rPr>
                              <w:b/>
                              <w:color w:val="000000" w:themeColor="text1"/>
                              <w:sz w:val="26"/>
                              <w:szCs w:val="26"/>
                            </w:rPr>
                            <w:t>North Scott Community School District</w:t>
                          </w:r>
                        </w:p>
                        <w:p w:rsidR="00127F3D" w:rsidRPr="00E14479" w:rsidRDefault="00934EF6" w:rsidP="005D6A64">
                          <w:pPr>
                            <w:spacing w:after="0" w:line="240" w:lineRule="auto"/>
                            <w:jc w:val="right"/>
                            <w:rPr>
                              <w:b/>
                              <w:color w:val="000000" w:themeColor="text1"/>
                            </w:rPr>
                          </w:pPr>
                          <w:r w:rsidRPr="00E14479">
                            <w:rPr>
                              <w:b/>
                              <w:color w:val="000000" w:themeColor="text1"/>
                            </w:rPr>
                            <w:t>251 East Iowa Street,</w:t>
                          </w:r>
                          <w:r w:rsidR="00127F3D" w:rsidRPr="00E14479">
                            <w:rPr>
                              <w:b/>
                              <w:color w:val="000000" w:themeColor="text1"/>
                            </w:rPr>
                            <w:t xml:space="preserve"> Eldridge, Iowa 52748</w:t>
                          </w:r>
                        </w:p>
                        <w:p w:rsidR="00127F3D" w:rsidRPr="00E14479" w:rsidRDefault="00127F3D" w:rsidP="005D6A64">
                          <w:pPr>
                            <w:spacing w:after="0" w:line="240" w:lineRule="auto"/>
                            <w:jc w:val="right"/>
                            <w:rPr>
                              <w:b/>
                              <w:color w:val="000000" w:themeColor="text1"/>
                            </w:rPr>
                          </w:pPr>
                          <w:r w:rsidRPr="00E14479">
                            <w:rPr>
                              <w:b/>
                              <w:color w:val="000000" w:themeColor="text1"/>
                            </w:rPr>
                            <w:t>Fax</w:t>
                          </w:r>
                          <w:r w:rsidR="007973DA" w:rsidRPr="00E14479">
                            <w:rPr>
                              <w:b/>
                              <w:color w:val="000000" w:themeColor="text1"/>
                            </w:rPr>
                            <w:t xml:space="preserve"> (</w:t>
                          </w:r>
                          <w:r w:rsidRPr="00E14479">
                            <w:rPr>
                              <w:b/>
                              <w:color w:val="000000" w:themeColor="text1"/>
                            </w:rPr>
                            <w:t>563) 285-</w:t>
                          </w:r>
                          <w:proofErr w:type="gramStart"/>
                          <w:r w:rsidRPr="00E14479">
                            <w:rPr>
                              <w:b/>
                              <w:color w:val="000000" w:themeColor="text1"/>
                            </w:rPr>
                            <w:t xml:space="preserve">6075 </w:t>
                          </w:r>
                          <w:r w:rsidR="007973DA" w:rsidRPr="00E14479">
                            <w:rPr>
                              <w:b/>
                              <w:color w:val="000000" w:themeColor="text1"/>
                            </w:rPr>
                            <w:t xml:space="preserve"> </w:t>
                          </w:r>
                          <w:r w:rsidRPr="00E14479">
                            <w:rPr>
                              <w:b/>
                              <w:color w:val="000000" w:themeColor="text1"/>
                            </w:rPr>
                            <w:t>Phone</w:t>
                          </w:r>
                          <w:proofErr w:type="gramEnd"/>
                          <w:r w:rsidRPr="00E14479">
                            <w:rPr>
                              <w:b/>
                              <w:color w:val="000000" w:themeColor="text1"/>
                            </w:rPr>
                            <w:t xml:space="preserve">  (563) 285-4819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FDC08D" id="_x0000_s1027" type="#_x0000_t202" style="position:absolute;margin-left:268.05pt;margin-top:22.55pt;width:272.05pt;height:110.5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" stroked="f">
              <v:textbox style="mso-fit-shape-to-text:t">
                <w:txbxContent>
                  <w:p w:rsidR="00127F3D" w:rsidRPr="00E14479" w:rsidRDefault="00127F3D" w:rsidP="005D6A64">
                    <w:pPr>
                      <w:spacing w:after="0" w:line="240" w:lineRule="auto"/>
                      <w:jc w:val="right"/>
                      <w:rPr>
                        <w:b/>
                        <w:color w:val="000000" w:themeColor="text1"/>
                        <w:sz w:val="26"/>
                        <w:szCs w:val="26"/>
                      </w:rPr>
                    </w:pPr>
                    <w:r w:rsidRPr="00E14479">
                      <w:rPr>
                        <w:b/>
                        <w:color w:val="000000" w:themeColor="text1"/>
                        <w:sz w:val="26"/>
                        <w:szCs w:val="26"/>
                      </w:rPr>
                      <w:t>North Scott Community School District</w:t>
                    </w:r>
                  </w:p>
                  <w:p w:rsidR="00127F3D" w:rsidRPr="00E14479" w:rsidRDefault="00934EF6" w:rsidP="005D6A64">
                    <w:pPr>
                      <w:spacing w:after="0" w:line="240" w:lineRule="auto"/>
                      <w:jc w:val="right"/>
                      <w:rPr>
                        <w:b/>
                        <w:color w:val="000000" w:themeColor="text1"/>
                      </w:rPr>
                    </w:pPr>
                    <w:r w:rsidRPr="00E14479">
                      <w:rPr>
                        <w:b/>
                        <w:color w:val="000000" w:themeColor="text1"/>
                      </w:rPr>
                      <w:t>251 East Iowa Street,</w:t>
                    </w:r>
                    <w:r w:rsidR="00127F3D" w:rsidRPr="00E14479">
                      <w:rPr>
                        <w:b/>
                        <w:color w:val="000000" w:themeColor="text1"/>
                      </w:rPr>
                      <w:t xml:space="preserve"> Eldridge, Iowa 52748</w:t>
                    </w:r>
                  </w:p>
                  <w:p w:rsidR="00127F3D" w:rsidRPr="00E14479" w:rsidRDefault="00127F3D" w:rsidP="005D6A64">
                    <w:pPr>
                      <w:spacing w:after="0" w:line="240" w:lineRule="auto"/>
                      <w:jc w:val="right"/>
                      <w:rPr>
                        <w:b/>
                        <w:color w:val="000000" w:themeColor="text1"/>
                      </w:rPr>
                    </w:pPr>
                    <w:r w:rsidRPr="00E14479">
                      <w:rPr>
                        <w:b/>
                        <w:color w:val="000000" w:themeColor="text1"/>
                      </w:rPr>
                      <w:t>Fax</w:t>
                    </w:r>
                    <w:r w:rsidR="007973DA" w:rsidRPr="00E14479">
                      <w:rPr>
                        <w:b/>
                        <w:color w:val="000000" w:themeColor="text1"/>
                      </w:rPr>
                      <w:t xml:space="preserve"> (</w:t>
                    </w:r>
                    <w:r w:rsidRPr="00E14479">
                      <w:rPr>
                        <w:b/>
                        <w:color w:val="000000" w:themeColor="text1"/>
                      </w:rPr>
                      <w:t>563) 285-</w:t>
                    </w:r>
                    <w:proofErr w:type="gramStart"/>
                    <w:r w:rsidRPr="00E14479">
                      <w:rPr>
                        <w:b/>
                        <w:color w:val="000000" w:themeColor="text1"/>
                      </w:rPr>
                      <w:t xml:space="preserve">6075 </w:t>
                    </w:r>
                    <w:r w:rsidR="007973DA" w:rsidRPr="00E14479">
                      <w:rPr>
                        <w:b/>
                        <w:color w:val="000000" w:themeColor="text1"/>
                      </w:rPr>
                      <w:t xml:space="preserve"> </w:t>
                    </w:r>
                    <w:r w:rsidRPr="00E14479">
                      <w:rPr>
                        <w:b/>
                        <w:color w:val="000000" w:themeColor="text1"/>
                      </w:rPr>
                      <w:t>Phone</w:t>
                    </w:r>
                    <w:proofErr w:type="gramEnd"/>
                    <w:r w:rsidRPr="00E14479">
                      <w:rPr>
                        <w:b/>
                        <w:color w:val="000000" w:themeColor="text1"/>
                      </w:rPr>
                      <w:t xml:space="preserve">  (563) 285-4819</w:t>
                    </w:r>
                  </w:p>
                </w:txbxContent>
              </v:textbox>
              <w10:wrap anchory="page"/>
              <w10:anchorlock/>
            </v:shape>
          </w:pict>
        </mc:Fallback>
      </mc:AlternateContent>
    </w:r>
    <w:r>
      <w:rPr>
        <w:noProof/>
      </w:rPr>
      <w:drawing>
        <wp:inline distT="0" distB="0" distL="0" distR="0">
          <wp:extent cx="1000125" cy="1000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SLogoUpdated_RedGrey.png"/>
                  <pic:cNvPicPr/>
                </pic:nvPicPr>
                <pic:blipFill>
                  <a:blip r:embed="rId1">
                    <a:extLst>
                      <a:ext uri="{28A0092B-C50C-407E-A947-70E740481C1C}">
                        <a14:useLocalDpi xmlns:a14="http://schemas.microsoft.com/office/drawing/2010/main" val="0"/>
                      </a:ext>
                    </a:extLst>
                  </a:blip>
                  <a:stretch>
                    <a:fillRect/>
                  </a:stretch>
                </pic:blipFill>
                <pic:spPr>
                  <a:xfrm>
                    <a:off x="0" y="0"/>
                    <a:ext cx="1013836" cy="1013836"/>
                  </a:xfrm>
                  <a:prstGeom prst="rect">
                    <a:avLst/>
                  </a:prstGeom>
                </pic:spPr>
              </pic:pic>
            </a:graphicData>
          </a:graphic>
        </wp:inline>
      </w:drawing>
    </w:r>
  </w:p>
  <w:p w:rsidR="00F6688E" w:rsidRDefault="00F668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4A7"/>
    <w:rsid w:val="000146DF"/>
    <w:rsid w:val="0002321B"/>
    <w:rsid w:val="00127F3D"/>
    <w:rsid w:val="00152576"/>
    <w:rsid w:val="00315E0C"/>
    <w:rsid w:val="003C36DD"/>
    <w:rsid w:val="003F1F8A"/>
    <w:rsid w:val="003F7279"/>
    <w:rsid w:val="005D6A64"/>
    <w:rsid w:val="0068598D"/>
    <w:rsid w:val="00732856"/>
    <w:rsid w:val="007973DA"/>
    <w:rsid w:val="00843483"/>
    <w:rsid w:val="00870028"/>
    <w:rsid w:val="00934EF6"/>
    <w:rsid w:val="00B43418"/>
    <w:rsid w:val="00BC640C"/>
    <w:rsid w:val="00BE0633"/>
    <w:rsid w:val="00C46241"/>
    <w:rsid w:val="00CC49F6"/>
    <w:rsid w:val="00CD19D4"/>
    <w:rsid w:val="00D034A7"/>
    <w:rsid w:val="00D926A2"/>
    <w:rsid w:val="00E14479"/>
    <w:rsid w:val="00E82CF9"/>
    <w:rsid w:val="00EF0841"/>
    <w:rsid w:val="00F66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F1E0E8"/>
  <w15:docId w15:val="{9B3F30C1-109B-42EB-A5AE-3B11952C3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F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68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88E"/>
    <w:rPr>
      <w:rFonts w:ascii="Tahoma" w:hAnsi="Tahoma" w:cs="Tahoma"/>
      <w:sz w:val="16"/>
      <w:szCs w:val="16"/>
    </w:rPr>
  </w:style>
  <w:style w:type="paragraph" w:styleId="Header">
    <w:name w:val="header"/>
    <w:basedOn w:val="Normal"/>
    <w:link w:val="HeaderChar"/>
    <w:uiPriority w:val="99"/>
    <w:unhideWhenUsed/>
    <w:rsid w:val="00F668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688E"/>
  </w:style>
  <w:style w:type="paragraph" w:styleId="Footer">
    <w:name w:val="footer"/>
    <w:basedOn w:val="Normal"/>
    <w:link w:val="FooterChar"/>
    <w:uiPriority w:val="99"/>
    <w:unhideWhenUsed/>
    <w:rsid w:val="00F668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88E"/>
  </w:style>
  <w:style w:type="paragraph" w:styleId="ListParagraph">
    <w:name w:val="List Paragraph"/>
    <w:basedOn w:val="Normal"/>
    <w:uiPriority w:val="34"/>
    <w:qFormat/>
    <w:rsid w:val="003F1F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tutting\Downloads\Official%20District%20Letterhead%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2879A-F42B-443C-8D23-E17406C14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Official District Letterhead (3)</Template>
  <TotalTime>0</TotalTime>
  <Pages>2</Pages>
  <Words>738</Words>
  <Characters>4209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Stutting, Joe</dc:creator>
  <cp:lastModifiedBy>Joe Stutting</cp:lastModifiedBy>
  <cp:revision>2</cp:revision>
  <cp:lastPrinted>2011-12-07T14:03:00Z</cp:lastPrinted>
  <dcterms:created xsi:type="dcterms:W3CDTF">2019-07-25T12:04:00Z</dcterms:created>
  <dcterms:modified xsi:type="dcterms:W3CDTF">2019-07-25T12:04:00Z</dcterms:modified>
</cp:coreProperties>
</file>