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90" w:rsidRDefault="00214C0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This comment supports 18-184 for the new c4 FM classification. This would help the coverage of our station. We are in a very hilly terrain. Our station is the only locally owned media in our area, and we provide local news, weather, </w:t>
      </w:r>
      <w:proofErr w:type="gramStart"/>
      <w:r>
        <w:rPr>
          <w:rFonts w:ascii="Times New Roman" w:hAnsi="Times New Roman" w:cs="Times New Roman"/>
          <w:sz w:val="32"/>
          <w:szCs w:val="32"/>
        </w:rPr>
        <w:t>public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service announcements, broadcast pubic High School football, and do one of Vicksburg biggest local event, the Christmas Caroling Contest, which draws thousands and awards over $10, 000 each year to local school choirs and individuals.</w:t>
      </w:r>
      <w:bookmarkStart w:id="0" w:name="_GoBack"/>
      <w:bookmarkEnd w:id="0"/>
    </w:p>
    <w:p w:rsidR="00214C01" w:rsidRDefault="00214C01">
      <w:pPr>
        <w:rPr>
          <w:rFonts w:ascii="Times New Roman" w:hAnsi="Times New Roman" w:cs="Times New Roman"/>
          <w:sz w:val="32"/>
          <w:szCs w:val="32"/>
        </w:rPr>
      </w:pPr>
    </w:p>
    <w:p w:rsidR="00214C01" w:rsidRDefault="00214C0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Thank you so much, </w:t>
      </w:r>
    </w:p>
    <w:p w:rsidR="00214C01" w:rsidRDefault="00214C0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Owner</w:t>
      </w:r>
    </w:p>
    <w:p w:rsidR="00214C01" w:rsidRDefault="00214C0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Mark Jones </w:t>
      </w:r>
    </w:p>
    <w:p w:rsidR="00214C01" w:rsidRPr="00214C01" w:rsidRDefault="00214C0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601-883-0848</w:t>
      </w:r>
    </w:p>
    <w:sectPr w:rsidR="00214C01" w:rsidRPr="00214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01"/>
    <w:rsid w:val="00214C01"/>
    <w:rsid w:val="008446BC"/>
    <w:rsid w:val="009E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EF5B308</Template>
  <TotalTime>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LOGS USER</dc:creator>
  <cp:lastModifiedBy>LOGS USER</cp:lastModifiedBy>
  <cp:revision>1</cp:revision>
  <dcterms:created xsi:type="dcterms:W3CDTF">2018-07-26T13:45:00Z</dcterms:created>
  <dcterms:modified xsi:type="dcterms:W3CDTF">2018-07-26T13:50:00Z</dcterms:modified>
</cp:coreProperties>
</file>