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1728" w:rsidRDefault="00C53E8E">
      <w:r>
        <w:rPr>
          <w:noProof/>
        </w:rPr>
        <w:drawing>
          <wp:inline distT="0" distB="0" distL="0" distR="0" wp14:anchorId="6BCB07D3" wp14:editId="61091249">
            <wp:extent cx="5962650" cy="4781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62650" cy="478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3E8E" w:rsidRDefault="00C53E8E"/>
    <w:p w:rsidR="00C53E8E" w:rsidRDefault="00C53E8E">
      <w:r>
        <w:rPr>
          <w:noProof/>
        </w:rPr>
        <w:lastRenderedPageBreak/>
        <w:drawing>
          <wp:inline distT="0" distB="0" distL="0" distR="0" wp14:anchorId="5023CDD5" wp14:editId="7FBB3329">
            <wp:extent cx="5486400" cy="4114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3E8E" w:rsidRDefault="00C53E8E"/>
    <w:p w:rsidR="00C53E8E" w:rsidRDefault="00C53E8E">
      <w:r>
        <w:rPr>
          <w:noProof/>
        </w:rPr>
        <w:lastRenderedPageBreak/>
        <w:drawing>
          <wp:inline distT="0" distB="0" distL="0" distR="0" wp14:anchorId="45DBACD4" wp14:editId="4C8860EF">
            <wp:extent cx="5486400" cy="4114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53E8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E8E"/>
    <w:rsid w:val="00371728"/>
    <w:rsid w:val="00C5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0F733B"/>
  <w15:chartTrackingRefBased/>
  <w15:docId w15:val="{C1BB7A5B-9316-41BD-8CE3-9E443BBBF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2C973DF4</Template>
  <TotalTime>3</TotalTime>
  <Pages>3</Pages>
  <Words>0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Seppala</dc:creator>
  <cp:keywords/>
  <dc:description/>
  <cp:lastModifiedBy>April Seppala</cp:lastModifiedBy>
  <cp:revision>1</cp:revision>
  <dcterms:created xsi:type="dcterms:W3CDTF">2018-07-27T21:43:00Z</dcterms:created>
  <dcterms:modified xsi:type="dcterms:W3CDTF">2018-07-27T21:46:00Z</dcterms:modified>
</cp:coreProperties>
</file>