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125A" w:rsidRDefault="004E274D" w:rsidP="00133587">
      <w:r>
        <w:t>Comment to FCC</w:t>
      </w:r>
    </w:p>
    <w:p w:rsidR="004E274D" w:rsidRDefault="004E274D" w:rsidP="00133587">
      <w:r>
        <w:t>Regarding sales of television stations to Sinclair Broadcasting</w:t>
      </w:r>
    </w:p>
    <w:p w:rsidR="004E274D" w:rsidRDefault="004E274D" w:rsidP="00133587"/>
    <w:p w:rsidR="004E274D" w:rsidRDefault="004E274D" w:rsidP="00133587">
      <w:r>
        <w:t>I am concerned that the practices of this company, Sinclair Broadcasting, are in conflict with principles of a free press and of transparency to consumers. It appears the sales will go forward no matter what. However, it seems fair that the FCC require that commentary decreed by the owner be presented as such at the time of broadcast—sort of the opposite of statements made about infomercials, that the views expressed are not those of the station, etc., etc. Instead, a statement should be required alerting people to the fact that the statement is an opinion issued by Sinclair Broadcasting.</w:t>
      </w:r>
    </w:p>
    <w:p w:rsidR="004E274D" w:rsidRDefault="004E274D" w:rsidP="00133587"/>
    <w:p w:rsidR="004E274D" w:rsidRDefault="004E274D" w:rsidP="00133587">
      <w:r>
        <w:t>Thank you.</w:t>
      </w:r>
    </w:p>
    <w:p w:rsidR="004E274D" w:rsidRDefault="004E274D" w:rsidP="00133587">
      <w:r>
        <w:t>Diana Wallis</w:t>
      </w:r>
    </w:p>
    <w:p w:rsidR="004E274D" w:rsidRDefault="004E274D" w:rsidP="00133587"/>
    <w:p w:rsidR="004E274D" w:rsidRPr="00133587" w:rsidRDefault="004E274D" w:rsidP="00133587">
      <w:bookmarkStart w:id="0" w:name="_GoBack"/>
      <w:bookmarkEnd w:id="0"/>
    </w:p>
    <w:sectPr w:rsidR="004E274D" w:rsidRPr="00133587" w:rsidSect="0027125A">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274D"/>
    <w:rsid w:val="00133587"/>
    <w:rsid w:val="0027125A"/>
    <w:rsid w:val="003E186E"/>
    <w:rsid w:val="004E274D"/>
    <w:rsid w:val="008D0E1A"/>
    <w:rsid w:val="00BA4E0D"/>
    <w:rsid w:val="00FB43FB"/>
    <w:rsid w:val="00FF26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ＭＳ 明朝"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E186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ＭＳ 明朝"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E186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DianaWallis:Library:Application%20Support:Microsoft:Office:User%20Templates:My%20Templates:Post-adoption%20Follow%20Up.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Post-adoption Follow Up.dot</Template>
  <TotalTime>13</TotalTime>
  <Pages>1</Pages>
  <Words>104</Words>
  <Characters>599</Characters>
  <Application>Microsoft Macintosh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Diana Wallis</Company>
  <LinksUpToDate>false</LinksUpToDate>
  <CharactersWithSpaces>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Wallis</dc:creator>
  <cp:keywords/>
  <dc:description/>
  <cp:lastModifiedBy>Diana Wallis</cp:lastModifiedBy>
  <cp:revision>1</cp:revision>
  <dcterms:created xsi:type="dcterms:W3CDTF">2017-08-08T19:33:00Z</dcterms:created>
  <dcterms:modified xsi:type="dcterms:W3CDTF">2017-08-08T19:50:00Z</dcterms:modified>
</cp:coreProperties>
</file>