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Name"/>
        <w:tag w:val="Name"/>
        <w:id w:val="93483022"/>
        <w:placeholder>
          <w:docPart w:val="EA9A3220BF50496084169C621A1A1578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Content>
        <w:p w:rsidR="0021430B" w:rsidRDefault="00F927B2" w:rsidP="00643A94">
          <w:pPr>
            <w:pStyle w:val="Address"/>
          </w:pPr>
          <w:r>
            <w:t>Troy Johnson</w:t>
          </w:r>
        </w:p>
      </w:sdtContent>
    </w:sdt>
    <w:p w:rsidR="00FD5F91" w:rsidRDefault="00032750" w:rsidP="00643A94">
      <w:pPr>
        <w:pStyle w:val="Address"/>
      </w:pPr>
      <w:r>
        <w:t>2100 Fernbrook Lane.</w:t>
      </w:r>
    </w:p>
    <w:p w:rsidR="00FD5F91" w:rsidRDefault="00032750" w:rsidP="00643A94">
      <w:pPr>
        <w:pStyle w:val="Address"/>
      </w:pPr>
      <w:r>
        <w:t>Plymouth, MN 55447</w:t>
      </w:r>
    </w:p>
    <w:sdt>
      <w:sdtPr>
        <w:alias w:val="Date"/>
        <w:tag w:val="Date"/>
        <w:id w:val="93483087"/>
        <w:placeholder>
          <w:docPart w:val="AED0797F43A548BE95E190143DC42ACA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p w:rsidR="009600FE" w:rsidRDefault="00F927B2" w:rsidP="009600FE">
          <w:pPr>
            <w:pStyle w:val="Date"/>
          </w:pPr>
          <w:r>
            <w:t>6/29/2017</w:t>
          </w:r>
        </w:p>
      </w:sdtContent>
    </w:sdt>
    <w:sdt>
      <w:sdtPr>
        <w:alias w:val="Name"/>
        <w:tag w:val="Name"/>
        <w:id w:val="93483099"/>
        <w:placeholder>
          <w:docPart w:val="F447258028DC4B88937DF301080C3FA9"/>
        </w:placeholder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Content>
        <w:p w:rsidR="00FD5F91" w:rsidRDefault="00F927B2" w:rsidP="009600FE">
          <w:pPr>
            <w:pStyle w:val="Address"/>
          </w:pPr>
          <w:proofErr w:type="spellStart"/>
          <w:r>
            <w:t>Ajit</w:t>
          </w:r>
          <w:proofErr w:type="spellEnd"/>
          <w:r>
            <w:t xml:space="preserve"> </w:t>
          </w:r>
          <w:proofErr w:type="spellStart"/>
          <w:r>
            <w:t>Pai</w:t>
          </w:r>
          <w:proofErr w:type="spellEnd"/>
        </w:p>
      </w:sdtContent>
    </w:sdt>
    <w:p w:rsidR="00FD5F91" w:rsidRDefault="0058229D" w:rsidP="009600FE">
      <w:pPr>
        <w:pStyle w:val="Address"/>
      </w:pPr>
      <w:r>
        <w:t xml:space="preserve">FCC Chairman </w:t>
      </w:r>
    </w:p>
    <w:sdt>
      <w:sdtPr>
        <w:alias w:val="Company"/>
        <w:tag w:val="Company"/>
        <w:id w:val="93483145"/>
        <w:placeholder>
          <w:docPart w:val="D92E839104F344A4B1A15171D5B3BFAC"/>
        </w:placeholder>
        <w:dataBinding w:prefixMappings="xmlns:ns0='http://schemas.microsoft.com/office/2006/coverPageProps' " w:xpath="/ns0:CoverPageProperties[1]/ns0:CompanyFax[1]" w:storeItemID="{55AF091B-3C7A-41E3-B477-F2FDAA23CFDA}"/>
        <w:text w:multiLine="1"/>
      </w:sdtPr>
      <w:sdtContent>
        <w:p w:rsidR="009A462A" w:rsidRPr="00D67217" w:rsidRDefault="00F927B2" w:rsidP="009600FE">
          <w:pPr>
            <w:pStyle w:val="Address"/>
          </w:pPr>
          <w:r>
            <w:t>Federal Communications Commission</w:t>
          </w:r>
        </w:p>
      </w:sdtContent>
    </w:sdt>
    <w:p w:rsidR="009600FE" w:rsidRDefault="0058229D" w:rsidP="009600FE">
      <w:pPr>
        <w:pStyle w:val="Address"/>
      </w:pPr>
      <w:r>
        <w:t>445 12th Street, SW</w:t>
      </w:r>
    </w:p>
    <w:p w:rsidR="009600FE" w:rsidRDefault="0058229D" w:rsidP="009600FE">
      <w:pPr>
        <w:pStyle w:val="Address"/>
      </w:pPr>
      <w:r>
        <w:t>Washington DC 20554</w:t>
      </w:r>
    </w:p>
    <w:p w:rsidR="00D27A70" w:rsidRDefault="00D27A70" w:rsidP="009600FE">
      <w:pPr>
        <w:pStyle w:val="Salutation"/>
      </w:pPr>
      <w:r>
        <w:t>Dear</w:t>
      </w:r>
      <w:r w:rsidR="009600FE">
        <w:t xml:space="preserve"> </w:t>
      </w:r>
      <w:sdt>
        <w:sdtPr>
          <w:alias w:val="Name"/>
          <w:tag w:val="Name"/>
          <w:id w:val="93483162"/>
          <w:placeholder>
            <w:docPart w:val="D385B1495D0641B9B7AB65370D7C9BC6"/>
          </w:placeholder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Content>
          <w:proofErr w:type="spellStart"/>
          <w:r w:rsidR="00F927B2">
            <w:t>Ajit</w:t>
          </w:r>
          <w:proofErr w:type="spellEnd"/>
          <w:r w:rsidR="00F927B2">
            <w:t xml:space="preserve"> </w:t>
          </w:r>
          <w:proofErr w:type="spellStart"/>
          <w:r w:rsidR="00F927B2">
            <w:t>Pai</w:t>
          </w:r>
          <w:proofErr w:type="spellEnd"/>
        </w:sdtContent>
      </w:sdt>
      <w:r>
        <w:t>:</w:t>
      </w:r>
    </w:p>
    <w:p w:rsidR="00F93107" w:rsidRPr="0091670D" w:rsidRDefault="00F93107" w:rsidP="00F93107">
      <w:pPr>
        <w:rPr>
          <w:rFonts w:ascii="Times New Roman" w:hAnsi="Times New Roman"/>
        </w:rPr>
      </w:pPr>
      <w:r w:rsidRPr="0091670D">
        <w:rPr>
          <w:rFonts w:ascii="Times New Roman" w:hAnsi="Times New Roman"/>
        </w:rPr>
        <w:t>As</w:t>
      </w:r>
      <w:r w:rsidR="0091670D">
        <w:rPr>
          <w:rFonts w:ascii="Times New Roman" w:hAnsi="Times New Roman"/>
        </w:rPr>
        <w:t xml:space="preserve"> a computer s</w:t>
      </w:r>
      <w:r w:rsidRPr="0091670D">
        <w:rPr>
          <w:rFonts w:ascii="Times New Roman" w:hAnsi="Times New Roman"/>
        </w:rPr>
        <w:t xml:space="preserve">cience </w:t>
      </w:r>
      <w:r w:rsidR="0091670D">
        <w:rPr>
          <w:rFonts w:ascii="Times New Roman" w:hAnsi="Times New Roman"/>
        </w:rPr>
        <w:t>graduate</w:t>
      </w:r>
      <w:r w:rsidR="0091670D" w:rsidRPr="0091670D">
        <w:rPr>
          <w:rFonts w:ascii="Times New Roman" w:hAnsi="Times New Roman"/>
        </w:rPr>
        <w:t>,</w:t>
      </w:r>
      <w:r w:rsidRPr="0091670D">
        <w:rPr>
          <w:rFonts w:ascii="Times New Roman" w:hAnsi="Times New Roman"/>
        </w:rPr>
        <w:t xml:space="preserve"> technology expert and public interest advocate, I have a strong interest in the Federal Communications Commission’s ongoing efforts to preserve the open Internet, promote universal broadband access, and protect consumers in a concentrated marketplace.</w:t>
      </w:r>
    </w:p>
    <w:p w:rsidR="00F93107" w:rsidRPr="0091670D" w:rsidRDefault="00F93107" w:rsidP="00F93107">
      <w:pPr>
        <w:rPr>
          <w:rFonts w:ascii="Times New Roman" w:hAnsi="Times New Roman"/>
        </w:rPr>
      </w:pPr>
      <w:r w:rsidRPr="0091670D">
        <w:rPr>
          <w:rFonts w:ascii="Times New Roman" w:hAnsi="Times New Roman"/>
        </w:rPr>
        <w:t xml:space="preserve">It is well understood by technology </w:t>
      </w:r>
      <w:r w:rsidR="00FA1E21" w:rsidRPr="0091670D">
        <w:rPr>
          <w:rFonts w:ascii="Times New Roman" w:hAnsi="Times New Roman"/>
        </w:rPr>
        <w:t>professional</w:t>
      </w:r>
      <w:r w:rsidR="00FA1E21">
        <w:rPr>
          <w:rFonts w:ascii="Times New Roman" w:hAnsi="Times New Roman"/>
        </w:rPr>
        <w:t>s that</w:t>
      </w:r>
      <w:r w:rsidR="00FA1E21" w:rsidRPr="0091670D">
        <w:rPr>
          <w:rFonts w:ascii="Times New Roman" w:hAnsi="Times New Roman"/>
        </w:rPr>
        <w:t xml:space="preserve"> preserving the Internet</w:t>
      </w:r>
      <w:r w:rsidR="00FA1E21">
        <w:rPr>
          <w:rFonts w:ascii="Times New Roman" w:hAnsi="Times New Roman"/>
        </w:rPr>
        <w:t xml:space="preserve"> as a free and open platform are</w:t>
      </w:r>
      <w:r w:rsidRPr="0091670D">
        <w:rPr>
          <w:rFonts w:ascii="Times New Roman" w:hAnsi="Times New Roman"/>
        </w:rPr>
        <w:t xml:space="preserve"> essential for democratic participation, commerce and innovation</w:t>
      </w:r>
      <w:r w:rsidR="0091670D">
        <w:rPr>
          <w:rFonts w:ascii="Times New Roman" w:hAnsi="Times New Roman"/>
        </w:rPr>
        <w:t>.</w:t>
      </w:r>
    </w:p>
    <w:p w:rsidR="0091670D" w:rsidRDefault="0091670D" w:rsidP="0091670D">
      <w:pPr>
        <w:pStyle w:val="NormalWeb"/>
      </w:pPr>
      <w:r w:rsidRPr="0091670D">
        <w:rPr>
          <w:b/>
        </w:rPr>
        <w:t>Net Neutrality</w:t>
      </w:r>
      <w:r>
        <w:t xml:space="preserve"> is what keeps the Internet as we know it alive: It keeps powerful internet companies from singlehandedly killing websites by making them impossibly slow.</w:t>
      </w:r>
    </w:p>
    <w:p w:rsidR="0091670D" w:rsidRDefault="0091670D" w:rsidP="0091670D">
      <w:pPr>
        <w:pStyle w:val="NormalWeb"/>
      </w:pPr>
      <w:r>
        <w:t xml:space="preserve">Without Net Neutrality an ISP can simply promote politics </w:t>
      </w:r>
      <w:r w:rsidR="00851D63">
        <w:t xml:space="preserve">that </w:t>
      </w:r>
      <w:r>
        <w:t>they support and content that they own, and undermine content from competitors. T</w:t>
      </w:r>
      <w:r w:rsidR="007418E2">
        <w:t>hey can shake down start-ups,</w:t>
      </w:r>
      <w:r>
        <w:t xml:space="preserve"> artists and blogs for fees — and put them out of business if they don’t pay up.</w:t>
      </w:r>
    </w:p>
    <w:p w:rsidR="007418E2" w:rsidRDefault="007418E2" w:rsidP="0091670D">
      <w:pPr>
        <w:pStyle w:val="NormalWeb"/>
      </w:pPr>
      <w:r w:rsidRPr="00765C03">
        <w:t>This would not be a free marketplace.</w:t>
      </w:r>
    </w:p>
    <w:p w:rsidR="008427D3" w:rsidRDefault="00D27A70" w:rsidP="00FD5F91">
      <w:pPr>
        <w:pStyle w:val="Closing"/>
      </w:pPr>
      <w:r>
        <w:t>Sincerely,</w:t>
      </w:r>
    </w:p>
    <w:p w:rsidR="008427D3" w:rsidRDefault="008427D3" w:rsidP="008427D3">
      <w:pPr>
        <w:spacing w:after="0"/>
      </w:pPr>
    </w:p>
    <w:p w:rsidR="008427D3" w:rsidRDefault="008427D3" w:rsidP="008427D3">
      <w:pPr>
        <w:spacing w:after="0"/>
      </w:pPr>
      <w:r>
        <w:t>Troy Johnson</w:t>
      </w:r>
    </w:p>
    <w:p w:rsidR="008427D3" w:rsidRDefault="008427D3" w:rsidP="008427D3">
      <w:pPr>
        <w:spacing w:after="0"/>
      </w:pPr>
      <w:r>
        <w:t>Senior Systems Engineer</w:t>
      </w:r>
    </w:p>
    <w:p w:rsidR="008427D3" w:rsidRDefault="008427D3" w:rsidP="008427D3">
      <w:pPr>
        <w:spacing w:after="0"/>
      </w:pPr>
      <w:r>
        <w:t>B.S. Information Technology</w:t>
      </w:r>
    </w:p>
    <w:p w:rsidR="008427D3" w:rsidRDefault="008427D3" w:rsidP="00985B35">
      <w:pPr>
        <w:spacing w:after="0"/>
      </w:pPr>
      <w:r>
        <w:t>OEF\OIF\OND Combat Veteran</w:t>
      </w:r>
    </w:p>
    <w:sectPr w:rsidR="008427D3" w:rsidSect="009600FE">
      <w:headerReference w:type="default" r:id="rId10"/>
      <w:pgSz w:w="12240" w:h="15840" w:code="1"/>
      <w:pgMar w:top="216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4C6" w:rsidRDefault="00B544C6">
      <w:r>
        <w:separator/>
      </w:r>
    </w:p>
  </w:endnote>
  <w:endnote w:type="continuationSeparator" w:id="0">
    <w:p w:rsidR="00B544C6" w:rsidRDefault="00B5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4C6" w:rsidRDefault="00B544C6">
      <w:r>
        <w:separator/>
      </w:r>
    </w:p>
  </w:footnote>
  <w:footnote w:type="continuationSeparator" w:id="0">
    <w:p w:rsidR="00B544C6" w:rsidRDefault="00B54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Name"/>
      <w:tag w:val="Name"/>
      <w:id w:val="93483259"/>
      <w:placeholder/>
      <w:dataBinding w:prefixMappings="xmlns:ns0='http://schemas.microsoft.com/office/2006/coverPageProps' " w:xpath="/ns0:CoverPageProperties[1]/ns0:CompanyAddress[1]" w:storeItemID="{55AF091B-3C7A-41E3-B477-F2FDAA23CFDA}"/>
      <w:text w:multiLine="1"/>
    </w:sdtPr>
    <w:sdtContent>
      <w:p w:rsidR="00EB5805" w:rsidRDefault="0058229D" w:rsidP="00EB5805">
        <w:pPr>
          <w:pStyle w:val="Header"/>
        </w:pPr>
        <w:proofErr w:type="spellStart"/>
        <w:r>
          <w:t>Ajit</w:t>
        </w:r>
        <w:proofErr w:type="spellEnd"/>
        <w:r>
          <w:t xml:space="preserve"> </w:t>
        </w:r>
        <w:proofErr w:type="spellStart"/>
        <w:r>
          <w:t>Pai</w:t>
        </w:r>
        <w:proofErr w:type="spellEnd"/>
      </w:p>
    </w:sdtContent>
  </w:sdt>
  <w:sdt>
    <w:sdtPr>
      <w:alias w:val="Date"/>
      <w:tag w:val="Date"/>
      <w:id w:val="93483260"/>
      <w:placeholder/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text/>
    </w:sdtPr>
    <w:sdtContent>
      <w:p w:rsidR="00EB5805" w:rsidRDefault="00F927B2" w:rsidP="00EB5805">
        <w:pPr>
          <w:pStyle w:val="Header"/>
        </w:pPr>
        <w:r>
          <w:t>6/29/2017</w:t>
        </w:r>
      </w:p>
    </w:sdtContent>
  </w:sdt>
  <w:p w:rsidR="001646DE" w:rsidRPr="000B7DA8" w:rsidRDefault="001646DE" w:rsidP="00EB5805">
    <w:pPr>
      <w:pStyle w:val="Header"/>
    </w:pPr>
    <w:r>
      <w:t xml:space="preserve">Page </w:t>
    </w:r>
    <w:r w:rsidR="00950A43"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="00950A43" w:rsidRPr="000B7DA8">
      <w:rPr>
        <w:rStyle w:val="PageNumber"/>
      </w:rPr>
      <w:fldChar w:fldCharType="separate"/>
    </w:r>
    <w:r w:rsidR="00311140">
      <w:rPr>
        <w:rStyle w:val="PageNumber"/>
        <w:noProof/>
      </w:rPr>
      <w:t>2</w:t>
    </w:r>
    <w:r w:rsidR="00950A43"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BECD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3D28F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FDCC6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24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86EEC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2E54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02BA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A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467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ECF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9D"/>
    <w:rsid w:val="00032750"/>
    <w:rsid w:val="000B7DA8"/>
    <w:rsid w:val="000F2F1D"/>
    <w:rsid w:val="0013733D"/>
    <w:rsid w:val="00161651"/>
    <w:rsid w:val="001646DE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95BE1"/>
    <w:rsid w:val="002B4D0F"/>
    <w:rsid w:val="002F341B"/>
    <w:rsid w:val="00311140"/>
    <w:rsid w:val="00333A3F"/>
    <w:rsid w:val="003A65CF"/>
    <w:rsid w:val="004029BF"/>
    <w:rsid w:val="00422D2C"/>
    <w:rsid w:val="00452DEA"/>
    <w:rsid w:val="00493FED"/>
    <w:rsid w:val="004B5B67"/>
    <w:rsid w:val="004E7F37"/>
    <w:rsid w:val="00517A98"/>
    <w:rsid w:val="00530AAD"/>
    <w:rsid w:val="005419F5"/>
    <w:rsid w:val="005461D3"/>
    <w:rsid w:val="00575B10"/>
    <w:rsid w:val="0058229D"/>
    <w:rsid w:val="005B2344"/>
    <w:rsid w:val="005D2184"/>
    <w:rsid w:val="005F4F00"/>
    <w:rsid w:val="0061751D"/>
    <w:rsid w:val="006308D8"/>
    <w:rsid w:val="00643A94"/>
    <w:rsid w:val="00650B2F"/>
    <w:rsid w:val="0067239C"/>
    <w:rsid w:val="006F02C2"/>
    <w:rsid w:val="00725FB3"/>
    <w:rsid w:val="007334AD"/>
    <w:rsid w:val="007347D7"/>
    <w:rsid w:val="007418E2"/>
    <w:rsid w:val="00744147"/>
    <w:rsid w:val="00765C03"/>
    <w:rsid w:val="00767097"/>
    <w:rsid w:val="007834BF"/>
    <w:rsid w:val="007C2960"/>
    <w:rsid w:val="007C733C"/>
    <w:rsid w:val="007D03C5"/>
    <w:rsid w:val="007F303E"/>
    <w:rsid w:val="008427D3"/>
    <w:rsid w:val="00851D63"/>
    <w:rsid w:val="00852CDA"/>
    <w:rsid w:val="00876FF3"/>
    <w:rsid w:val="008C0A78"/>
    <w:rsid w:val="0091670D"/>
    <w:rsid w:val="00924637"/>
    <w:rsid w:val="009321DF"/>
    <w:rsid w:val="00950A43"/>
    <w:rsid w:val="00956F81"/>
    <w:rsid w:val="009600FE"/>
    <w:rsid w:val="009603BF"/>
    <w:rsid w:val="00973D10"/>
    <w:rsid w:val="00981E11"/>
    <w:rsid w:val="00985B35"/>
    <w:rsid w:val="009A462A"/>
    <w:rsid w:val="009E1724"/>
    <w:rsid w:val="009F2F6E"/>
    <w:rsid w:val="009F34DD"/>
    <w:rsid w:val="00A44624"/>
    <w:rsid w:val="00A46190"/>
    <w:rsid w:val="00AE27A5"/>
    <w:rsid w:val="00B26817"/>
    <w:rsid w:val="00B544C6"/>
    <w:rsid w:val="00B711FA"/>
    <w:rsid w:val="00B76823"/>
    <w:rsid w:val="00BD0BBB"/>
    <w:rsid w:val="00C833FF"/>
    <w:rsid w:val="00CC2ADC"/>
    <w:rsid w:val="00CE02A3"/>
    <w:rsid w:val="00CE2C65"/>
    <w:rsid w:val="00CF13D7"/>
    <w:rsid w:val="00D12684"/>
    <w:rsid w:val="00D27A70"/>
    <w:rsid w:val="00D769D3"/>
    <w:rsid w:val="00E2266D"/>
    <w:rsid w:val="00E52261"/>
    <w:rsid w:val="00EA5EAF"/>
    <w:rsid w:val="00EB5805"/>
    <w:rsid w:val="00F07C74"/>
    <w:rsid w:val="00F927B2"/>
    <w:rsid w:val="00F93107"/>
    <w:rsid w:val="00FA1E21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7F37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9600F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600FE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9600FE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Footer">
    <w:name w:val="footer"/>
    <w:basedOn w:val="Normal"/>
    <w:link w:val="FooterChar"/>
    <w:semiHidden/>
    <w:unhideWhenUsed/>
    <w:rsid w:val="00EB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EB5805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B5805"/>
    <w:pPr>
      <w:tabs>
        <w:tab w:val="center" w:pos="4320"/>
        <w:tab w:val="right" w:pos="8640"/>
      </w:tabs>
      <w:spacing w:after="480"/>
      <w:contextualSpacing/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91670D"/>
    <w:pPr>
      <w:spacing w:before="100" w:beforeAutospacing="1" w:after="100" w:afterAutospacing="1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7F37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9600F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600FE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9600FE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Footer">
    <w:name w:val="footer"/>
    <w:basedOn w:val="Normal"/>
    <w:link w:val="FooterChar"/>
    <w:semiHidden/>
    <w:unhideWhenUsed/>
    <w:rsid w:val="00EB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EB5805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B5805"/>
    <w:pPr>
      <w:tabs>
        <w:tab w:val="center" w:pos="4320"/>
        <w:tab w:val="right" w:pos="8640"/>
      </w:tabs>
      <w:spacing w:after="480"/>
      <w:contextualSpacing/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91670D"/>
    <w:pPr>
      <w:spacing w:before="100" w:beforeAutospacing="1" w:after="100" w:afterAutospacing="1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oyj\AppData\Roaming\Microsoft\Templates\Letter%20of%20complaint%20about%20serv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9A3220BF50496084169C621A1A1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66503-AA59-463C-952E-58B9F71A042B}"/>
      </w:docPartPr>
      <w:docPartBody>
        <w:p w:rsidR="00000000" w:rsidRDefault="003E7D32">
          <w:pPr>
            <w:pStyle w:val="EA9A3220BF50496084169C621A1A1578"/>
          </w:pPr>
          <w:r>
            <w:t>[Your Name]</w:t>
          </w:r>
        </w:p>
      </w:docPartBody>
    </w:docPart>
    <w:docPart>
      <w:docPartPr>
        <w:name w:val="AED0797F43A548BE95E190143DC42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CA408-5223-4552-98EE-D723B2F1C0E9}"/>
      </w:docPartPr>
      <w:docPartBody>
        <w:p w:rsidR="00000000" w:rsidRDefault="003E7D32">
          <w:pPr>
            <w:pStyle w:val="AED0797F43A548BE95E190143DC42ACA"/>
          </w:pPr>
          <w:r>
            <w:t>[Date]</w:t>
          </w:r>
        </w:p>
      </w:docPartBody>
    </w:docPart>
    <w:docPart>
      <w:docPartPr>
        <w:name w:val="F447258028DC4B88937DF301080C3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131D7-00E8-4F55-B444-404FA99A0238}"/>
      </w:docPartPr>
      <w:docPartBody>
        <w:p w:rsidR="00000000" w:rsidRDefault="003E7D32">
          <w:pPr>
            <w:pStyle w:val="F447258028DC4B88937DF301080C3FA9"/>
          </w:pPr>
          <w:r>
            <w:t>[Recipient Name]</w:t>
          </w:r>
        </w:p>
      </w:docPartBody>
    </w:docPart>
    <w:docPart>
      <w:docPartPr>
        <w:name w:val="D92E839104F344A4B1A15171D5B3B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496D-7A43-41AC-9ED1-9FA201E8F431}"/>
      </w:docPartPr>
      <w:docPartBody>
        <w:p w:rsidR="00000000" w:rsidRDefault="003E7D32">
          <w:pPr>
            <w:pStyle w:val="D92E839104F344A4B1A15171D5B3BFAC"/>
          </w:pPr>
          <w:r>
            <w:t>[Company Name]</w:t>
          </w:r>
        </w:p>
      </w:docPartBody>
    </w:docPart>
    <w:docPart>
      <w:docPartPr>
        <w:name w:val="D385B1495D0641B9B7AB65370D7C9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5C70A-4784-4E7C-8AAC-30828E9401C9}"/>
      </w:docPartPr>
      <w:docPartBody>
        <w:p w:rsidR="00000000" w:rsidRDefault="003E7D32">
          <w:pPr>
            <w:pStyle w:val="D385B1495D0641B9B7AB65370D7C9BC6"/>
          </w:pPr>
          <w: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32"/>
    <w:rsid w:val="003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9A3220BF50496084169C621A1A1578">
    <w:name w:val="EA9A3220BF50496084169C621A1A1578"/>
  </w:style>
  <w:style w:type="paragraph" w:customStyle="1" w:styleId="728520C8D96042B69ECEED28B8C41F2C">
    <w:name w:val="728520C8D96042B69ECEED28B8C41F2C"/>
  </w:style>
  <w:style w:type="paragraph" w:customStyle="1" w:styleId="B2E931823E0A45FB8F756E08D0AAB1E0">
    <w:name w:val="B2E931823E0A45FB8F756E08D0AAB1E0"/>
  </w:style>
  <w:style w:type="paragraph" w:customStyle="1" w:styleId="AED0797F43A548BE95E190143DC42ACA">
    <w:name w:val="AED0797F43A548BE95E190143DC42ACA"/>
  </w:style>
  <w:style w:type="paragraph" w:customStyle="1" w:styleId="F447258028DC4B88937DF301080C3FA9">
    <w:name w:val="F447258028DC4B88937DF301080C3FA9"/>
  </w:style>
  <w:style w:type="paragraph" w:customStyle="1" w:styleId="E5A4EFAD35A343249522ED5CA71E13A5">
    <w:name w:val="E5A4EFAD35A343249522ED5CA71E13A5"/>
  </w:style>
  <w:style w:type="paragraph" w:customStyle="1" w:styleId="D92E839104F344A4B1A15171D5B3BFAC">
    <w:name w:val="D92E839104F344A4B1A15171D5B3BFAC"/>
  </w:style>
  <w:style w:type="paragraph" w:customStyle="1" w:styleId="4D9E83B027EC4F0CB2E3CB49D90CE72C">
    <w:name w:val="4D9E83B027EC4F0CB2E3CB49D90CE72C"/>
  </w:style>
  <w:style w:type="paragraph" w:customStyle="1" w:styleId="41AF4FE310084797867F3630CCC12A69">
    <w:name w:val="41AF4FE310084797867F3630CCC12A69"/>
  </w:style>
  <w:style w:type="paragraph" w:customStyle="1" w:styleId="D385B1495D0641B9B7AB65370D7C9BC6">
    <w:name w:val="D385B1495D0641B9B7AB65370D7C9BC6"/>
  </w:style>
  <w:style w:type="paragraph" w:customStyle="1" w:styleId="E1CF0C8F6B5B4EE2B624C87F4F488801">
    <w:name w:val="E1CF0C8F6B5B4EE2B624C87F4F4888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A39089526C468A9F8FCEFA51C6E445">
    <w:name w:val="26A39089526C468A9F8FCEFA51C6E445"/>
  </w:style>
  <w:style w:type="paragraph" w:customStyle="1" w:styleId="F47704540C604F70819DBDF7D0068B6B">
    <w:name w:val="F47704540C604F70819DBDF7D0068B6B"/>
  </w:style>
  <w:style w:type="paragraph" w:customStyle="1" w:styleId="D1E1C71B9894462892BDB16FE0D52DF1">
    <w:name w:val="D1E1C71B9894462892BDB16FE0D52DF1"/>
  </w:style>
  <w:style w:type="paragraph" w:customStyle="1" w:styleId="247F38E739D44AB787B863FD8994DAD2">
    <w:name w:val="247F38E739D44AB787B863FD8994DAD2"/>
  </w:style>
  <w:style w:type="paragraph" w:customStyle="1" w:styleId="2D8A763A5193470BAD172426E3FA85CF">
    <w:name w:val="2D8A763A5193470BAD172426E3FA85CF"/>
  </w:style>
  <w:style w:type="paragraph" w:customStyle="1" w:styleId="842EA00B8C314148A166CCE1D14CA3F7">
    <w:name w:val="842EA00B8C314148A166CCE1D14CA3F7"/>
  </w:style>
  <w:style w:type="paragraph" w:customStyle="1" w:styleId="3A98401BA43F40098F504FA4E2DC0322">
    <w:name w:val="3A98401BA43F40098F504FA4E2DC0322"/>
  </w:style>
  <w:style w:type="paragraph" w:customStyle="1" w:styleId="C6B6771B427C4BB794F94F1B293E6F02">
    <w:name w:val="C6B6771B427C4BB794F94F1B293E6F02"/>
  </w:style>
  <w:style w:type="paragraph" w:customStyle="1" w:styleId="EB60E209B4AA4405A035EFE7FF042C81">
    <w:name w:val="EB60E209B4AA4405A035EFE7FF042C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9A3220BF50496084169C621A1A1578">
    <w:name w:val="EA9A3220BF50496084169C621A1A1578"/>
  </w:style>
  <w:style w:type="paragraph" w:customStyle="1" w:styleId="728520C8D96042B69ECEED28B8C41F2C">
    <w:name w:val="728520C8D96042B69ECEED28B8C41F2C"/>
  </w:style>
  <w:style w:type="paragraph" w:customStyle="1" w:styleId="B2E931823E0A45FB8F756E08D0AAB1E0">
    <w:name w:val="B2E931823E0A45FB8F756E08D0AAB1E0"/>
  </w:style>
  <w:style w:type="paragraph" w:customStyle="1" w:styleId="AED0797F43A548BE95E190143DC42ACA">
    <w:name w:val="AED0797F43A548BE95E190143DC42ACA"/>
  </w:style>
  <w:style w:type="paragraph" w:customStyle="1" w:styleId="F447258028DC4B88937DF301080C3FA9">
    <w:name w:val="F447258028DC4B88937DF301080C3FA9"/>
  </w:style>
  <w:style w:type="paragraph" w:customStyle="1" w:styleId="E5A4EFAD35A343249522ED5CA71E13A5">
    <w:name w:val="E5A4EFAD35A343249522ED5CA71E13A5"/>
  </w:style>
  <w:style w:type="paragraph" w:customStyle="1" w:styleId="D92E839104F344A4B1A15171D5B3BFAC">
    <w:name w:val="D92E839104F344A4B1A15171D5B3BFAC"/>
  </w:style>
  <w:style w:type="paragraph" w:customStyle="1" w:styleId="4D9E83B027EC4F0CB2E3CB49D90CE72C">
    <w:name w:val="4D9E83B027EC4F0CB2E3CB49D90CE72C"/>
  </w:style>
  <w:style w:type="paragraph" w:customStyle="1" w:styleId="41AF4FE310084797867F3630CCC12A69">
    <w:name w:val="41AF4FE310084797867F3630CCC12A69"/>
  </w:style>
  <w:style w:type="paragraph" w:customStyle="1" w:styleId="D385B1495D0641B9B7AB65370D7C9BC6">
    <w:name w:val="D385B1495D0641B9B7AB65370D7C9BC6"/>
  </w:style>
  <w:style w:type="paragraph" w:customStyle="1" w:styleId="E1CF0C8F6B5B4EE2B624C87F4F488801">
    <w:name w:val="E1CF0C8F6B5B4EE2B624C87F4F4888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A39089526C468A9F8FCEFA51C6E445">
    <w:name w:val="26A39089526C468A9F8FCEFA51C6E445"/>
  </w:style>
  <w:style w:type="paragraph" w:customStyle="1" w:styleId="F47704540C604F70819DBDF7D0068B6B">
    <w:name w:val="F47704540C604F70819DBDF7D0068B6B"/>
  </w:style>
  <w:style w:type="paragraph" w:customStyle="1" w:styleId="D1E1C71B9894462892BDB16FE0D52DF1">
    <w:name w:val="D1E1C71B9894462892BDB16FE0D52DF1"/>
  </w:style>
  <w:style w:type="paragraph" w:customStyle="1" w:styleId="247F38E739D44AB787B863FD8994DAD2">
    <w:name w:val="247F38E739D44AB787B863FD8994DAD2"/>
  </w:style>
  <w:style w:type="paragraph" w:customStyle="1" w:styleId="2D8A763A5193470BAD172426E3FA85CF">
    <w:name w:val="2D8A763A5193470BAD172426E3FA85CF"/>
  </w:style>
  <w:style w:type="paragraph" w:customStyle="1" w:styleId="842EA00B8C314148A166CCE1D14CA3F7">
    <w:name w:val="842EA00B8C314148A166CCE1D14CA3F7"/>
  </w:style>
  <w:style w:type="paragraph" w:customStyle="1" w:styleId="3A98401BA43F40098F504FA4E2DC0322">
    <w:name w:val="3A98401BA43F40098F504FA4E2DC0322"/>
  </w:style>
  <w:style w:type="paragraph" w:customStyle="1" w:styleId="C6B6771B427C4BB794F94F1B293E6F02">
    <w:name w:val="C6B6771B427C4BB794F94F1B293E6F02"/>
  </w:style>
  <w:style w:type="paragraph" w:customStyle="1" w:styleId="EB60E209B4AA4405A035EFE7FF042C81">
    <w:name w:val="EB60E209B4AA4405A035EFE7FF042C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Ajit Pai</CompanyAddress>
  <CompanyPhone/>
  <CompanyFax>Federal Communications Commission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AB738D-7097-4146-A41A-B8A74A9FF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complaint about service.dotx</Template>
  <TotalTime>46446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Complaint about service</vt:lpstr>
    </vt:vector>
  </TitlesOfParts>
  <Company>Hewlett-Packard Company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 about service</dc:title>
  <dc:subject>Troy Johnson</dc:subject>
  <dc:creator>Troy Johnson</dc:creator>
  <cp:lastModifiedBy>Troy Johnson</cp:lastModifiedBy>
  <cp:revision>1</cp:revision>
  <cp:lastPrinted>2017-06-29T17:31:00Z</cp:lastPrinted>
  <dcterms:created xsi:type="dcterms:W3CDTF">2017-01-31T14:42:00Z</dcterms:created>
  <dcterms:modified xsi:type="dcterms:W3CDTF">2017-07-05T19:18:00Z</dcterms:modified>
  <cp:category>6/29/2017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TC061048221033</vt:lpwstr>
  </property>
</Properties>
</file>