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1CC" w:rsidRDefault="003731CC" w:rsidP="007A75DC"/>
    <w:p w:rsidR="00D5414B" w:rsidRDefault="00D5414B" w:rsidP="007A75DC"/>
    <w:p w:rsidR="00D5414B" w:rsidRDefault="00D5414B" w:rsidP="007A75DC"/>
    <w:p w:rsidR="00D5414B" w:rsidRDefault="00D5414B" w:rsidP="007A75DC">
      <w:r>
        <w:t>To the FCC,</w:t>
      </w:r>
    </w:p>
    <w:p w:rsidR="00D5414B" w:rsidRDefault="00D5414B" w:rsidP="007A75DC"/>
    <w:p w:rsidR="00D5414B" w:rsidRDefault="00D5414B" w:rsidP="007A75DC">
      <w:r>
        <w:t>I strongly encourage the FCC to maintain “net neutrality” as it is by keeping the “Title II” classification.  Allowing big media to decide what I can access is unacceptable.   If you really want something that would promote innovation, separate the network providers from the content providers.</w:t>
      </w:r>
    </w:p>
    <w:p w:rsidR="00D5414B" w:rsidRDefault="00D5414B" w:rsidP="007A75DC">
      <w:r>
        <w:t>KEEP NET NEUTRALITY FOR THE INTERNET BY PRESERVING IT UNDER “TITLE II”</w:t>
      </w:r>
    </w:p>
    <w:p w:rsidR="00D5414B" w:rsidRDefault="00D5414B" w:rsidP="007A75DC"/>
    <w:p w:rsidR="00D5414B" w:rsidRDefault="00D5414B" w:rsidP="007A75DC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915330</wp:posOffset>
            </wp:positionH>
            <wp:positionV relativeFrom="page">
              <wp:posOffset>4185285</wp:posOffset>
            </wp:positionV>
            <wp:extent cx="2087880" cy="750904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Full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750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414B" w:rsidRDefault="00D5414B" w:rsidP="007A75DC"/>
    <w:p w:rsidR="00D5414B" w:rsidRPr="007A75DC" w:rsidRDefault="00D5414B" w:rsidP="007A75DC">
      <w:r>
        <w:t>Michael Koepke</w:t>
      </w:r>
      <w:bookmarkStart w:id="0" w:name="_GoBack"/>
      <w:bookmarkEnd w:id="0"/>
    </w:p>
    <w:sectPr w:rsidR="00D5414B" w:rsidRPr="007A75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B0F" w:rsidRDefault="00036B0F" w:rsidP="007A75DC">
      <w:pPr>
        <w:spacing w:after="0" w:line="240" w:lineRule="auto"/>
      </w:pPr>
      <w:r>
        <w:separator/>
      </w:r>
    </w:p>
  </w:endnote>
  <w:endnote w:type="continuationSeparator" w:id="0">
    <w:p w:rsidR="00036B0F" w:rsidRDefault="00036B0F" w:rsidP="007A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C" w:rsidRDefault="007A75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C" w:rsidRDefault="007A75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C" w:rsidRDefault="007A7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B0F" w:rsidRDefault="00036B0F" w:rsidP="007A75DC">
      <w:pPr>
        <w:spacing w:after="0" w:line="240" w:lineRule="auto"/>
      </w:pPr>
      <w:r>
        <w:separator/>
      </w:r>
    </w:p>
  </w:footnote>
  <w:footnote w:type="continuationSeparator" w:id="0">
    <w:p w:rsidR="00036B0F" w:rsidRDefault="00036B0F" w:rsidP="007A7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C" w:rsidRDefault="007A75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C" w:rsidRPr="007A75DC" w:rsidRDefault="007A75DC" w:rsidP="007A75DC">
    <w:pPr>
      <w:pBdr>
        <w:bottom w:val="single" w:sz="12" w:space="1" w:color="auto"/>
      </w:pBdr>
      <w:spacing w:after="0"/>
      <w:rPr>
        <w:rFonts w:ascii="Times New Roman" w:hAnsi="Times New Roman" w:cs="Times New Roman"/>
        <w:color w:val="1F4E79" w:themeColor="accent1" w:themeShade="80"/>
        <w:sz w:val="44"/>
        <w:szCs w:val="44"/>
      </w:rPr>
    </w:pPr>
    <w:r w:rsidRPr="007A75DC">
      <w:rPr>
        <w:rFonts w:ascii="Times New Roman" w:hAnsi="Times New Roman" w:cs="Times New Roman"/>
        <w:color w:val="1F4E79" w:themeColor="accent1" w:themeShade="80"/>
        <w:sz w:val="44"/>
        <w:szCs w:val="44"/>
      </w:rPr>
      <w:t>Michael Koepke</w:t>
    </w:r>
  </w:p>
  <w:p w:rsidR="007A75DC" w:rsidRDefault="007A75DC" w:rsidP="007A75DC">
    <w:pPr>
      <w:spacing w:after="0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2971 Plaza Blanca, Santa Fe, NM  87507</w:t>
    </w:r>
  </w:p>
  <w:p w:rsidR="007A75DC" w:rsidRPr="007A75DC" w:rsidRDefault="007A75DC" w:rsidP="007A75DC">
    <w:pPr>
      <w:spacing w:after="0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(505) 629-4478</w:t>
    </w:r>
  </w:p>
  <w:p w:rsidR="007A75DC" w:rsidRDefault="007A75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5DC" w:rsidRDefault="007A75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14B"/>
    <w:rsid w:val="00036B0F"/>
    <w:rsid w:val="003731CC"/>
    <w:rsid w:val="007A75DC"/>
    <w:rsid w:val="00CE262F"/>
    <w:rsid w:val="00D5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A01B50-37C6-4812-A7F3-D344E752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5DC"/>
  </w:style>
  <w:style w:type="paragraph" w:styleId="Footer">
    <w:name w:val="footer"/>
    <w:basedOn w:val="Normal"/>
    <w:link w:val="FooterChar"/>
    <w:uiPriority w:val="99"/>
    <w:unhideWhenUsed/>
    <w:rsid w:val="007A7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oepke\Documents\Custom%20Office%20Templates\MJK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MJK Letterhead.dotx</Template>
  <TotalTime>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Koepke</dc:creator>
  <cp:keywords/>
  <dc:description/>
  <cp:lastModifiedBy>Mike Koepke</cp:lastModifiedBy>
  <cp:revision>1</cp:revision>
  <dcterms:created xsi:type="dcterms:W3CDTF">2017-08-30T14:17:00Z</dcterms:created>
  <dcterms:modified xsi:type="dcterms:W3CDTF">2017-08-30T14:23:00Z</dcterms:modified>
</cp:coreProperties>
</file>