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786" w:rsidRDefault="00754786">
      <w:pPr>
        <w:widowControl w:val="0"/>
      </w:pPr>
      <w:r>
        <w:fldChar w:fldCharType="begin"/>
      </w:r>
      <w:r>
        <w:instrText xml:space="preserve"> SEQ CHAPTER \h \r 1</w:instrText>
      </w:r>
      <w:r>
        <w:fldChar w:fldCharType="end"/>
      </w:r>
      <w:r>
        <w:t xml:space="preserve">The proposed changes to internet neutrality will negatively impact my small business as well as constrict consumer access to all forms of online commerce, which will in turn affect the economy of the country.  </w:t>
      </w:r>
    </w:p>
    <w:p w:rsidR="00754786" w:rsidRDefault="00754786">
      <w:pPr>
        <w:widowControl w:val="0"/>
      </w:pPr>
    </w:p>
    <w:p w:rsidR="00754786" w:rsidRDefault="00754786">
      <w:pPr>
        <w:widowControl w:val="0"/>
      </w:pPr>
      <w:r>
        <w:t>The internet was intended to be available for everyone.  Please see that it remains so, without forcing consumers or business to pay for access that is now free (and should always remain so.)</w:t>
      </w:r>
    </w:p>
    <w:p w:rsidR="00754786" w:rsidRDefault="00754786">
      <w:pPr>
        <w:widowControl w:val="0"/>
      </w:pPr>
    </w:p>
    <w:p w:rsidR="00754786" w:rsidRDefault="00754786">
      <w:pPr>
        <w:widowControl w:val="0"/>
      </w:pPr>
      <w:r>
        <w:t>Thank you.</w:t>
      </w:r>
    </w:p>
    <w:sectPr w:rsidR="00754786" w:rsidSect="00754786">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bordersDoNotSurroundHeader/>
  <w:bordersDoNotSurroundFooter/>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4786"/>
    <w:rsid w:val="007547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2015-01-28T04:30:00Z</dcterms:created>
  <dcterms:modified xsi:type="dcterms:W3CDTF">2015-01-28T04:30:00Z</dcterms:modified>
</cp:coreProperties>
</file>