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752D" w:rsidRDefault="0054752D" w:rsidP="00E32B50">
      <w:pPr>
        <w:ind w:right="720"/>
        <w:jc w:val="both"/>
        <w:rPr>
          <w:sz w:val="16"/>
          <w:szCs w:val="16"/>
        </w:rPr>
        <w:sectPr w:rsidR="0054752D" w:rsidSect="00436EF1">
          <w:headerReference w:type="even" r:id="rId8"/>
          <w:headerReference w:type="default" r:id="rId9"/>
          <w:footerReference w:type="even" r:id="rId10"/>
          <w:footerReference w:type="default" r:id="rId11"/>
          <w:headerReference w:type="first" r:id="rId12"/>
          <w:footerReference w:type="first" r:id="rId13"/>
          <w:pgSz w:w="12240" w:h="15840" w:code="1"/>
          <w:pgMar w:top="1440" w:right="900" w:bottom="1440" w:left="792" w:header="432" w:footer="72" w:gutter="0"/>
          <w:cols w:space="720"/>
          <w:titlePg/>
          <w:docGrid w:linePitch="360"/>
        </w:sectPr>
      </w:pPr>
    </w:p>
    <w:p w:rsidR="003F450E" w:rsidRDefault="003F450E" w:rsidP="0054752D"/>
    <w:p w:rsidR="003B0C38" w:rsidRDefault="003B0C38" w:rsidP="0054752D"/>
    <w:p w:rsidR="0041473E" w:rsidRPr="0041473E" w:rsidRDefault="0041473E" w:rsidP="0041473E">
      <w:r w:rsidRPr="0041473E">
        <w:t>September 19, 2018</w:t>
      </w:r>
    </w:p>
    <w:p w:rsidR="0041473E" w:rsidRPr="009102E4" w:rsidRDefault="0041473E" w:rsidP="0041473E">
      <w:pPr>
        <w:rPr>
          <w:b/>
        </w:rPr>
      </w:pPr>
      <w:bookmarkStart w:id="0" w:name="_GoBack"/>
      <w:bookmarkEnd w:id="0"/>
    </w:p>
    <w:p w:rsidR="0041473E" w:rsidRDefault="0041473E" w:rsidP="0041473E">
      <w:pPr>
        <w:rPr>
          <w:b/>
        </w:rPr>
      </w:pPr>
      <w:r>
        <w:rPr>
          <w:b/>
        </w:rPr>
        <w:t>VIA ELECTRONIC FILING</w:t>
      </w:r>
    </w:p>
    <w:p w:rsidR="0041473E" w:rsidRDefault="0041473E" w:rsidP="0041473E">
      <w:r>
        <w:t xml:space="preserve">Ms. Marlene H. Dortch, Secretary </w:t>
      </w:r>
      <w:r>
        <w:br/>
        <w:t xml:space="preserve">Federal Communications Commission </w:t>
      </w:r>
      <w:r>
        <w:br/>
        <w:t xml:space="preserve">445 12th Street, SW </w:t>
      </w:r>
      <w:r>
        <w:br/>
        <w:t xml:space="preserve">Washington, District of Columbia 20554 </w:t>
      </w:r>
    </w:p>
    <w:p w:rsidR="0041473E" w:rsidRDefault="0041473E" w:rsidP="0041473E"/>
    <w:p w:rsidR="0041473E" w:rsidRPr="005E3746" w:rsidRDefault="0041473E" w:rsidP="0041473E">
      <w:pPr>
        <w:ind w:left="720"/>
        <w:rPr>
          <w:i/>
        </w:rPr>
      </w:pPr>
      <w:r w:rsidRPr="005E3746">
        <w:rPr>
          <w:i/>
        </w:rPr>
        <w:t>RE: Accelerating Wireline Broadband Deployment by Removing Barriers to Infrastructure Investment, WC Docket No. 17-84; Accelerating Wireless Broadband Deployment by Removing Barriers to Infrastructure Investment, WT Docket No. 17-79</w:t>
      </w:r>
    </w:p>
    <w:p w:rsidR="0041473E" w:rsidRDefault="0041473E" w:rsidP="0041473E"/>
    <w:p w:rsidR="0041473E" w:rsidRDefault="0041473E" w:rsidP="0041473E">
      <w:r>
        <w:t xml:space="preserve"> Dear Ms. Dortch,</w:t>
      </w:r>
    </w:p>
    <w:p w:rsidR="0041473E" w:rsidRDefault="0041473E" w:rsidP="0041473E"/>
    <w:p w:rsidR="0041473E" w:rsidRDefault="0041473E" w:rsidP="0041473E">
      <w:r w:rsidRPr="00CF0755">
        <w:t>SEMCOG writes to</w:t>
      </w:r>
      <w:r>
        <w:t xml:space="preserve"> express our concerns over the Federal Communications Commission’s proposed Declaratory Ruling and Third Report and Order regarding state and local governance of small cell wireless infrastructure deployment. SEMCOG, the Southeast Michigan Council of Governments is an organization of city, county, village, township and school officials from seven counties in which approximately four and a half million residents reside. </w:t>
      </w:r>
    </w:p>
    <w:p w:rsidR="0041473E" w:rsidRDefault="0041473E" w:rsidP="0041473E"/>
    <w:p w:rsidR="0041473E" w:rsidRDefault="0041473E" w:rsidP="0041473E">
      <w:r w:rsidRPr="00B93803">
        <w:t>While we share the Commission’s objective of finding new ways to effectively deploy broadband technologies, especially in underserved communities, we are concerned that the proposed language would significantly impede local governments’ ability to serve as trustees of public property, safety and welfare.</w:t>
      </w:r>
      <w:r>
        <w:t xml:space="preserve"> </w:t>
      </w:r>
    </w:p>
    <w:p w:rsidR="0041473E" w:rsidRDefault="0041473E" w:rsidP="0041473E"/>
    <w:p w:rsidR="0041473E" w:rsidRDefault="0041473E" w:rsidP="0041473E">
      <w:r>
        <w:t xml:space="preserve">Michigan has recently gone through extensive discussion on the issue of coordinating infrastructure within the </w:t>
      </w:r>
      <w:r w:rsidRPr="00B93803">
        <w:t xml:space="preserve">public rights-of-way, which </w:t>
      </w:r>
      <w:r>
        <w:t xml:space="preserve">serves as the primary area in which </w:t>
      </w:r>
      <w:r w:rsidRPr="00B93803">
        <w:t>communication providers</w:t>
      </w:r>
      <w:r>
        <w:t xml:space="preserve"> deploy their own infrastructure. T</w:t>
      </w:r>
      <w:r w:rsidRPr="00B93803">
        <w:t xml:space="preserve">he proposed order would significantly narrow the amount of time for local governments to evaluate 5G deployment applications from communication providers – effectively hindering </w:t>
      </w:r>
      <w:r>
        <w:t>our</w:t>
      </w:r>
      <w:r w:rsidRPr="00B93803">
        <w:t xml:space="preserve"> ability to </w:t>
      </w:r>
      <w:r>
        <w:t xml:space="preserve">reasonably coordinate the impact that a new user of the right-of-way will have on other users. We believe that in the long run this will have significant financial impacts on all right-of-way users in the future.  </w:t>
      </w:r>
    </w:p>
    <w:p w:rsidR="0041473E" w:rsidRDefault="0041473E" w:rsidP="0041473E"/>
    <w:p w:rsidR="0041473E" w:rsidRDefault="0041473E" w:rsidP="0041473E">
      <w:pPr>
        <w:pStyle w:val="ListParagraph"/>
        <w:numPr>
          <w:ilvl w:val="0"/>
          <w:numId w:val="1"/>
        </w:numPr>
        <w:spacing w:after="0" w:line="240" w:lineRule="auto"/>
      </w:pPr>
      <w:r w:rsidRPr="00C26AE8">
        <w:rPr>
          <w:b/>
        </w:rPr>
        <w:t xml:space="preserve">The FCC’s proposed new collocation shot clock category is too extreme. </w:t>
      </w:r>
      <w:r>
        <w:t xml:space="preserve">The proposal designates any preexisting structure, regardless of its design or suitability for attaching wireless equipment, as eligible for this new expedited 60 day shot clock. When paired with the FCC’s previous decision exempting small wireless facilities from federal historic and environmental review, this places an unreasonable burden on local governments to prevent historic preservation, environmental, or safety harms to the community. The addition of up to three cubic feet of antenna and 28 cubic feet of additional equipment to a structure not originally designed to carry that equipment is substantial and may necessitate more review than the FCC has allowed in its proposal. </w:t>
      </w:r>
    </w:p>
    <w:p w:rsidR="0041473E" w:rsidRDefault="0041473E" w:rsidP="0041473E">
      <w:pPr>
        <w:pStyle w:val="ListParagraph"/>
        <w:spacing w:after="0" w:line="240" w:lineRule="auto"/>
      </w:pPr>
    </w:p>
    <w:p w:rsidR="0041473E" w:rsidRPr="00C26AE8" w:rsidRDefault="0041473E" w:rsidP="0041473E">
      <w:pPr>
        <w:pStyle w:val="ListParagraph"/>
        <w:numPr>
          <w:ilvl w:val="0"/>
          <w:numId w:val="1"/>
        </w:numPr>
        <w:spacing w:after="0" w:line="240" w:lineRule="auto"/>
        <w:rPr>
          <w:b/>
        </w:rPr>
      </w:pPr>
      <w:r w:rsidRPr="00C26AE8">
        <w:rPr>
          <w:b/>
        </w:rPr>
        <w:t xml:space="preserve">The FCC’s proposed definition of “effective prohibition” is overly broad. </w:t>
      </w:r>
      <w:r>
        <w:t>The draft report and order proposes a definition of “effective prohibition” that invites challenges to long-standing local rights of way requirements unless they meet a subjective and unclear set of guidelines. While the Commission may have intended to preserve local review, this framing and definition of effective prohibition opens local governments to the likelihood of more, not less, conflict and litigation over requirements for aesthetics, spacing, and undergrounding.</w:t>
      </w:r>
    </w:p>
    <w:p w:rsidR="0041473E" w:rsidRDefault="0041473E" w:rsidP="0041473E"/>
    <w:p w:rsidR="0041473E" w:rsidRDefault="0041473E" w:rsidP="0041473E">
      <w:r>
        <w:t xml:space="preserve">SEMCOG in partnership with our member communities has serious reservations regarding this declaratory ruling. While we support the goal of full deployment of wireless services, we are also concerned that hasty installation that does not properly take into account all of the other users of the rights-of-way can cause many more problems in the future. </w:t>
      </w:r>
      <w:r w:rsidRPr="006C06B4">
        <w:t xml:space="preserve">We urge you to oppose this declaratory ruling and report and order. </w:t>
      </w:r>
    </w:p>
    <w:p w:rsidR="0041473E" w:rsidRDefault="0041473E" w:rsidP="0041473E"/>
    <w:p w:rsidR="0041473E" w:rsidRDefault="0041473E" w:rsidP="0041473E">
      <w:r>
        <w:tab/>
      </w:r>
      <w:r>
        <w:tab/>
      </w:r>
      <w:r>
        <w:tab/>
      </w:r>
      <w:r>
        <w:tab/>
        <w:t>Respectfully submitted,</w:t>
      </w:r>
    </w:p>
    <w:p w:rsidR="00C22B96" w:rsidRDefault="00C22B96" w:rsidP="00C22B96">
      <w:pPr>
        <w:jc w:val="both"/>
      </w:pPr>
    </w:p>
    <w:p w:rsidR="00C22B96" w:rsidRDefault="00C22B96" w:rsidP="00C22B96">
      <w:pPr>
        <w:jc w:val="both"/>
      </w:pPr>
      <w:r w:rsidRPr="0023680A">
        <w:rPr>
          <w:noProof/>
        </w:rPr>
        <w:drawing>
          <wp:inline distT="0" distB="0" distL="0" distR="0" wp14:anchorId="4ED9678E" wp14:editId="0566A155">
            <wp:extent cx="1695450" cy="39574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74637" cy="414227"/>
                    </a:xfrm>
                    <a:prstGeom prst="rect">
                      <a:avLst/>
                    </a:prstGeom>
                    <a:noFill/>
                    <a:ln>
                      <a:noFill/>
                    </a:ln>
                  </pic:spPr>
                </pic:pic>
              </a:graphicData>
            </a:graphic>
          </wp:inline>
        </w:drawing>
      </w:r>
    </w:p>
    <w:p w:rsidR="00C22B96" w:rsidRDefault="00C22B96" w:rsidP="00C22B96">
      <w:pPr>
        <w:jc w:val="both"/>
      </w:pPr>
      <w:r>
        <w:t xml:space="preserve">Kathleen </w:t>
      </w:r>
      <w:proofErr w:type="spellStart"/>
      <w:r>
        <w:t>Lomako</w:t>
      </w:r>
      <w:proofErr w:type="spellEnd"/>
      <w:r>
        <w:t>, AICP, CAE</w:t>
      </w:r>
    </w:p>
    <w:p w:rsidR="00C22B96" w:rsidRDefault="00C22B96" w:rsidP="00C22B96">
      <w:pPr>
        <w:jc w:val="both"/>
      </w:pPr>
      <w:r>
        <w:t>Executive Director</w:t>
      </w:r>
    </w:p>
    <w:p w:rsidR="003B0C38" w:rsidRPr="00AA5631" w:rsidRDefault="003B0C38" w:rsidP="00C22B96">
      <w:pPr>
        <w:jc w:val="both"/>
        <w:rPr>
          <w:rFonts w:ascii="Arial" w:hAnsi="Arial" w:cs="Arial"/>
          <w:iCs/>
          <w:color w:val="1F497D"/>
          <w:sz w:val="18"/>
          <w:szCs w:val="18"/>
        </w:rPr>
      </w:pPr>
    </w:p>
    <w:sectPr w:rsidR="003B0C38" w:rsidRPr="00AA5631" w:rsidSect="00EE6E17">
      <w:type w:val="continuous"/>
      <w:pgSz w:w="12240" w:h="15840" w:code="1"/>
      <w:pgMar w:top="1440" w:right="1440" w:bottom="1440" w:left="1440" w:header="360" w:footer="7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2B96" w:rsidRDefault="00C22B96">
      <w:r>
        <w:separator/>
      </w:r>
    </w:p>
  </w:endnote>
  <w:endnote w:type="continuationSeparator" w:id="0">
    <w:p w:rsidR="00C22B96" w:rsidRDefault="00C22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FA7" w:rsidRDefault="00FB6F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FA7" w:rsidRDefault="00FB6FA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42" w:type="dxa"/>
      <w:tblLook w:val="0000" w:firstRow="0" w:lastRow="0" w:firstColumn="0" w:lastColumn="0" w:noHBand="0" w:noVBand="0"/>
    </w:tblPr>
    <w:tblGrid>
      <w:gridCol w:w="1368"/>
      <w:gridCol w:w="1323"/>
      <w:gridCol w:w="1329"/>
      <w:gridCol w:w="1439"/>
      <w:gridCol w:w="1219"/>
      <w:gridCol w:w="1325"/>
      <w:gridCol w:w="1326"/>
      <w:gridCol w:w="1224"/>
      <w:gridCol w:w="89"/>
    </w:tblGrid>
    <w:tr w:rsidR="00226772" w:rsidTr="00EE566E">
      <w:tc>
        <w:tcPr>
          <w:tcW w:w="10642" w:type="dxa"/>
          <w:gridSpan w:val="9"/>
        </w:tcPr>
        <w:p w:rsidR="00226772" w:rsidRPr="00F3495C" w:rsidRDefault="00226772" w:rsidP="004D1C55">
          <w:pPr>
            <w:spacing w:before="120" w:after="120"/>
            <w:jc w:val="center"/>
            <w:rPr>
              <w:rFonts w:ascii="Arial" w:hAnsi="Arial" w:cs="Arial"/>
              <w:iCs/>
              <w:color w:val="1F497D"/>
              <w:sz w:val="16"/>
              <w:szCs w:val="16"/>
            </w:rPr>
          </w:pPr>
          <w:r w:rsidRPr="00F3495C">
            <w:rPr>
              <w:rFonts w:ascii="Arial" w:hAnsi="Arial" w:cs="Arial"/>
              <w:color w:val="1F497D"/>
              <w:sz w:val="16"/>
              <w:szCs w:val="16"/>
            </w:rPr>
            <w:t xml:space="preserve">1001 Woodward, Suite 1400  •  Detroit, Michigan 48226  •  (313) 961-4266  •  </w:t>
          </w:r>
          <w:r w:rsidRPr="00F3495C">
            <w:rPr>
              <w:rFonts w:ascii="Arial" w:hAnsi="Arial" w:cs="Arial"/>
              <w:iCs/>
              <w:color w:val="1F497D"/>
              <w:sz w:val="16"/>
              <w:szCs w:val="16"/>
            </w:rPr>
            <w:t xml:space="preserve">Fax (313) 961-4869 </w:t>
          </w:r>
          <w:r w:rsidRPr="00F3495C">
            <w:rPr>
              <w:rFonts w:ascii="Arial" w:hAnsi="Arial" w:cs="Arial"/>
              <w:color w:val="1F497D"/>
              <w:sz w:val="16"/>
              <w:szCs w:val="16"/>
            </w:rPr>
            <w:t xml:space="preserve"> •  </w:t>
          </w:r>
          <w:r w:rsidRPr="00F3495C">
            <w:rPr>
              <w:rFonts w:ascii="Arial" w:hAnsi="Arial" w:cs="Arial"/>
              <w:iCs/>
              <w:color w:val="1F497D"/>
              <w:sz w:val="16"/>
              <w:szCs w:val="16"/>
            </w:rPr>
            <w:t>semcog.org</w:t>
          </w:r>
        </w:p>
        <w:p w:rsidR="00226772" w:rsidRDefault="00EE566E" w:rsidP="00CC1C84">
          <w:pPr>
            <w:rPr>
              <w:rFonts w:ascii="Helvetica" w:hAnsi="Helvetica"/>
              <w:b/>
              <w:bCs/>
              <w:color w:val="17365D" w:themeColor="text2" w:themeShade="BF"/>
              <w:sz w:val="12"/>
            </w:rPr>
          </w:pPr>
          <w:r>
            <w:rPr>
              <w:rFonts w:ascii="Helvetica" w:hAnsi="Helvetica"/>
              <w:b/>
              <w:bCs/>
              <w:noProof/>
              <w:color w:val="17365D" w:themeColor="text2" w:themeShade="BF"/>
              <w:sz w:val="12"/>
            </w:rPr>
            <mc:AlternateContent>
              <mc:Choice Requires="wps">
                <w:drawing>
                  <wp:anchor distT="0" distB="0" distL="114300" distR="114300" simplePos="0" relativeHeight="251664384" behindDoc="0" locked="0" layoutInCell="1" allowOverlap="1">
                    <wp:simplePos x="0" y="0"/>
                    <wp:positionH relativeFrom="column">
                      <wp:posOffset>-39370</wp:posOffset>
                    </wp:positionH>
                    <wp:positionV relativeFrom="paragraph">
                      <wp:posOffset>15875</wp:posOffset>
                    </wp:positionV>
                    <wp:extent cx="6833235" cy="635"/>
                    <wp:effectExtent l="8255" t="6350" r="6985" b="12065"/>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3235" cy="635"/>
                            </a:xfrm>
                            <a:prstGeom prst="straightConnector1">
                              <a:avLst/>
                            </a:prstGeom>
                            <a:noFill/>
                            <a:ln w="9525">
                              <a:solidFill>
                                <a:schemeClr val="tx2">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CB6EBB" id="_x0000_t32" coordsize="21600,21600" o:spt="32" o:oned="t" path="m,l21600,21600e" filled="f">
                    <v:path arrowok="t" fillok="f" o:connecttype="none"/>
                    <o:lock v:ext="edit" shapetype="t"/>
                  </v:shapetype>
                  <v:shape id="AutoShape 15" o:spid="_x0000_s1026" type="#_x0000_t32" style="position:absolute;margin-left:-3.1pt;margin-top:1.25pt;width:538.05pt;height:.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" strokecolor="#1f497d [3215]"/>
                </w:pict>
              </mc:Fallback>
            </mc:AlternateContent>
          </w:r>
        </w:p>
      </w:tc>
    </w:tr>
    <w:tr w:rsidR="00226772" w:rsidTr="00EE566E">
      <w:trPr>
        <w:gridAfter w:val="1"/>
        <w:wAfter w:w="89" w:type="dxa"/>
      </w:trPr>
      <w:tc>
        <w:tcPr>
          <w:tcW w:w="1368" w:type="dxa"/>
        </w:tcPr>
        <w:p w:rsidR="00EE566E" w:rsidRPr="004524D9" w:rsidRDefault="00EE566E" w:rsidP="00EE566E">
          <w:pPr>
            <w:jc w:val="center"/>
            <w:rPr>
              <w:rFonts w:ascii="Arial" w:hAnsi="Arial" w:cs="Arial"/>
              <w:color w:val="17365D" w:themeColor="text2" w:themeShade="BF"/>
              <w:sz w:val="12"/>
            </w:rPr>
          </w:pPr>
          <w:r>
            <w:rPr>
              <w:rFonts w:ascii="Helvetica" w:hAnsi="Helvetica"/>
              <w:b/>
              <w:color w:val="17365D" w:themeColor="text2" w:themeShade="BF"/>
              <w:sz w:val="12"/>
            </w:rPr>
            <w:t xml:space="preserve">Phil </w:t>
          </w:r>
          <w:proofErr w:type="spellStart"/>
          <w:r>
            <w:rPr>
              <w:rFonts w:ascii="Helvetica" w:hAnsi="Helvetica"/>
              <w:b/>
              <w:color w:val="17365D" w:themeColor="text2" w:themeShade="BF"/>
              <w:sz w:val="12"/>
            </w:rPr>
            <w:t>Weipert</w:t>
          </w:r>
          <w:proofErr w:type="spellEnd"/>
        </w:p>
        <w:p w:rsidR="00EE566E" w:rsidRPr="00BE71A1" w:rsidRDefault="00EE566E" w:rsidP="00EE566E">
          <w:pPr>
            <w:pStyle w:val="Footer"/>
            <w:jc w:val="center"/>
            <w:rPr>
              <w:rFonts w:ascii="Arial" w:hAnsi="Arial" w:cs="Arial"/>
              <w:color w:val="1F497D" w:themeColor="text2"/>
              <w:sz w:val="12"/>
            </w:rPr>
          </w:pPr>
          <w:r w:rsidRPr="00BE71A1">
            <w:rPr>
              <w:rFonts w:ascii="Arial" w:hAnsi="Arial" w:cs="Arial"/>
              <w:color w:val="1F497D" w:themeColor="text2"/>
              <w:sz w:val="12"/>
            </w:rPr>
            <w:t>Chair</w:t>
          </w:r>
          <w:r>
            <w:rPr>
              <w:rFonts w:ascii="Arial" w:hAnsi="Arial" w:cs="Arial"/>
              <w:color w:val="1F497D" w:themeColor="text2"/>
              <w:sz w:val="12"/>
            </w:rPr>
            <w:t>person</w:t>
          </w:r>
        </w:p>
        <w:p w:rsidR="00EE566E" w:rsidRPr="002119E5" w:rsidRDefault="00EE566E" w:rsidP="00EE566E">
          <w:pPr>
            <w:jc w:val="center"/>
            <w:rPr>
              <w:rFonts w:ascii="Arial" w:hAnsi="Arial" w:cs="Arial"/>
              <w:i/>
              <w:color w:val="1F497D" w:themeColor="text2"/>
              <w:sz w:val="12"/>
            </w:rPr>
          </w:pPr>
          <w:r w:rsidRPr="002119E5">
            <w:rPr>
              <w:rFonts w:ascii="Arial" w:hAnsi="Arial" w:cs="Arial"/>
              <w:i/>
              <w:color w:val="1F497D" w:themeColor="text2"/>
              <w:sz w:val="12"/>
            </w:rPr>
            <w:t>Commissioner,</w:t>
          </w:r>
        </w:p>
        <w:p w:rsidR="00226772" w:rsidRDefault="00EE566E" w:rsidP="00EE566E">
          <w:pPr>
            <w:jc w:val="center"/>
            <w:rPr>
              <w:sz w:val="12"/>
            </w:rPr>
          </w:pPr>
          <w:r>
            <w:rPr>
              <w:rFonts w:ascii="Arial" w:hAnsi="Arial" w:cs="Arial"/>
              <w:i/>
              <w:color w:val="1F497D" w:themeColor="text2"/>
              <w:sz w:val="12"/>
            </w:rPr>
            <w:t>Oakland</w:t>
          </w:r>
          <w:r w:rsidRPr="002119E5">
            <w:rPr>
              <w:rFonts w:ascii="Arial" w:hAnsi="Arial" w:cs="Arial"/>
              <w:i/>
              <w:color w:val="1F497D" w:themeColor="text2"/>
              <w:sz w:val="12"/>
            </w:rPr>
            <w:t xml:space="preserve"> County</w:t>
          </w:r>
        </w:p>
      </w:tc>
      <w:tc>
        <w:tcPr>
          <w:tcW w:w="1323" w:type="dxa"/>
        </w:tcPr>
        <w:p w:rsidR="00EE566E" w:rsidRPr="004524D9" w:rsidRDefault="00EE566E" w:rsidP="00EE566E">
          <w:pPr>
            <w:jc w:val="center"/>
            <w:rPr>
              <w:rFonts w:ascii="Arial" w:hAnsi="Arial" w:cs="Arial"/>
              <w:color w:val="17365D" w:themeColor="text2" w:themeShade="BF"/>
              <w:sz w:val="12"/>
            </w:rPr>
          </w:pPr>
          <w:r>
            <w:rPr>
              <w:rFonts w:ascii="Helvetica" w:hAnsi="Helvetica"/>
              <w:b/>
              <w:color w:val="17365D" w:themeColor="text2" w:themeShade="BF"/>
              <w:sz w:val="12"/>
            </w:rPr>
            <w:t xml:space="preserve">Donald </w:t>
          </w:r>
          <w:proofErr w:type="spellStart"/>
          <w:r>
            <w:rPr>
              <w:rFonts w:ascii="Helvetica" w:hAnsi="Helvetica"/>
              <w:b/>
              <w:color w:val="17365D" w:themeColor="text2" w:themeShade="BF"/>
              <w:sz w:val="12"/>
            </w:rPr>
            <w:t>Hubler</w:t>
          </w:r>
          <w:proofErr w:type="spellEnd"/>
        </w:p>
        <w:p w:rsidR="00EE566E" w:rsidRPr="004524D9" w:rsidRDefault="00EE566E" w:rsidP="00EE566E">
          <w:pPr>
            <w:jc w:val="center"/>
            <w:rPr>
              <w:rFonts w:ascii="Arial" w:hAnsi="Arial" w:cs="Arial"/>
              <w:color w:val="1F497D" w:themeColor="text2"/>
              <w:sz w:val="12"/>
            </w:rPr>
          </w:pPr>
          <w:r>
            <w:rPr>
              <w:rFonts w:ascii="Arial" w:hAnsi="Arial" w:cs="Arial"/>
              <w:color w:val="1F497D" w:themeColor="text2"/>
              <w:sz w:val="12"/>
            </w:rPr>
            <w:t>First Vice Chair</w:t>
          </w:r>
        </w:p>
        <w:p w:rsidR="00EE566E" w:rsidRPr="004524D9" w:rsidRDefault="00EE566E" w:rsidP="00EE566E">
          <w:pPr>
            <w:jc w:val="center"/>
            <w:rPr>
              <w:rFonts w:ascii="Arial" w:hAnsi="Arial" w:cs="Arial"/>
              <w:i/>
              <w:color w:val="1F497D" w:themeColor="text2"/>
              <w:sz w:val="12"/>
            </w:rPr>
          </w:pPr>
          <w:r>
            <w:rPr>
              <w:rFonts w:ascii="Arial" w:hAnsi="Arial" w:cs="Arial"/>
              <w:i/>
              <w:color w:val="1F497D" w:themeColor="text2"/>
              <w:sz w:val="12"/>
            </w:rPr>
            <w:t>Secretary</w:t>
          </w:r>
          <w:r w:rsidRPr="004524D9">
            <w:rPr>
              <w:rFonts w:ascii="Arial" w:hAnsi="Arial" w:cs="Arial"/>
              <w:i/>
              <w:color w:val="1F497D" w:themeColor="text2"/>
              <w:sz w:val="12"/>
            </w:rPr>
            <w:t>,</w:t>
          </w:r>
        </w:p>
        <w:p w:rsidR="00226772" w:rsidRDefault="00EE566E" w:rsidP="00EE566E">
          <w:pPr>
            <w:jc w:val="center"/>
            <w:rPr>
              <w:sz w:val="12"/>
            </w:rPr>
          </w:pPr>
          <w:r>
            <w:rPr>
              <w:rFonts w:ascii="Arial" w:hAnsi="Arial" w:cs="Arial"/>
              <w:i/>
              <w:color w:val="1F497D" w:themeColor="text2"/>
              <w:sz w:val="12"/>
            </w:rPr>
            <w:t>Macomb ISD</w:t>
          </w:r>
        </w:p>
      </w:tc>
      <w:tc>
        <w:tcPr>
          <w:tcW w:w="1329" w:type="dxa"/>
        </w:tcPr>
        <w:p w:rsidR="00226772" w:rsidRPr="004524D9" w:rsidRDefault="00226772" w:rsidP="000C5FBA">
          <w:pPr>
            <w:jc w:val="center"/>
            <w:rPr>
              <w:rFonts w:ascii="Arial" w:hAnsi="Arial" w:cs="Arial"/>
              <w:color w:val="17365D" w:themeColor="text2" w:themeShade="BF"/>
              <w:sz w:val="12"/>
            </w:rPr>
          </w:pPr>
          <w:r>
            <w:rPr>
              <w:rFonts w:ascii="Helvetica" w:hAnsi="Helvetica"/>
              <w:b/>
              <w:color w:val="17365D" w:themeColor="text2" w:themeShade="BF"/>
              <w:sz w:val="12"/>
            </w:rPr>
            <w:t>Chris Barnett</w:t>
          </w:r>
        </w:p>
        <w:p w:rsidR="00226772" w:rsidRPr="004524D9" w:rsidRDefault="00226772" w:rsidP="000C5FBA">
          <w:pPr>
            <w:jc w:val="center"/>
            <w:rPr>
              <w:rFonts w:ascii="Arial" w:hAnsi="Arial" w:cs="Arial"/>
              <w:color w:val="1F497D" w:themeColor="text2"/>
              <w:sz w:val="12"/>
            </w:rPr>
          </w:pPr>
          <w:r w:rsidRPr="004524D9">
            <w:rPr>
              <w:rFonts w:ascii="Arial" w:hAnsi="Arial" w:cs="Arial"/>
              <w:color w:val="1F497D" w:themeColor="text2"/>
              <w:sz w:val="12"/>
            </w:rPr>
            <w:t>Vice Chairperson</w:t>
          </w:r>
        </w:p>
        <w:p w:rsidR="00226772" w:rsidRPr="004524D9" w:rsidRDefault="00CF2E38" w:rsidP="000C5FBA">
          <w:pPr>
            <w:jc w:val="center"/>
            <w:rPr>
              <w:rFonts w:ascii="Arial" w:hAnsi="Arial" w:cs="Arial"/>
              <w:i/>
              <w:color w:val="1F497D" w:themeColor="text2"/>
              <w:sz w:val="12"/>
            </w:rPr>
          </w:pPr>
          <w:r>
            <w:rPr>
              <w:rFonts w:ascii="Arial" w:hAnsi="Arial" w:cs="Arial"/>
              <w:i/>
              <w:color w:val="1F497D" w:themeColor="text2"/>
              <w:sz w:val="12"/>
            </w:rPr>
            <w:t>Supervisor</w:t>
          </w:r>
          <w:r w:rsidR="00226772" w:rsidRPr="004524D9">
            <w:rPr>
              <w:rFonts w:ascii="Arial" w:hAnsi="Arial" w:cs="Arial"/>
              <w:i/>
              <w:color w:val="1F497D" w:themeColor="text2"/>
              <w:sz w:val="12"/>
            </w:rPr>
            <w:t>,</w:t>
          </w:r>
        </w:p>
        <w:p w:rsidR="00226772" w:rsidRPr="002D188E" w:rsidRDefault="00CF2E38" w:rsidP="000C5FBA">
          <w:pPr>
            <w:jc w:val="center"/>
            <w:rPr>
              <w:rFonts w:ascii="Arial" w:hAnsi="Arial" w:cs="Arial"/>
              <w:i/>
              <w:sz w:val="12"/>
            </w:rPr>
          </w:pPr>
          <w:r>
            <w:rPr>
              <w:rFonts w:ascii="Arial" w:hAnsi="Arial" w:cs="Arial"/>
              <w:i/>
              <w:color w:val="1F497D" w:themeColor="text2"/>
              <w:sz w:val="12"/>
            </w:rPr>
            <w:t>Orion Township</w:t>
          </w:r>
        </w:p>
      </w:tc>
      <w:tc>
        <w:tcPr>
          <w:tcW w:w="1439" w:type="dxa"/>
        </w:tcPr>
        <w:p w:rsidR="00226772" w:rsidRPr="004524D9" w:rsidRDefault="00EE566E" w:rsidP="00226772">
          <w:pPr>
            <w:jc w:val="center"/>
            <w:rPr>
              <w:rFonts w:ascii="Arial" w:hAnsi="Arial" w:cs="Arial"/>
              <w:color w:val="17365D" w:themeColor="text2" w:themeShade="BF"/>
              <w:sz w:val="12"/>
            </w:rPr>
          </w:pPr>
          <w:r>
            <w:rPr>
              <w:rFonts w:ascii="Helvetica" w:hAnsi="Helvetica"/>
              <w:b/>
              <w:color w:val="17365D" w:themeColor="text2" w:themeShade="BF"/>
              <w:sz w:val="12"/>
            </w:rPr>
            <w:t>Mandy Grewal</w:t>
          </w:r>
        </w:p>
        <w:p w:rsidR="00226772" w:rsidRPr="004524D9" w:rsidRDefault="00226772" w:rsidP="00226772">
          <w:pPr>
            <w:jc w:val="center"/>
            <w:rPr>
              <w:rFonts w:ascii="Arial" w:hAnsi="Arial" w:cs="Arial"/>
              <w:color w:val="1F497D" w:themeColor="text2"/>
              <w:sz w:val="12"/>
            </w:rPr>
          </w:pPr>
          <w:r w:rsidRPr="004524D9">
            <w:rPr>
              <w:rFonts w:ascii="Arial" w:hAnsi="Arial" w:cs="Arial"/>
              <w:color w:val="1F497D" w:themeColor="text2"/>
              <w:sz w:val="12"/>
            </w:rPr>
            <w:t>Vice Chairperson</w:t>
          </w:r>
        </w:p>
        <w:p w:rsidR="00226772" w:rsidRPr="004524D9" w:rsidRDefault="00EE566E" w:rsidP="00226772">
          <w:pPr>
            <w:jc w:val="center"/>
            <w:rPr>
              <w:rFonts w:ascii="Arial" w:hAnsi="Arial" w:cs="Arial"/>
              <w:i/>
              <w:color w:val="1F497D" w:themeColor="text2"/>
              <w:sz w:val="12"/>
            </w:rPr>
          </w:pPr>
          <w:r>
            <w:rPr>
              <w:rFonts w:ascii="Arial" w:hAnsi="Arial" w:cs="Arial"/>
              <w:i/>
              <w:color w:val="1F497D" w:themeColor="text2"/>
              <w:sz w:val="12"/>
            </w:rPr>
            <w:t>Supervisor</w:t>
          </w:r>
          <w:r w:rsidR="00226772" w:rsidRPr="004524D9">
            <w:rPr>
              <w:rFonts w:ascii="Arial" w:hAnsi="Arial" w:cs="Arial"/>
              <w:i/>
              <w:color w:val="1F497D" w:themeColor="text2"/>
              <w:sz w:val="12"/>
            </w:rPr>
            <w:t>,</w:t>
          </w:r>
        </w:p>
        <w:p w:rsidR="00226772" w:rsidRPr="001B7D31" w:rsidRDefault="00EE566E" w:rsidP="00226772">
          <w:pPr>
            <w:jc w:val="center"/>
            <w:rPr>
              <w:rFonts w:ascii="Arial" w:hAnsi="Arial" w:cs="Arial"/>
              <w:i/>
              <w:sz w:val="12"/>
            </w:rPr>
          </w:pPr>
          <w:r>
            <w:rPr>
              <w:rFonts w:ascii="Arial" w:hAnsi="Arial" w:cs="Arial"/>
              <w:i/>
              <w:color w:val="1F497D" w:themeColor="text2"/>
              <w:sz w:val="12"/>
            </w:rPr>
            <w:t>Pittsfield Township</w:t>
          </w:r>
        </w:p>
      </w:tc>
      <w:tc>
        <w:tcPr>
          <w:tcW w:w="1219" w:type="dxa"/>
        </w:tcPr>
        <w:p w:rsidR="00226772" w:rsidRPr="004524D9" w:rsidRDefault="00CF2E38" w:rsidP="000C5FBA">
          <w:pPr>
            <w:jc w:val="center"/>
            <w:rPr>
              <w:rFonts w:ascii="Arial" w:hAnsi="Arial" w:cs="Arial"/>
              <w:color w:val="17365D" w:themeColor="text2" w:themeShade="BF"/>
              <w:sz w:val="12"/>
            </w:rPr>
          </w:pPr>
          <w:r>
            <w:rPr>
              <w:rFonts w:ascii="Helvetica" w:hAnsi="Helvetica"/>
              <w:b/>
              <w:color w:val="17365D" w:themeColor="text2" w:themeShade="BF"/>
              <w:sz w:val="12"/>
            </w:rPr>
            <w:t>Brenda Jones</w:t>
          </w:r>
        </w:p>
        <w:p w:rsidR="00226772" w:rsidRPr="00BE71A1" w:rsidRDefault="00226772" w:rsidP="000C5FBA">
          <w:pPr>
            <w:pStyle w:val="Footer"/>
            <w:jc w:val="center"/>
            <w:rPr>
              <w:rFonts w:ascii="Arial" w:hAnsi="Arial" w:cs="Arial"/>
              <w:color w:val="1F497D" w:themeColor="text2"/>
              <w:sz w:val="12"/>
            </w:rPr>
          </w:pPr>
          <w:r w:rsidRPr="00BE71A1">
            <w:rPr>
              <w:rFonts w:ascii="Arial" w:hAnsi="Arial" w:cs="Arial"/>
              <w:color w:val="1F497D" w:themeColor="text2"/>
              <w:sz w:val="12"/>
            </w:rPr>
            <w:t>Vice Chairperson</w:t>
          </w:r>
        </w:p>
        <w:p w:rsidR="00226772" w:rsidRPr="00CF2E38" w:rsidRDefault="00CF2E38" w:rsidP="00CF2E38">
          <w:pPr>
            <w:jc w:val="center"/>
            <w:rPr>
              <w:rFonts w:ascii="Arial" w:hAnsi="Arial" w:cs="Arial"/>
              <w:i/>
              <w:color w:val="1F497D" w:themeColor="text2"/>
              <w:sz w:val="12"/>
            </w:rPr>
          </w:pPr>
          <w:r>
            <w:rPr>
              <w:rFonts w:ascii="Arial" w:hAnsi="Arial" w:cs="Arial"/>
              <w:i/>
              <w:color w:val="1F497D" w:themeColor="text2"/>
              <w:sz w:val="12"/>
            </w:rPr>
            <w:t xml:space="preserve">President, </w:t>
          </w:r>
          <w:r w:rsidR="009B7610">
            <w:rPr>
              <w:rFonts w:ascii="Arial" w:hAnsi="Arial" w:cs="Arial"/>
              <w:i/>
              <w:color w:val="1F497D" w:themeColor="text2"/>
              <w:sz w:val="12"/>
            </w:rPr>
            <w:br/>
          </w:r>
          <w:r w:rsidRPr="009B7610">
            <w:rPr>
              <w:rFonts w:ascii="Arial" w:hAnsi="Arial" w:cs="Arial"/>
              <w:i/>
              <w:color w:val="1F497D" w:themeColor="text2"/>
              <w:spacing w:val="-2"/>
              <w:sz w:val="12"/>
            </w:rPr>
            <w:t>Detroit</w:t>
          </w:r>
          <w:r w:rsidR="009B7610" w:rsidRPr="009B7610">
            <w:rPr>
              <w:rFonts w:ascii="Arial" w:hAnsi="Arial" w:cs="Arial"/>
              <w:i/>
              <w:color w:val="1F497D" w:themeColor="text2"/>
              <w:spacing w:val="-2"/>
              <w:sz w:val="12"/>
            </w:rPr>
            <w:t xml:space="preserve"> City</w:t>
          </w:r>
          <w:r w:rsidR="009B7610">
            <w:rPr>
              <w:rFonts w:ascii="Arial" w:hAnsi="Arial" w:cs="Arial"/>
              <w:i/>
              <w:color w:val="1F497D" w:themeColor="text2"/>
              <w:spacing w:val="-2"/>
              <w:sz w:val="12"/>
            </w:rPr>
            <w:t xml:space="preserve"> </w:t>
          </w:r>
          <w:r w:rsidR="009B7610" w:rsidRPr="009B7610">
            <w:rPr>
              <w:rFonts w:ascii="Arial" w:hAnsi="Arial" w:cs="Arial"/>
              <w:i/>
              <w:color w:val="1F497D" w:themeColor="text2"/>
              <w:spacing w:val="-2"/>
              <w:sz w:val="12"/>
            </w:rPr>
            <w:t>Council</w:t>
          </w:r>
        </w:p>
      </w:tc>
      <w:tc>
        <w:tcPr>
          <w:tcW w:w="1325" w:type="dxa"/>
          <w:tcMar>
            <w:left w:w="0" w:type="dxa"/>
            <w:right w:w="0" w:type="dxa"/>
          </w:tcMar>
        </w:tcPr>
        <w:p w:rsidR="00226772" w:rsidRPr="004524D9" w:rsidRDefault="00CF2E38" w:rsidP="00274D6F">
          <w:pPr>
            <w:jc w:val="center"/>
            <w:rPr>
              <w:rFonts w:ascii="Arial" w:hAnsi="Arial" w:cs="Arial"/>
              <w:color w:val="17365D" w:themeColor="text2" w:themeShade="BF"/>
              <w:sz w:val="12"/>
            </w:rPr>
          </w:pPr>
          <w:r>
            <w:rPr>
              <w:rFonts w:ascii="Helvetica" w:hAnsi="Helvetica"/>
              <w:b/>
              <w:color w:val="17365D" w:themeColor="text2" w:themeShade="BF"/>
              <w:sz w:val="12"/>
            </w:rPr>
            <w:t xml:space="preserve">Eric </w:t>
          </w:r>
          <w:proofErr w:type="spellStart"/>
          <w:r>
            <w:rPr>
              <w:rFonts w:ascii="Helvetica" w:hAnsi="Helvetica"/>
              <w:b/>
              <w:color w:val="17365D" w:themeColor="text2" w:themeShade="BF"/>
              <w:sz w:val="12"/>
            </w:rPr>
            <w:t>Sabree</w:t>
          </w:r>
          <w:proofErr w:type="spellEnd"/>
        </w:p>
        <w:p w:rsidR="00226772" w:rsidRPr="00BE71A1" w:rsidRDefault="00226772">
          <w:pPr>
            <w:pStyle w:val="Footer"/>
            <w:jc w:val="center"/>
            <w:rPr>
              <w:rFonts w:ascii="Arial" w:hAnsi="Arial" w:cs="Arial"/>
              <w:color w:val="1F497D" w:themeColor="text2"/>
              <w:sz w:val="12"/>
            </w:rPr>
          </w:pPr>
          <w:r w:rsidRPr="00BE71A1">
            <w:rPr>
              <w:rFonts w:ascii="Arial" w:hAnsi="Arial" w:cs="Arial"/>
              <w:color w:val="1F497D" w:themeColor="text2"/>
              <w:sz w:val="12"/>
            </w:rPr>
            <w:t>Vice Chairperson</w:t>
          </w:r>
        </w:p>
        <w:p w:rsidR="00226772" w:rsidRPr="002119E5" w:rsidRDefault="00CF2E38" w:rsidP="002119E5">
          <w:pPr>
            <w:jc w:val="center"/>
            <w:rPr>
              <w:rFonts w:ascii="Arial" w:hAnsi="Arial" w:cs="Arial"/>
              <w:i/>
              <w:color w:val="1F497D" w:themeColor="text2"/>
              <w:sz w:val="12"/>
            </w:rPr>
          </w:pPr>
          <w:r>
            <w:rPr>
              <w:rFonts w:ascii="Arial" w:hAnsi="Arial" w:cs="Arial"/>
              <w:i/>
              <w:color w:val="1F497D" w:themeColor="text2"/>
              <w:sz w:val="12"/>
            </w:rPr>
            <w:t>Treasur</w:t>
          </w:r>
          <w:r w:rsidR="00226772" w:rsidRPr="002119E5">
            <w:rPr>
              <w:rFonts w:ascii="Arial" w:hAnsi="Arial" w:cs="Arial"/>
              <w:i/>
              <w:color w:val="1F497D" w:themeColor="text2"/>
              <w:sz w:val="12"/>
            </w:rPr>
            <w:t>er,</w:t>
          </w:r>
        </w:p>
        <w:p w:rsidR="00226772" w:rsidRDefault="00CF2E38" w:rsidP="002119E5">
          <w:pPr>
            <w:jc w:val="center"/>
            <w:rPr>
              <w:sz w:val="12"/>
            </w:rPr>
          </w:pPr>
          <w:r>
            <w:rPr>
              <w:rFonts w:ascii="Arial" w:hAnsi="Arial" w:cs="Arial"/>
              <w:i/>
              <w:color w:val="1F497D" w:themeColor="text2"/>
              <w:sz w:val="12"/>
            </w:rPr>
            <w:t>Wayne</w:t>
          </w:r>
          <w:r w:rsidR="00226772" w:rsidRPr="002119E5">
            <w:rPr>
              <w:rFonts w:ascii="Arial" w:hAnsi="Arial" w:cs="Arial"/>
              <w:i/>
              <w:color w:val="1F497D" w:themeColor="text2"/>
              <w:sz w:val="12"/>
            </w:rPr>
            <w:t xml:space="preserve"> County</w:t>
          </w:r>
        </w:p>
      </w:tc>
      <w:tc>
        <w:tcPr>
          <w:tcW w:w="1326" w:type="dxa"/>
          <w:tcMar>
            <w:left w:w="58" w:type="dxa"/>
            <w:right w:w="58" w:type="dxa"/>
          </w:tcMar>
        </w:tcPr>
        <w:p w:rsidR="00EE566E" w:rsidRPr="00BE71A1" w:rsidRDefault="00EE566E" w:rsidP="00EE566E">
          <w:pPr>
            <w:pStyle w:val="Footer"/>
            <w:jc w:val="center"/>
            <w:rPr>
              <w:rFonts w:ascii="Helvetica" w:hAnsi="Helvetica"/>
              <w:color w:val="17365D" w:themeColor="text2" w:themeShade="BF"/>
              <w:sz w:val="12"/>
            </w:rPr>
          </w:pPr>
          <w:r>
            <w:rPr>
              <w:rFonts w:ascii="Helvetica" w:hAnsi="Helvetica"/>
              <w:b/>
              <w:bCs/>
              <w:color w:val="17365D" w:themeColor="text2" w:themeShade="BF"/>
              <w:sz w:val="12"/>
            </w:rPr>
            <w:t>Robert Clark</w:t>
          </w:r>
        </w:p>
        <w:p w:rsidR="00EE566E" w:rsidRPr="00BE71A1" w:rsidRDefault="00EE566E" w:rsidP="00EE566E">
          <w:pPr>
            <w:jc w:val="center"/>
            <w:rPr>
              <w:rFonts w:ascii="Arial" w:hAnsi="Arial" w:cs="Arial"/>
              <w:color w:val="1F497D" w:themeColor="text2"/>
              <w:sz w:val="12"/>
            </w:rPr>
          </w:pPr>
          <w:r>
            <w:rPr>
              <w:rFonts w:ascii="Arial" w:hAnsi="Arial" w:cs="Arial"/>
              <w:color w:val="1F497D" w:themeColor="text2"/>
              <w:sz w:val="12"/>
            </w:rPr>
            <w:t>Immediate Past</w:t>
          </w:r>
          <w:r w:rsidR="00FB6FA7">
            <w:rPr>
              <w:rFonts w:ascii="Arial" w:hAnsi="Arial" w:cs="Arial"/>
              <w:color w:val="1F497D" w:themeColor="text2"/>
              <w:sz w:val="12"/>
            </w:rPr>
            <w:t xml:space="preserve"> </w:t>
          </w:r>
          <w:r>
            <w:rPr>
              <w:rFonts w:ascii="Arial" w:hAnsi="Arial" w:cs="Arial"/>
              <w:color w:val="1F497D" w:themeColor="text2"/>
              <w:sz w:val="12"/>
            </w:rPr>
            <w:t>Chair</w:t>
          </w:r>
        </w:p>
        <w:p w:rsidR="00EE566E" w:rsidRPr="002119E5" w:rsidRDefault="00EE566E" w:rsidP="00EE566E">
          <w:pPr>
            <w:jc w:val="center"/>
            <w:rPr>
              <w:rFonts w:ascii="Arial" w:hAnsi="Arial" w:cs="Arial"/>
              <w:i/>
              <w:color w:val="1F497D" w:themeColor="text2"/>
              <w:sz w:val="12"/>
            </w:rPr>
          </w:pPr>
          <w:r>
            <w:rPr>
              <w:rFonts w:ascii="Arial" w:hAnsi="Arial" w:cs="Arial"/>
              <w:i/>
              <w:color w:val="1F497D" w:themeColor="text2"/>
              <w:sz w:val="12"/>
            </w:rPr>
            <w:t>Mayor,</w:t>
          </w:r>
        </w:p>
        <w:p w:rsidR="00226772" w:rsidRPr="00BE6E24" w:rsidRDefault="00EE566E" w:rsidP="00EE566E">
          <w:pPr>
            <w:jc w:val="center"/>
            <w:rPr>
              <w:rFonts w:ascii="Arial Narrow" w:hAnsi="Arial Narrow"/>
              <w:i/>
              <w:iCs/>
              <w:sz w:val="12"/>
            </w:rPr>
          </w:pPr>
          <w:r>
            <w:rPr>
              <w:rFonts w:ascii="Arial" w:hAnsi="Arial" w:cs="Arial"/>
              <w:i/>
              <w:color w:val="1F497D" w:themeColor="text2"/>
              <w:sz w:val="12"/>
            </w:rPr>
            <w:t>City of Monroe</w:t>
          </w:r>
        </w:p>
      </w:tc>
      <w:tc>
        <w:tcPr>
          <w:tcW w:w="1224" w:type="dxa"/>
        </w:tcPr>
        <w:p w:rsidR="00226772" w:rsidRPr="00BE71A1" w:rsidRDefault="00226772">
          <w:pPr>
            <w:jc w:val="center"/>
            <w:rPr>
              <w:rFonts w:ascii="Helvetica" w:hAnsi="Helvetica"/>
              <w:b/>
              <w:bCs/>
              <w:color w:val="17365D" w:themeColor="text2" w:themeShade="BF"/>
              <w:sz w:val="12"/>
            </w:rPr>
          </w:pPr>
          <w:r>
            <w:rPr>
              <w:rFonts w:ascii="Helvetica" w:hAnsi="Helvetica"/>
              <w:b/>
              <w:bCs/>
              <w:color w:val="17365D" w:themeColor="text2" w:themeShade="BF"/>
              <w:sz w:val="12"/>
            </w:rPr>
            <w:t xml:space="preserve">Kathleen </w:t>
          </w:r>
          <w:proofErr w:type="spellStart"/>
          <w:r>
            <w:rPr>
              <w:rFonts w:ascii="Helvetica" w:hAnsi="Helvetica"/>
              <w:b/>
              <w:bCs/>
              <w:color w:val="17365D" w:themeColor="text2" w:themeShade="BF"/>
              <w:sz w:val="12"/>
            </w:rPr>
            <w:t>Lomako</w:t>
          </w:r>
          <w:proofErr w:type="spellEnd"/>
        </w:p>
        <w:p w:rsidR="00226772" w:rsidRPr="002F6875" w:rsidRDefault="00226772">
          <w:pPr>
            <w:pStyle w:val="Footer"/>
            <w:jc w:val="center"/>
            <w:rPr>
              <w:rFonts w:ascii="Arial" w:hAnsi="Arial" w:cs="Arial"/>
              <w:sz w:val="12"/>
            </w:rPr>
          </w:pPr>
          <w:r w:rsidRPr="00BE71A1">
            <w:rPr>
              <w:rFonts w:ascii="Arial" w:hAnsi="Arial" w:cs="Arial"/>
              <w:color w:val="1F497D" w:themeColor="text2"/>
              <w:sz w:val="12"/>
            </w:rPr>
            <w:t>Executive Director</w:t>
          </w:r>
        </w:p>
      </w:tc>
    </w:tr>
  </w:tbl>
  <w:p w:rsidR="00226772" w:rsidRDefault="002267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2B96" w:rsidRDefault="00C22B96">
      <w:r>
        <w:separator/>
      </w:r>
    </w:p>
  </w:footnote>
  <w:footnote w:type="continuationSeparator" w:id="0">
    <w:p w:rsidR="00C22B96" w:rsidRDefault="00C22B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FA7" w:rsidRDefault="00FB6F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6772" w:rsidRDefault="00226772" w:rsidP="0054752D">
    <w:pPr>
      <w:pStyle w:val="Header"/>
      <w:rPr>
        <w:rStyle w:val="PageNumber"/>
      </w:rPr>
    </w:pPr>
  </w:p>
  <w:p w:rsidR="00226772" w:rsidRDefault="00226772" w:rsidP="0054752D">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6772" w:rsidRDefault="00226772">
    <w:pPr>
      <w:spacing w:line="20" w:lineRule="exact"/>
      <w:rPr>
        <w:i/>
        <w:iCs/>
        <w:szCs w:val="40"/>
      </w:rPr>
    </w:pPr>
  </w:p>
  <w:p w:rsidR="00226772" w:rsidRDefault="00226772">
    <w:pPr>
      <w:spacing w:line="20" w:lineRule="exact"/>
      <w:rPr>
        <w:i/>
        <w:iCs/>
        <w:szCs w:val="40"/>
      </w:rPr>
    </w:pPr>
  </w:p>
  <w:p w:rsidR="00226772" w:rsidRDefault="00226772">
    <w:pPr>
      <w:spacing w:line="20" w:lineRule="exact"/>
      <w:rPr>
        <w:i/>
        <w:iCs/>
        <w:szCs w:val="40"/>
      </w:rPr>
    </w:pPr>
  </w:p>
  <w:p w:rsidR="00226772" w:rsidRDefault="00226772">
    <w:pPr>
      <w:spacing w:line="20" w:lineRule="exact"/>
      <w:rPr>
        <w:i/>
        <w:iCs/>
        <w:szCs w:val="40"/>
      </w:rPr>
    </w:pPr>
  </w:p>
  <w:p w:rsidR="00226772" w:rsidRDefault="00226772">
    <w:pPr>
      <w:spacing w:line="20" w:lineRule="exact"/>
      <w:rPr>
        <w:i/>
        <w:iCs/>
        <w:szCs w:val="40"/>
      </w:rPr>
    </w:pPr>
  </w:p>
  <w:p w:rsidR="00226772" w:rsidRDefault="00226772">
    <w:pPr>
      <w:spacing w:line="20" w:lineRule="exact"/>
      <w:rPr>
        <w:i/>
        <w:iCs/>
        <w:szCs w:val="40"/>
      </w:rPr>
    </w:pPr>
  </w:p>
  <w:p w:rsidR="00226772" w:rsidRDefault="00226772">
    <w:pPr>
      <w:spacing w:line="20" w:lineRule="exact"/>
      <w:rPr>
        <w:i/>
        <w:iCs/>
        <w:szCs w:val="40"/>
      </w:rPr>
    </w:pPr>
  </w:p>
  <w:p w:rsidR="00226772" w:rsidRDefault="00226772">
    <w:pPr>
      <w:spacing w:line="20" w:lineRule="exact"/>
      <w:rPr>
        <w:i/>
        <w:iCs/>
        <w:szCs w:val="40"/>
      </w:rPr>
    </w:pPr>
  </w:p>
  <w:p w:rsidR="00226772" w:rsidRPr="002E4D61" w:rsidRDefault="00226772" w:rsidP="00EE566E">
    <w:pPr>
      <w:spacing w:before="20" w:after="20"/>
      <w:ind w:left="-90"/>
      <w:jc w:val="center"/>
      <w:rPr>
        <w:rFonts w:ascii="Helvetica" w:hAnsi="Helvetica"/>
        <w:b/>
        <w:bCs/>
        <w:i/>
        <w:iCs/>
        <w:color w:val="1F497D"/>
      </w:rPr>
    </w:pPr>
    <w:r w:rsidRPr="00F3495C">
      <w:rPr>
        <w:rFonts w:ascii="Helvetica" w:hAnsi="Helvetica"/>
        <w:b/>
        <w:bCs/>
        <w:i/>
        <w:iCs/>
        <w:noProof/>
        <w:color w:val="1F497D"/>
      </w:rPr>
      <w:drawing>
        <wp:inline distT="0" distB="0" distL="0" distR="0">
          <wp:extent cx="5943600" cy="533271"/>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MCOG Logo 288.jpg"/>
                  <pic:cNvPicPr/>
                </pic:nvPicPr>
                <pic:blipFill>
                  <a:blip r:embed="rId1">
                    <a:extLst>
                      <a:ext uri="{28A0092B-C50C-407E-A947-70E740481C1C}">
                        <a14:useLocalDpi xmlns:a14="http://schemas.microsoft.com/office/drawing/2010/main" val="0"/>
                      </a:ext>
                    </a:extLst>
                  </a:blip>
                  <a:stretch>
                    <a:fillRect/>
                  </a:stretch>
                </pic:blipFill>
                <pic:spPr>
                  <a:xfrm>
                    <a:off x="0" y="0"/>
                    <a:ext cx="5943600" cy="533271"/>
                  </a:xfrm>
                  <a:prstGeom prst="rect">
                    <a:avLst/>
                  </a:prstGeom>
                </pic:spPr>
              </pic:pic>
            </a:graphicData>
          </a:graphic>
        </wp:inline>
      </w:drawing>
    </w:r>
  </w:p>
  <w:p w:rsidR="00226772" w:rsidRPr="002731CC" w:rsidRDefault="00226772" w:rsidP="0054752D">
    <w:pPr>
      <w:jc w:val="right"/>
      <w:rPr>
        <w:iCs/>
        <w:color w:val="1F497D"/>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7A4FC7"/>
    <w:multiLevelType w:val="hybridMultilevel"/>
    <w:tmpl w:val="8C344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B96"/>
    <w:rsid w:val="00074059"/>
    <w:rsid w:val="000823BC"/>
    <w:rsid w:val="000C5FBA"/>
    <w:rsid w:val="00112899"/>
    <w:rsid w:val="002119E5"/>
    <w:rsid w:val="00226772"/>
    <w:rsid w:val="00274D6F"/>
    <w:rsid w:val="002D2E64"/>
    <w:rsid w:val="002E02BE"/>
    <w:rsid w:val="003B0C38"/>
    <w:rsid w:val="003F450E"/>
    <w:rsid w:val="0041473E"/>
    <w:rsid w:val="00436EF1"/>
    <w:rsid w:val="004638D6"/>
    <w:rsid w:val="004D1C55"/>
    <w:rsid w:val="00504021"/>
    <w:rsid w:val="0054752D"/>
    <w:rsid w:val="00552791"/>
    <w:rsid w:val="00560B57"/>
    <w:rsid w:val="005E087B"/>
    <w:rsid w:val="007614A9"/>
    <w:rsid w:val="007D1908"/>
    <w:rsid w:val="007D467F"/>
    <w:rsid w:val="00847442"/>
    <w:rsid w:val="00852570"/>
    <w:rsid w:val="008764B4"/>
    <w:rsid w:val="008D2AE7"/>
    <w:rsid w:val="008D4726"/>
    <w:rsid w:val="008D73F2"/>
    <w:rsid w:val="0091631D"/>
    <w:rsid w:val="009B7610"/>
    <w:rsid w:val="00A1020D"/>
    <w:rsid w:val="00AA5631"/>
    <w:rsid w:val="00AA6981"/>
    <w:rsid w:val="00BB2B6A"/>
    <w:rsid w:val="00BE7526"/>
    <w:rsid w:val="00C22B96"/>
    <w:rsid w:val="00C6572D"/>
    <w:rsid w:val="00CB1110"/>
    <w:rsid w:val="00CB3E14"/>
    <w:rsid w:val="00CB3FE5"/>
    <w:rsid w:val="00CC1C84"/>
    <w:rsid w:val="00CF24C1"/>
    <w:rsid w:val="00CF2E38"/>
    <w:rsid w:val="00D44DB9"/>
    <w:rsid w:val="00DB4334"/>
    <w:rsid w:val="00DD0B0F"/>
    <w:rsid w:val="00E00C67"/>
    <w:rsid w:val="00E0492F"/>
    <w:rsid w:val="00E25408"/>
    <w:rsid w:val="00E32B50"/>
    <w:rsid w:val="00E84471"/>
    <w:rsid w:val="00EE566E"/>
    <w:rsid w:val="00EE6E17"/>
    <w:rsid w:val="00F3495C"/>
    <w:rsid w:val="00F90C3F"/>
    <w:rsid w:val="00FB6FA7"/>
    <w:rsid w:val="00FC41A7"/>
    <w:rsid w:val="00FE185F"/>
    <w:rsid w:val="00FE46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373460"/>
  <w15:docId w15:val="{773312BF-0453-4197-9978-11895051D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2B9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4A7CA4"/>
    <w:pPr>
      <w:tabs>
        <w:tab w:val="center" w:pos="4320"/>
        <w:tab w:val="right" w:pos="8640"/>
      </w:tabs>
    </w:pPr>
  </w:style>
  <w:style w:type="paragraph" w:styleId="Footer">
    <w:name w:val="footer"/>
    <w:basedOn w:val="Normal"/>
    <w:semiHidden/>
    <w:rsid w:val="004A7CA4"/>
    <w:pPr>
      <w:tabs>
        <w:tab w:val="center" w:pos="4320"/>
        <w:tab w:val="right" w:pos="8640"/>
      </w:tabs>
    </w:pPr>
  </w:style>
  <w:style w:type="character" w:styleId="PageNumber">
    <w:name w:val="page number"/>
    <w:basedOn w:val="DefaultParagraphFont"/>
    <w:semiHidden/>
    <w:rsid w:val="004A7CA4"/>
  </w:style>
  <w:style w:type="character" w:styleId="Hyperlink">
    <w:name w:val="Hyperlink"/>
    <w:basedOn w:val="DefaultParagraphFont"/>
    <w:semiHidden/>
    <w:rsid w:val="004A7CA4"/>
    <w:rPr>
      <w:color w:val="0000FF"/>
      <w:u w:val="single"/>
    </w:rPr>
  </w:style>
  <w:style w:type="character" w:styleId="FollowedHyperlink">
    <w:name w:val="FollowedHyperlink"/>
    <w:basedOn w:val="DefaultParagraphFont"/>
    <w:semiHidden/>
    <w:rsid w:val="004A7CA4"/>
    <w:rPr>
      <w:color w:val="800080"/>
      <w:u w:val="single"/>
    </w:rPr>
  </w:style>
  <w:style w:type="paragraph" w:styleId="BalloonText">
    <w:name w:val="Balloon Text"/>
    <w:basedOn w:val="Normal"/>
    <w:link w:val="BalloonTextChar"/>
    <w:uiPriority w:val="99"/>
    <w:semiHidden/>
    <w:unhideWhenUsed/>
    <w:rsid w:val="004469B7"/>
    <w:rPr>
      <w:rFonts w:ascii="Tahoma" w:hAnsi="Tahoma" w:cs="Tahoma"/>
      <w:sz w:val="16"/>
      <w:szCs w:val="16"/>
    </w:rPr>
  </w:style>
  <w:style w:type="character" w:customStyle="1" w:styleId="BalloonTextChar">
    <w:name w:val="Balloon Text Char"/>
    <w:basedOn w:val="DefaultParagraphFont"/>
    <w:link w:val="BalloonText"/>
    <w:uiPriority w:val="99"/>
    <w:semiHidden/>
    <w:rsid w:val="004469B7"/>
    <w:rPr>
      <w:rFonts w:ascii="Tahoma" w:hAnsi="Tahoma" w:cs="Tahoma"/>
      <w:sz w:val="16"/>
      <w:szCs w:val="16"/>
    </w:rPr>
  </w:style>
  <w:style w:type="paragraph" w:styleId="NormalWeb">
    <w:name w:val="Normal (Web)"/>
    <w:basedOn w:val="Normal"/>
    <w:uiPriority w:val="99"/>
    <w:semiHidden/>
    <w:unhideWhenUsed/>
    <w:rsid w:val="00C22B96"/>
    <w:pPr>
      <w:spacing w:before="100" w:beforeAutospacing="1" w:after="100" w:afterAutospacing="1"/>
    </w:pPr>
  </w:style>
  <w:style w:type="character" w:customStyle="1" w:styleId="contextualextensionhighlight">
    <w:name w:val="contextualextensionhighlight"/>
    <w:basedOn w:val="DefaultParagraphFont"/>
    <w:rsid w:val="00C22B96"/>
  </w:style>
  <w:style w:type="paragraph" w:styleId="ListParagraph">
    <w:name w:val="List Paragraph"/>
    <w:basedOn w:val="Normal"/>
    <w:uiPriority w:val="34"/>
    <w:qFormat/>
    <w:rsid w:val="0041473E"/>
    <w:pPr>
      <w:spacing w:after="160" w:line="259"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912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B:\Staff%20Resources\SEMCOG%20Templates\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BC0736-9059-4D64-A18D-DB73269CF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Letterhead</Template>
  <TotalTime>2</TotalTime>
  <Pages>2</Pages>
  <Words>542</Words>
  <Characters>3094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April 22, 2002</vt:lpstr>
    </vt:vector>
  </TitlesOfParts>
  <Company>SEMCOG</Company>
  <LinksUpToDate>false</LinksUpToDate>
  <CharactersWithSpaces>3629</CharactersWithSpaces>
  <SharedDoc>false</SharedDoc>
  <HLinks>
    <vt:vector size="6" baseType="variant">
      <vt:variant>
        <vt:i4>2687033</vt:i4>
      </vt:variant>
      <vt:variant>
        <vt:i4>0</vt:i4>
      </vt:variant>
      <vt:variant>
        <vt:i4>0</vt:i4>
      </vt:variant>
      <vt:variant>
        <vt:i4>5</vt:i4>
      </vt:variant>
      <vt:variant>
        <vt:lpwstr>http://www.semcog.org/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April 22, 2002</dc:title>
  <dc:creator>bourgeau</dc:creator>
  <cp:lastModifiedBy>Anderson, William E.</cp:lastModifiedBy>
  <cp:revision>2</cp:revision>
  <cp:lastPrinted>2014-10-14T18:14:00Z</cp:lastPrinted>
  <dcterms:created xsi:type="dcterms:W3CDTF">2018-09-18T14:54:00Z</dcterms:created>
  <dcterms:modified xsi:type="dcterms:W3CDTF">2018-09-18T14:54:00Z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-2120381389</vt:i4>
  </property>
</Properties>
</file>