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914" w:rsidRPr="0005125F" w:rsidRDefault="006A5914" w:rsidP="00A81A16">
      <w:pPr>
        <w:jc w:val="center"/>
      </w:pPr>
      <w:bookmarkStart w:id="0" w:name="_Hlk485275431"/>
      <w:bookmarkEnd w:id="0"/>
      <w:r w:rsidRPr="0005125F">
        <w:t>Before the</w:t>
      </w:r>
    </w:p>
    <w:p w:rsidR="006A5914" w:rsidRPr="0005125F" w:rsidRDefault="006A5914" w:rsidP="001323EE">
      <w:pPr>
        <w:spacing w:line="240" w:lineRule="auto"/>
        <w:jc w:val="center"/>
        <w:outlineLvl w:val="0"/>
      </w:pPr>
      <w:r w:rsidRPr="0005125F">
        <w:t>FEDERAL COMMUNICATIONS COMMISSION</w:t>
      </w:r>
    </w:p>
    <w:p w:rsidR="006A5914" w:rsidRPr="0005125F" w:rsidRDefault="006A5914" w:rsidP="001323EE">
      <w:pPr>
        <w:spacing w:line="240" w:lineRule="auto"/>
        <w:jc w:val="center"/>
        <w:outlineLvl w:val="0"/>
      </w:pPr>
      <w:smartTag w:uri="urn:schemas-microsoft-com:office:smarttags" w:element="City">
        <w:smartTag w:uri="urn:schemas-microsoft-com:office:smarttags" w:element="place">
          <w:r w:rsidRPr="0005125F">
            <w:t>Washington</w:t>
          </w:r>
        </w:smartTag>
        <w:r w:rsidRPr="0005125F">
          <w:t xml:space="preserve">, </w:t>
        </w:r>
        <w:smartTag w:uri="urn:schemas-microsoft-com:office:smarttags" w:element="State">
          <w:r w:rsidRPr="0005125F">
            <w:t>DC</w:t>
          </w:r>
        </w:smartTag>
        <w:r w:rsidRPr="0005125F">
          <w:t xml:space="preserve"> </w:t>
        </w:r>
        <w:smartTag w:uri="urn:schemas-microsoft-com:office:smarttags" w:element="PostalCode">
          <w:r w:rsidRPr="0005125F">
            <w:t>20554</w:t>
          </w:r>
        </w:smartTag>
      </w:smartTag>
    </w:p>
    <w:p w:rsidR="006A5914" w:rsidRPr="0005125F" w:rsidRDefault="006A5914" w:rsidP="001323EE">
      <w:pPr>
        <w:tabs>
          <w:tab w:val="left" w:pos="1752"/>
          <w:tab w:val="left" w:pos="7280"/>
        </w:tabs>
        <w:spacing w:line="240" w:lineRule="auto"/>
      </w:pPr>
      <w:r w:rsidRPr="0005125F">
        <w:tab/>
      </w:r>
      <w:r>
        <w:tab/>
      </w:r>
    </w:p>
    <w:p w:rsidR="006A5914" w:rsidRPr="0005125F" w:rsidRDefault="006A5914" w:rsidP="001323EE">
      <w:pPr>
        <w:spacing w:line="240" w:lineRule="auto"/>
      </w:pPr>
    </w:p>
    <w:p w:rsidR="006A5914" w:rsidRPr="0005125F" w:rsidRDefault="006A5914" w:rsidP="001323EE">
      <w:pPr>
        <w:spacing w:line="240" w:lineRule="auto"/>
      </w:pPr>
      <w:r w:rsidRPr="0005125F">
        <w:t>In the Matter of</w:t>
      </w:r>
      <w:r w:rsidRPr="0005125F">
        <w:tab/>
      </w:r>
      <w:r w:rsidRPr="0005125F">
        <w:tab/>
      </w:r>
      <w:r w:rsidRPr="0005125F">
        <w:tab/>
      </w:r>
      <w:r w:rsidRPr="0005125F">
        <w:tab/>
        <w:t xml:space="preserve">)                                </w:t>
      </w:r>
      <w:r w:rsidRPr="0005125F">
        <w:tab/>
      </w:r>
      <w:r w:rsidRPr="0005125F">
        <w:tab/>
      </w:r>
      <w:r w:rsidRPr="0005125F">
        <w:tab/>
      </w:r>
    </w:p>
    <w:p w:rsidR="006A5914" w:rsidRPr="00480CFB" w:rsidRDefault="006A5914" w:rsidP="001323EE">
      <w:pPr>
        <w:spacing w:line="240" w:lineRule="auto"/>
        <w:rPr>
          <w:rStyle w:val="FollowedHyperlink"/>
          <w:sz w:val="24"/>
          <w:szCs w:val="18"/>
        </w:rPr>
      </w:pPr>
      <w:r w:rsidRPr="0005125F">
        <w:tab/>
      </w:r>
      <w:r w:rsidRPr="0005125F">
        <w:tab/>
      </w:r>
      <w:r w:rsidRPr="0005125F">
        <w:tab/>
      </w:r>
      <w:r w:rsidRPr="0005125F">
        <w:tab/>
      </w:r>
      <w:r w:rsidRPr="0005125F">
        <w:tab/>
      </w:r>
      <w:r w:rsidRPr="0005125F">
        <w:tab/>
        <w:t xml:space="preserve">)                 </w:t>
      </w:r>
      <w:r w:rsidRPr="0005125F">
        <w:tab/>
      </w:r>
      <w:r w:rsidRPr="0005125F">
        <w:tab/>
      </w:r>
      <w:r w:rsidRPr="0005125F">
        <w:tab/>
      </w:r>
    </w:p>
    <w:p w:rsidR="006A5914" w:rsidRPr="0005125F" w:rsidRDefault="006A5914" w:rsidP="001323EE">
      <w:pPr>
        <w:spacing w:line="240" w:lineRule="auto"/>
      </w:pPr>
      <w:r>
        <w:t>United</w:t>
      </w:r>
      <w:r w:rsidRPr="0005125F">
        <w:t xml:space="preserve"> Communications Corporation</w:t>
      </w:r>
      <w:r w:rsidRPr="0005125F">
        <w:tab/>
      </w:r>
      <w:r w:rsidRPr="0005125F">
        <w:tab/>
        <w:t>)</w:t>
      </w:r>
    </w:p>
    <w:p w:rsidR="006A5914" w:rsidRPr="0005125F" w:rsidRDefault="006A5914" w:rsidP="001323EE">
      <w:pPr>
        <w:spacing w:line="240" w:lineRule="auto"/>
      </w:pPr>
      <w:r w:rsidRPr="0005125F">
        <w:t>KEYC-TV (Fac. ID No. 68853)</w:t>
      </w:r>
      <w:r w:rsidRPr="0005125F">
        <w:tab/>
      </w:r>
      <w:r w:rsidRPr="0005125F">
        <w:tab/>
        <w:t>)</w:t>
      </w:r>
      <w:r w:rsidRPr="0005125F">
        <w:tab/>
      </w:r>
      <w:r w:rsidRPr="0005125F">
        <w:tab/>
        <w:t>CSR-8920-N</w:t>
      </w:r>
      <w:r w:rsidRPr="0005125F">
        <w:tab/>
      </w:r>
      <w:r w:rsidRPr="0005125F">
        <w:tab/>
      </w:r>
    </w:p>
    <w:p w:rsidR="006A5914" w:rsidRPr="0005125F" w:rsidRDefault="006A5914" w:rsidP="001323EE">
      <w:pPr>
        <w:spacing w:line="240" w:lineRule="auto"/>
      </w:pPr>
      <w:smartTag w:uri="urn:schemas-microsoft-com:office:smarttags" w:element="City">
        <w:smartTag w:uri="urn:schemas-microsoft-com:office:smarttags" w:element="place">
          <w:r w:rsidRPr="0005125F">
            <w:t>Mankato</w:t>
          </w:r>
        </w:smartTag>
        <w:r w:rsidRPr="0005125F">
          <w:t xml:space="preserve">, </w:t>
        </w:r>
        <w:smartTag w:uri="urn:schemas-microsoft-com:office:smarttags" w:element="State">
          <w:r w:rsidRPr="0005125F">
            <w:t>Minnesota</w:t>
          </w:r>
        </w:smartTag>
      </w:smartTag>
      <w:r w:rsidRPr="0005125F">
        <w:tab/>
      </w:r>
      <w:r w:rsidRPr="0005125F">
        <w:tab/>
      </w:r>
      <w:r w:rsidRPr="0005125F">
        <w:tab/>
      </w:r>
      <w:r w:rsidRPr="0005125F">
        <w:tab/>
        <w:t>)</w:t>
      </w:r>
      <w:r w:rsidRPr="0005125F">
        <w:tab/>
      </w:r>
      <w:r w:rsidRPr="0005125F">
        <w:tab/>
        <w:t>Docket 16-54</w:t>
      </w:r>
      <w:r w:rsidRPr="0005125F">
        <w:tab/>
      </w:r>
      <w:r w:rsidRPr="0005125F">
        <w:tab/>
      </w:r>
      <w:r w:rsidRPr="0005125F">
        <w:tab/>
      </w:r>
      <w:r w:rsidRPr="0005125F">
        <w:tab/>
      </w:r>
      <w:r w:rsidRPr="0005125F">
        <w:tab/>
      </w:r>
      <w:r w:rsidRPr="0005125F">
        <w:tab/>
      </w:r>
      <w:r w:rsidRPr="0005125F">
        <w:tab/>
      </w:r>
      <w:r w:rsidRPr="0005125F">
        <w:tab/>
      </w:r>
      <w:r w:rsidRPr="0005125F">
        <w:tab/>
      </w:r>
      <w:r w:rsidRPr="0005125F">
        <w:tab/>
      </w:r>
      <w:r>
        <w:tab/>
      </w:r>
      <w:r w:rsidRPr="0005125F">
        <w:t>)</w:t>
      </w:r>
      <w:r w:rsidRPr="0005125F">
        <w:tab/>
      </w:r>
    </w:p>
    <w:p w:rsidR="006A5914" w:rsidRPr="0005125F" w:rsidRDefault="006A5914" w:rsidP="001323EE">
      <w:pPr>
        <w:spacing w:line="240" w:lineRule="auto"/>
      </w:pPr>
      <w:r w:rsidRPr="0005125F">
        <w:t>Petition for Waiver of Sections 7</w:t>
      </w:r>
      <w:r w:rsidRPr="0005125F">
        <w:rPr>
          <w:color w:val="333333"/>
        </w:rPr>
        <w:t>6.92(f)</w:t>
      </w:r>
      <w:r w:rsidRPr="0005125F">
        <w:rPr>
          <w:color w:val="333333"/>
        </w:rPr>
        <w:tab/>
        <w:t xml:space="preserve">) </w:t>
      </w:r>
      <w:r w:rsidRPr="0005125F">
        <w:rPr>
          <w:color w:val="333333"/>
        </w:rPr>
        <w:tab/>
      </w:r>
      <w:r w:rsidRPr="0005125F">
        <w:rPr>
          <w:color w:val="333333"/>
        </w:rPr>
        <w:tab/>
      </w:r>
    </w:p>
    <w:p w:rsidR="006A5914" w:rsidRPr="0005125F" w:rsidRDefault="006A5914" w:rsidP="001323EE">
      <w:pPr>
        <w:spacing w:line="240" w:lineRule="auto"/>
      </w:pPr>
      <w:r w:rsidRPr="0005125F">
        <w:rPr>
          <w:color w:val="333333"/>
        </w:rPr>
        <w:t xml:space="preserve">and 76.106(a) of the </w:t>
      </w:r>
      <w:r w:rsidRPr="0005125F">
        <w:t>Commission’s Rules</w:t>
      </w:r>
      <w:r w:rsidRPr="0005125F">
        <w:tab/>
        <w:t>)</w:t>
      </w:r>
      <w:r w:rsidRPr="0005125F">
        <w:tab/>
      </w:r>
    </w:p>
    <w:p w:rsidR="006A5914" w:rsidRPr="0005125F" w:rsidRDefault="006A5914" w:rsidP="001323EE">
      <w:pPr>
        <w:spacing w:line="240" w:lineRule="auto"/>
      </w:pPr>
      <w:r w:rsidRPr="0005125F">
        <w:tab/>
      </w:r>
      <w:r w:rsidRPr="0005125F">
        <w:tab/>
      </w:r>
      <w:r w:rsidRPr="0005125F">
        <w:tab/>
      </w:r>
      <w:r w:rsidRPr="0005125F">
        <w:tab/>
      </w:r>
      <w:r w:rsidRPr="0005125F">
        <w:tab/>
      </w:r>
      <w:r w:rsidRPr="0005125F">
        <w:tab/>
      </w:r>
      <w:r w:rsidRPr="0005125F">
        <w:tab/>
      </w:r>
    </w:p>
    <w:p w:rsidR="006A5914" w:rsidRPr="0005125F" w:rsidRDefault="006A5914" w:rsidP="001323EE">
      <w:pPr>
        <w:spacing w:line="240" w:lineRule="auto"/>
      </w:pPr>
      <w:r w:rsidRPr="0005125F">
        <w:t>To:   Chief, Media Bureau</w:t>
      </w:r>
      <w:r w:rsidRPr="0005125F">
        <w:tab/>
      </w:r>
      <w:r w:rsidRPr="0005125F">
        <w:tab/>
      </w:r>
      <w:r w:rsidRPr="0005125F">
        <w:tab/>
      </w:r>
      <w:r w:rsidRPr="0005125F">
        <w:tab/>
      </w:r>
    </w:p>
    <w:p w:rsidR="006A5914" w:rsidRPr="0005125F" w:rsidRDefault="006A5914" w:rsidP="001323EE">
      <w:pPr>
        <w:spacing w:line="360" w:lineRule="auto"/>
        <w:jc w:val="center"/>
        <w:rPr>
          <w:rFonts w:ascii="Times New Roman Bold" w:hAnsi="Times New Roman Bold"/>
          <w:b/>
          <w:color w:val="101322"/>
          <w:spacing w:val="24"/>
        </w:rPr>
      </w:pPr>
    </w:p>
    <w:p w:rsidR="006A5914" w:rsidRDefault="006A5914" w:rsidP="00BA26CE">
      <w:pPr>
        <w:spacing w:line="360" w:lineRule="auto"/>
        <w:jc w:val="center"/>
        <w:outlineLvl w:val="0"/>
        <w:rPr>
          <w:b/>
        </w:rPr>
      </w:pPr>
    </w:p>
    <w:p w:rsidR="006A5914" w:rsidRDefault="006A5914" w:rsidP="00BA26CE">
      <w:pPr>
        <w:spacing w:line="360" w:lineRule="auto"/>
        <w:jc w:val="center"/>
        <w:outlineLvl w:val="0"/>
        <w:rPr>
          <w:b/>
        </w:rPr>
      </w:pPr>
    </w:p>
    <w:p w:rsidR="006A5914" w:rsidRDefault="006A5914" w:rsidP="00BA26CE">
      <w:pPr>
        <w:spacing w:line="360" w:lineRule="auto"/>
        <w:jc w:val="center"/>
        <w:outlineLvl w:val="0"/>
        <w:rPr>
          <w:b/>
        </w:rPr>
      </w:pPr>
      <w:r>
        <w:rPr>
          <w:b/>
        </w:rPr>
        <w:t>CONSOLIDATED REPLY TO OPPOSITIONS TO</w:t>
      </w:r>
    </w:p>
    <w:p w:rsidR="006A5914" w:rsidRPr="00BA26CE" w:rsidRDefault="006A5914" w:rsidP="00BA26CE">
      <w:pPr>
        <w:spacing w:line="360" w:lineRule="auto"/>
        <w:jc w:val="center"/>
        <w:outlineLvl w:val="0"/>
      </w:pPr>
      <w:r w:rsidRPr="00BA26CE">
        <w:rPr>
          <w:b/>
        </w:rPr>
        <w:t>SUPPLEMENT TO PETITION FOR SPECIAL RELIEF</w:t>
      </w:r>
    </w:p>
    <w:p w:rsidR="006A5914" w:rsidRPr="00BA26CE" w:rsidRDefault="006A5914" w:rsidP="00BA26CE">
      <w:pPr>
        <w:spacing w:line="240" w:lineRule="auto"/>
        <w:jc w:val="center"/>
        <w:rPr>
          <w:rStyle w:val="FootnoteTextChar4"/>
          <w:sz w:val="24"/>
        </w:rPr>
      </w:pPr>
      <w:r w:rsidRPr="00BA26CE">
        <w:rPr>
          <w:b/>
          <w:i/>
        </w:rPr>
        <w:t>of</w:t>
      </w:r>
      <w:r>
        <w:rPr>
          <w:b/>
        </w:rPr>
        <w:t xml:space="preserve"> </w:t>
      </w:r>
      <w:r w:rsidRPr="00BA26CE">
        <w:rPr>
          <w:b/>
        </w:rPr>
        <w:t>UNITED COMMUNICATIONS CORPORATION</w:t>
      </w:r>
    </w:p>
    <w:p w:rsidR="006A5914" w:rsidRPr="00BA26CE" w:rsidRDefault="006A5914" w:rsidP="00A81A16">
      <w:pPr>
        <w:spacing w:line="240" w:lineRule="auto"/>
        <w:ind w:left="4320"/>
      </w:pPr>
    </w:p>
    <w:p w:rsidR="006A5914" w:rsidRDefault="006A5914">
      <w:pPr>
        <w:spacing w:line="240" w:lineRule="auto"/>
      </w:pPr>
    </w:p>
    <w:p w:rsidR="006A5914" w:rsidRDefault="006A5914">
      <w:pPr>
        <w:spacing w:line="240" w:lineRule="auto"/>
      </w:pPr>
    </w:p>
    <w:p w:rsidR="006A5914" w:rsidRPr="00BA26CE" w:rsidRDefault="006A5914">
      <w:pPr>
        <w:spacing w:line="240" w:lineRule="auto"/>
      </w:pPr>
    </w:p>
    <w:p w:rsidR="006A5914" w:rsidRPr="00BA26CE" w:rsidRDefault="006A5914">
      <w:pPr>
        <w:spacing w:line="240" w:lineRule="auto"/>
      </w:pPr>
    </w:p>
    <w:p w:rsidR="006A5914" w:rsidRPr="00BA26CE" w:rsidRDefault="006A5914" w:rsidP="00A81A16">
      <w:pPr>
        <w:spacing w:line="240" w:lineRule="auto"/>
        <w:ind w:left="4320"/>
      </w:pPr>
      <w:r w:rsidRPr="00BA26CE">
        <w:t>Barry D. Wood</w:t>
      </w:r>
    </w:p>
    <w:p w:rsidR="006A5914" w:rsidRPr="00BA26CE" w:rsidRDefault="006A5914" w:rsidP="00A81A16">
      <w:pPr>
        <w:spacing w:line="240" w:lineRule="auto"/>
        <w:ind w:left="4320"/>
      </w:pPr>
      <w:r w:rsidRPr="00BA26CE">
        <w:t>Ronald D. Maines</w:t>
      </w:r>
    </w:p>
    <w:p w:rsidR="006A5914" w:rsidRPr="00BA26CE" w:rsidRDefault="006A5914" w:rsidP="00A81A16">
      <w:pPr>
        <w:spacing w:line="240" w:lineRule="auto"/>
        <w:ind w:left="4320"/>
      </w:pPr>
    </w:p>
    <w:p w:rsidR="006A5914" w:rsidRPr="00BA26CE" w:rsidRDefault="006A5914" w:rsidP="00A81A16">
      <w:pPr>
        <w:spacing w:line="240" w:lineRule="auto"/>
        <w:ind w:left="4320"/>
        <w:outlineLvl w:val="0"/>
      </w:pPr>
      <w:r w:rsidRPr="00BA26CE">
        <w:t>WOOD HARDY &amp; MARTIN, P.C.</w:t>
      </w:r>
    </w:p>
    <w:p w:rsidR="006A5914" w:rsidRPr="00BA26CE" w:rsidRDefault="006A5914" w:rsidP="00A81A16">
      <w:pPr>
        <w:spacing w:line="240" w:lineRule="auto"/>
        <w:ind w:left="4320"/>
        <w:outlineLvl w:val="0"/>
      </w:pPr>
      <w:smartTag w:uri="urn:schemas-microsoft-com:office:smarttags" w:element="address">
        <w:smartTag w:uri="urn:schemas-microsoft-com:office:smarttags" w:element="Street">
          <w:r w:rsidRPr="00BA26CE">
            <w:t>3300 Fairfax Drive, Suite 202</w:t>
          </w:r>
        </w:smartTag>
      </w:smartTag>
    </w:p>
    <w:p w:rsidR="006A5914" w:rsidRPr="00BA26CE" w:rsidRDefault="006A5914" w:rsidP="00A81A16">
      <w:pPr>
        <w:spacing w:line="240" w:lineRule="auto"/>
        <w:ind w:left="4320"/>
      </w:pPr>
      <w:smartTag w:uri="urn:schemas-microsoft-com:office:smarttags" w:element="City">
        <w:smartTag w:uri="urn:schemas-microsoft-com:office:smarttags" w:element="place">
          <w:r w:rsidRPr="00BA26CE">
            <w:t>Arlington</w:t>
          </w:r>
        </w:smartTag>
        <w:r w:rsidRPr="00BA26CE">
          <w:t xml:space="preserve">, </w:t>
        </w:r>
        <w:smartTag w:uri="urn:schemas-microsoft-com:office:smarttags" w:element="State">
          <w:r w:rsidRPr="00BA26CE">
            <w:t>Virginia</w:t>
          </w:r>
        </w:smartTag>
        <w:r w:rsidRPr="00BA26CE">
          <w:t xml:space="preserve"> </w:t>
        </w:r>
        <w:smartTag w:uri="urn:schemas-microsoft-com:office:smarttags" w:element="PostalCode">
          <w:r w:rsidRPr="00BA26CE">
            <w:t>22201</w:t>
          </w:r>
        </w:smartTag>
      </w:smartTag>
    </w:p>
    <w:p w:rsidR="006A5914" w:rsidRPr="00BA26CE" w:rsidRDefault="006A5914" w:rsidP="00A81A16">
      <w:pPr>
        <w:spacing w:line="240" w:lineRule="auto"/>
        <w:ind w:left="4320"/>
      </w:pPr>
      <w:r w:rsidRPr="00BA26CE">
        <w:t>(703) 465-2361</w:t>
      </w:r>
    </w:p>
    <w:p w:rsidR="006A5914" w:rsidRPr="00BA26CE" w:rsidRDefault="006A5914" w:rsidP="00A81A16">
      <w:pPr>
        <w:spacing w:line="240" w:lineRule="auto"/>
        <w:ind w:left="4320" w:hanging="4320"/>
        <w:outlineLvl w:val="0"/>
      </w:pPr>
      <w:r w:rsidRPr="00BA26CE">
        <w:tab/>
      </w:r>
      <w:r w:rsidRPr="00BA26CE">
        <w:rPr>
          <w:i/>
        </w:rPr>
        <w:t>Its counsel</w:t>
      </w:r>
    </w:p>
    <w:p w:rsidR="006A5914" w:rsidRPr="00BA26CE" w:rsidRDefault="006A5914" w:rsidP="00A81A16"/>
    <w:p w:rsidR="006A5914" w:rsidRPr="00BA26CE" w:rsidRDefault="006A5914" w:rsidP="00A81A16"/>
    <w:p w:rsidR="006A5914" w:rsidRDefault="006A5914">
      <w:pPr>
        <w:spacing w:line="240" w:lineRule="auto"/>
      </w:pPr>
    </w:p>
    <w:p w:rsidR="006A5914" w:rsidRDefault="006A5914">
      <w:pPr>
        <w:spacing w:line="240" w:lineRule="auto"/>
      </w:pPr>
    </w:p>
    <w:p w:rsidR="006A5914" w:rsidRPr="00BA26CE" w:rsidRDefault="006A5914">
      <w:pPr>
        <w:spacing w:line="240" w:lineRule="auto"/>
      </w:pPr>
      <w:r>
        <w:t>September 20,</w:t>
      </w:r>
      <w:r w:rsidRPr="00BA26CE">
        <w:t xml:space="preserve"> 2017</w:t>
      </w:r>
    </w:p>
    <w:p w:rsidR="006A5914" w:rsidRDefault="006A5914">
      <w:pPr>
        <w:spacing w:line="240" w:lineRule="auto"/>
      </w:pPr>
    </w:p>
    <w:p w:rsidR="006A5914" w:rsidRDefault="006A5914" w:rsidP="00FF5532">
      <w:pPr>
        <w:spacing w:line="240" w:lineRule="auto"/>
        <w:ind w:left="1530"/>
      </w:pPr>
    </w:p>
    <w:p w:rsidR="006A5914" w:rsidRDefault="006A5914" w:rsidP="00FF5532">
      <w:pPr>
        <w:spacing w:line="240" w:lineRule="auto"/>
        <w:ind w:left="1530"/>
      </w:pPr>
    </w:p>
    <w:p w:rsidR="006A5914" w:rsidRDefault="006A5914" w:rsidP="00FF5532">
      <w:pPr>
        <w:spacing w:line="240" w:lineRule="auto"/>
        <w:ind w:left="1530"/>
      </w:pPr>
    </w:p>
    <w:p w:rsidR="006A5914" w:rsidRDefault="006A5914" w:rsidP="00FF5532">
      <w:pPr>
        <w:spacing w:line="240" w:lineRule="auto"/>
        <w:ind w:left="1530"/>
      </w:pPr>
    </w:p>
    <w:p w:rsidR="006A5914" w:rsidRDefault="006A5914" w:rsidP="00FF5532">
      <w:pPr>
        <w:spacing w:line="240" w:lineRule="auto"/>
        <w:ind w:left="1530"/>
      </w:pPr>
    </w:p>
    <w:p w:rsidR="006A5914" w:rsidRDefault="006A5914" w:rsidP="00FF5532">
      <w:pPr>
        <w:spacing w:line="240" w:lineRule="auto"/>
        <w:ind w:left="1530"/>
      </w:pPr>
    </w:p>
    <w:p w:rsidR="006A5914" w:rsidRDefault="006A5914" w:rsidP="00FF5532">
      <w:pPr>
        <w:spacing w:line="240" w:lineRule="auto"/>
        <w:ind w:left="1440" w:right="1620"/>
        <w:jc w:val="both"/>
        <w:sectPr w:rsidR="006A5914" w:rsidSect="00860858">
          <w:footerReference w:type="default" r:id="rId7"/>
          <w:pgSz w:w="12240" w:h="15840" w:code="1"/>
          <w:pgMar w:top="1166" w:right="1080" w:bottom="1080" w:left="1080" w:header="720" w:footer="720" w:gutter="0"/>
          <w:pgNumType w:fmt="lowerRoman" w:start="1"/>
          <w:cols w:space="720"/>
          <w:titlePg/>
          <w:docGrid w:linePitch="326"/>
        </w:sectPr>
      </w:pPr>
    </w:p>
    <w:p w:rsidR="006A5914" w:rsidRPr="001D386C" w:rsidRDefault="006A5914" w:rsidP="001D386C">
      <w:pPr>
        <w:spacing w:line="240" w:lineRule="auto"/>
        <w:rPr>
          <w:sz w:val="26"/>
          <w:szCs w:val="26"/>
        </w:rPr>
      </w:pPr>
    </w:p>
    <w:p w:rsidR="006A5914" w:rsidRPr="001D386C" w:rsidRDefault="006A5914" w:rsidP="001D386C">
      <w:pPr>
        <w:spacing w:line="240" w:lineRule="auto"/>
        <w:rPr>
          <w:sz w:val="26"/>
          <w:szCs w:val="26"/>
        </w:rPr>
      </w:pPr>
    </w:p>
    <w:p w:rsidR="006A5914" w:rsidRPr="001D386C" w:rsidRDefault="006A5914" w:rsidP="001D386C">
      <w:pPr>
        <w:spacing w:line="240" w:lineRule="auto"/>
        <w:jc w:val="center"/>
        <w:rPr>
          <w:sz w:val="26"/>
          <w:szCs w:val="26"/>
        </w:rPr>
      </w:pPr>
      <w:r w:rsidRPr="001D386C">
        <w:rPr>
          <w:sz w:val="26"/>
          <w:szCs w:val="26"/>
        </w:rPr>
        <w:t>SUMMARY</w:t>
      </w:r>
    </w:p>
    <w:p w:rsidR="006A5914" w:rsidRPr="001D386C" w:rsidRDefault="006A5914" w:rsidP="001D386C">
      <w:pPr>
        <w:spacing w:line="240" w:lineRule="auto"/>
        <w:rPr>
          <w:sz w:val="26"/>
          <w:szCs w:val="26"/>
        </w:rPr>
      </w:pPr>
    </w:p>
    <w:p w:rsidR="006A5914" w:rsidRPr="001D386C" w:rsidRDefault="006A5914" w:rsidP="001D386C">
      <w:pPr>
        <w:spacing w:line="480" w:lineRule="auto"/>
        <w:rPr>
          <w:sz w:val="26"/>
          <w:szCs w:val="26"/>
        </w:rPr>
      </w:pPr>
    </w:p>
    <w:p w:rsidR="006A5914" w:rsidRPr="001D386C" w:rsidRDefault="006A5914" w:rsidP="001D386C">
      <w:pPr>
        <w:spacing w:line="480" w:lineRule="auto"/>
        <w:rPr>
          <w:sz w:val="26"/>
          <w:szCs w:val="26"/>
        </w:rPr>
      </w:pPr>
      <w:r w:rsidRPr="001D386C">
        <w:rPr>
          <w:sz w:val="26"/>
          <w:szCs w:val="26"/>
        </w:rPr>
        <w:tab/>
        <w:t xml:space="preserve">United Communications Corporation is the licensee of KEYC-TV (CBS, Fox), </w:t>
      </w:r>
      <w:smartTag w:uri="urn:schemas-microsoft-com:office:smarttags" w:element="City">
        <w:r w:rsidRPr="001D386C">
          <w:rPr>
            <w:sz w:val="26"/>
            <w:szCs w:val="26"/>
          </w:rPr>
          <w:t>Mankato</w:t>
        </w:r>
      </w:smartTag>
      <w:r w:rsidRPr="001D386C">
        <w:rPr>
          <w:sz w:val="26"/>
          <w:szCs w:val="26"/>
        </w:rPr>
        <w:t xml:space="preserve">, </w:t>
      </w:r>
      <w:smartTag w:uri="urn:schemas-microsoft-com:office:smarttags" w:element="State">
        <w:smartTag w:uri="urn:schemas-microsoft-com:office:smarttags" w:element="place">
          <w:r w:rsidRPr="001D386C">
            <w:rPr>
              <w:sz w:val="26"/>
              <w:szCs w:val="26"/>
            </w:rPr>
            <w:t>Minnesota</w:t>
          </w:r>
        </w:smartTag>
      </w:smartTag>
      <w:r w:rsidRPr="001D386C">
        <w:rPr>
          <w:sz w:val="26"/>
          <w:szCs w:val="26"/>
        </w:rPr>
        <w:t xml:space="preserve">, which is the only television station serving the Mankato DMA.  Indeed, as the FCC’s own coverage maps show, in most of the DMA KEYC-TV provides the only full service television signal available off air to local residents.  And KEYC-TV is the only television station providing local news, public affairs programming and emergency information focused uniquely on this mostly-rural market.  </w:t>
      </w:r>
    </w:p>
    <w:p w:rsidR="006A5914" w:rsidRPr="001D386C" w:rsidRDefault="006A5914" w:rsidP="001D386C">
      <w:pPr>
        <w:spacing w:line="480" w:lineRule="auto"/>
        <w:rPr>
          <w:sz w:val="26"/>
          <w:szCs w:val="26"/>
        </w:rPr>
      </w:pPr>
      <w:r w:rsidRPr="001D386C">
        <w:rPr>
          <w:sz w:val="26"/>
          <w:szCs w:val="26"/>
        </w:rPr>
        <w:tab/>
        <w:t xml:space="preserve">In a Supplement to its earlier Petition for Special Relief, KEYC-TV marked out a path whereby the Media Bureau can arrive at the truth that KAAL (licensed to Austin, Minnesota) and three stations broadcasting from the antenna farm north of Minneapolis are not significantly viewed in almost all of the communities in the Mankato, Minnesota DMA. </w:t>
      </w:r>
    </w:p>
    <w:p w:rsidR="006A5914" w:rsidRPr="001D386C" w:rsidRDefault="006A5914" w:rsidP="001D386C">
      <w:pPr>
        <w:spacing w:line="480" w:lineRule="auto"/>
        <w:rPr>
          <w:sz w:val="26"/>
          <w:szCs w:val="26"/>
        </w:rPr>
      </w:pPr>
      <w:r w:rsidRPr="001D386C">
        <w:rPr>
          <w:sz w:val="26"/>
          <w:szCs w:val="26"/>
        </w:rPr>
        <w:tab/>
        <w:t xml:space="preserve">KAAL and New Ulm Telecom filed Oppositions to the Supplement.  Tellingly, the Opponents do not contend that the subject stations actually </w:t>
      </w:r>
      <w:r w:rsidRPr="001D386C">
        <w:rPr>
          <w:i/>
          <w:sz w:val="26"/>
          <w:szCs w:val="26"/>
        </w:rPr>
        <w:t xml:space="preserve">are </w:t>
      </w:r>
      <w:r w:rsidRPr="001D386C">
        <w:rPr>
          <w:sz w:val="26"/>
          <w:szCs w:val="26"/>
        </w:rPr>
        <w:t xml:space="preserve">significantly viewed over the air in those communities, because the Opponents know that they are not.  </w:t>
      </w:r>
    </w:p>
    <w:p w:rsidR="006A5914" w:rsidRPr="001D386C" w:rsidRDefault="006A5914" w:rsidP="001D386C">
      <w:pPr>
        <w:spacing w:line="480" w:lineRule="auto"/>
        <w:rPr>
          <w:sz w:val="26"/>
          <w:szCs w:val="26"/>
        </w:rPr>
      </w:pPr>
      <w:r w:rsidRPr="001D386C">
        <w:rPr>
          <w:sz w:val="26"/>
          <w:szCs w:val="26"/>
        </w:rPr>
        <w:tab/>
        <w:t xml:space="preserve">Instead, the Opponents seek to derail United’s efforts by misconstruing the analytical structure of the Supplement.  In addition, they urge that United’s Petition may not be considered unless the Commission first conducts a lengthy rulemaking proceeding, but this argument is inconsistent with the development of the law relating to the Significantly-viewed Exception. </w:t>
      </w:r>
    </w:p>
    <w:p w:rsidR="006A5914" w:rsidRPr="001D386C" w:rsidRDefault="006A5914" w:rsidP="001D386C">
      <w:pPr>
        <w:spacing w:line="480" w:lineRule="auto"/>
        <w:rPr>
          <w:sz w:val="26"/>
          <w:szCs w:val="26"/>
        </w:rPr>
      </w:pPr>
      <w:r w:rsidRPr="001D386C">
        <w:rPr>
          <w:sz w:val="26"/>
          <w:szCs w:val="26"/>
        </w:rPr>
        <w:tab/>
        <w:t xml:space="preserve">The Opponents also assert that the viewability </w:t>
      </w:r>
      <w:r w:rsidRPr="001D386C">
        <w:rPr>
          <w:i/>
          <w:sz w:val="26"/>
          <w:szCs w:val="26"/>
        </w:rPr>
        <w:t>vel non</w:t>
      </w:r>
      <w:r w:rsidRPr="001D386C">
        <w:rPr>
          <w:sz w:val="26"/>
          <w:szCs w:val="26"/>
        </w:rPr>
        <w:t xml:space="preserve"> of the distant stations is a matter of speculation.  However, but the Commission’s own sophisticated tools reveal that this is a matter of considerable precision – very far from mere speculation.  Further, while the Opponents attack United’s view of the law on the use of translator viewing data in the context of significantly viewed matters, they do so without offering any support for that view.  In contrast, United’s position is well established, as United took pains to show in the Supplement.  </w:t>
      </w:r>
    </w:p>
    <w:p w:rsidR="006A5914" w:rsidRPr="001D386C" w:rsidRDefault="006A5914" w:rsidP="001D386C">
      <w:pPr>
        <w:spacing w:line="480" w:lineRule="auto"/>
        <w:rPr>
          <w:sz w:val="26"/>
          <w:szCs w:val="26"/>
        </w:rPr>
      </w:pPr>
      <w:r w:rsidRPr="001D386C">
        <w:rPr>
          <w:sz w:val="26"/>
          <w:szCs w:val="26"/>
        </w:rPr>
        <w:tab/>
        <w:t xml:space="preserve">Further, KAAL argues that a grant of United’s Petition poses a scary ‘floodgates’ threat.  In doing so, however, it ignores United’s detailed showing that the facts regarding the corruption of Nielsen viewing data by a local translator network and the resulting, unjustifiable, significantly-viewed status of the Distant Station in the Mankato DMA present highly unusual fact situation.  </w:t>
      </w:r>
    </w:p>
    <w:p w:rsidR="006A5914" w:rsidRPr="001D386C" w:rsidRDefault="006A5914" w:rsidP="001D386C">
      <w:pPr>
        <w:spacing w:line="480" w:lineRule="auto"/>
        <w:rPr>
          <w:sz w:val="26"/>
          <w:szCs w:val="26"/>
        </w:rPr>
      </w:pPr>
      <w:r w:rsidRPr="001D386C">
        <w:rPr>
          <w:sz w:val="26"/>
          <w:szCs w:val="26"/>
        </w:rPr>
        <w:tab/>
        <w:t xml:space="preserve">Finally, New Ulm Telecom argues that United’s Supplement is an unauthorized pleading that “must be stricken from the record” due to a supposed failure to demonstrate extraordinary circumstances justifying the submission of the Supplement.  It is difficult to fathom how New Ulm Telecom could have missed United’s painstaking delineation of extraordinary circumstance that demonstrated the need for the Supplement, but the reading ability of the Commission’s staff is more than adequate to ensure that they will not make the same mistake.  The filing of the Supplement was adequately supported, and it should be accepted.  </w:t>
      </w:r>
    </w:p>
    <w:p w:rsidR="006A5914" w:rsidRDefault="006A5914" w:rsidP="00AB6250">
      <w:pPr>
        <w:sectPr w:rsidR="006A5914" w:rsidSect="007245C5">
          <w:footerReference w:type="default" r:id="rId8"/>
          <w:pgSz w:w="12240" w:h="15840" w:code="1"/>
          <w:pgMar w:top="1166" w:right="1080" w:bottom="1080" w:left="1080" w:header="720" w:footer="720" w:gutter="0"/>
          <w:pgNumType w:fmt="lowerRoman" w:start="0"/>
          <w:cols w:space="720"/>
          <w:titlePg/>
          <w:docGrid w:linePitch="326"/>
        </w:sectPr>
      </w:pPr>
    </w:p>
    <w:p w:rsidR="006A5914" w:rsidRPr="001444FF" w:rsidRDefault="006A5914" w:rsidP="00BE53B0">
      <w:pPr>
        <w:spacing w:line="240" w:lineRule="auto"/>
        <w:jc w:val="center"/>
        <w:rPr>
          <w:b/>
          <w:sz w:val="26"/>
          <w:szCs w:val="26"/>
        </w:rPr>
      </w:pPr>
      <w:r w:rsidRPr="001444FF">
        <w:rPr>
          <w:b/>
          <w:sz w:val="26"/>
          <w:szCs w:val="26"/>
        </w:rPr>
        <w:t>TABLE OF CONTENTS</w:t>
      </w:r>
    </w:p>
    <w:p w:rsidR="006A5914" w:rsidRPr="001444FF" w:rsidRDefault="006A5914" w:rsidP="000253C4">
      <w:pPr>
        <w:spacing w:line="240" w:lineRule="auto"/>
        <w:rPr>
          <w:b/>
          <w:sz w:val="26"/>
          <w:szCs w:val="26"/>
        </w:rPr>
      </w:pPr>
    </w:p>
    <w:p w:rsidR="006A5914" w:rsidRPr="001444FF" w:rsidRDefault="006A5914" w:rsidP="000253C4">
      <w:pPr>
        <w:spacing w:line="240" w:lineRule="auto"/>
        <w:rPr>
          <w:b/>
          <w:sz w:val="26"/>
          <w:szCs w:val="26"/>
        </w:rPr>
      </w:pPr>
    </w:p>
    <w:p w:rsidR="006A5914" w:rsidRPr="001444FF" w:rsidRDefault="006A5914" w:rsidP="001D386C">
      <w:pPr>
        <w:spacing w:line="240" w:lineRule="auto"/>
        <w:ind w:right="720"/>
        <w:rPr>
          <w:sz w:val="26"/>
          <w:szCs w:val="26"/>
        </w:rPr>
      </w:pPr>
    </w:p>
    <w:p w:rsidR="006A5914" w:rsidRPr="001444FF" w:rsidRDefault="006A5914" w:rsidP="001D386C">
      <w:pPr>
        <w:spacing w:line="240" w:lineRule="auto"/>
        <w:rPr>
          <w:sz w:val="26"/>
          <w:szCs w:val="26"/>
        </w:rPr>
      </w:pPr>
    </w:p>
    <w:p w:rsidR="006A5914" w:rsidRPr="001444FF" w:rsidRDefault="006A5914" w:rsidP="001444FF">
      <w:pPr>
        <w:spacing w:line="360" w:lineRule="auto"/>
        <w:ind w:firstLine="360"/>
        <w:rPr>
          <w:sz w:val="26"/>
          <w:szCs w:val="26"/>
        </w:rPr>
      </w:pPr>
      <w:r w:rsidRPr="001444FF">
        <w:rPr>
          <w:sz w:val="26"/>
          <w:szCs w:val="26"/>
        </w:rPr>
        <w:t xml:space="preserve">I. </w:t>
      </w:r>
      <w:r w:rsidRPr="001444FF">
        <w:rPr>
          <w:sz w:val="26"/>
          <w:szCs w:val="26"/>
        </w:rPr>
        <w:tab/>
        <w:t xml:space="preserve"> The Oppositions Misconstrue the Analytical Structure of the Supplement….</w:t>
      </w:r>
      <w:r>
        <w:rPr>
          <w:sz w:val="26"/>
          <w:szCs w:val="26"/>
        </w:rPr>
        <w:t>.</w:t>
      </w:r>
      <w:r w:rsidRPr="001444FF">
        <w:rPr>
          <w:sz w:val="26"/>
          <w:szCs w:val="26"/>
        </w:rPr>
        <w:t>.1</w:t>
      </w:r>
    </w:p>
    <w:p w:rsidR="006A5914" w:rsidRPr="001444FF" w:rsidRDefault="006A5914" w:rsidP="001444FF">
      <w:pPr>
        <w:spacing w:line="360" w:lineRule="auto"/>
        <w:ind w:firstLine="360"/>
        <w:rPr>
          <w:sz w:val="26"/>
          <w:szCs w:val="26"/>
        </w:rPr>
      </w:pPr>
    </w:p>
    <w:p w:rsidR="006A5914" w:rsidRPr="001444FF" w:rsidRDefault="006A5914" w:rsidP="001444FF">
      <w:pPr>
        <w:ind w:firstLine="360"/>
        <w:rPr>
          <w:sz w:val="26"/>
          <w:szCs w:val="26"/>
        </w:rPr>
      </w:pPr>
      <w:r w:rsidRPr="001444FF">
        <w:rPr>
          <w:sz w:val="26"/>
          <w:szCs w:val="26"/>
        </w:rPr>
        <w:t>II.  United’s Petition May Be Granted without a Rulemaking Proceeding………..4</w:t>
      </w:r>
    </w:p>
    <w:p w:rsidR="006A5914" w:rsidRPr="001444FF" w:rsidRDefault="006A5914" w:rsidP="001444FF">
      <w:pPr>
        <w:ind w:firstLine="360"/>
        <w:rPr>
          <w:sz w:val="26"/>
          <w:szCs w:val="26"/>
        </w:rPr>
      </w:pPr>
      <w:r>
        <w:rPr>
          <w:sz w:val="26"/>
          <w:szCs w:val="26"/>
        </w:rPr>
        <w:br/>
      </w:r>
    </w:p>
    <w:p w:rsidR="006A5914" w:rsidRPr="001444FF" w:rsidRDefault="006A5914" w:rsidP="001444FF">
      <w:pPr>
        <w:spacing w:line="360" w:lineRule="auto"/>
        <w:ind w:firstLine="360"/>
        <w:rPr>
          <w:sz w:val="26"/>
          <w:szCs w:val="26"/>
        </w:rPr>
      </w:pPr>
      <w:r w:rsidRPr="001444FF">
        <w:rPr>
          <w:sz w:val="26"/>
          <w:szCs w:val="26"/>
        </w:rPr>
        <w:t xml:space="preserve">III.  The Viewability </w:t>
      </w:r>
      <w:r w:rsidRPr="001444FF">
        <w:rPr>
          <w:i/>
          <w:sz w:val="26"/>
          <w:szCs w:val="26"/>
        </w:rPr>
        <w:t>Vel Non</w:t>
      </w:r>
      <w:r w:rsidRPr="001444FF">
        <w:rPr>
          <w:sz w:val="26"/>
          <w:szCs w:val="26"/>
        </w:rPr>
        <w:t xml:space="preserve"> of the Distant Stations Is Not Speculative…</w:t>
      </w:r>
      <w:r>
        <w:rPr>
          <w:sz w:val="26"/>
          <w:szCs w:val="26"/>
        </w:rPr>
        <w:t>………</w:t>
      </w:r>
      <w:r w:rsidRPr="001444FF">
        <w:rPr>
          <w:sz w:val="26"/>
          <w:szCs w:val="26"/>
        </w:rPr>
        <w:t>.7</w:t>
      </w:r>
      <w:r>
        <w:rPr>
          <w:sz w:val="26"/>
          <w:szCs w:val="26"/>
        </w:rPr>
        <w:br/>
      </w:r>
    </w:p>
    <w:p w:rsidR="006A5914" w:rsidRPr="001444FF" w:rsidRDefault="006A5914" w:rsidP="001444FF">
      <w:pPr>
        <w:ind w:firstLine="360"/>
        <w:rPr>
          <w:sz w:val="26"/>
          <w:szCs w:val="26"/>
        </w:rPr>
      </w:pPr>
      <w:r w:rsidRPr="001444FF">
        <w:rPr>
          <w:sz w:val="26"/>
          <w:szCs w:val="26"/>
        </w:rPr>
        <w:t xml:space="preserve">IV.   The Law on the Use of Translator Viewing Data in the Context </w:t>
      </w:r>
    </w:p>
    <w:p w:rsidR="006A5914" w:rsidRPr="001444FF" w:rsidRDefault="006A5914" w:rsidP="001444FF">
      <w:pPr>
        <w:ind w:firstLine="360"/>
        <w:rPr>
          <w:sz w:val="26"/>
          <w:szCs w:val="26"/>
        </w:rPr>
      </w:pPr>
      <w:r w:rsidRPr="001444FF">
        <w:rPr>
          <w:sz w:val="26"/>
          <w:szCs w:val="26"/>
        </w:rPr>
        <w:t>of Significantly Viewed Matters is Well Established</w:t>
      </w:r>
      <w:r>
        <w:rPr>
          <w:sz w:val="26"/>
          <w:szCs w:val="26"/>
        </w:rPr>
        <w:t>………………………............8</w:t>
      </w:r>
    </w:p>
    <w:p w:rsidR="006A5914" w:rsidRPr="001444FF" w:rsidRDefault="006A5914" w:rsidP="001444FF">
      <w:pPr>
        <w:ind w:firstLine="360"/>
        <w:rPr>
          <w:sz w:val="26"/>
          <w:szCs w:val="26"/>
        </w:rPr>
      </w:pPr>
      <w:r>
        <w:rPr>
          <w:sz w:val="26"/>
          <w:szCs w:val="26"/>
        </w:rPr>
        <w:br/>
      </w:r>
    </w:p>
    <w:p w:rsidR="006A5914" w:rsidRPr="001444FF" w:rsidRDefault="006A5914" w:rsidP="001444FF">
      <w:pPr>
        <w:spacing w:line="360" w:lineRule="auto"/>
        <w:ind w:firstLine="360"/>
        <w:rPr>
          <w:sz w:val="26"/>
          <w:szCs w:val="26"/>
        </w:rPr>
      </w:pPr>
      <w:r w:rsidRPr="001444FF">
        <w:rPr>
          <w:sz w:val="26"/>
          <w:szCs w:val="26"/>
        </w:rPr>
        <w:t>V. The Grant of United’s Petition Poses No ‘Floodgates’ Threat</w:t>
      </w:r>
      <w:r>
        <w:rPr>
          <w:sz w:val="26"/>
          <w:szCs w:val="26"/>
        </w:rPr>
        <w:t>………………</w:t>
      </w:r>
      <w:r w:rsidRPr="001444FF">
        <w:rPr>
          <w:sz w:val="26"/>
          <w:szCs w:val="26"/>
        </w:rPr>
        <w:t>….9</w:t>
      </w:r>
    </w:p>
    <w:p w:rsidR="006A5914" w:rsidRPr="001444FF" w:rsidRDefault="006A5914" w:rsidP="001444FF">
      <w:pPr>
        <w:spacing w:line="360" w:lineRule="auto"/>
        <w:ind w:firstLine="360"/>
        <w:rPr>
          <w:sz w:val="26"/>
          <w:szCs w:val="26"/>
        </w:rPr>
      </w:pPr>
    </w:p>
    <w:p w:rsidR="006A5914" w:rsidRPr="001444FF" w:rsidRDefault="006A5914" w:rsidP="001444FF">
      <w:pPr>
        <w:spacing w:line="360" w:lineRule="auto"/>
        <w:ind w:firstLine="360"/>
        <w:rPr>
          <w:sz w:val="26"/>
          <w:szCs w:val="26"/>
        </w:rPr>
      </w:pPr>
      <w:r w:rsidRPr="001444FF">
        <w:rPr>
          <w:sz w:val="26"/>
          <w:szCs w:val="26"/>
        </w:rPr>
        <w:t>VI. United’s Supplement Is a Permitted Pleading</w:t>
      </w:r>
      <w:r>
        <w:rPr>
          <w:sz w:val="26"/>
          <w:szCs w:val="26"/>
        </w:rPr>
        <w:t>………………………………….9</w:t>
      </w:r>
    </w:p>
    <w:p w:rsidR="006A5914" w:rsidRDefault="006A5914" w:rsidP="001444FF">
      <w:pPr>
        <w:spacing w:line="360" w:lineRule="auto"/>
        <w:ind w:firstLine="360"/>
        <w:jc w:val="center"/>
        <w:rPr>
          <w:b/>
        </w:rPr>
      </w:pPr>
    </w:p>
    <w:p w:rsidR="006A5914" w:rsidRDefault="006A5914" w:rsidP="001444FF">
      <w:pPr>
        <w:spacing w:line="360" w:lineRule="auto"/>
        <w:ind w:firstLine="360"/>
        <w:jc w:val="center"/>
        <w:rPr>
          <w:b/>
        </w:rPr>
      </w:pPr>
    </w:p>
    <w:p w:rsidR="006A5914" w:rsidRPr="00E6694C" w:rsidRDefault="006A5914" w:rsidP="001444FF">
      <w:pPr>
        <w:spacing w:line="360" w:lineRule="auto"/>
        <w:ind w:firstLine="360"/>
        <w:jc w:val="center"/>
        <w:rPr>
          <w:b/>
        </w:rPr>
      </w:pPr>
    </w:p>
    <w:p w:rsidR="006A5914" w:rsidRPr="00D0097B" w:rsidRDefault="006A5914" w:rsidP="001444FF">
      <w:pPr>
        <w:ind w:firstLine="360"/>
        <w:jc w:val="center"/>
        <w:rPr>
          <w:b/>
        </w:rPr>
      </w:pPr>
    </w:p>
    <w:p w:rsidR="006A5914" w:rsidRPr="00D0097B" w:rsidRDefault="006A5914" w:rsidP="001D386C">
      <w:pPr>
        <w:spacing w:line="360" w:lineRule="auto"/>
        <w:ind w:firstLine="360"/>
        <w:jc w:val="center"/>
        <w:rPr>
          <w:b/>
        </w:rPr>
      </w:pPr>
    </w:p>
    <w:p w:rsidR="006A5914" w:rsidRPr="00B851B6" w:rsidRDefault="006A5914" w:rsidP="001D386C">
      <w:pPr>
        <w:ind w:firstLine="360"/>
        <w:rPr>
          <w:b/>
        </w:rPr>
      </w:pPr>
    </w:p>
    <w:p w:rsidR="006A5914" w:rsidRDefault="006A5914" w:rsidP="001D386C">
      <w:pPr>
        <w:spacing w:line="360" w:lineRule="auto"/>
        <w:ind w:firstLine="360"/>
        <w:rPr>
          <w:b/>
        </w:rPr>
      </w:pPr>
    </w:p>
    <w:p w:rsidR="006A5914" w:rsidRDefault="006A5914" w:rsidP="001D386C">
      <w:pPr>
        <w:spacing w:line="360" w:lineRule="auto"/>
        <w:ind w:firstLine="360"/>
        <w:rPr>
          <w:b/>
        </w:rPr>
      </w:pPr>
    </w:p>
    <w:p w:rsidR="006A5914" w:rsidRDefault="006A5914" w:rsidP="001D386C">
      <w:pPr>
        <w:spacing w:line="360" w:lineRule="auto"/>
        <w:rPr>
          <w:b/>
        </w:rPr>
      </w:pPr>
    </w:p>
    <w:p w:rsidR="006A5914" w:rsidRPr="001D386C" w:rsidRDefault="006A5914" w:rsidP="001D386C">
      <w:pPr>
        <w:spacing w:line="360" w:lineRule="auto"/>
        <w:ind w:left="360"/>
        <w:rPr>
          <w:b/>
        </w:rPr>
        <w:sectPr w:rsidR="006A5914" w:rsidRPr="001D386C" w:rsidSect="007245C5">
          <w:pgSz w:w="12240" w:h="15840" w:code="1"/>
          <w:pgMar w:top="1166" w:right="1080" w:bottom="1080" w:left="1080" w:header="720" w:footer="720" w:gutter="0"/>
          <w:pgNumType w:fmt="lowerRoman" w:start="0"/>
          <w:cols w:space="720"/>
          <w:titlePg/>
          <w:docGrid w:linePitch="326"/>
        </w:sectPr>
      </w:pPr>
    </w:p>
    <w:p w:rsidR="006A5914" w:rsidRPr="00441DC2" w:rsidRDefault="006A5914" w:rsidP="009777CE">
      <w:bookmarkStart w:id="1" w:name="_Hlk488816460"/>
    </w:p>
    <w:p w:rsidR="006A5914" w:rsidRPr="009777CE" w:rsidRDefault="006A5914" w:rsidP="009777CE"/>
    <w:bookmarkEnd w:id="1"/>
    <w:p w:rsidR="006A5914" w:rsidRDefault="006A5914" w:rsidP="009777CE"/>
    <w:p w:rsidR="006A5914" w:rsidRDefault="006A5914" w:rsidP="009777CE"/>
    <w:p w:rsidR="006A5914" w:rsidRDefault="006A5914" w:rsidP="009777CE"/>
    <w:p w:rsidR="006A5914" w:rsidRDefault="006A5914" w:rsidP="009777CE"/>
    <w:p w:rsidR="006A5914" w:rsidRDefault="006A5914" w:rsidP="009777CE"/>
    <w:p w:rsidR="006A5914" w:rsidRDefault="006A5914" w:rsidP="009777CE"/>
    <w:p w:rsidR="006A5914" w:rsidRDefault="006A5914" w:rsidP="009777CE"/>
    <w:p w:rsidR="006A5914" w:rsidRDefault="006A5914" w:rsidP="009777CE"/>
    <w:p w:rsidR="006A5914" w:rsidRDefault="006A5914" w:rsidP="009777CE"/>
    <w:p w:rsidR="006A5914" w:rsidRDefault="006A5914" w:rsidP="009777CE"/>
    <w:p w:rsidR="006A5914" w:rsidRDefault="006A5914" w:rsidP="009777CE"/>
    <w:p w:rsidR="006A5914" w:rsidRDefault="006A5914" w:rsidP="009777CE"/>
    <w:p w:rsidR="006A5914" w:rsidRDefault="006A5914" w:rsidP="009777CE"/>
    <w:p w:rsidR="006A5914" w:rsidRDefault="006A5914" w:rsidP="009777CE"/>
    <w:p w:rsidR="006A5914" w:rsidRDefault="006A5914" w:rsidP="009777CE"/>
    <w:p w:rsidR="006A5914" w:rsidRDefault="006A5914" w:rsidP="0028663A">
      <w:pPr>
        <w:jc w:val="center"/>
      </w:pPr>
    </w:p>
    <w:p w:rsidR="006A5914" w:rsidRPr="001460A2" w:rsidRDefault="006A5914" w:rsidP="001460A2"/>
    <w:p w:rsidR="006A5914" w:rsidRPr="001460A2" w:rsidRDefault="006A5914" w:rsidP="001460A2"/>
    <w:p w:rsidR="006A5914" w:rsidRPr="001460A2" w:rsidRDefault="006A5914" w:rsidP="001460A2"/>
    <w:p w:rsidR="006A5914" w:rsidRPr="001460A2" w:rsidRDefault="006A5914" w:rsidP="004F617A">
      <w:pPr>
        <w:tabs>
          <w:tab w:val="left" w:pos="2412"/>
        </w:tabs>
      </w:pPr>
      <w:r>
        <w:tab/>
      </w:r>
    </w:p>
    <w:p w:rsidR="006A5914" w:rsidRPr="001460A2" w:rsidRDefault="006A5914" w:rsidP="001460A2"/>
    <w:p w:rsidR="006A5914" w:rsidRDefault="006A5914" w:rsidP="001460A2"/>
    <w:p w:rsidR="006A5914" w:rsidRDefault="006A5914" w:rsidP="001460A2"/>
    <w:p w:rsidR="006A5914" w:rsidRDefault="006A5914" w:rsidP="001460A2"/>
    <w:p w:rsidR="006A5914" w:rsidRDefault="006A5914" w:rsidP="001460A2"/>
    <w:p w:rsidR="006A5914" w:rsidRDefault="006A5914" w:rsidP="001460A2"/>
    <w:p w:rsidR="006A5914" w:rsidRDefault="006A5914" w:rsidP="001460A2"/>
    <w:sectPr w:rsidR="006A5914" w:rsidSect="0080628B">
      <w:footerReference w:type="default" r:id="rId9"/>
      <w:footerReference w:type="first" r:id="rId10"/>
      <w:pgSz w:w="12240" w:h="15840" w:code="1"/>
      <w:pgMar w:top="1008" w:right="1080" w:bottom="1008" w:left="1080" w:header="720" w:footer="720" w:gutter="0"/>
      <w:pgNumType w:fmt="numberInDash"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914" w:rsidRPr="00C71A4D" w:rsidRDefault="006A5914" w:rsidP="006728DB">
      <w:pPr>
        <w:spacing w:line="240" w:lineRule="auto"/>
        <w:rPr>
          <w:sz w:val="21"/>
          <w:szCs w:val="21"/>
        </w:rPr>
      </w:pPr>
      <w:r w:rsidRPr="00C71A4D">
        <w:rPr>
          <w:sz w:val="21"/>
          <w:szCs w:val="21"/>
        </w:rPr>
        <w:separator/>
      </w:r>
    </w:p>
  </w:endnote>
  <w:endnote w:type="continuationSeparator" w:id="0">
    <w:p w:rsidR="006A5914" w:rsidRPr="00C71A4D" w:rsidRDefault="006A5914" w:rsidP="006728DB">
      <w:pPr>
        <w:spacing w:line="240" w:lineRule="auto"/>
        <w:rPr>
          <w:sz w:val="21"/>
          <w:szCs w:val="21"/>
        </w:rPr>
      </w:pPr>
      <w:r w:rsidRPr="00C71A4D">
        <w:rPr>
          <w:sz w:val="21"/>
          <w:szCs w:val="21"/>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914" w:rsidRDefault="006A5914" w:rsidP="006021DF">
    <w:pPr>
      <w:pStyle w:val="Footer"/>
      <w:tabs>
        <w:tab w:val="clear" w:pos="4680"/>
        <w:tab w:val="clear" w:pos="9360"/>
        <w:tab w:val="left" w:pos="2554"/>
      </w:tabs>
    </w:pP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914" w:rsidRDefault="006A5914">
    <w:pPr>
      <w:pStyle w:val="Footer"/>
      <w:jc w:val="center"/>
    </w:pPr>
  </w:p>
  <w:p w:rsidR="006A5914" w:rsidRDefault="006A5914" w:rsidP="006021DF">
    <w:pPr>
      <w:pStyle w:val="Footer"/>
      <w:tabs>
        <w:tab w:val="clear" w:pos="4680"/>
        <w:tab w:val="clear" w:pos="9360"/>
        <w:tab w:val="left" w:pos="2554"/>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914" w:rsidRDefault="006A5914">
    <w:pPr>
      <w:pStyle w:val="Footer"/>
      <w:jc w:val="center"/>
    </w:pPr>
    <w:fldSimple w:instr=" PAGE   \* MERGEFORMAT ">
      <w:r>
        <w:rPr>
          <w:noProof/>
        </w:rPr>
        <w:t>- 10 -</w:t>
      </w:r>
    </w:fldSimple>
  </w:p>
  <w:p w:rsidR="006A5914" w:rsidRDefault="006A591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914" w:rsidRDefault="006A59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914" w:rsidRPr="00F31599" w:rsidRDefault="006A5914" w:rsidP="00F31599">
      <w:pPr>
        <w:pStyle w:val="Footer"/>
      </w:pPr>
      <w:r>
        <w:separator/>
      </w:r>
    </w:p>
  </w:footnote>
  <w:footnote w:type="continuationSeparator" w:id="0">
    <w:p w:rsidR="006A5914" w:rsidRPr="00C71A4D" w:rsidRDefault="006A5914" w:rsidP="006728DB">
      <w:pPr>
        <w:spacing w:line="240" w:lineRule="auto"/>
        <w:rPr>
          <w:sz w:val="21"/>
          <w:szCs w:val="21"/>
        </w:rPr>
      </w:pPr>
      <w:r w:rsidRPr="00C71A4D">
        <w:rPr>
          <w:sz w:val="21"/>
          <w:szCs w:val="21"/>
        </w:rPr>
        <w:continuationSeparator/>
      </w:r>
    </w:p>
  </w:footnote>
  <w:footnote w:type="continuationNotice" w:id="1">
    <w:p w:rsidR="006A5914" w:rsidRDefault="006A5914">
      <w:pPr>
        <w:spacing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172922C"/>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D8468878"/>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EDBA872A"/>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E55ED90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174E5F0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4A44D3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30EC3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1242A6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2DA383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2FEB5CA"/>
    <w:lvl w:ilvl="0">
      <w:start w:val="1"/>
      <w:numFmt w:val="bullet"/>
      <w:lvlText w:val=""/>
      <w:lvlJc w:val="left"/>
      <w:pPr>
        <w:tabs>
          <w:tab w:val="num" w:pos="360"/>
        </w:tabs>
        <w:ind w:left="360" w:hanging="360"/>
      </w:pPr>
      <w:rPr>
        <w:rFonts w:ascii="Symbol" w:hAnsi="Symbol" w:hint="default"/>
      </w:rPr>
    </w:lvl>
  </w:abstractNum>
  <w:abstractNum w:abstractNumId="10">
    <w:nsid w:val="025A783C"/>
    <w:multiLevelType w:val="singleLevel"/>
    <w:tmpl w:val="A52053E0"/>
    <w:lvl w:ilvl="0">
      <w:start w:val="1"/>
      <w:numFmt w:val="decimal"/>
      <w:lvlText w:val="%1."/>
      <w:lvlJc w:val="left"/>
      <w:pPr>
        <w:tabs>
          <w:tab w:val="num" w:pos="1080"/>
        </w:tabs>
        <w:ind w:firstLine="720"/>
      </w:pPr>
      <w:rPr>
        <w:rFonts w:cs="Times New Roman"/>
        <w:b w:val="0"/>
        <w:i w:val="0"/>
      </w:rPr>
    </w:lvl>
  </w:abstractNum>
  <w:abstractNum w:abstractNumId="11">
    <w:nsid w:val="167E2138"/>
    <w:multiLevelType w:val="singleLevel"/>
    <w:tmpl w:val="BAF497CA"/>
    <w:lvl w:ilvl="0">
      <w:start w:val="1"/>
      <w:numFmt w:val="lowerLetter"/>
      <w:lvlText w:val="%1."/>
      <w:lvlJc w:val="left"/>
      <w:pPr>
        <w:tabs>
          <w:tab w:val="num" w:pos="720"/>
        </w:tabs>
        <w:ind w:left="720" w:hanging="720"/>
      </w:pPr>
      <w:rPr>
        <w:rFonts w:ascii="Times New Roman" w:hAnsi="Times New Roman" w:cs="Times New Roman" w:hint="default"/>
        <w:b/>
        <w:i w:val="0"/>
        <w:sz w:val="24"/>
      </w:rPr>
    </w:lvl>
  </w:abstractNum>
  <w:abstractNum w:abstractNumId="12">
    <w:nsid w:val="248246F3"/>
    <w:multiLevelType w:val="singleLevel"/>
    <w:tmpl w:val="B1F45678"/>
    <w:lvl w:ilvl="0">
      <w:start w:val="1"/>
      <w:numFmt w:val="decimal"/>
      <w:lvlText w:val="%1."/>
      <w:lvlJc w:val="left"/>
      <w:pPr>
        <w:tabs>
          <w:tab w:val="num" w:pos="1080"/>
        </w:tabs>
        <w:ind w:firstLine="720"/>
      </w:pPr>
      <w:rPr>
        <w:rFonts w:cs="Times New Roman"/>
      </w:rPr>
    </w:lvl>
  </w:abstractNum>
  <w:abstractNum w:abstractNumId="13">
    <w:nsid w:val="27E06CBB"/>
    <w:multiLevelType w:val="multilevel"/>
    <w:tmpl w:val="F1A86982"/>
    <w:lvl w:ilvl="0">
      <w:start w:val="1"/>
      <w:numFmt w:val="upperRoman"/>
      <w:pStyle w:val="Heading1"/>
      <w:lvlText w:val="%1."/>
      <w:lvlJc w:val="left"/>
      <w:pPr>
        <w:tabs>
          <w:tab w:val="num" w:pos="720"/>
        </w:tabs>
        <w:ind w:left="720" w:hanging="720"/>
      </w:pPr>
      <w:rPr>
        <w:rFonts w:cs="Times New Roman"/>
      </w:rPr>
    </w:lvl>
    <w:lvl w:ilvl="1">
      <w:start w:val="1"/>
      <w:numFmt w:val="upperLetter"/>
      <w:pStyle w:val="Heading2"/>
      <w:lvlText w:val="%2."/>
      <w:lvlJc w:val="left"/>
      <w:pPr>
        <w:tabs>
          <w:tab w:val="num" w:pos="2070"/>
        </w:tabs>
        <w:ind w:left="2070" w:hanging="720"/>
      </w:pPr>
      <w:rPr>
        <w:rFonts w:cs="Times New Roman"/>
      </w:rPr>
    </w:lvl>
    <w:lvl w:ilvl="2">
      <w:start w:val="1"/>
      <w:numFmt w:val="decimal"/>
      <w:pStyle w:val="Heading3"/>
      <w:lvlText w:val="%3."/>
      <w:lvlJc w:val="left"/>
      <w:pPr>
        <w:tabs>
          <w:tab w:val="num" w:pos="2160"/>
        </w:tabs>
        <w:ind w:left="2160" w:hanging="720"/>
      </w:pPr>
      <w:rPr>
        <w:rFonts w:cs="Times New Roman"/>
      </w:rPr>
    </w:lvl>
    <w:lvl w:ilvl="3">
      <w:start w:val="1"/>
      <w:numFmt w:val="lowerLetter"/>
      <w:pStyle w:val="Heading4"/>
      <w:lvlText w:val="%4."/>
      <w:lvlJc w:val="left"/>
      <w:pPr>
        <w:tabs>
          <w:tab w:val="num" w:pos="2880"/>
        </w:tabs>
        <w:ind w:left="2880" w:hanging="720"/>
      </w:pPr>
      <w:rPr>
        <w:rFonts w:cs="Times New Roman"/>
      </w:rPr>
    </w:lvl>
    <w:lvl w:ilvl="4">
      <w:start w:val="1"/>
      <w:numFmt w:val="lowerRoman"/>
      <w:pStyle w:val="Heading5"/>
      <w:lvlText w:val="(%5)"/>
      <w:lvlJc w:val="left"/>
      <w:pPr>
        <w:tabs>
          <w:tab w:val="num" w:pos="3600"/>
        </w:tabs>
        <w:ind w:left="3600" w:hanging="720"/>
      </w:pPr>
      <w:rPr>
        <w:rFonts w:cs="Times New Roman"/>
      </w:rPr>
    </w:lvl>
    <w:lvl w:ilvl="5">
      <w:start w:val="1"/>
      <w:numFmt w:val="lowerLetter"/>
      <w:pStyle w:val="Heading6"/>
      <w:lvlText w:val="(%6)"/>
      <w:lvlJc w:val="left"/>
      <w:pPr>
        <w:tabs>
          <w:tab w:val="num" w:pos="4320"/>
        </w:tabs>
        <w:ind w:left="4320" w:hanging="720"/>
      </w:pPr>
      <w:rPr>
        <w:rFonts w:cs="Times New Roman"/>
      </w:rPr>
    </w:lvl>
    <w:lvl w:ilvl="6">
      <w:start w:val="1"/>
      <w:numFmt w:val="lowerRoman"/>
      <w:pStyle w:val="Heading7"/>
      <w:lvlText w:val="(%7)"/>
      <w:lvlJc w:val="left"/>
      <w:pPr>
        <w:tabs>
          <w:tab w:val="num" w:pos="5040"/>
        </w:tabs>
        <w:ind w:left="4320"/>
      </w:pPr>
      <w:rPr>
        <w:rFonts w:cs="Times New Roman"/>
      </w:rPr>
    </w:lvl>
    <w:lvl w:ilvl="7">
      <w:start w:val="1"/>
      <w:numFmt w:val="lowerLetter"/>
      <w:pStyle w:val="Heading8"/>
      <w:lvlText w:val="(%8)"/>
      <w:lvlJc w:val="left"/>
      <w:pPr>
        <w:tabs>
          <w:tab w:val="num" w:pos="5400"/>
        </w:tabs>
        <w:ind w:left="5040"/>
      </w:pPr>
      <w:rPr>
        <w:rFonts w:cs="Times New Roman"/>
      </w:rPr>
    </w:lvl>
    <w:lvl w:ilvl="8">
      <w:start w:val="1"/>
      <w:numFmt w:val="lowerRoman"/>
      <w:pStyle w:val="Heading9"/>
      <w:lvlText w:val="(%9)"/>
      <w:lvlJc w:val="left"/>
      <w:pPr>
        <w:tabs>
          <w:tab w:val="num" w:pos="6120"/>
        </w:tabs>
        <w:ind w:left="5760"/>
      </w:pPr>
      <w:rPr>
        <w:rFonts w:cs="Times New Roman"/>
      </w:rPr>
    </w:lvl>
  </w:abstractNum>
  <w:abstractNum w:abstractNumId="14">
    <w:nsid w:val="29A97545"/>
    <w:multiLevelType w:val="singleLevel"/>
    <w:tmpl w:val="12EA14FA"/>
    <w:lvl w:ilvl="0">
      <w:start w:val="1"/>
      <w:numFmt w:val="decimal"/>
      <w:lvlText w:val="%1."/>
      <w:lvlJc w:val="left"/>
      <w:pPr>
        <w:tabs>
          <w:tab w:val="num" w:pos="1080"/>
        </w:tabs>
        <w:ind w:firstLine="720"/>
      </w:pPr>
      <w:rPr>
        <w:rFonts w:cs="Times New Roman"/>
        <w:i w:val="0"/>
      </w:rPr>
    </w:lvl>
  </w:abstractNum>
  <w:abstractNum w:abstractNumId="15">
    <w:nsid w:val="315A0FC9"/>
    <w:multiLevelType w:val="hybridMultilevel"/>
    <w:tmpl w:val="3850CCEA"/>
    <w:lvl w:ilvl="0" w:tplc="FFFFFFFF">
      <w:start w:val="2"/>
      <w:numFmt w:val="decimal"/>
      <w:lvlText w:val="%1."/>
      <w:lvlJc w:val="left"/>
      <w:pPr>
        <w:tabs>
          <w:tab w:val="num" w:pos="900"/>
        </w:tabs>
        <w:ind w:left="900" w:hanging="630"/>
      </w:pPr>
      <w:rPr>
        <w:rFonts w:cs="Times New Roman" w:hint="default"/>
      </w:rPr>
    </w:lvl>
    <w:lvl w:ilvl="1" w:tplc="FFFFFFFF" w:tentative="1">
      <w:start w:val="1"/>
      <w:numFmt w:val="lowerLetter"/>
      <w:lvlText w:val="%2."/>
      <w:lvlJc w:val="left"/>
      <w:pPr>
        <w:tabs>
          <w:tab w:val="num" w:pos="1350"/>
        </w:tabs>
        <w:ind w:left="1350" w:hanging="360"/>
      </w:pPr>
      <w:rPr>
        <w:rFonts w:cs="Times New Roman"/>
      </w:rPr>
    </w:lvl>
    <w:lvl w:ilvl="2" w:tplc="FFFFFFFF" w:tentative="1">
      <w:start w:val="1"/>
      <w:numFmt w:val="lowerRoman"/>
      <w:lvlText w:val="%3."/>
      <w:lvlJc w:val="right"/>
      <w:pPr>
        <w:tabs>
          <w:tab w:val="num" w:pos="2070"/>
        </w:tabs>
        <w:ind w:left="2070" w:hanging="180"/>
      </w:pPr>
      <w:rPr>
        <w:rFonts w:cs="Times New Roman"/>
      </w:rPr>
    </w:lvl>
    <w:lvl w:ilvl="3" w:tplc="FFFFFFFF" w:tentative="1">
      <w:start w:val="1"/>
      <w:numFmt w:val="decimal"/>
      <w:lvlText w:val="%4."/>
      <w:lvlJc w:val="left"/>
      <w:pPr>
        <w:tabs>
          <w:tab w:val="num" w:pos="2790"/>
        </w:tabs>
        <w:ind w:left="2790" w:hanging="360"/>
      </w:pPr>
      <w:rPr>
        <w:rFonts w:cs="Times New Roman"/>
      </w:rPr>
    </w:lvl>
    <w:lvl w:ilvl="4" w:tplc="FFFFFFFF" w:tentative="1">
      <w:start w:val="1"/>
      <w:numFmt w:val="lowerLetter"/>
      <w:lvlText w:val="%5."/>
      <w:lvlJc w:val="left"/>
      <w:pPr>
        <w:tabs>
          <w:tab w:val="num" w:pos="3510"/>
        </w:tabs>
        <w:ind w:left="3510" w:hanging="360"/>
      </w:pPr>
      <w:rPr>
        <w:rFonts w:cs="Times New Roman"/>
      </w:rPr>
    </w:lvl>
    <w:lvl w:ilvl="5" w:tplc="FFFFFFFF" w:tentative="1">
      <w:start w:val="1"/>
      <w:numFmt w:val="lowerRoman"/>
      <w:lvlText w:val="%6."/>
      <w:lvlJc w:val="right"/>
      <w:pPr>
        <w:tabs>
          <w:tab w:val="num" w:pos="4230"/>
        </w:tabs>
        <w:ind w:left="4230" w:hanging="180"/>
      </w:pPr>
      <w:rPr>
        <w:rFonts w:cs="Times New Roman"/>
      </w:rPr>
    </w:lvl>
    <w:lvl w:ilvl="6" w:tplc="FFFFFFFF" w:tentative="1">
      <w:start w:val="1"/>
      <w:numFmt w:val="decimal"/>
      <w:lvlText w:val="%7."/>
      <w:lvlJc w:val="left"/>
      <w:pPr>
        <w:tabs>
          <w:tab w:val="num" w:pos="4950"/>
        </w:tabs>
        <w:ind w:left="4950" w:hanging="360"/>
      </w:pPr>
      <w:rPr>
        <w:rFonts w:cs="Times New Roman"/>
      </w:rPr>
    </w:lvl>
    <w:lvl w:ilvl="7" w:tplc="FFFFFFFF" w:tentative="1">
      <w:start w:val="1"/>
      <w:numFmt w:val="lowerLetter"/>
      <w:lvlText w:val="%8."/>
      <w:lvlJc w:val="left"/>
      <w:pPr>
        <w:tabs>
          <w:tab w:val="num" w:pos="5670"/>
        </w:tabs>
        <w:ind w:left="5670" w:hanging="360"/>
      </w:pPr>
      <w:rPr>
        <w:rFonts w:cs="Times New Roman"/>
      </w:rPr>
    </w:lvl>
    <w:lvl w:ilvl="8" w:tplc="FFFFFFFF" w:tentative="1">
      <w:start w:val="1"/>
      <w:numFmt w:val="lowerRoman"/>
      <w:lvlText w:val="%9."/>
      <w:lvlJc w:val="right"/>
      <w:pPr>
        <w:tabs>
          <w:tab w:val="num" w:pos="6390"/>
        </w:tabs>
        <w:ind w:left="6390" w:hanging="180"/>
      </w:pPr>
      <w:rPr>
        <w:rFonts w:cs="Times New Roman"/>
      </w:rPr>
    </w:lvl>
  </w:abstractNum>
  <w:abstractNum w:abstractNumId="16">
    <w:nsid w:val="38C945B1"/>
    <w:multiLevelType w:val="singleLevel"/>
    <w:tmpl w:val="4DCCE696"/>
    <w:lvl w:ilvl="0">
      <w:start w:val="1"/>
      <w:numFmt w:val="decimal"/>
      <w:lvlText w:val="%1."/>
      <w:lvlJc w:val="left"/>
      <w:pPr>
        <w:tabs>
          <w:tab w:val="num" w:pos="1080"/>
        </w:tabs>
        <w:ind w:firstLine="720"/>
      </w:pPr>
      <w:rPr>
        <w:rFonts w:ascii="Times New Roman" w:hAnsi="Times New Roman" w:cs="Times New Roman" w:hint="default"/>
        <w:b w:val="0"/>
        <w:i w:val="0"/>
        <w:caps w:val="0"/>
        <w:strike w:val="0"/>
        <w:dstrike w:val="0"/>
        <w:vanish w:val="0"/>
        <w:sz w:val="22"/>
        <w:u w:val="none"/>
        <w:vertAlign w:val="baseline"/>
      </w:rPr>
    </w:lvl>
  </w:abstractNum>
  <w:abstractNum w:abstractNumId="17">
    <w:nsid w:val="39E3720F"/>
    <w:multiLevelType w:val="hybridMultilevel"/>
    <w:tmpl w:val="DFAEA928"/>
    <w:lvl w:ilvl="0" w:tplc="0409001B">
      <w:start w:val="1"/>
      <w:numFmt w:val="low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3D0F1B3D"/>
    <w:multiLevelType w:val="singleLevel"/>
    <w:tmpl w:val="4DCCE696"/>
    <w:lvl w:ilvl="0">
      <w:start w:val="1"/>
      <w:numFmt w:val="decimal"/>
      <w:lvlText w:val="%1."/>
      <w:lvlJc w:val="left"/>
      <w:pPr>
        <w:tabs>
          <w:tab w:val="num" w:pos="1080"/>
        </w:tabs>
        <w:ind w:firstLine="720"/>
      </w:pPr>
      <w:rPr>
        <w:rFonts w:ascii="Times New Roman" w:hAnsi="Times New Roman" w:cs="Times New Roman" w:hint="default"/>
        <w:b w:val="0"/>
        <w:i w:val="0"/>
        <w:caps w:val="0"/>
        <w:strike w:val="0"/>
        <w:dstrike w:val="0"/>
        <w:vanish w:val="0"/>
        <w:sz w:val="22"/>
        <w:u w:val="none"/>
        <w:vertAlign w:val="baseline"/>
      </w:rPr>
    </w:lvl>
  </w:abstractNum>
  <w:abstractNum w:abstractNumId="19">
    <w:nsid w:val="4F1A55F4"/>
    <w:multiLevelType w:val="multilevel"/>
    <w:tmpl w:val="5802C3A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nsid w:val="61182925"/>
    <w:multiLevelType w:val="singleLevel"/>
    <w:tmpl w:val="12EA14FA"/>
    <w:lvl w:ilvl="0">
      <w:start w:val="1"/>
      <w:numFmt w:val="decimal"/>
      <w:lvlText w:val="%1."/>
      <w:lvlJc w:val="left"/>
      <w:pPr>
        <w:tabs>
          <w:tab w:val="num" w:pos="1080"/>
        </w:tabs>
        <w:ind w:firstLine="720"/>
      </w:pPr>
      <w:rPr>
        <w:rFonts w:cs="Times New Roman"/>
        <w:i w:val="0"/>
      </w:rPr>
    </w:lvl>
  </w:abstractNum>
  <w:abstractNum w:abstractNumId="21">
    <w:nsid w:val="6D2C11FE"/>
    <w:multiLevelType w:val="multilevel"/>
    <w:tmpl w:val="CD1E7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EF620F7"/>
    <w:multiLevelType w:val="multilevel"/>
    <w:tmpl w:val="DA98A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2934795"/>
    <w:multiLevelType w:val="hybridMultilevel"/>
    <w:tmpl w:val="BE3CBB30"/>
    <w:lvl w:ilvl="0" w:tplc="0409001B">
      <w:start w:val="1"/>
      <w:numFmt w:val="lowerRoman"/>
      <w:lvlText w:val="%1."/>
      <w:lvlJc w:val="righ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4">
    <w:nsid w:val="74AD5921"/>
    <w:multiLevelType w:val="hybridMultilevel"/>
    <w:tmpl w:val="DCD46C18"/>
    <w:lvl w:ilvl="0" w:tplc="AD6E01A8">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77265018"/>
    <w:multiLevelType w:val="multilevel"/>
    <w:tmpl w:val="D976285A"/>
    <w:lvl w:ilvl="0">
      <w:start w:val="1"/>
      <w:numFmt w:val="decimal"/>
      <w:pStyle w:val="ParaNum"/>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10"/>
  </w:num>
  <w:num w:numId="2">
    <w:abstractNumId w:val="25"/>
  </w:num>
  <w:num w:numId="3">
    <w:abstractNumId w:val="2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0"/>
  </w:num>
  <w:num w:numId="15">
    <w:abstractNumId w:val="13"/>
  </w:num>
  <w:num w:numId="16">
    <w:abstractNumId w:val="18"/>
  </w:num>
  <w:num w:numId="17">
    <w:abstractNumId w:val="18"/>
    <w:lvlOverride w:ilvl="0">
      <w:startOverride w:val="1"/>
    </w:lvlOverride>
  </w:num>
  <w:num w:numId="18">
    <w:abstractNumId w:val="18"/>
    <w:lvlOverride w:ilvl="0">
      <w:startOverride w:val="1"/>
    </w:lvlOverride>
  </w:num>
  <w:num w:numId="19">
    <w:abstractNumId w:val="18"/>
    <w:lvlOverride w:ilvl="0">
      <w:startOverride w:val="1"/>
    </w:lvlOverride>
  </w:num>
  <w:num w:numId="20">
    <w:abstractNumId w:val="18"/>
    <w:lvlOverride w:ilvl="0">
      <w:startOverride w:val="1"/>
    </w:lvlOverride>
  </w:num>
  <w:num w:numId="21">
    <w:abstractNumId w:val="11"/>
  </w:num>
  <w:num w:numId="22">
    <w:abstractNumId w:val="15"/>
  </w:num>
  <w:num w:numId="23">
    <w:abstractNumId w:val="22"/>
  </w:num>
  <w:num w:numId="24">
    <w:abstractNumId w:val="12"/>
  </w:num>
  <w:num w:numId="25">
    <w:abstractNumId w:val="16"/>
  </w:num>
  <w:num w:numId="26">
    <w:abstractNumId w:val="14"/>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3"/>
  </w:num>
  <w:num w:numId="30">
    <w:abstractNumId w:val="24"/>
  </w:num>
  <w:num w:numId="3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024"/>
  <w:defaultTabStop w:val="720"/>
  <w:characterSpacingControl w:val="doNotCompress"/>
  <w:footnotePr>
    <w:footnote w:id="-1"/>
    <w:footnote w:id="0"/>
    <w:footnote w:id="1"/>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28DB"/>
    <w:rsid w:val="00000049"/>
    <w:rsid w:val="00000A07"/>
    <w:rsid w:val="00000A9C"/>
    <w:rsid w:val="00001120"/>
    <w:rsid w:val="00002484"/>
    <w:rsid w:val="00002716"/>
    <w:rsid w:val="00002F7F"/>
    <w:rsid w:val="00002F85"/>
    <w:rsid w:val="00003E21"/>
    <w:rsid w:val="00004665"/>
    <w:rsid w:val="00004A6F"/>
    <w:rsid w:val="00004BB3"/>
    <w:rsid w:val="00004CD9"/>
    <w:rsid w:val="0000532F"/>
    <w:rsid w:val="000056DA"/>
    <w:rsid w:val="00005F61"/>
    <w:rsid w:val="000066B4"/>
    <w:rsid w:val="00006BEF"/>
    <w:rsid w:val="000073ED"/>
    <w:rsid w:val="0000765E"/>
    <w:rsid w:val="000102B5"/>
    <w:rsid w:val="00010C5D"/>
    <w:rsid w:val="00011162"/>
    <w:rsid w:val="00011EFD"/>
    <w:rsid w:val="0001223D"/>
    <w:rsid w:val="00012679"/>
    <w:rsid w:val="00012A74"/>
    <w:rsid w:val="00012C56"/>
    <w:rsid w:val="00012CD1"/>
    <w:rsid w:val="00013171"/>
    <w:rsid w:val="00013369"/>
    <w:rsid w:val="000136D9"/>
    <w:rsid w:val="00013790"/>
    <w:rsid w:val="00013791"/>
    <w:rsid w:val="00013EC5"/>
    <w:rsid w:val="00013F9E"/>
    <w:rsid w:val="0001408A"/>
    <w:rsid w:val="0001489F"/>
    <w:rsid w:val="00014F17"/>
    <w:rsid w:val="00015362"/>
    <w:rsid w:val="000167F5"/>
    <w:rsid w:val="000169E1"/>
    <w:rsid w:val="000170C8"/>
    <w:rsid w:val="00017CA8"/>
    <w:rsid w:val="00020BA0"/>
    <w:rsid w:val="00021380"/>
    <w:rsid w:val="00021F49"/>
    <w:rsid w:val="00022418"/>
    <w:rsid w:val="00022D65"/>
    <w:rsid w:val="00022F07"/>
    <w:rsid w:val="0002377D"/>
    <w:rsid w:val="00023A10"/>
    <w:rsid w:val="00023C08"/>
    <w:rsid w:val="00023D2E"/>
    <w:rsid w:val="000242DD"/>
    <w:rsid w:val="00024637"/>
    <w:rsid w:val="00024882"/>
    <w:rsid w:val="00024ACA"/>
    <w:rsid w:val="00024C2A"/>
    <w:rsid w:val="000253C4"/>
    <w:rsid w:val="000255B1"/>
    <w:rsid w:val="00025CB6"/>
    <w:rsid w:val="00026493"/>
    <w:rsid w:val="00026E9D"/>
    <w:rsid w:val="00027828"/>
    <w:rsid w:val="0002799E"/>
    <w:rsid w:val="00027C80"/>
    <w:rsid w:val="000302BC"/>
    <w:rsid w:val="00031CD6"/>
    <w:rsid w:val="000324DD"/>
    <w:rsid w:val="00032B2D"/>
    <w:rsid w:val="00032E9C"/>
    <w:rsid w:val="00033B88"/>
    <w:rsid w:val="00033DEC"/>
    <w:rsid w:val="00034816"/>
    <w:rsid w:val="00034B54"/>
    <w:rsid w:val="00034B90"/>
    <w:rsid w:val="00035705"/>
    <w:rsid w:val="0003594E"/>
    <w:rsid w:val="00036410"/>
    <w:rsid w:val="0003649F"/>
    <w:rsid w:val="00037604"/>
    <w:rsid w:val="000404E9"/>
    <w:rsid w:val="000408EE"/>
    <w:rsid w:val="00040B14"/>
    <w:rsid w:val="00040C14"/>
    <w:rsid w:val="00040E26"/>
    <w:rsid w:val="00041506"/>
    <w:rsid w:val="0004174F"/>
    <w:rsid w:val="000418D3"/>
    <w:rsid w:val="00041B27"/>
    <w:rsid w:val="000422D4"/>
    <w:rsid w:val="00043049"/>
    <w:rsid w:val="00043B6B"/>
    <w:rsid w:val="00044179"/>
    <w:rsid w:val="000443A6"/>
    <w:rsid w:val="0004461A"/>
    <w:rsid w:val="000449F0"/>
    <w:rsid w:val="00044BBC"/>
    <w:rsid w:val="00044CCC"/>
    <w:rsid w:val="00045860"/>
    <w:rsid w:val="00045D9C"/>
    <w:rsid w:val="00045E36"/>
    <w:rsid w:val="00046268"/>
    <w:rsid w:val="00047669"/>
    <w:rsid w:val="00047BC8"/>
    <w:rsid w:val="00047E7F"/>
    <w:rsid w:val="000500BC"/>
    <w:rsid w:val="00050194"/>
    <w:rsid w:val="00050571"/>
    <w:rsid w:val="000507FC"/>
    <w:rsid w:val="0005125F"/>
    <w:rsid w:val="00051975"/>
    <w:rsid w:val="00051F77"/>
    <w:rsid w:val="0005303E"/>
    <w:rsid w:val="00053403"/>
    <w:rsid w:val="000537E0"/>
    <w:rsid w:val="00054430"/>
    <w:rsid w:val="00054837"/>
    <w:rsid w:val="00054BB0"/>
    <w:rsid w:val="00054E30"/>
    <w:rsid w:val="000551F1"/>
    <w:rsid w:val="00055547"/>
    <w:rsid w:val="00055AC7"/>
    <w:rsid w:val="000565C9"/>
    <w:rsid w:val="000566DE"/>
    <w:rsid w:val="00056ED1"/>
    <w:rsid w:val="00057F64"/>
    <w:rsid w:val="0006041F"/>
    <w:rsid w:val="00060453"/>
    <w:rsid w:val="00060DC9"/>
    <w:rsid w:val="00060F9B"/>
    <w:rsid w:val="000612A0"/>
    <w:rsid w:val="00061978"/>
    <w:rsid w:val="00061E11"/>
    <w:rsid w:val="00062556"/>
    <w:rsid w:val="00063196"/>
    <w:rsid w:val="00063396"/>
    <w:rsid w:val="00063678"/>
    <w:rsid w:val="00064197"/>
    <w:rsid w:val="000644B4"/>
    <w:rsid w:val="00064653"/>
    <w:rsid w:val="00064C4B"/>
    <w:rsid w:val="00064C7A"/>
    <w:rsid w:val="00064D0C"/>
    <w:rsid w:val="0006597D"/>
    <w:rsid w:val="00066B6F"/>
    <w:rsid w:val="00066EAD"/>
    <w:rsid w:val="0006701C"/>
    <w:rsid w:val="0006712A"/>
    <w:rsid w:val="00067495"/>
    <w:rsid w:val="0006790B"/>
    <w:rsid w:val="00070A05"/>
    <w:rsid w:val="00071186"/>
    <w:rsid w:val="00071255"/>
    <w:rsid w:val="000716A2"/>
    <w:rsid w:val="00071B9D"/>
    <w:rsid w:val="00071DF7"/>
    <w:rsid w:val="0007207A"/>
    <w:rsid w:val="00072085"/>
    <w:rsid w:val="00072E41"/>
    <w:rsid w:val="00073862"/>
    <w:rsid w:val="00073DC5"/>
    <w:rsid w:val="000741D7"/>
    <w:rsid w:val="00074C3A"/>
    <w:rsid w:val="00074CA0"/>
    <w:rsid w:val="00075100"/>
    <w:rsid w:val="000758ED"/>
    <w:rsid w:val="00075F75"/>
    <w:rsid w:val="000766CF"/>
    <w:rsid w:val="00076700"/>
    <w:rsid w:val="00077349"/>
    <w:rsid w:val="000774D9"/>
    <w:rsid w:val="000779E3"/>
    <w:rsid w:val="00080121"/>
    <w:rsid w:val="000804C8"/>
    <w:rsid w:val="000808D4"/>
    <w:rsid w:val="00080B3C"/>
    <w:rsid w:val="00080C58"/>
    <w:rsid w:val="00080D8C"/>
    <w:rsid w:val="00080DD6"/>
    <w:rsid w:val="00081EBB"/>
    <w:rsid w:val="00081F1E"/>
    <w:rsid w:val="000827C8"/>
    <w:rsid w:val="00082A12"/>
    <w:rsid w:val="00082D35"/>
    <w:rsid w:val="00083CB0"/>
    <w:rsid w:val="00084B98"/>
    <w:rsid w:val="00084CAF"/>
    <w:rsid w:val="00084EEE"/>
    <w:rsid w:val="00085185"/>
    <w:rsid w:val="00085998"/>
    <w:rsid w:val="00085BC6"/>
    <w:rsid w:val="00086419"/>
    <w:rsid w:val="00087198"/>
    <w:rsid w:val="00087B68"/>
    <w:rsid w:val="00087E09"/>
    <w:rsid w:val="000907F0"/>
    <w:rsid w:val="00090CFE"/>
    <w:rsid w:val="00090EC0"/>
    <w:rsid w:val="00090F24"/>
    <w:rsid w:val="00090FC2"/>
    <w:rsid w:val="000913D8"/>
    <w:rsid w:val="00091645"/>
    <w:rsid w:val="0009172C"/>
    <w:rsid w:val="00091E27"/>
    <w:rsid w:val="00091EFB"/>
    <w:rsid w:val="00091FF2"/>
    <w:rsid w:val="0009236F"/>
    <w:rsid w:val="0009380E"/>
    <w:rsid w:val="00093875"/>
    <w:rsid w:val="00094546"/>
    <w:rsid w:val="000946B6"/>
    <w:rsid w:val="0009482A"/>
    <w:rsid w:val="00095455"/>
    <w:rsid w:val="00095497"/>
    <w:rsid w:val="00095856"/>
    <w:rsid w:val="000958A2"/>
    <w:rsid w:val="00095E9F"/>
    <w:rsid w:val="00096648"/>
    <w:rsid w:val="000975D5"/>
    <w:rsid w:val="000A0731"/>
    <w:rsid w:val="000A1417"/>
    <w:rsid w:val="000A1A49"/>
    <w:rsid w:val="000A243C"/>
    <w:rsid w:val="000A259E"/>
    <w:rsid w:val="000A25D2"/>
    <w:rsid w:val="000A2FF7"/>
    <w:rsid w:val="000A33AD"/>
    <w:rsid w:val="000A36B0"/>
    <w:rsid w:val="000A3F2B"/>
    <w:rsid w:val="000A4151"/>
    <w:rsid w:val="000A430A"/>
    <w:rsid w:val="000A43A9"/>
    <w:rsid w:val="000A44DC"/>
    <w:rsid w:val="000A4679"/>
    <w:rsid w:val="000A4BC0"/>
    <w:rsid w:val="000A4C5D"/>
    <w:rsid w:val="000A4EB6"/>
    <w:rsid w:val="000A5719"/>
    <w:rsid w:val="000A6F3F"/>
    <w:rsid w:val="000A75DC"/>
    <w:rsid w:val="000A772F"/>
    <w:rsid w:val="000A7A59"/>
    <w:rsid w:val="000A7C1F"/>
    <w:rsid w:val="000B004E"/>
    <w:rsid w:val="000B0327"/>
    <w:rsid w:val="000B0F4A"/>
    <w:rsid w:val="000B173B"/>
    <w:rsid w:val="000B1743"/>
    <w:rsid w:val="000B1870"/>
    <w:rsid w:val="000B1EA2"/>
    <w:rsid w:val="000B2127"/>
    <w:rsid w:val="000B22EB"/>
    <w:rsid w:val="000B2424"/>
    <w:rsid w:val="000B2537"/>
    <w:rsid w:val="000B5317"/>
    <w:rsid w:val="000B5396"/>
    <w:rsid w:val="000B5B04"/>
    <w:rsid w:val="000B5C48"/>
    <w:rsid w:val="000B5CC4"/>
    <w:rsid w:val="000B61C3"/>
    <w:rsid w:val="000B6720"/>
    <w:rsid w:val="000B67DF"/>
    <w:rsid w:val="000B686F"/>
    <w:rsid w:val="000B6AA0"/>
    <w:rsid w:val="000B6E52"/>
    <w:rsid w:val="000B6FB4"/>
    <w:rsid w:val="000B7434"/>
    <w:rsid w:val="000B75FD"/>
    <w:rsid w:val="000B770B"/>
    <w:rsid w:val="000B7C4A"/>
    <w:rsid w:val="000B7CCE"/>
    <w:rsid w:val="000C01D5"/>
    <w:rsid w:val="000C0296"/>
    <w:rsid w:val="000C19FB"/>
    <w:rsid w:val="000C1A17"/>
    <w:rsid w:val="000C1B9A"/>
    <w:rsid w:val="000C29DB"/>
    <w:rsid w:val="000C3AEE"/>
    <w:rsid w:val="000C3F8A"/>
    <w:rsid w:val="000C40E6"/>
    <w:rsid w:val="000C4128"/>
    <w:rsid w:val="000C4198"/>
    <w:rsid w:val="000C47F0"/>
    <w:rsid w:val="000C4A33"/>
    <w:rsid w:val="000C5033"/>
    <w:rsid w:val="000C582F"/>
    <w:rsid w:val="000C5E55"/>
    <w:rsid w:val="000C61CB"/>
    <w:rsid w:val="000C640C"/>
    <w:rsid w:val="000C6B67"/>
    <w:rsid w:val="000C7570"/>
    <w:rsid w:val="000C7DAA"/>
    <w:rsid w:val="000D0155"/>
    <w:rsid w:val="000D044A"/>
    <w:rsid w:val="000D0E85"/>
    <w:rsid w:val="000D10FC"/>
    <w:rsid w:val="000D148A"/>
    <w:rsid w:val="000D1B76"/>
    <w:rsid w:val="000D2DAE"/>
    <w:rsid w:val="000D32EC"/>
    <w:rsid w:val="000D3522"/>
    <w:rsid w:val="000D3911"/>
    <w:rsid w:val="000D3BD6"/>
    <w:rsid w:val="000D3E23"/>
    <w:rsid w:val="000D4CB4"/>
    <w:rsid w:val="000D4D4E"/>
    <w:rsid w:val="000D5108"/>
    <w:rsid w:val="000D51C1"/>
    <w:rsid w:val="000D54FE"/>
    <w:rsid w:val="000D56D2"/>
    <w:rsid w:val="000D589B"/>
    <w:rsid w:val="000D6D08"/>
    <w:rsid w:val="000D702B"/>
    <w:rsid w:val="000D706A"/>
    <w:rsid w:val="000D71E6"/>
    <w:rsid w:val="000D72A6"/>
    <w:rsid w:val="000D72F4"/>
    <w:rsid w:val="000D7679"/>
    <w:rsid w:val="000E0B97"/>
    <w:rsid w:val="000E0C7C"/>
    <w:rsid w:val="000E0D0E"/>
    <w:rsid w:val="000E0D3D"/>
    <w:rsid w:val="000E1501"/>
    <w:rsid w:val="000E185F"/>
    <w:rsid w:val="000E19BF"/>
    <w:rsid w:val="000E2502"/>
    <w:rsid w:val="000E27BB"/>
    <w:rsid w:val="000E27F2"/>
    <w:rsid w:val="000E28A4"/>
    <w:rsid w:val="000E29D9"/>
    <w:rsid w:val="000E3827"/>
    <w:rsid w:val="000E3A4A"/>
    <w:rsid w:val="000E3B6B"/>
    <w:rsid w:val="000E4649"/>
    <w:rsid w:val="000E4E10"/>
    <w:rsid w:val="000E5A25"/>
    <w:rsid w:val="000E5B75"/>
    <w:rsid w:val="000E63BD"/>
    <w:rsid w:val="000E6844"/>
    <w:rsid w:val="000E698A"/>
    <w:rsid w:val="000E6B87"/>
    <w:rsid w:val="000E703D"/>
    <w:rsid w:val="000E7AEB"/>
    <w:rsid w:val="000E7EC0"/>
    <w:rsid w:val="000F0333"/>
    <w:rsid w:val="000F039F"/>
    <w:rsid w:val="000F06F7"/>
    <w:rsid w:val="000F0DF1"/>
    <w:rsid w:val="000F125B"/>
    <w:rsid w:val="000F1600"/>
    <w:rsid w:val="000F196C"/>
    <w:rsid w:val="000F202D"/>
    <w:rsid w:val="000F2F69"/>
    <w:rsid w:val="000F3022"/>
    <w:rsid w:val="000F39F1"/>
    <w:rsid w:val="000F3A66"/>
    <w:rsid w:val="000F3CDD"/>
    <w:rsid w:val="000F5CDD"/>
    <w:rsid w:val="000F611E"/>
    <w:rsid w:val="000F6133"/>
    <w:rsid w:val="000F6A65"/>
    <w:rsid w:val="000F6C39"/>
    <w:rsid w:val="000F6FD3"/>
    <w:rsid w:val="000F73B5"/>
    <w:rsid w:val="000F758C"/>
    <w:rsid w:val="000F7718"/>
    <w:rsid w:val="000F7777"/>
    <w:rsid w:val="0010041E"/>
    <w:rsid w:val="001008B1"/>
    <w:rsid w:val="00100B50"/>
    <w:rsid w:val="00101192"/>
    <w:rsid w:val="001014C5"/>
    <w:rsid w:val="0010172B"/>
    <w:rsid w:val="00101E88"/>
    <w:rsid w:val="0010227F"/>
    <w:rsid w:val="0010265B"/>
    <w:rsid w:val="00102734"/>
    <w:rsid w:val="00102803"/>
    <w:rsid w:val="00102B15"/>
    <w:rsid w:val="00103303"/>
    <w:rsid w:val="0010339F"/>
    <w:rsid w:val="001038D7"/>
    <w:rsid w:val="0010392A"/>
    <w:rsid w:val="00103A52"/>
    <w:rsid w:val="001042F4"/>
    <w:rsid w:val="001047FD"/>
    <w:rsid w:val="001048D0"/>
    <w:rsid w:val="00104B39"/>
    <w:rsid w:val="00105B44"/>
    <w:rsid w:val="0010606B"/>
    <w:rsid w:val="00106D25"/>
    <w:rsid w:val="00106F55"/>
    <w:rsid w:val="0010734B"/>
    <w:rsid w:val="001074FB"/>
    <w:rsid w:val="001076CC"/>
    <w:rsid w:val="001078A0"/>
    <w:rsid w:val="00107CEF"/>
    <w:rsid w:val="00107EF5"/>
    <w:rsid w:val="00110162"/>
    <w:rsid w:val="0011026C"/>
    <w:rsid w:val="00110BBE"/>
    <w:rsid w:val="001113AD"/>
    <w:rsid w:val="00111802"/>
    <w:rsid w:val="00111F32"/>
    <w:rsid w:val="001120E1"/>
    <w:rsid w:val="00112172"/>
    <w:rsid w:val="00112D4A"/>
    <w:rsid w:val="00113614"/>
    <w:rsid w:val="0011375B"/>
    <w:rsid w:val="00113CA0"/>
    <w:rsid w:val="00114200"/>
    <w:rsid w:val="001147BD"/>
    <w:rsid w:val="001155A4"/>
    <w:rsid w:val="00115DC8"/>
    <w:rsid w:val="00115DEB"/>
    <w:rsid w:val="00115E1E"/>
    <w:rsid w:val="0011663B"/>
    <w:rsid w:val="001175D9"/>
    <w:rsid w:val="00117932"/>
    <w:rsid w:val="00120231"/>
    <w:rsid w:val="00120374"/>
    <w:rsid w:val="001203B1"/>
    <w:rsid w:val="00120493"/>
    <w:rsid w:val="00120586"/>
    <w:rsid w:val="00120720"/>
    <w:rsid w:val="0012095D"/>
    <w:rsid w:val="001216D9"/>
    <w:rsid w:val="001218BF"/>
    <w:rsid w:val="00122050"/>
    <w:rsid w:val="00122187"/>
    <w:rsid w:val="001228B8"/>
    <w:rsid w:val="00123020"/>
    <w:rsid w:val="00123145"/>
    <w:rsid w:val="00124FA2"/>
    <w:rsid w:val="001256A1"/>
    <w:rsid w:val="00125E35"/>
    <w:rsid w:val="00126787"/>
    <w:rsid w:val="00127070"/>
    <w:rsid w:val="00127BAC"/>
    <w:rsid w:val="00127DE6"/>
    <w:rsid w:val="00130219"/>
    <w:rsid w:val="001313F5"/>
    <w:rsid w:val="00131799"/>
    <w:rsid w:val="00131F30"/>
    <w:rsid w:val="0013212A"/>
    <w:rsid w:val="0013220C"/>
    <w:rsid w:val="001322F1"/>
    <w:rsid w:val="001323EE"/>
    <w:rsid w:val="001324A6"/>
    <w:rsid w:val="0013250B"/>
    <w:rsid w:val="0013267C"/>
    <w:rsid w:val="001327C4"/>
    <w:rsid w:val="00133485"/>
    <w:rsid w:val="00133759"/>
    <w:rsid w:val="00133988"/>
    <w:rsid w:val="00133D54"/>
    <w:rsid w:val="00133D7D"/>
    <w:rsid w:val="00134118"/>
    <w:rsid w:val="0013466D"/>
    <w:rsid w:val="00135ABE"/>
    <w:rsid w:val="00136635"/>
    <w:rsid w:val="0013686A"/>
    <w:rsid w:val="00136ACF"/>
    <w:rsid w:val="0013768B"/>
    <w:rsid w:val="00137A48"/>
    <w:rsid w:val="00142301"/>
    <w:rsid w:val="00142460"/>
    <w:rsid w:val="00142462"/>
    <w:rsid w:val="001426F3"/>
    <w:rsid w:val="00142B4A"/>
    <w:rsid w:val="00142B70"/>
    <w:rsid w:val="00142F47"/>
    <w:rsid w:val="00143086"/>
    <w:rsid w:val="00143D57"/>
    <w:rsid w:val="001444FF"/>
    <w:rsid w:val="00144F0B"/>
    <w:rsid w:val="001460A2"/>
    <w:rsid w:val="0014625C"/>
    <w:rsid w:val="001462C0"/>
    <w:rsid w:val="001467EB"/>
    <w:rsid w:val="00146AB1"/>
    <w:rsid w:val="001500AA"/>
    <w:rsid w:val="0015093D"/>
    <w:rsid w:val="00150E3D"/>
    <w:rsid w:val="00151394"/>
    <w:rsid w:val="001515F6"/>
    <w:rsid w:val="00151612"/>
    <w:rsid w:val="00151A41"/>
    <w:rsid w:val="001526AD"/>
    <w:rsid w:val="0015284D"/>
    <w:rsid w:val="0015332B"/>
    <w:rsid w:val="00153D4E"/>
    <w:rsid w:val="001544AD"/>
    <w:rsid w:val="0015466D"/>
    <w:rsid w:val="00154A00"/>
    <w:rsid w:val="00154B3E"/>
    <w:rsid w:val="0015531A"/>
    <w:rsid w:val="00155595"/>
    <w:rsid w:val="00155656"/>
    <w:rsid w:val="00156E16"/>
    <w:rsid w:val="00157578"/>
    <w:rsid w:val="00157DD7"/>
    <w:rsid w:val="00162D6D"/>
    <w:rsid w:val="001630CE"/>
    <w:rsid w:val="00163500"/>
    <w:rsid w:val="00163A6F"/>
    <w:rsid w:val="00163B5D"/>
    <w:rsid w:val="00164575"/>
    <w:rsid w:val="00164AF8"/>
    <w:rsid w:val="00165693"/>
    <w:rsid w:val="00165B10"/>
    <w:rsid w:val="00165BCB"/>
    <w:rsid w:val="00166450"/>
    <w:rsid w:val="00166503"/>
    <w:rsid w:val="0016668A"/>
    <w:rsid w:val="001666E8"/>
    <w:rsid w:val="00166781"/>
    <w:rsid w:val="00166D8F"/>
    <w:rsid w:val="00166F9D"/>
    <w:rsid w:val="00167257"/>
    <w:rsid w:val="0016740D"/>
    <w:rsid w:val="00167697"/>
    <w:rsid w:val="001679C6"/>
    <w:rsid w:val="00167EFC"/>
    <w:rsid w:val="001700FB"/>
    <w:rsid w:val="00170461"/>
    <w:rsid w:val="00170997"/>
    <w:rsid w:val="00171F04"/>
    <w:rsid w:val="00171FB5"/>
    <w:rsid w:val="001722FE"/>
    <w:rsid w:val="00172305"/>
    <w:rsid w:val="00172936"/>
    <w:rsid w:val="0017373E"/>
    <w:rsid w:val="00173760"/>
    <w:rsid w:val="00174606"/>
    <w:rsid w:val="0017480E"/>
    <w:rsid w:val="001749D9"/>
    <w:rsid w:val="0017540D"/>
    <w:rsid w:val="0017547A"/>
    <w:rsid w:val="00175571"/>
    <w:rsid w:val="001759EE"/>
    <w:rsid w:val="00175B58"/>
    <w:rsid w:val="00175C0D"/>
    <w:rsid w:val="00175C9E"/>
    <w:rsid w:val="00176022"/>
    <w:rsid w:val="00176846"/>
    <w:rsid w:val="00176AC5"/>
    <w:rsid w:val="00176B18"/>
    <w:rsid w:val="00176F3C"/>
    <w:rsid w:val="00177275"/>
    <w:rsid w:val="001774FB"/>
    <w:rsid w:val="00180436"/>
    <w:rsid w:val="00181B71"/>
    <w:rsid w:val="00181BA0"/>
    <w:rsid w:val="001827D7"/>
    <w:rsid w:val="00182C90"/>
    <w:rsid w:val="00183142"/>
    <w:rsid w:val="00183AED"/>
    <w:rsid w:val="00184D68"/>
    <w:rsid w:val="00184EE4"/>
    <w:rsid w:val="00185224"/>
    <w:rsid w:val="00186B8E"/>
    <w:rsid w:val="00186F32"/>
    <w:rsid w:val="001875F5"/>
    <w:rsid w:val="001902AC"/>
    <w:rsid w:val="00190E48"/>
    <w:rsid w:val="0019171F"/>
    <w:rsid w:val="00192246"/>
    <w:rsid w:val="001922A9"/>
    <w:rsid w:val="00192434"/>
    <w:rsid w:val="001929F4"/>
    <w:rsid w:val="00192D1D"/>
    <w:rsid w:val="00192DC6"/>
    <w:rsid w:val="00194DD5"/>
    <w:rsid w:val="001952DA"/>
    <w:rsid w:val="00195320"/>
    <w:rsid w:val="0019566A"/>
    <w:rsid w:val="00196942"/>
    <w:rsid w:val="0019734A"/>
    <w:rsid w:val="001A0338"/>
    <w:rsid w:val="001A0427"/>
    <w:rsid w:val="001A0820"/>
    <w:rsid w:val="001A0F79"/>
    <w:rsid w:val="001A0F8B"/>
    <w:rsid w:val="001A116E"/>
    <w:rsid w:val="001A2E6F"/>
    <w:rsid w:val="001A30BF"/>
    <w:rsid w:val="001A392B"/>
    <w:rsid w:val="001A4603"/>
    <w:rsid w:val="001A4FA5"/>
    <w:rsid w:val="001A4FD3"/>
    <w:rsid w:val="001A5384"/>
    <w:rsid w:val="001A56EE"/>
    <w:rsid w:val="001A5BBE"/>
    <w:rsid w:val="001A5CFD"/>
    <w:rsid w:val="001A69C2"/>
    <w:rsid w:val="001A710B"/>
    <w:rsid w:val="001A78F7"/>
    <w:rsid w:val="001B01C8"/>
    <w:rsid w:val="001B05CB"/>
    <w:rsid w:val="001B09F6"/>
    <w:rsid w:val="001B0B80"/>
    <w:rsid w:val="001B0CE7"/>
    <w:rsid w:val="001B103F"/>
    <w:rsid w:val="001B119B"/>
    <w:rsid w:val="001B1628"/>
    <w:rsid w:val="001B1CDB"/>
    <w:rsid w:val="001B2444"/>
    <w:rsid w:val="001B2657"/>
    <w:rsid w:val="001B2712"/>
    <w:rsid w:val="001B2DD2"/>
    <w:rsid w:val="001B301A"/>
    <w:rsid w:val="001B30B7"/>
    <w:rsid w:val="001B34F3"/>
    <w:rsid w:val="001B473E"/>
    <w:rsid w:val="001B4762"/>
    <w:rsid w:val="001B4812"/>
    <w:rsid w:val="001B4BC7"/>
    <w:rsid w:val="001B4D13"/>
    <w:rsid w:val="001B50BF"/>
    <w:rsid w:val="001B5E88"/>
    <w:rsid w:val="001B61D1"/>
    <w:rsid w:val="001B62F6"/>
    <w:rsid w:val="001B6872"/>
    <w:rsid w:val="001B75D5"/>
    <w:rsid w:val="001C007D"/>
    <w:rsid w:val="001C05B6"/>
    <w:rsid w:val="001C0628"/>
    <w:rsid w:val="001C0DFD"/>
    <w:rsid w:val="001C1350"/>
    <w:rsid w:val="001C14A7"/>
    <w:rsid w:val="001C1ADB"/>
    <w:rsid w:val="001C1CF0"/>
    <w:rsid w:val="001C22EE"/>
    <w:rsid w:val="001C28FE"/>
    <w:rsid w:val="001C29DF"/>
    <w:rsid w:val="001C410B"/>
    <w:rsid w:val="001C46EB"/>
    <w:rsid w:val="001C4924"/>
    <w:rsid w:val="001C4A0B"/>
    <w:rsid w:val="001C4FC7"/>
    <w:rsid w:val="001C50E6"/>
    <w:rsid w:val="001C566F"/>
    <w:rsid w:val="001C5980"/>
    <w:rsid w:val="001C5986"/>
    <w:rsid w:val="001C5CC3"/>
    <w:rsid w:val="001C669C"/>
    <w:rsid w:val="001C6921"/>
    <w:rsid w:val="001C6A1A"/>
    <w:rsid w:val="001C6B44"/>
    <w:rsid w:val="001C6C74"/>
    <w:rsid w:val="001C6F05"/>
    <w:rsid w:val="001C7153"/>
    <w:rsid w:val="001C7611"/>
    <w:rsid w:val="001C7C8E"/>
    <w:rsid w:val="001D0133"/>
    <w:rsid w:val="001D0597"/>
    <w:rsid w:val="001D0766"/>
    <w:rsid w:val="001D1463"/>
    <w:rsid w:val="001D185E"/>
    <w:rsid w:val="001D1EBE"/>
    <w:rsid w:val="001D22E8"/>
    <w:rsid w:val="001D2303"/>
    <w:rsid w:val="001D2752"/>
    <w:rsid w:val="001D2CB7"/>
    <w:rsid w:val="001D315F"/>
    <w:rsid w:val="001D31E9"/>
    <w:rsid w:val="001D34F2"/>
    <w:rsid w:val="001D373B"/>
    <w:rsid w:val="001D386C"/>
    <w:rsid w:val="001D397D"/>
    <w:rsid w:val="001D3A9F"/>
    <w:rsid w:val="001D43DD"/>
    <w:rsid w:val="001D4C4E"/>
    <w:rsid w:val="001D5867"/>
    <w:rsid w:val="001D5C10"/>
    <w:rsid w:val="001D5C97"/>
    <w:rsid w:val="001D5EE4"/>
    <w:rsid w:val="001D6A49"/>
    <w:rsid w:val="001D7A17"/>
    <w:rsid w:val="001E030A"/>
    <w:rsid w:val="001E065A"/>
    <w:rsid w:val="001E0B8A"/>
    <w:rsid w:val="001E0D26"/>
    <w:rsid w:val="001E118B"/>
    <w:rsid w:val="001E16EB"/>
    <w:rsid w:val="001E1D67"/>
    <w:rsid w:val="001E1FF5"/>
    <w:rsid w:val="001E222A"/>
    <w:rsid w:val="001E2A30"/>
    <w:rsid w:val="001E2CB6"/>
    <w:rsid w:val="001E33EB"/>
    <w:rsid w:val="001E3678"/>
    <w:rsid w:val="001E3A71"/>
    <w:rsid w:val="001E3B42"/>
    <w:rsid w:val="001E3DD0"/>
    <w:rsid w:val="001E404A"/>
    <w:rsid w:val="001E404F"/>
    <w:rsid w:val="001E427C"/>
    <w:rsid w:val="001E4622"/>
    <w:rsid w:val="001E4661"/>
    <w:rsid w:val="001E4837"/>
    <w:rsid w:val="001E4C7E"/>
    <w:rsid w:val="001E5193"/>
    <w:rsid w:val="001E61DE"/>
    <w:rsid w:val="001E688B"/>
    <w:rsid w:val="001E6B47"/>
    <w:rsid w:val="001E7D23"/>
    <w:rsid w:val="001F0225"/>
    <w:rsid w:val="001F0231"/>
    <w:rsid w:val="001F078C"/>
    <w:rsid w:val="001F07DD"/>
    <w:rsid w:val="001F0C7E"/>
    <w:rsid w:val="001F1548"/>
    <w:rsid w:val="001F199E"/>
    <w:rsid w:val="001F2159"/>
    <w:rsid w:val="001F24B5"/>
    <w:rsid w:val="001F29AF"/>
    <w:rsid w:val="001F29E3"/>
    <w:rsid w:val="001F2BA6"/>
    <w:rsid w:val="001F334C"/>
    <w:rsid w:val="001F46EC"/>
    <w:rsid w:val="001F4E61"/>
    <w:rsid w:val="001F4E86"/>
    <w:rsid w:val="001F581C"/>
    <w:rsid w:val="001F5E84"/>
    <w:rsid w:val="001F60A8"/>
    <w:rsid w:val="001F6D28"/>
    <w:rsid w:val="001F7125"/>
    <w:rsid w:val="001F77F7"/>
    <w:rsid w:val="001F793F"/>
    <w:rsid w:val="001F7AA0"/>
    <w:rsid w:val="001F7CDC"/>
    <w:rsid w:val="00200564"/>
    <w:rsid w:val="00200FC6"/>
    <w:rsid w:val="00202B10"/>
    <w:rsid w:val="00202B9C"/>
    <w:rsid w:val="00202F12"/>
    <w:rsid w:val="0020395D"/>
    <w:rsid w:val="00204D96"/>
    <w:rsid w:val="00205403"/>
    <w:rsid w:val="002063FC"/>
    <w:rsid w:val="00206701"/>
    <w:rsid w:val="0020683B"/>
    <w:rsid w:val="002075AB"/>
    <w:rsid w:val="00207852"/>
    <w:rsid w:val="00207B4B"/>
    <w:rsid w:val="00207BC4"/>
    <w:rsid w:val="002105F5"/>
    <w:rsid w:val="002118C1"/>
    <w:rsid w:val="00211FBF"/>
    <w:rsid w:val="0021223C"/>
    <w:rsid w:val="00212B63"/>
    <w:rsid w:val="00213100"/>
    <w:rsid w:val="0021323C"/>
    <w:rsid w:val="002139CF"/>
    <w:rsid w:val="0021531A"/>
    <w:rsid w:val="002157C0"/>
    <w:rsid w:val="00216E1C"/>
    <w:rsid w:val="00216E3E"/>
    <w:rsid w:val="00216F0E"/>
    <w:rsid w:val="00217284"/>
    <w:rsid w:val="002172DF"/>
    <w:rsid w:val="00217AC5"/>
    <w:rsid w:val="00220679"/>
    <w:rsid w:val="002215B7"/>
    <w:rsid w:val="002224D7"/>
    <w:rsid w:val="00222691"/>
    <w:rsid w:val="002229AD"/>
    <w:rsid w:val="00222F4A"/>
    <w:rsid w:val="00223A5F"/>
    <w:rsid w:val="00223DBD"/>
    <w:rsid w:val="00224733"/>
    <w:rsid w:val="00224C47"/>
    <w:rsid w:val="00225119"/>
    <w:rsid w:val="00226099"/>
    <w:rsid w:val="00226461"/>
    <w:rsid w:val="00226C54"/>
    <w:rsid w:val="00226ED1"/>
    <w:rsid w:val="00227A39"/>
    <w:rsid w:val="00227EDE"/>
    <w:rsid w:val="00230085"/>
    <w:rsid w:val="00230B52"/>
    <w:rsid w:val="00231159"/>
    <w:rsid w:val="00231329"/>
    <w:rsid w:val="00231864"/>
    <w:rsid w:val="0023246F"/>
    <w:rsid w:val="002325E1"/>
    <w:rsid w:val="00232A70"/>
    <w:rsid w:val="00232CB3"/>
    <w:rsid w:val="00232E0A"/>
    <w:rsid w:val="002332A4"/>
    <w:rsid w:val="00233825"/>
    <w:rsid w:val="00233889"/>
    <w:rsid w:val="00233AD2"/>
    <w:rsid w:val="002342AE"/>
    <w:rsid w:val="00235441"/>
    <w:rsid w:val="0023552B"/>
    <w:rsid w:val="002356E2"/>
    <w:rsid w:val="00235C28"/>
    <w:rsid w:val="00235D7E"/>
    <w:rsid w:val="00236488"/>
    <w:rsid w:val="002368B1"/>
    <w:rsid w:val="00236AF6"/>
    <w:rsid w:val="002376B0"/>
    <w:rsid w:val="00237FD2"/>
    <w:rsid w:val="00237FFD"/>
    <w:rsid w:val="002403C1"/>
    <w:rsid w:val="00240B56"/>
    <w:rsid w:val="00241440"/>
    <w:rsid w:val="0024175C"/>
    <w:rsid w:val="00241901"/>
    <w:rsid w:val="00241A0B"/>
    <w:rsid w:val="00241CA6"/>
    <w:rsid w:val="00241FA3"/>
    <w:rsid w:val="002423FE"/>
    <w:rsid w:val="00242942"/>
    <w:rsid w:val="00243086"/>
    <w:rsid w:val="00243824"/>
    <w:rsid w:val="00244880"/>
    <w:rsid w:val="002451AE"/>
    <w:rsid w:val="0024546F"/>
    <w:rsid w:val="00245959"/>
    <w:rsid w:val="00245EEF"/>
    <w:rsid w:val="00246D20"/>
    <w:rsid w:val="002507E2"/>
    <w:rsid w:val="002508AE"/>
    <w:rsid w:val="00250BDB"/>
    <w:rsid w:val="002511E6"/>
    <w:rsid w:val="002513E2"/>
    <w:rsid w:val="00251565"/>
    <w:rsid w:val="002520ED"/>
    <w:rsid w:val="0025212A"/>
    <w:rsid w:val="00252728"/>
    <w:rsid w:val="00252C8E"/>
    <w:rsid w:val="00253892"/>
    <w:rsid w:val="00254516"/>
    <w:rsid w:val="0025454E"/>
    <w:rsid w:val="002568AF"/>
    <w:rsid w:val="00256CD4"/>
    <w:rsid w:val="00256D99"/>
    <w:rsid w:val="00257376"/>
    <w:rsid w:val="002573C4"/>
    <w:rsid w:val="00257416"/>
    <w:rsid w:val="002574A6"/>
    <w:rsid w:val="00257A79"/>
    <w:rsid w:val="00257C5E"/>
    <w:rsid w:val="0026132F"/>
    <w:rsid w:val="00262A41"/>
    <w:rsid w:val="00262C42"/>
    <w:rsid w:val="00262DFF"/>
    <w:rsid w:val="0026333B"/>
    <w:rsid w:val="00263A62"/>
    <w:rsid w:val="0026413C"/>
    <w:rsid w:val="00264192"/>
    <w:rsid w:val="0026438D"/>
    <w:rsid w:val="0026478F"/>
    <w:rsid w:val="00264885"/>
    <w:rsid w:val="00265587"/>
    <w:rsid w:val="00265CCD"/>
    <w:rsid w:val="002671E7"/>
    <w:rsid w:val="002673E0"/>
    <w:rsid w:val="00270121"/>
    <w:rsid w:val="00270370"/>
    <w:rsid w:val="00270454"/>
    <w:rsid w:val="002709AB"/>
    <w:rsid w:val="00270C4F"/>
    <w:rsid w:val="00271621"/>
    <w:rsid w:val="00272269"/>
    <w:rsid w:val="00272661"/>
    <w:rsid w:val="00272C4F"/>
    <w:rsid w:val="0027308B"/>
    <w:rsid w:val="0027336A"/>
    <w:rsid w:val="00274261"/>
    <w:rsid w:val="00274DB0"/>
    <w:rsid w:val="00274E7B"/>
    <w:rsid w:val="002760AC"/>
    <w:rsid w:val="0027643C"/>
    <w:rsid w:val="00276658"/>
    <w:rsid w:val="0027672F"/>
    <w:rsid w:val="00276A80"/>
    <w:rsid w:val="00276BE3"/>
    <w:rsid w:val="00276CD8"/>
    <w:rsid w:val="002775BE"/>
    <w:rsid w:val="0027798B"/>
    <w:rsid w:val="00280396"/>
    <w:rsid w:val="002805FE"/>
    <w:rsid w:val="0028065E"/>
    <w:rsid w:val="00280D5E"/>
    <w:rsid w:val="002818D2"/>
    <w:rsid w:val="0028217E"/>
    <w:rsid w:val="002821B3"/>
    <w:rsid w:val="002822AB"/>
    <w:rsid w:val="00284400"/>
    <w:rsid w:val="002847D6"/>
    <w:rsid w:val="00284D10"/>
    <w:rsid w:val="00284D5A"/>
    <w:rsid w:val="00286320"/>
    <w:rsid w:val="0028643F"/>
    <w:rsid w:val="0028663A"/>
    <w:rsid w:val="002877F6"/>
    <w:rsid w:val="00287A63"/>
    <w:rsid w:val="00287C4B"/>
    <w:rsid w:val="00290249"/>
    <w:rsid w:val="00290E87"/>
    <w:rsid w:val="002911FB"/>
    <w:rsid w:val="00291421"/>
    <w:rsid w:val="0029167A"/>
    <w:rsid w:val="00291775"/>
    <w:rsid w:val="002918B0"/>
    <w:rsid w:val="002924AC"/>
    <w:rsid w:val="00292583"/>
    <w:rsid w:val="002928F9"/>
    <w:rsid w:val="00292F9E"/>
    <w:rsid w:val="00292FCD"/>
    <w:rsid w:val="00293403"/>
    <w:rsid w:val="0029359A"/>
    <w:rsid w:val="0029381D"/>
    <w:rsid w:val="00293893"/>
    <w:rsid w:val="00293F67"/>
    <w:rsid w:val="00294323"/>
    <w:rsid w:val="002951EB"/>
    <w:rsid w:val="0029528F"/>
    <w:rsid w:val="002953BA"/>
    <w:rsid w:val="00295FCC"/>
    <w:rsid w:val="0029601F"/>
    <w:rsid w:val="002978C2"/>
    <w:rsid w:val="002979A4"/>
    <w:rsid w:val="00297D01"/>
    <w:rsid w:val="00297E18"/>
    <w:rsid w:val="002A0DE5"/>
    <w:rsid w:val="002A12E9"/>
    <w:rsid w:val="002A1326"/>
    <w:rsid w:val="002A1600"/>
    <w:rsid w:val="002A17F3"/>
    <w:rsid w:val="002A1816"/>
    <w:rsid w:val="002A1886"/>
    <w:rsid w:val="002A2B02"/>
    <w:rsid w:val="002A2B28"/>
    <w:rsid w:val="002A2C37"/>
    <w:rsid w:val="002A2E26"/>
    <w:rsid w:val="002A2F6D"/>
    <w:rsid w:val="002A3481"/>
    <w:rsid w:val="002A34CC"/>
    <w:rsid w:val="002A3718"/>
    <w:rsid w:val="002A3C27"/>
    <w:rsid w:val="002A40AC"/>
    <w:rsid w:val="002A429F"/>
    <w:rsid w:val="002A47B3"/>
    <w:rsid w:val="002A4861"/>
    <w:rsid w:val="002A52D4"/>
    <w:rsid w:val="002A53C2"/>
    <w:rsid w:val="002A566A"/>
    <w:rsid w:val="002A6205"/>
    <w:rsid w:val="002A653E"/>
    <w:rsid w:val="002A76EB"/>
    <w:rsid w:val="002A78FC"/>
    <w:rsid w:val="002A7A04"/>
    <w:rsid w:val="002B0235"/>
    <w:rsid w:val="002B1626"/>
    <w:rsid w:val="002B185A"/>
    <w:rsid w:val="002B1904"/>
    <w:rsid w:val="002B1B24"/>
    <w:rsid w:val="002B1D1C"/>
    <w:rsid w:val="002B1FAE"/>
    <w:rsid w:val="002B2769"/>
    <w:rsid w:val="002B2827"/>
    <w:rsid w:val="002B282E"/>
    <w:rsid w:val="002B3040"/>
    <w:rsid w:val="002B33BC"/>
    <w:rsid w:val="002B3A02"/>
    <w:rsid w:val="002B4B9D"/>
    <w:rsid w:val="002B4D32"/>
    <w:rsid w:val="002B4DE3"/>
    <w:rsid w:val="002B5141"/>
    <w:rsid w:val="002B5172"/>
    <w:rsid w:val="002B54C6"/>
    <w:rsid w:val="002B57E2"/>
    <w:rsid w:val="002B5811"/>
    <w:rsid w:val="002B584A"/>
    <w:rsid w:val="002B58C1"/>
    <w:rsid w:val="002B649D"/>
    <w:rsid w:val="002B64AE"/>
    <w:rsid w:val="002B73CB"/>
    <w:rsid w:val="002B75F8"/>
    <w:rsid w:val="002B7751"/>
    <w:rsid w:val="002C0BE4"/>
    <w:rsid w:val="002C0FBC"/>
    <w:rsid w:val="002C11B2"/>
    <w:rsid w:val="002C13D6"/>
    <w:rsid w:val="002C15E6"/>
    <w:rsid w:val="002C196D"/>
    <w:rsid w:val="002C1C01"/>
    <w:rsid w:val="002C35D3"/>
    <w:rsid w:val="002C4D63"/>
    <w:rsid w:val="002C592A"/>
    <w:rsid w:val="002C62DB"/>
    <w:rsid w:val="002C671A"/>
    <w:rsid w:val="002C6C23"/>
    <w:rsid w:val="002C6CD8"/>
    <w:rsid w:val="002C7E66"/>
    <w:rsid w:val="002D0113"/>
    <w:rsid w:val="002D013F"/>
    <w:rsid w:val="002D16E7"/>
    <w:rsid w:val="002D2520"/>
    <w:rsid w:val="002D2CCF"/>
    <w:rsid w:val="002D33D0"/>
    <w:rsid w:val="002D33EA"/>
    <w:rsid w:val="002D354F"/>
    <w:rsid w:val="002D3B9D"/>
    <w:rsid w:val="002D4344"/>
    <w:rsid w:val="002D45F0"/>
    <w:rsid w:val="002D4883"/>
    <w:rsid w:val="002D497B"/>
    <w:rsid w:val="002D4E91"/>
    <w:rsid w:val="002D5329"/>
    <w:rsid w:val="002D5714"/>
    <w:rsid w:val="002D598D"/>
    <w:rsid w:val="002D5B9D"/>
    <w:rsid w:val="002D6CD4"/>
    <w:rsid w:val="002D7384"/>
    <w:rsid w:val="002D7423"/>
    <w:rsid w:val="002D748D"/>
    <w:rsid w:val="002D77D9"/>
    <w:rsid w:val="002D7B7A"/>
    <w:rsid w:val="002D7ED6"/>
    <w:rsid w:val="002E1748"/>
    <w:rsid w:val="002E1952"/>
    <w:rsid w:val="002E1973"/>
    <w:rsid w:val="002E1C7F"/>
    <w:rsid w:val="002E223B"/>
    <w:rsid w:val="002E28FA"/>
    <w:rsid w:val="002E2F25"/>
    <w:rsid w:val="002E39C4"/>
    <w:rsid w:val="002E3CA9"/>
    <w:rsid w:val="002E41FB"/>
    <w:rsid w:val="002E42DA"/>
    <w:rsid w:val="002E43D8"/>
    <w:rsid w:val="002E4771"/>
    <w:rsid w:val="002E629B"/>
    <w:rsid w:val="002E672C"/>
    <w:rsid w:val="002E725B"/>
    <w:rsid w:val="002E7C2B"/>
    <w:rsid w:val="002E7F06"/>
    <w:rsid w:val="002F0971"/>
    <w:rsid w:val="002F0CE8"/>
    <w:rsid w:val="002F0F4B"/>
    <w:rsid w:val="002F1CD2"/>
    <w:rsid w:val="002F1DC6"/>
    <w:rsid w:val="002F2648"/>
    <w:rsid w:val="002F26F2"/>
    <w:rsid w:val="002F30C0"/>
    <w:rsid w:val="002F3A0D"/>
    <w:rsid w:val="002F3F86"/>
    <w:rsid w:val="002F40B7"/>
    <w:rsid w:val="002F46EA"/>
    <w:rsid w:val="002F4C28"/>
    <w:rsid w:val="002F4E4F"/>
    <w:rsid w:val="002F5266"/>
    <w:rsid w:val="002F56E3"/>
    <w:rsid w:val="002F5882"/>
    <w:rsid w:val="002F608B"/>
    <w:rsid w:val="002F6683"/>
    <w:rsid w:val="002F70D6"/>
    <w:rsid w:val="002F7102"/>
    <w:rsid w:val="002F7D40"/>
    <w:rsid w:val="002F7E9A"/>
    <w:rsid w:val="003000BB"/>
    <w:rsid w:val="003002DD"/>
    <w:rsid w:val="00300629"/>
    <w:rsid w:val="003006C3"/>
    <w:rsid w:val="00301082"/>
    <w:rsid w:val="0030134F"/>
    <w:rsid w:val="00301CCD"/>
    <w:rsid w:val="00302090"/>
    <w:rsid w:val="0030274E"/>
    <w:rsid w:val="003027F7"/>
    <w:rsid w:val="00302BE0"/>
    <w:rsid w:val="003033A7"/>
    <w:rsid w:val="00303484"/>
    <w:rsid w:val="003035A5"/>
    <w:rsid w:val="00303747"/>
    <w:rsid w:val="00303DA7"/>
    <w:rsid w:val="00304964"/>
    <w:rsid w:val="003050A3"/>
    <w:rsid w:val="003058CA"/>
    <w:rsid w:val="00305B8E"/>
    <w:rsid w:val="00305BD2"/>
    <w:rsid w:val="00305D90"/>
    <w:rsid w:val="003063E0"/>
    <w:rsid w:val="00306D32"/>
    <w:rsid w:val="003078AB"/>
    <w:rsid w:val="00307971"/>
    <w:rsid w:val="003079DF"/>
    <w:rsid w:val="00307D00"/>
    <w:rsid w:val="00310395"/>
    <w:rsid w:val="003103FD"/>
    <w:rsid w:val="00310D9F"/>
    <w:rsid w:val="00311625"/>
    <w:rsid w:val="0031245A"/>
    <w:rsid w:val="00312D06"/>
    <w:rsid w:val="00312F21"/>
    <w:rsid w:val="00313018"/>
    <w:rsid w:val="0031355A"/>
    <w:rsid w:val="003138A0"/>
    <w:rsid w:val="00313F6E"/>
    <w:rsid w:val="00314346"/>
    <w:rsid w:val="00314BD8"/>
    <w:rsid w:val="00314D9E"/>
    <w:rsid w:val="00315231"/>
    <w:rsid w:val="00315425"/>
    <w:rsid w:val="00315658"/>
    <w:rsid w:val="00315C3D"/>
    <w:rsid w:val="00316E45"/>
    <w:rsid w:val="00316EBF"/>
    <w:rsid w:val="00317333"/>
    <w:rsid w:val="00317442"/>
    <w:rsid w:val="003179FC"/>
    <w:rsid w:val="00317C40"/>
    <w:rsid w:val="00317D13"/>
    <w:rsid w:val="00317DE6"/>
    <w:rsid w:val="00321DEC"/>
    <w:rsid w:val="0032269A"/>
    <w:rsid w:val="00322BF6"/>
    <w:rsid w:val="003231C8"/>
    <w:rsid w:val="00324BF1"/>
    <w:rsid w:val="00324BF3"/>
    <w:rsid w:val="00324C1C"/>
    <w:rsid w:val="00324F28"/>
    <w:rsid w:val="003251F6"/>
    <w:rsid w:val="003252CB"/>
    <w:rsid w:val="003257BA"/>
    <w:rsid w:val="00325803"/>
    <w:rsid w:val="00326010"/>
    <w:rsid w:val="00326E79"/>
    <w:rsid w:val="00326F10"/>
    <w:rsid w:val="003272F8"/>
    <w:rsid w:val="00327390"/>
    <w:rsid w:val="0032741A"/>
    <w:rsid w:val="00327EEB"/>
    <w:rsid w:val="003301CF"/>
    <w:rsid w:val="003306E4"/>
    <w:rsid w:val="0033073D"/>
    <w:rsid w:val="0033080F"/>
    <w:rsid w:val="00330D01"/>
    <w:rsid w:val="00330FF2"/>
    <w:rsid w:val="00331220"/>
    <w:rsid w:val="00331233"/>
    <w:rsid w:val="003313A9"/>
    <w:rsid w:val="00331690"/>
    <w:rsid w:val="003319C5"/>
    <w:rsid w:val="00331CBD"/>
    <w:rsid w:val="00331E1F"/>
    <w:rsid w:val="00332358"/>
    <w:rsid w:val="00332BB3"/>
    <w:rsid w:val="00332BD6"/>
    <w:rsid w:val="00332C0E"/>
    <w:rsid w:val="00333F74"/>
    <w:rsid w:val="003343DE"/>
    <w:rsid w:val="003348CF"/>
    <w:rsid w:val="00335CF5"/>
    <w:rsid w:val="00335F66"/>
    <w:rsid w:val="00335FF0"/>
    <w:rsid w:val="003361D8"/>
    <w:rsid w:val="0033634A"/>
    <w:rsid w:val="0033719A"/>
    <w:rsid w:val="0033743F"/>
    <w:rsid w:val="003403F6"/>
    <w:rsid w:val="00340754"/>
    <w:rsid w:val="00340915"/>
    <w:rsid w:val="00340EA5"/>
    <w:rsid w:val="00342A09"/>
    <w:rsid w:val="00342F7E"/>
    <w:rsid w:val="00343910"/>
    <w:rsid w:val="00343BD5"/>
    <w:rsid w:val="00343CC5"/>
    <w:rsid w:val="003443BD"/>
    <w:rsid w:val="0034441C"/>
    <w:rsid w:val="0034483F"/>
    <w:rsid w:val="0034513A"/>
    <w:rsid w:val="0034702B"/>
    <w:rsid w:val="00347475"/>
    <w:rsid w:val="003474DA"/>
    <w:rsid w:val="00347803"/>
    <w:rsid w:val="0035059C"/>
    <w:rsid w:val="003511DD"/>
    <w:rsid w:val="00351299"/>
    <w:rsid w:val="0035165A"/>
    <w:rsid w:val="00351FB1"/>
    <w:rsid w:val="00352105"/>
    <w:rsid w:val="003521EC"/>
    <w:rsid w:val="003528AC"/>
    <w:rsid w:val="00352B37"/>
    <w:rsid w:val="00352F0F"/>
    <w:rsid w:val="00353917"/>
    <w:rsid w:val="00353A72"/>
    <w:rsid w:val="00354288"/>
    <w:rsid w:val="0035560B"/>
    <w:rsid w:val="0035623A"/>
    <w:rsid w:val="003568E3"/>
    <w:rsid w:val="0035693D"/>
    <w:rsid w:val="00356BF5"/>
    <w:rsid w:val="003570E8"/>
    <w:rsid w:val="0035710F"/>
    <w:rsid w:val="00357602"/>
    <w:rsid w:val="00357F00"/>
    <w:rsid w:val="003606A2"/>
    <w:rsid w:val="00360D1B"/>
    <w:rsid w:val="00361209"/>
    <w:rsid w:val="00362B54"/>
    <w:rsid w:val="00362CB8"/>
    <w:rsid w:val="00362E11"/>
    <w:rsid w:val="00363843"/>
    <w:rsid w:val="00363BEF"/>
    <w:rsid w:val="00363C39"/>
    <w:rsid w:val="003642E8"/>
    <w:rsid w:val="00364BC0"/>
    <w:rsid w:val="00364E14"/>
    <w:rsid w:val="00364FB7"/>
    <w:rsid w:val="00365307"/>
    <w:rsid w:val="00366621"/>
    <w:rsid w:val="00367A3B"/>
    <w:rsid w:val="00367CC3"/>
    <w:rsid w:val="00370261"/>
    <w:rsid w:val="0037046B"/>
    <w:rsid w:val="00370F18"/>
    <w:rsid w:val="003714D7"/>
    <w:rsid w:val="00371704"/>
    <w:rsid w:val="003718BD"/>
    <w:rsid w:val="00371A46"/>
    <w:rsid w:val="00371E9D"/>
    <w:rsid w:val="003721EA"/>
    <w:rsid w:val="003731A5"/>
    <w:rsid w:val="0037366D"/>
    <w:rsid w:val="0037423B"/>
    <w:rsid w:val="00374455"/>
    <w:rsid w:val="0037465C"/>
    <w:rsid w:val="003748DC"/>
    <w:rsid w:val="00374DEF"/>
    <w:rsid w:val="00375320"/>
    <w:rsid w:val="00375629"/>
    <w:rsid w:val="00375777"/>
    <w:rsid w:val="00375C92"/>
    <w:rsid w:val="00376CA6"/>
    <w:rsid w:val="00376EE7"/>
    <w:rsid w:val="0037780B"/>
    <w:rsid w:val="00377D97"/>
    <w:rsid w:val="00377EFC"/>
    <w:rsid w:val="00377F18"/>
    <w:rsid w:val="003802F1"/>
    <w:rsid w:val="003804E3"/>
    <w:rsid w:val="0038087B"/>
    <w:rsid w:val="00380BE4"/>
    <w:rsid w:val="00380C85"/>
    <w:rsid w:val="00380FA4"/>
    <w:rsid w:val="003812AA"/>
    <w:rsid w:val="00381640"/>
    <w:rsid w:val="00381DBA"/>
    <w:rsid w:val="00382819"/>
    <w:rsid w:val="00382940"/>
    <w:rsid w:val="00382A48"/>
    <w:rsid w:val="00382FBB"/>
    <w:rsid w:val="00383468"/>
    <w:rsid w:val="003837CC"/>
    <w:rsid w:val="00383C5A"/>
    <w:rsid w:val="0038414D"/>
    <w:rsid w:val="003852D3"/>
    <w:rsid w:val="0038569C"/>
    <w:rsid w:val="00385C6E"/>
    <w:rsid w:val="00385D30"/>
    <w:rsid w:val="003862DC"/>
    <w:rsid w:val="0038642C"/>
    <w:rsid w:val="003864EF"/>
    <w:rsid w:val="0038665C"/>
    <w:rsid w:val="00386952"/>
    <w:rsid w:val="00386B9F"/>
    <w:rsid w:val="0038704B"/>
    <w:rsid w:val="0038712E"/>
    <w:rsid w:val="00387951"/>
    <w:rsid w:val="00387A41"/>
    <w:rsid w:val="00387E30"/>
    <w:rsid w:val="00390891"/>
    <w:rsid w:val="00390A90"/>
    <w:rsid w:val="00390C90"/>
    <w:rsid w:val="00390F2F"/>
    <w:rsid w:val="00391999"/>
    <w:rsid w:val="00391AD6"/>
    <w:rsid w:val="00392004"/>
    <w:rsid w:val="003923D2"/>
    <w:rsid w:val="00393377"/>
    <w:rsid w:val="00393521"/>
    <w:rsid w:val="0039355B"/>
    <w:rsid w:val="0039379F"/>
    <w:rsid w:val="003938A4"/>
    <w:rsid w:val="00393B88"/>
    <w:rsid w:val="003945CB"/>
    <w:rsid w:val="00394D7A"/>
    <w:rsid w:val="00395311"/>
    <w:rsid w:val="003957C1"/>
    <w:rsid w:val="00395AF5"/>
    <w:rsid w:val="00395EE8"/>
    <w:rsid w:val="00396109"/>
    <w:rsid w:val="00396663"/>
    <w:rsid w:val="00396C4A"/>
    <w:rsid w:val="00396D6E"/>
    <w:rsid w:val="00397244"/>
    <w:rsid w:val="003972DA"/>
    <w:rsid w:val="00397A60"/>
    <w:rsid w:val="00397B1E"/>
    <w:rsid w:val="00397B70"/>
    <w:rsid w:val="00397D7C"/>
    <w:rsid w:val="003A03E0"/>
    <w:rsid w:val="003A04DF"/>
    <w:rsid w:val="003A07F0"/>
    <w:rsid w:val="003A0866"/>
    <w:rsid w:val="003A0DF6"/>
    <w:rsid w:val="003A10D3"/>
    <w:rsid w:val="003A11E5"/>
    <w:rsid w:val="003A12C3"/>
    <w:rsid w:val="003A1ADB"/>
    <w:rsid w:val="003A1C2E"/>
    <w:rsid w:val="003A218D"/>
    <w:rsid w:val="003A29D7"/>
    <w:rsid w:val="003A2C14"/>
    <w:rsid w:val="003A4760"/>
    <w:rsid w:val="003A5733"/>
    <w:rsid w:val="003A586D"/>
    <w:rsid w:val="003A5A76"/>
    <w:rsid w:val="003A5E6F"/>
    <w:rsid w:val="003A6208"/>
    <w:rsid w:val="003A6221"/>
    <w:rsid w:val="003A673D"/>
    <w:rsid w:val="003A6A2B"/>
    <w:rsid w:val="003A6BC1"/>
    <w:rsid w:val="003A77FB"/>
    <w:rsid w:val="003B0228"/>
    <w:rsid w:val="003B064B"/>
    <w:rsid w:val="003B090E"/>
    <w:rsid w:val="003B109B"/>
    <w:rsid w:val="003B1457"/>
    <w:rsid w:val="003B1AC0"/>
    <w:rsid w:val="003B1D7B"/>
    <w:rsid w:val="003B1D8C"/>
    <w:rsid w:val="003B20D9"/>
    <w:rsid w:val="003B3C33"/>
    <w:rsid w:val="003B4319"/>
    <w:rsid w:val="003B4458"/>
    <w:rsid w:val="003B4622"/>
    <w:rsid w:val="003B4800"/>
    <w:rsid w:val="003B48C8"/>
    <w:rsid w:val="003B5279"/>
    <w:rsid w:val="003B5369"/>
    <w:rsid w:val="003B5646"/>
    <w:rsid w:val="003B5F5E"/>
    <w:rsid w:val="003B6132"/>
    <w:rsid w:val="003B620B"/>
    <w:rsid w:val="003B631D"/>
    <w:rsid w:val="003B7798"/>
    <w:rsid w:val="003B7912"/>
    <w:rsid w:val="003C04E6"/>
    <w:rsid w:val="003C0B5D"/>
    <w:rsid w:val="003C0C82"/>
    <w:rsid w:val="003C11F4"/>
    <w:rsid w:val="003C1402"/>
    <w:rsid w:val="003C16B4"/>
    <w:rsid w:val="003C1831"/>
    <w:rsid w:val="003C1C3B"/>
    <w:rsid w:val="003C1D9B"/>
    <w:rsid w:val="003C1E51"/>
    <w:rsid w:val="003C26BE"/>
    <w:rsid w:val="003C2C4F"/>
    <w:rsid w:val="003C355F"/>
    <w:rsid w:val="003C3D91"/>
    <w:rsid w:val="003C4609"/>
    <w:rsid w:val="003C46A0"/>
    <w:rsid w:val="003C500D"/>
    <w:rsid w:val="003C5308"/>
    <w:rsid w:val="003C5AFA"/>
    <w:rsid w:val="003C5BBF"/>
    <w:rsid w:val="003C5C9A"/>
    <w:rsid w:val="003C5E86"/>
    <w:rsid w:val="003C6095"/>
    <w:rsid w:val="003C6260"/>
    <w:rsid w:val="003C6760"/>
    <w:rsid w:val="003C6C03"/>
    <w:rsid w:val="003C6F66"/>
    <w:rsid w:val="003C72BA"/>
    <w:rsid w:val="003C74D4"/>
    <w:rsid w:val="003D012F"/>
    <w:rsid w:val="003D0209"/>
    <w:rsid w:val="003D076A"/>
    <w:rsid w:val="003D07E2"/>
    <w:rsid w:val="003D0DA0"/>
    <w:rsid w:val="003D0E6E"/>
    <w:rsid w:val="003D1152"/>
    <w:rsid w:val="003D15AA"/>
    <w:rsid w:val="003D15FA"/>
    <w:rsid w:val="003D1A59"/>
    <w:rsid w:val="003D1A7F"/>
    <w:rsid w:val="003D1F22"/>
    <w:rsid w:val="003D219A"/>
    <w:rsid w:val="003D22E4"/>
    <w:rsid w:val="003D2CD7"/>
    <w:rsid w:val="003D2F07"/>
    <w:rsid w:val="003D4DFF"/>
    <w:rsid w:val="003D5404"/>
    <w:rsid w:val="003D5541"/>
    <w:rsid w:val="003D609D"/>
    <w:rsid w:val="003D6A9A"/>
    <w:rsid w:val="003D6F04"/>
    <w:rsid w:val="003D6F89"/>
    <w:rsid w:val="003D7678"/>
    <w:rsid w:val="003D7688"/>
    <w:rsid w:val="003D7780"/>
    <w:rsid w:val="003D7A38"/>
    <w:rsid w:val="003D7BA2"/>
    <w:rsid w:val="003D7DCC"/>
    <w:rsid w:val="003E0046"/>
    <w:rsid w:val="003E020E"/>
    <w:rsid w:val="003E024D"/>
    <w:rsid w:val="003E05F9"/>
    <w:rsid w:val="003E0624"/>
    <w:rsid w:val="003E16EA"/>
    <w:rsid w:val="003E19F7"/>
    <w:rsid w:val="003E2301"/>
    <w:rsid w:val="003E2602"/>
    <w:rsid w:val="003E26B4"/>
    <w:rsid w:val="003E2E86"/>
    <w:rsid w:val="003E401A"/>
    <w:rsid w:val="003E4B66"/>
    <w:rsid w:val="003E4DA8"/>
    <w:rsid w:val="003E55C6"/>
    <w:rsid w:val="003E5D7C"/>
    <w:rsid w:val="003E5EDA"/>
    <w:rsid w:val="003E673B"/>
    <w:rsid w:val="003E6796"/>
    <w:rsid w:val="003E6F4B"/>
    <w:rsid w:val="003F061A"/>
    <w:rsid w:val="003F1095"/>
    <w:rsid w:val="003F11D8"/>
    <w:rsid w:val="003F1204"/>
    <w:rsid w:val="003F1386"/>
    <w:rsid w:val="003F1410"/>
    <w:rsid w:val="003F1FB1"/>
    <w:rsid w:val="003F235B"/>
    <w:rsid w:val="003F2774"/>
    <w:rsid w:val="003F2BC5"/>
    <w:rsid w:val="003F3169"/>
    <w:rsid w:val="003F39A1"/>
    <w:rsid w:val="003F3DF0"/>
    <w:rsid w:val="003F42F0"/>
    <w:rsid w:val="003F496E"/>
    <w:rsid w:val="003F49D1"/>
    <w:rsid w:val="003F4DD5"/>
    <w:rsid w:val="003F5017"/>
    <w:rsid w:val="003F5694"/>
    <w:rsid w:val="003F60AD"/>
    <w:rsid w:val="003F6738"/>
    <w:rsid w:val="003F6A3E"/>
    <w:rsid w:val="003F6E31"/>
    <w:rsid w:val="003F77FC"/>
    <w:rsid w:val="00400043"/>
    <w:rsid w:val="0040060B"/>
    <w:rsid w:val="004008DE"/>
    <w:rsid w:val="00400965"/>
    <w:rsid w:val="00400A09"/>
    <w:rsid w:val="00400AAF"/>
    <w:rsid w:val="00400B51"/>
    <w:rsid w:val="00400C49"/>
    <w:rsid w:val="00401997"/>
    <w:rsid w:val="00401E84"/>
    <w:rsid w:val="00402071"/>
    <w:rsid w:val="004026C4"/>
    <w:rsid w:val="00402852"/>
    <w:rsid w:val="00402CA8"/>
    <w:rsid w:val="00402F08"/>
    <w:rsid w:val="00403082"/>
    <w:rsid w:val="0040320D"/>
    <w:rsid w:val="00403579"/>
    <w:rsid w:val="0040367D"/>
    <w:rsid w:val="00403715"/>
    <w:rsid w:val="004039DA"/>
    <w:rsid w:val="00404939"/>
    <w:rsid w:val="0040495C"/>
    <w:rsid w:val="00404ABB"/>
    <w:rsid w:val="00406264"/>
    <w:rsid w:val="00406266"/>
    <w:rsid w:val="00406ABB"/>
    <w:rsid w:val="00406C05"/>
    <w:rsid w:val="00406DA5"/>
    <w:rsid w:val="0040758D"/>
    <w:rsid w:val="0040767C"/>
    <w:rsid w:val="004076F5"/>
    <w:rsid w:val="004078C2"/>
    <w:rsid w:val="00407B28"/>
    <w:rsid w:val="00410010"/>
    <w:rsid w:val="00410C17"/>
    <w:rsid w:val="00411FC7"/>
    <w:rsid w:val="00412972"/>
    <w:rsid w:val="00412A1A"/>
    <w:rsid w:val="00412F9E"/>
    <w:rsid w:val="0041330A"/>
    <w:rsid w:val="00413742"/>
    <w:rsid w:val="00413F6E"/>
    <w:rsid w:val="0041423A"/>
    <w:rsid w:val="00414511"/>
    <w:rsid w:val="004146BF"/>
    <w:rsid w:val="0041499F"/>
    <w:rsid w:val="00414FFA"/>
    <w:rsid w:val="00415BA1"/>
    <w:rsid w:val="004161E0"/>
    <w:rsid w:val="00416513"/>
    <w:rsid w:val="004168A9"/>
    <w:rsid w:val="004176D7"/>
    <w:rsid w:val="00417D8F"/>
    <w:rsid w:val="0042009E"/>
    <w:rsid w:val="0042112B"/>
    <w:rsid w:val="00421203"/>
    <w:rsid w:val="00421C27"/>
    <w:rsid w:val="00421C37"/>
    <w:rsid w:val="004220C9"/>
    <w:rsid w:val="004223E1"/>
    <w:rsid w:val="004224A3"/>
    <w:rsid w:val="00423205"/>
    <w:rsid w:val="0042344A"/>
    <w:rsid w:val="004234AC"/>
    <w:rsid w:val="004236DB"/>
    <w:rsid w:val="0042378F"/>
    <w:rsid w:val="00423FB6"/>
    <w:rsid w:val="00424622"/>
    <w:rsid w:val="0042470D"/>
    <w:rsid w:val="00424BC8"/>
    <w:rsid w:val="0042511A"/>
    <w:rsid w:val="00425365"/>
    <w:rsid w:val="004261ED"/>
    <w:rsid w:val="00426C7A"/>
    <w:rsid w:val="004270D7"/>
    <w:rsid w:val="0042727B"/>
    <w:rsid w:val="00427C64"/>
    <w:rsid w:val="00427C7B"/>
    <w:rsid w:val="00427FCA"/>
    <w:rsid w:val="004307C8"/>
    <w:rsid w:val="00430C0B"/>
    <w:rsid w:val="00430C8F"/>
    <w:rsid w:val="00430EB1"/>
    <w:rsid w:val="0043125B"/>
    <w:rsid w:val="00431570"/>
    <w:rsid w:val="00432554"/>
    <w:rsid w:val="00433508"/>
    <w:rsid w:val="00433778"/>
    <w:rsid w:val="0043380A"/>
    <w:rsid w:val="00433F04"/>
    <w:rsid w:val="00434264"/>
    <w:rsid w:val="004344A5"/>
    <w:rsid w:val="00434514"/>
    <w:rsid w:val="0043538F"/>
    <w:rsid w:val="00435B67"/>
    <w:rsid w:val="0043665F"/>
    <w:rsid w:val="004372A2"/>
    <w:rsid w:val="00437965"/>
    <w:rsid w:val="00437C3F"/>
    <w:rsid w:val="00440A29"/>
    <w:rsid w:val="00440CBD"/>
    <w:rsid w:val="004412B1"/>
    <w:rsid w:val="00441DC2"/>
    <w:rsid w:val="0044239C"/>
    <w:rsid w:val="00442A7C"/>
    <w:rsid w:val="00442E67"/>
    <w:rsid w:val="004438B8"/>
    <w:rsid w:val="00443A20"/>
    <w:rsid w:val="004441E0"/>
    <w:rsid w:val="00444C83"/>
    <w:rsid w:val="00445601"/>
    <w:rsid w:val="00445978"/>
    <w:rsid w:val="004459D4"/>
    <w:rsid w:val="00446294"/>
    <w:rsid w:val="00446636"/>
    <w:rsid w:val="00446F78"/>
    <w:rsid w:val="00447328"/>
    <w:rsid w:val="00447587"/>
    <w:rsid w:val="00447B18"/>
    <w:rsid w:val="00447DCB"/>
    <w:rsid w:val="00450630"/>
    <w:rsid w:val="00450ABC"/>
    <w:rsid w:val="00451539"/>
    <w:rsid w:val="00451581"/>
    <w:rsid w:val="004518BF"/>
    <w:rsid w:val="00451B19"/>
    <w:rsid w:val="00451C36"/>
    <w:rsid w:val="004535C7"/>
    <w:rsid w:val="00453B61"/>
    <w:rsid w:val="00453CC5"/>
    <w:rsid w:val="00453F15"/>
    <w:rsid w:val="004548FF"/>
    <w:rsid w:val="00454E60"/>
    <w:rsid w:val="00455BA2"/>
    <w:rsid w:val="00455FE8"/>
    <w:rsid w:val="004564CA"/>
    <w:rsid w:val="00456B44"/>
    <w:rsid w:val="00456CBA"/>
    <w:rsid w:val="0045763B"/>
    <w:rsid w:val="00457DCC"/>
    <w:rsid w:val="00460700"/>
    <w:rsid w:val="00460F93"/>
    <w:rsid w:val="00461CDA"/>
    <w:rsid w:val="00464A44"/>
    <w:rsid w:val="00465972"/>
    <w:rsid w:val="0046599A"/>
    <w:rsid w:val="00465F92"/>
    <w:rsid w:val="0046619E"/>
    <w:rsid w:val="00466285"/>
    <w:rsid w:val="0046633E"/>
    <w:rsid w:val="00466F80"/>
    <w:rsid w:val="004679C2"/>
    <w:rsid w:val="00467B42"/>
    <w:rsid w:val="00467B83"/>
    <w:rsid w:val="00467C3C"/>
    <w:rsid w:val="0047004B"/>
    <w:rsid w:val="00470439"/>
    <w:rsid w:val="00470BBE"/>
    <w:rsid w:val="00471A93"/>
    <w:rsid w:val="00471C0B"/>
    <w:rsid w:val="00471C68"/>
    <w:rsid w:val="0047355C"/>
    <w:rsid w:val="00473893"/>
    <w:rsid w:val="00473915"/>
    <w:rsid w:val="00473971"/>
    <w:rsid w:val="00473B52"/>
    <w:rsid w:val="004745BE"/>
    <w:rsid w:val="00474A33"/>
    <w:rsid w:val="00474D12"/>
    <w:rsid w:val="004752D3"/>
    <w:rsid w:val="004753AB"/>
    <w:rsid w:val="0047544E"/>
    <w:rsid w:val="00475998"/>
    <w:rsid w:val="00475D3B"/>
    <w:rsid w:val="00475FAC"/>
    <w:rsid w:val="00476268"/>
    <w:rsid w:val="00476645"/>
    <w:rsid w:val="00477562"/>
    <w:rsid w:val="00477C2E"/>
    <w:rsid w:val="00477F91"/>
    <w:rsid w:val="0048002A"/>
    <w:rsid w:val="004805C0"/>
    <w:rsid w:val="00480C5F"/>
    <w:rsid w:val="00480CFB"/>
    <w:rsid w:val="0048154F"/>
    <w:rsid w:val="0048192C"/>
    <w:rsid w:val="004822EE"/>
    <w:rsid w:val="00482431"/>
    <w:rsid w:val="0048285F"/>
    <w:rsid w:val="00482B46"/>
    <w:rsid w:val="00482D67"/>
    <w:rsid w:val="004837E9"/>
    <w:rsid w:val="00484031"/>
    <w:rsid w:val="00484767"/>
    <w:rsid w:val="0048643B"/>
    <w:rsid w:val="004866E9"/>
    <w:rsid w:val="00487215"/>
    <w:rsid w:val="004872F3"/>
    <w:rsid w:val="00490862"/>
    <w:rsid w:val="00490AF6"/>
    <w:rsid w:val="00490CA4"/>
    <w:rsid w:val="004911A7"/>
    <w:rsid w:val="004911BB"/>
    <w:rsid w:val="004911C6"/>
    <w:rsid w:val="00491E5F"/>
    <w:rsid w:val="00492886"/>
    <w:rsid w:val="004928B2"/>
    <w:rsid w:val="00492996"/>
    <w:rsid w:val="00492E15"/>
    <w:rsid w:val="004931EA"/>
    <w:rsid w:val="0049377F"/>
    <w:rsid w:val="00493AF4"/>
    <w:rsid w:val="0049541B"/>
    <w:rsid w:val="00495FE5"/>
    <w:rsid w:val="004965AD"/>
    <w:rsid w:val="00496E09"/>
    <w:rsid w:val="004974F0"/>
    <w:rsid w:val="00497E43"/>
    <w:rsid w:val="004A054A"/>
    <w:rsid w:val="004A090F"/>
    <w:rsid w:val="004A09D7"/>
    <w:rsid w:val="004A09DC"/>
    <w:rsid w:val="004A0F44"/>
    <w:rsid w:val="004A1995"/>
    <w:rsid w:val="004A2B4E"/>
    <w:rsid w:val="004A338B"/>
    <w:rsid w:val="004A3DC0"/>
    <w:rsid w:val="004A4ED1"/>
    <w:rsid w:val="004A4F8D"/>
    <w:rsid w:val="004A4FE5"/>
    <w:rsid w:val="004A6363"/>
    <w:rsid w:val="004A65D8"/>
    <w:rsid w:val="004A66C8"/>
    <w:rsid w:val="004A6986"/>
    <w:rsid w:val="004A69EC"/>
    <w:rsid w:val="004A7BB5"/>
    <w:rsid w:val="004B02F0"/>
    <w:rsid w:val="004B04F5"/>
    <w:rsid w:val="004B0E40"/>
    <w:rsid w:val="004B1681"/>
    <w:rsid w:val="004B2091"/>
    <w:rsid w:val="004B2239"/>
    <w:rsid w:val="004B25AC"/>
    <w:rsid w:val="004B4683"/>
    <w:rsid w:val="004B52D1"/>
    <w:rsid w:val="004B54AF"/>
    <w:rsid w:val="004B586C"/>
    <w:rsid w:val="004B5AB1"/>
    <w:rsid w:val="004B6962"/>
    <w:rsid w:val="004B6B71"/>
    <w:rsid w:val="004B7AC3"/>
    <w:rsid w:val="004C00CC"/>
    <w:rsid w:val="004C14D3"/>
    <w:rsid w:val="004C156A"/>
    <w:rsid w:val="004C190F"/>
    <w:rsid w:val="004C1F1F"/>
    <w:rsid w:val="004C291F"/>
    <w:rsid w:val="004C312E"/>
    <w:rsid w:val="004C32D5"/>
    <w:rsid w:val="004C3404"/>
    <w:rsid w:val="004C342D"/>
    <w:rsid w:val="004C3C7E"/>
    <w:rsid w:val="004C409C"/>
    <w:rsid w:val="004C4AF0"/>
    <w:rsid w:val="004C4C3B"/>
    <w:rsid w:val="004C55F2"/>
    <w:rsid w:val="004C6A2A"/>
    <w:rsid w:val="004C72CF"/>
    <w:rsid w:val="004C775F"/>
    <w:rsid w:val="004C7F45"/>
    <w:rsid w:val="004D0E2B"/>
    <w:rsid w:val="004D1122"/>
    <w:rsid w:val="004D1CDF"/>
    <w:rsid w:val="004D22F1"/>
    <w:rsid w:val="004D2C4F"/>
    <w:rsid w:val="004D2CD4"/>
    <w:rsid w:val="004D48F3"/>
    <w:rsid w:val="004D54F7"/>
    <w:rsid w:val="004D56E0"/>
    <w:rsid w:val="004D587A"/>
    <w:rsid w:val="004D5A8E"/>
    <w:rsid w:val="004D5D2C"/>
    <w:rsid w:val="004D6A79"/>
    <w:rsid w:val="004D7090"/>
    <w:rsid w:val="004D746A"/>
    <w:rsid w:val="004D7620"/>
    <w:rsid w:val="004D7C20"/>
    <w:rsid w:val="004E0630"/>
    <w:rsid w:val="004E0A97"/>
    <w:rsid w:val="004E17B9"/>
    <w:rsid w:val="004E389E"/>
    <w:rsid w:val="004E3BB0"/>
    <w:rsid w:val="004E4236"/>
    <w:rsid w:val="004E4CE4"/>
    <w:rsid w:val="004E4D08"/>
    <w:rsid w:val="004E5430"/>
    <w:rsid w:val="004E553F"/>
    <w:rsid w:val="004E580D"/>
    <w:rsid w:val="004E5EB0"/>
    <w:rsid w:val="004E68FD"/>
    <w:rsid w:val="004E6933"/>
    <w:rsid w:val="004E703F"/>
    <w:rsid w:val="004E7212"/>
    <w:rsid w:val="004E7903"/>
    <w:rsid w:val="004E7AA8"/>
    <w:rsid w:val="004E7F62"/>
    <w:rsid w:val="004F0173"/>
    <w:rsid w:val="004F0AAC"/>
    <w:rsid w:val="004F0D72"/>
    <w:rsid w:val="004F110A"/>
    <w:rsid w:val="004F1C43"/>
    <w:rsid w:val="004F2053"/>
    <w:rsid w:val="004F2371"/>
    <w:rsid w:val="004F2A6B"/>
    <w:rsid w:val="004F3244"/>
    <w:rsid w:val="004F3760"/>
    <w:rsid w:val="004F37EF"/>
    <w:rsid w:val="004F3B52"/>
    <w:rsid w:val="004F414A"/>
    <w:rsid w:val="004F5358"/>
    <w:rsid w:val="004F5704"/>
    <w:rsid w:val="004F5D3D"/>
    <w:rsid w:val="004F5DE8"/>
    <w:rsid w:val="004F5F5E"/>
    <w:rsid w:val="004F617A"/>
    <w:rsid w:val="004F6427"/>
    <w:rsid w:val="004F74CB"/>
    <w:rsid w:val="004F7615"/>
    <w:rsid w:val="004F797D"/>
    <w:rsid w:val="004F7C61"/>
    <w:rsid w:val="005001D1"/>
    <w:rsid w:val="00500EE9"/>
    <w:rsid w:val="005017A5"/>
    <w:rsid w:val="00501956"/>
    <w:rsid w:val="00501E4C"/>
    <w:rsid w:val="0050231C"/>
    <w:rsid w:val="005029D1"/>
    <w:rsid w:val="00503021"/>
    <w:rsid w:val="00503979"/>
    <w:rsid w:val="00503BEA"/>
    <w:rsid w:val="00503ED0"/>
    <w:rsid w:val="00504862"/>
    <w:rsid w:val="00504A1B"/>
    <w:rsid w:val="00504D98"/>
    <w:rsid w:val="005050A9"/>
    <w:rsid w:val="005053B9"/>
    <w:rsid w:val="00505809"/>
    <w:rsid w:val="00505B0E"/>
    <w:rsid w:val="005061E5"/>
    <w:rsid w:val="0050626E"/>
    <w:rsid w:val="00506CD1"/>
    <w:rsid w:val="00506ED6"/>
    <w:rsid w:val="00507AF4"/>
    <w:rsid w:val="00507C25"/>
    <w:rsid w:val="00507E35"/>
    <w:rsid w:val="00507EF1"/>
    <w:rsid w:val="005107FA"/>
    <w:rsid w:val="005109B7"/>
    <w:rsid w:val="005114A3"/>
    <w:rsid w:val="00511914"/>
    <w:rsid w:val="00511E2E"/>
    <w:rsid w:val="005122B9"/>
    <w:rsid w:val="00512D9D"/>
    <w:rsid w:val="005132A5"/>
    <w:rsid w:val="005134B8"/>
    <w:rsid w:val="00514454"/>
    <w:rsid w:val="005150A2"/>
    <w:rsid w:val="005165D2"/>
    <w:rsid w:val="0051692B"/>
    <w:rsid w:val="00516BFB"/>
    <w:rsid w:val="00516D52"/>
    <w:rsid w:val="005171D1"/>
    <w:rsid w:val="00517861"/>
    <w:rsid w:val="0051796A"/>
    <w:rsid w:val="00517E07"/>
    <w:rsid w:val="00520064"/>
    <w:rsid w:val="0052028F"/>
    <w:rsid w:val="005209C5"/>
    <w:rsid w:val="0052152A"/>
    <w:rsid w:val="00521AEE"/>
    <w:rsid w:val="005220B2"/>
    <w:rsid w:val="0052223F"/>
    <w:rsid w:val="00522EAC"/>
    <w:rsid w:val="00523692"/>
    <w:rsid w:val="005236BF"/>
    <w:rsid w:val="00523D3D"/>
    <w:rsid w:val="0052440B"/>
    <w:rsid w:val="00525680"/>
    <w:rsid w:val="00525B51"/>
    <w:rsid w:val="00525F14"/>
    <w:rsid w:val="00525FC7"/>
    <w:rsid w:val="005263FF"/>
    <w:rsid w:val="00526485"/>
    <w:rsid w:val="00526539"/>
    <w:rsid w:val="00526E17"/>
    <w:rsid w:val="00526F78"/>
    <w:rsid w:val="00527C73"/>
    <w:rsid w:val="00527DA5"/>
    <w:rsid w:val="0053010E"/>
    <w:rsid w:val="00530342"/>
    <w:rsid w:val="00530464"/>
    <w:rsid w:val="00530B25"/>
    <w:rsid w:val="00530D82"/>
    <w:rsid w:val="005318D6"/>
    <w:rsid w:val="005327A7"/>
    <w:rsid w:val="00532834"/>
    <w:rsid w:val="00532D9A"/>
    <w:rsid w:val="0053432A"/>
    <w:rsid w:val="00534332"/>
    <w:rsid w:val="0053455D"/>
    <w:rsid w:val="00534D09"/>
    <w:rsid w:val="00535FA2"/>
    <w:rsid w:val="0053601E"/>
    <w:rsid w:val="00536149"/>
    <w:rsid w:val="005363AA"/>
    <w:rsid w:val="005363E7"/>
    <w:rsid w:val="005364E2"/>
    <w:rsid w:val="00536CF8"/>
    <w:rsid w:val="00537A12"/>
    <w:rsid w:val="00537AAC"/>
    <w:rsid w:val="00537D82"/>
    <w:rsid w:val="00537EDD"/>
    <w:rsid w:val="00540686"/>
    <w:rsid w:val="005408E1"/>
    <w:rsid w:val="005411F7"/>
    <w:rsid w:val="00541380"/>
    <w:rsid w:val="0054165A"/>
    <w:rsid w:val="00541F20"/>
    <w:rsid w:val="00542375"/>
    <w:rsid w:val="00542392"/>
    <w:rsid w:val="0054278A"/>
    <w:rsid w:val="00542B49"/>
    <w:rsid w:val="00542CDE"/>
    <w:rsid w:val="00543213"/>
    <w:rsid w:val="00543642"/>
    <w:rsid w:val="0054368E"/>
    <w:rsid w:val="005437CC"/>
    <w:rsid w:val="0054382A"/>
    <w:rsid w:val="00543E7D"/>
    <w:rsid w:val="005444CB"/>
    <w:rsid w:val="0054483C"/>
    <w:rsid w:val="00544D5F"/>
    <w:rsid w:val="00545A90"/>
    <w:rsid w:val="0054603D"/>
    <w:rsid w:val="005461E7"/>
    <w:rsid w:val="00546447"/>
    <w:rsid w:val="00546AF7"/>
    <w:rsid w:val="00546D57"/>
    <w:rsid w:val="0054780F"/>
    <w:rsid w:val="00547877"/>
    <w:rsid w:val="00547AE7"/>
    <w:rsid w:val="00547C85"/>
    <w:rsid w:val="005506B7"/>
    <w:rsid w:val="00550C6B"/>
    <w:rsid w:val="00551CB5"/>
    <w:rsid w:val="00551D68"/>
    <w:rsid w:val="005523C8"/>
    <w:rsid w:val="00553100"/>
    <w:rsid w:val="005538A4"/>
    <w:rsid w:val="00553FFC"/>
    <w:rsid w:val="00554175"/>
    <w:rsid w:val="005548F8"/>
    <w:rsid w:val="00554932"/>
    <w:rsid w:val="00554A5B"/>
    <w:rsid w:val="00554C92"/>
    <w:rsid w:val="005555A7"/>
    <w:rsid w:val="00555A37"/>
    <w:rsid w:val="00555CD2"/>
    <w:rsid w:val="00556F46"/>
    <w:rsid w:val="005572BD"/>
    <w:rsid w:val="00557312"/>
    <w:rsid w:val="00557639"/>
    <w:rsid w:val="00557FD3"/>
    <w:rsid w:val="0056018A"/>
    <w:rsid w:val="00560D3B"/>
    <w:rsid w:val="005615BD"/>
    <w:rsid w:val="005616AC"/>
    <w:rsid w:val="005617D7"/>
    <w:rsid w:val="00561C40"/>
    <w:rsid w:val="00562675"/>
    <w:rsid w:val="0056308F"/>
    <w:rsid w:val="0056327C"/>
    <w:rsid w:val="00563B71"/>
    <w:rsid w:val="00564411"/>
    <w:rsid w:val="0056465C"/>
    <w:rsid w:val="005646E9"/>
    <w:rsid w:val="00564B49"/>
    <w:rsid w:val="00564EDD"/>
    <w:rsid w:val="00565C69"/>
    <w:rsid w:val="00565E03"/>
    <w:rsid w:val="00566D8E"/>
    <w:rsid w:val="00567529"/>
    <w:rsid w:val="00567A67"/>
    <w:rsid w:val="00567CEA"/>
    <w:rsid w:val="00570210"/>
    <w:rsid w:val="0057071A"/>
    <w:rsid w:val="00570DDF"/>
    <w:rsid w:val="00570EDD"/>
    <w:rsid w:val="00571F6A"/>
    <w:rsid w:val="00572063"/>
    <w:rsid w:val="005721F8"/>
    <w:rsid w:val="00572303"/>
    <w:rsid w:val="005728C1"/>
    <w:rsid w:val="005729B8"/>
    <w:rsid w:val="00572C46"/>
    <w:rsid w:val="005736B6"/>
    <w:rsid w:val="00573C07"/>
    <w:rsid w:val="00574896"/>
    <w:rsid w:val="00575CE9"/>
    <w:rsid w:val="0057697C"/>
    <w:rsid w:val="00577400"/>
    <w:rsid w:val="00577521"/>
    <w:rsid w:val="005805B6"/>
    <w:rsid w:val="005805B7"/>
    <w:rsid w:val="00580A24"/>
    <w:rsid w:val="00582005"/>
    <w:rsid w:val="00582297"/>
    <w:rsid w:val="00582826"/>
    <w:rsid w:val="0058298C"/>
    <w:rsid w:val="00582A1F"/>
    <w:rsid w:val="00582B20"/>
    <w:rsid w:val="005831F6"/>
    <w:rsid w:val="005832FC"/>
    <w:rsid w:val="00584B00"/>
    <w:rsid w:val="00584B85"/>
    <w:rsid w:val="00584D31"/>
    <w:rsid w:val="00585675"/>
    <w:rsid w:val="005856E0"/>
    <w:rsid w:val="005859D8"/>
    <w:rsid w:val="00585B5E"/>
    <w:rsid w:val="00586256"/>
    <w:rsid w:val="0058626F"/>
    <w:rsid w:val="00586794"/>
    <w:rsid w:val="005868C4"/>
    <w:rsid w:val="00587DBE"/>
    <w:rsid w:val="005905C7"/>
    <w:rsid w:val="00590D4A"/>
    <w:rsid w:val="00591E64"/>
    <w:rsid w:val="00592241"/>
    <w:rsid w:val="0059267B"/>
    <w:rsid w:val="005926B8"/>
    <w:rsid w:val="00592FA6"/>
    <w:rsid w:val="005931BC"/>
    <w:rsid w:val="005935BD"/>
    <w:rsid w:val="00593860"/>
    <w:rsid w:val="00593FCC"/>
    <w:rsid w:val="00594194"/>
    <w:rsid w:val="00594984"/>
    <w:rsid w:val="00594D36"/>
    <w:rsid w:val="005961B5"/>
    <w:rsid w:val="0059626D"/>
    <w:rsid w:val="00596526"/>
    <w:rsid w:val="00596992"/>
    <w:rsid w:val="00597307"/>
    <w:rsid w:val="0059778D"/>
    <w:rsid w:val="00597D44"/>
    <w:rsid w:val="005A016D"/>
    <w:rsid w:val="005A0755"/>
    <w:rsid w:val="005A0D15"/>
    <w:rsid w:val="005A0FE1"/>
    <w:rsid w:val="005A1716"/>
    <w:rsid w:val="005A2497"/>
    <w:rsid w:val="005A34D0"/>
    <w:rsid w:val="005A3904"/>
    <w:rsid w:val="005A457F"/>
    <w:rsid w:val="005A45F9"/>
    <w:rsid w:val="005A4F24"/>
    <w:rsid w:val="005A5B83"/>
    <w:rsid w:val="005A611B"/>
    <w:rsid w:val="005A61FC"/>
    <w:rsid w:val="005A6252"/>
    <w:rsid w:val="005A6AF1"/>
    <w:rsid w:val="005A6EDA"/>
    <w:rsid w:val="005A6EF1"/>
    <w:rsid w:val="005A7FBC"/>
    <w:rsid w:val="005B07B4"/>
    <w:rsid w:val="005B31C3"/>
    <w:rsid w:val="005B3219"/>
    <w:rsid w:val="005B36B4"/>
    <w:rsid w:val="005B395C"/>
    <w:rsid w:val="005B3963"/>
    <w:rsid w:val="005B3BDF"/>
    <w:rsid w:val="005B4B94"/>
    <w:rsid w:val="005B4D17"/>
    <w:rsid w:val="005B4FA5"/>
    <w:rsid w:val="005B5876"/>
    <w:rsid w:val="005B5F7F"/>
    <w:rsid w:val="005B61FC"/>
    <w:rsid w:val="005B7D8A"/>
    <w:rsid w:val="005C0052"/>
    <w:rsid w:val="005C005D"/>
    <w:rsid w:val="005C06D5"/>
    <w:rsid w:val="005C12AE"/>
    <w:rsid w:val="005C153D"/>
    <w:rsid w:val="005C3F4A"/>
    <w:rsid w:val="005C4695"/>
    <w:rsid w:val="005C4FD5"/>
    <w:rsid w:val="005C5421"/>
    <w:rsid w:val="005C564F"/>
    <w:rsid w:val="005C571A"/>
    <w:rsid w:val="005C75B4"/>
    <w:rsid w:val="005C7940"/>
    <w:rsid w:val="005D05CD"/>
    <w:rsid w:val="005D0D27"/>
    <w:rsid w:val="005D0E89"/>
    <w:rsid w:val="005D159A"/>
    <w:rsid w:val="005D1611"/>
    <w:rsid w:val="005D32A5"/>
    <w:rsid w:val="005D3654"/>
    <w:rsid w:val="005D3677"/>
    <w:rsid w:val="005D3BE8"/>
    <w:rsid w:val="005D3CA7"/>
    <w:rsid w:val="005D4852"/>
    <w:rsid w:val="005D4A1E"/>
    <w:rsid w:val="005D4DD2"/>
    <w:rsid w:val="005D4DE6"/>
    <w:rsid w:val="005D4F8E"/>
    <w:rsid w:val="005D610A"/>
    <w:rsid w:val="005D62EA"/>
    <w:rsid w:val="005D63EE"/>
    <w:rsid w:val="005D6475"/>
    <w:rsid w:val="005D6BBC"/>
    <w:rsid w:val="005D775B"/>
    <w:rsid w:val="005E0FC8"/>
    <w:rsid w:val="005E2498"/>
    <w:rsid w:val="005E299D"/>
    <w:rsid w:val="005E3230"/>
    <w:rsid w:val="005E3418"/>
    <w:rsid w:val="005E386A"/>
    <w:rsid w:val="005E39A3"/>
    <w:rsid w:val="005E44D8"/>
    <w:rsid w:val="005E4A99"/>
    <w:rsid w:val="005E4D36"/>
    <w:rsid w:val="005E5522"/>
    <w:rsid w:val="005E594E"/>
    <w:rsid w:val="005E59CD"/>
    <w:rsid w:val="005E5D77"/>
    <w:rsid w:val="005E61CE"/>
    <w:rsid w:val="005E621C"/>
    <w:rsid w:val="005E628A"/>
    <w:rsid w:val="005E6391"/>
    <w:rsid w:val="005E66D6"/>
    <w:rsid w:val="005E7623"/>
    <w:rsid w:val="005E7D2D"/>
    <w:rsid w:val="005F0824"/>
    <w:rsid w:val="005F083A"/>
    <w:rsid w:val="005F2195"/>
    <w:rsid w:val="005F2656"/>
    <w:rsid w:val="005F275A"/>
    <w:rsid w:val="005F28D7"/>
    <w:rsid w:val="005F2C34"/>
    <w:rsid w:val="005F3666"/>
    <w:rsid w:val="005F366B"/>
    <w:rsid w:val="005F40D1"/>
    <w:rsid w:val="005F41F5"/>
    <w:rsid w:val="005F441A"/>
    <w:rsid w:val="005F46A8"/>
    <w:rsid w:val="005F5516"/>
    <w:rsid w:val="005F5CEA"/>
    <w:rsid w:val="005F65FD"/>
    <w:rsid w:val="005F6613"/>
    <w:rsid w:val="005F6690"/>
    <w:rsid w:val="005F67CA"/>
    <w:rsid w:val="005F6F9C"/>
    <w:rsid w:val="005F725E"/>
    <w:rsid w:val="005F7375"/>
    <w:rsid w:val="005F73F5"/>
    <w:rsid w:val="005F73FD"/>
    <w:rsid w:val="005F74FC"/>
    <w:rsid w:val="005F77D1"/>
    <w:rsid w:val="0060021F"/>
    <w:rsid w:val="006009B9"/>
    <w:rsid w:val="00600B49"/>
    <w:rsid w:val="00601048"/>
    <w:rsid w:val="00601067"/>
    <w:rsid w:val="006021DF"/>
    <w:rsid w:val="00602260"/>
    <w:rsid w:val="006027CF"/>
    <w:rsid w:val="00602B50"/>
    <w:rsid w:val="006032D1"/>
    <w:rsid w:val="006035F8"/>
    <w:rsid w:val="006037E6"/>
    <w:rsid w:val="006049CE"/>
    <w:rsid w:val="00604EED"/>
    <w:rsid w:val="00605494"/>
    <w:rsid w:val="006054D9"/>
    <w:rsid w:val="00605593"/>
    <w:rsid w:val="006059EE"/>
    <w:rsid w:val="00606225"/>
    <w:rsid w:val="0060718F"/>
    <w:rsid w:val="00607A19"/>
    <w:rsid w:val="00607D1D"/>
    <w:rsid w:val="00610882"/>
    <w:rsid w:val="00610980"/>
    <w:rsid w:val="00610C74"/>
    <w:rsid w:val="00610FED"/>
    <w:rsid w:val="00611C2E"/>
    <w:rsid w:val="006121D8"/>
    <w:rsid w:val="00612F02"/>
    <w:rsid w:val="00613712"/>
    <w:rsid w:val="00613C97"/>
    <w:rsid w:val="00613F3A"/>
    <w:rsid w:val="00614023"/>
    <w:rsid w:val="0061434E"/>
    <w:rsid w:val="006148F1"/>
    <w:rsid w:val="00614BE8"/>
    <w:rsid w:val="00614CD1"/>
    <w:rsid w:val="00614F02"/>
    <w:rsid w:val="00615D9E"/>
    <w:rsid w:val="00617150"/>
    <w:rsid w:val="00620E5C"/>
    <w:rsid w:val="0062171A"/>
    <w:rsid w:val="006218DA"/>
    <w:rsid w:val="00621A09"/>
    <w:rsid w:val="00621EE5"/>
    <w:rsid w:val="006224D5"/>
    <w:rsid w:val="006226E7"/>
    <w:rsid w:val="00622B16"/>
    <w:rsid w:val="006237DD"/>
    <w:rsid w:val="00624720"/>
    <w:rsid w:val="00624884"/>
    <w:rsid w:val="00624D16"/>
    <w:rsid w:val="00624D6E"/>
    <w:rsid w:val="0062590D"/>
    <w:rsid w:val="0062592C"/>
    <w:rsid w:val="00625DE8"/>
    <w:rsid w:val="00625E3A"/>
    <w:rsid w:val="00625F7F"/>
    <w:rsid w:val="00626722"/>
    <w:rsid w:val="006273A7"/>
    <w:rsid w:val="006276A4"/>
    <w:rsid w:val="006278B8"/>
    <w:rsid w:val="00627D47"/>
    <w:rsid w:val="006307D4"/>
    <w:rsid w:val="00631539"/>
    <w:rsid w:val="006318ED"/>
    <w:rsid w:val="006319E0"/>
    <w:rsid w:val="006327D0"/>
    <w:rsid w:val="00632888"/>
    <w:rsid w:val="006328E5"/>
    <w:rsid w:val="00632B6F"/>
    <w:rsid w:val="00632D55"/>
    <w:rsid w:val="006334D8"/>
    <w:rsid w:val="00633E17"/>
    <w:rsid w:val="0063429A"/>
    <w:rsid w:val="00634681"/>
    <w:rsid w:val="0063469E"/>
    <w:rsid w:val="006347C5"/>
    <w:rsid w:val="00634F4D"/>
    <w:rsid w:val="006355C0"/>
    <w:rsid w:val="0063565F"/>
    <w:rsid w:val="00635749"/>
    <w:rsid w:val="00635FD1"/>
    <w:rsid w:val="00636211"/>
    <w:rsid w:val="00636D74"/>
    <w:rsid w:val="006402D1"/>
    <w:rsid w:val="00640497"/>
    <w:rsid w:val="00640A08"/>
    <w:rsid w:val="00640F1F"/>
    <w:rsid w:val="00641584"/>
    <w:rsid w:val="0064159B"/>
    <w:rsid w:val="0064181C"/>
    <w:rsid w:val="00641865"/>
    <w:rsid w:val="00641915"/>
    <w:rsid w:val="00641A9D"/>
    <w:rsid w:val="0064228C"/>
    <w:rsid w:val="006426DE"/>
    <w:rsid w:val="0064287B"/>
    <w:rsid w:val="00642E5A"/>
    <w:rsid w:val="00642ECF"/>
    <w:rsid w:val="006432BE"/>
    <w:rsid w:val="006435B9"/>
    <w:rsid w:val="00643633"/>
    <w:rsid w:val="00643DFF"/>
    <w:rsid w:val="00644112"/>
    <w:rsid w:val="00645025"/>
    <w:rsid w:val="006456D6"/>
    <w:rsid w:val="00645BBF"/>
    <w:rsid w:val="00645BEE"/>
    <w:rsid w:val="00645DC6"/>
    <w:rsid w:val="0064633F"/>
    <w:rsid w:val="00646E5A"/>
    <w:rsid w:val="0064708C"/>
    <w:rsid w:val="006471FC"/>
    <w:rsid w:val="00650D93"/>
    <w:rsid w:val="0065125A"/>
    <w:rsid w:val="00651FEC"/>
    <w:rsid w:val="00652325"/>
    <w:rsid w:val="00652576"/>
    <w:rsid w:val="0065296F"/>
    <w:rsid w:val="00652F3D"/>
    <w:rsid w:val="00653213"/>
    <w:rsid w:val="00653722"/>
    <w:rsid w:val="00653724"/>
    <w:rsid w:val="00653F19"/>
    <w:rsid w:val="00654893"/>
    <w:rsid w:val="00654B6E"/>
    <w:rsid w:val="006550B5"/>
    <w:rsid w:val="006558EB"/>
    <w:rsid w:val="00655CF2"/>
    <w:rsid w:val="00655F51"/>
    <w:rsid w:val="006562A5"/>
    <w:rsid w:val="00657661"/>
    <w:rsid w:val="00657A27"/>
    <w:rsid w:val="00657A86"/>
    <w:rsid w:val="0066063F"/>
    <w:rsid w:val="0066094E"/>
    <w:rsid w:val="00660CF0"/>
    <w:rsid w:val="00660F36"/>
    <w:rsid w:val="006618A4"/>
    <w:rsid w:val="006618E9"/>
    <w:rsid w:val="00661F03"/>
    <w:rsid w:val="00662223"/>
    <w:rsid w:val="006632BA"/>
    <w:rsid w:val="006637AE"/>
    <w:rsid w:val="00663DD0"/>
    <w:rsid w:val="00663FD9"/>
    <w:rsid w:val="00664430"/>
    <w:rsid w:val="00664B8E"/>
    <w:rsid w:val="00664D06"/>
    <w:rsid w:val="006658EF"/>
    <w:rsid w:val="00665FC5"/>
    <w:rsid w:val="00666252"/>
    <w:rsid w:val="0066642B"/>
    <w:rsid w:val="00666BC6"/>
    <w:rsid w:val="00666D91"/>
    <w:rsid w:val="00666EED"/>
    <w:rsid w:val="006673CF"/>
    <w:rsid w:val="006675AC"/>
    <w:rsid w:val="0066763A"/>
    <w:rsid w:val="00667978"/>
    <w:rsid w:val="00667FF2"/>
    <w:rsid w:val="00670B36"/>
    <w:rsid w:val="00670CF7"/>
    <w:rsid w:val="00670FAD"/>
    <w:rsid w:val="006711FE"/>
    <w:rsid w:val="00671A4D"/>
    <w:rsid w:val="00671A9E"/>
    <w:rsid w:val="006726D7"/>
    <w:rsid w:val="006728DB"/>
    <w:rsid w:val="00672E2C"/>
    <w:rsid w:val="00673870"/>
    <w:rsid w:val="00673900"/>
    <w:rsid w:val="00673B7D"/>
    <w:rsid w:val="006742CD"/>
    <w:rsid w:val="00675049"/>
    <w:rsid w:val="006750C5"/>
    <w:rsid w:val="006758A9"/>
    <w:rsid w:val="006760AF"/>
    <w:rsid w:val="00676115"/>
    <w:rsid w:val="0067614F"/>
    <w:rsid w:val="006761FD"/>
    <w:rsid w:val="00676DF3"/>
    <w:rsid w:val="006770E4"/>
    <w:rsid w:val="0067735D"/>
    <w:rsid w:val="0067763D"/>
    <w:rsid w:val="00677854"/>
    <w:rsid w:val="00680468"/>
    <w:rsid w:val="00680835"/>
    <w:rsid w:val="00681993"/>
    <w:rsid w:val="00681B55"/>
    <w:rsid w:val="006821DE"/>
    <w:rsid w:val="00682496"/>
    <w:rsid w:val="0068278E"/>
    <w:rsid w:val="00682F14"/>
    <w:rsid w:val="006830A7"/>
    <w:rsid w:val="00683E4B"/>
    <w:rsid w:val="00684050"/>
    <w:rsid w:val="00685056"/>
    <w:rsid w:val="0068571D"/>
    <w:rsid w:val="00685B1F"/>
    <w:rsid w:val="00686479"/>
    <w:rsid w:val="00687106"/>
    <w:rsid w:val="006871FC"/>
    <w:rsid w:val="006875B9"/>
    <w:rsid w:val="0069009C"/>
    <w:rsid w:val="006902B9"/>
    <w:rsid w:val="0069054F"/>
    <w:rsid w:val="0069055B"/>
    <w:rsid w:val="00690F8F"/>
    <w:rsid w:val="00691CA9"/>
    <w:rsid w:val="00691D94"/>
    <w:rsid w:val="00691EC7"/>
    <w:rsid w:val="00693367"/>
    <w:rsid w:val="00693712"/>
    <w:rsid w:val="00693B55"/>
    <w:rsid w:val="00694110"/>
    <w:rsid w:val="00694A5D"/>
    <w:rsid w:val="00694AA7"/>
    <w:rsid w:val="00695614"/>
    <w:rsid w:val="0069562A"/>
    <w:rsid w:val="00695A69"/>
    <w:rsid w:val="00696719"/>
    <w:rsid w:val="00696946"/>
    <w:rsid w:val="00696BFB"/>
    <w:rsid w:val="00696F4A"/>
    <w:rsid w:val="00696FEE"/>
    <w:rsid w:val="006974FE"/>
    <w:rsid w:val="00697B4F"/>
    <w:rsid w:val="00697F62"/>
    <w:rsid w:val="006A002F"/>
    <w:rsid w:val="006A0293"/>
    <w:rsid w:val="006A0AA1"/>
    <w:rsid w:val="006A0DC3"/>
    <w:rsid w:val="006A140B"/>
    <w:rsid w:val="006A27E1"/>
    <w:rsid w:val="006A2E79"/>
    <w:rsid w:val="006A386D"/>
    <w:rsid w:val="006A39D0"/>
    <w:rsid w:val="006A3A9C"/>
    <w:rsid w:val="006A3E26"/>
    <w:rsid w:val="006A4A34"/>
    <w:rsid w:val="006A53E0"/>
    <w:rsid w:val="006A5914"/>
    <w:rsid w:val="006A65FD"/>
    <w:rsid w:val="006A67FB"/>
    <w:rsid w:val="006B161F"/>
    <w:rsid w:val="006B179A"/>
    <w:rsid w:val="006B1EAF"/>
    <w:rsid w:val="006B202C"/>
    <w:rsid w:val="006B207A"/>
    <w:rsid w:val="006B29DD"/>
    <w:rsid w:val="006B30E7"/>
    <w:rsid w:val="006B3F42"/>
    <w:rsid w:val="006B43BB"/>
    <w:rsid w:val="006B46A2"/>
    <w:rsid w:val="006B4CCC"/>
    <w:rsid w:val="006B4E6C"/>
    <w:rsid w:val="006B5531"/>
    <w:rsid w:val="006B5CB4"/>
    <w:rsid w:val="006B6192"/>
    <w:rsid w:val="006B6304"/>
    <w:rsid w:val="006B66C2"/>
    <w:rsid w:val="006B6880"/>
    <w:rsid w:val="006B6A2C"/>
    <w:rsid w:val="006B6AEB"/>
    <w:rsid w:val="006B6C80"/>
    <w:rsid w:val="006B6F16"/>
    <w:rsid w:val="006B70CE"/>
    <w:rsid w:val="006B745F"/>
    <w:rsid w:val="006B74AD"/>
    <w:rsid w:val="006B77BA"/>
    <w:rsid w:val="006B7D61"/>
    <w:rsid w:val="006C1060"/>
    <w:rsid w:val="006C10FA"/>
    <w:rsid w:val="006C11BF"/>
    <w:rsid w:val="006C23F2"/>
    <w:rsid w:val="006C25B4"/>
    <w:rsid w:val="006C2DE3"/>
    <w:rsid w:val="006C327D"/>
    <w:rsid w:val="006C37F3"/>
    <w:rsid w:val="006C4DF0"/>
    <w:rsid w:val="006C4E52"/>
    <w:rsid w:val="006C4FA4"/>
    <w:rsid w:val="006C51F0"/>
    <w:rsid w:val="006C54A4"/>
    <w:rsid w:val="006C5A59"/>
    <w:rsid w:val="006C5CC5"/>
    <w:rsid w:val="006C61BD"/>
    <w:rsid w:val="006C6784"/>
    <w:rsid w:val="006C683F"/>
    <w:rsid w:val="006C6C31"/>
    <w:rsid w:val="006C71DE"/>
    <w:rsid w:val="006C741C"/>
    <w:rsid w:val="006C75E7"/>
    <w:rsid w:val="006C7640"/>
    <w:rsid w:val="006C76F0"/>
    <w:rsid w:val="006C7ECA"/>
    <w:rsid w:val="006D00E7"/>
    <w:rsid w:val="006D038B"/>
    <w:rsid w:val="006D0673"/>
    <w:rsid w:val="006D0721"/>
    <w:rsid w:val="006D11C6"/>
    <w:rsid w:val="006D1324"/>
    <w:rsid w:val="006D1502"/>
    <w:rsid w:val="006D19EE"/>
    <w:rsid w:val="006D1FE0"/>
    <w:rsid w:val="006D2635"/>
    <w:rsid w:val="006D29BA"/>
    <w:rsid w:val="006D2AFC"/>
    <w:rsid w:val="006D2DD2"/>
    <w:rsid w:val="006D37A2"/>
    <w:rsid w:val="006D3AE7"/>
    <w:rsid w:val="006D3BA7"/>
    <w:rsid w:val="006D4611"/>
    <w:rsid w:val="006D46D2"/>
    <w:rsid w:val="006D4F54"/>
    <w:rsid w:val="006D4F88"/>
    <w:rsid w:val="006D5742"/>
    <w:rsid w:val="006D5AD3"/>
    <w:rsid w:val="006D5F44"/>
    <w:rsid w:val="006D6472"/>
    <w:rsid w:val="006D650C"/>
    <w:rsid w:val="006D69C0"/>
    <w:rsid w:val="006D6C61"/>
    <w:rsid w:val="006D7233"/>
    <w:rsid w:val="006D76EB"/>
    <w:rsid w:val="006D7780"/>
    <w:rsid w:val="006E0BC1"/>
    <w:rsid w:val="006E10A3"/>
    <w:rsid w:val="006E1169"/>
    <w:rsid w:val="006E16C5"/>
    <w:rsid w:val="006E174C"/>
    <w:rsid w:val="006E1845"/>
    <w:rsid w:val="006E1A78"/>
    <w:rsid w:val="006E1E98"/>
    <w:rsid w:val="006E20DA"/>
    <w:rsid w:val="006E22B6"/>
    <w:rsid w:val="006E2438"/>
    <w:rsid w:val="006E24C0"/>
    <w:rsid w:val="006E2FF5"/>
    <w:rsid w:val="006E307A"/>
    <w:rsid w:val="006E3A96"/>
    <w:rsid w:val="006E3C1F"/>
    <w:rsid w:val="006E3D09"/>
    <w:rsid w:val="006E4263"/>
    <w:rsid w:val="006E46D3"/>
    <w:rsid w:val="006E4B00"/>
    <w:rsid w:val="006E5D2D"/>
    <w:rsid w:val="006E6911"/>
    <w:rsid w:val="006E6B4D"/>
    <w:rsid w:val="006E6CFB"/>
    <w:rsid w:val="006E7076"/>
    <w:rsid w:val="006E75AA"/>
    <w:rsid w:val="006E7D49"/>
    <w:rsid w:val="006E7D79"/>
    <w:rsid w:val="006F0079"/>
    <w:rsid w:val="006F029A"/>
    <w:rsid w:val="006F0C32"/>
    <w:rsid w:val="006F0E6F"/>
    <w:rsid w:val="006F0E90"/>
    <w:rsid w:val="006F116D"/>
    <w:rsid w:val="006F11BD"/>
    <w:rsid w:val="006F1AAD"/>
    <w:rsid w:val="006F2481"/>
    <w:rsid w:val="006F27E2"/>
    <w:rsid w:val="006F2820"/>
    <w:rsid w:val="006F2AA7"/>
    <w:rsid w:val="006F2B6C"/>
    <w:rsid w:val="006F2D7B"/>
    <w:rsid w:val="006F2EBF"/>
    <w:rsid w:val="006F2FDF"/>
    <w:rsid w:val="006F3375"/>
    <w:rsid w:val="006F36CE"/>
    <w:rsid w:val="006F370E"/>
    <w:rsid w:val="006F4191"/>
    <w:rsid w:val="006F44B1"/>
    <w:rsid w:val="006F4653"/>
    <w:rsid w:val="006F490D"/>
    <w:rsid w:val="006F50DB"/>
    <w:rsid w:val="006F565B"/>
    <w:rsid w:val="006F5B59"/>
    <w:rsid w:val="006F6FA5"/>
    <w:rsid w:val="006F788E"/>
    <w:rsid w:val="006F7A0E"/>
    <w:rsid w:val="006F7CB3"/>
    <w:rsid w:val="00700B65"/>
    <w:rsid w:val="007013D2"/>
    <w:rsid w:val="0070156E"/>
    <w:rsid w:val="00701811"/>
    <w:rsid w:val="00701919"/>
    <w:rsid w:val="00702166"/>
    <w:rsid w:val="00702CF5"/>
    <w:rsid w:val="00702E6E"/>
    <w:rsid w:val="00702F2B"/>
    <w:rsid w:val="007037E5"/>
    <w:rsid w:val="007039FA"/>
    <w:rsid w:val="00703F4E"/>
    <w:rsid w:val="00703F81"/>
    <w:rsid w:val="00704277"/>
    <w:rsid w:val="00704B76"/>
    <w:rsid w:val="00704DBD"/>
    <w:rsid w:val="007051C2"/>
    <w:rsid w:val="007056B1"/>
    <w:rsid w:val="00705CDA"/>
    <w:rsid w:val="00705F90"/>
    <w:rsid w:val="00707BD2"/>
    <w:rsid w:val="00707EF5"/>
    <w:rsid w:val="00710F0C"/>
    <w:rsid w:val="00710FE1"/>
    <w:rsid w:val="007114BD"/>
    <w:rsid w:val="0071178D"/>
    <w:rsid w:val="007119B8"/>
    <w:rsid w:val="00712202"/>
    <w:rsid w:val="0071220B"/>
    <w:rsid w:val="00713465"/>
    <w:rsid w:val="0071358B"/>
    <w:rsid w:val="00713690"/>
    <w:rsid w:val="00713786"/>
    <w:rsid w:val="00713C90"/>
    <w:rsid w:val="00714C6E"/>
    <w:rsid w:val="00714EAA"/>
    <w:rsid w:val="00715BEB"/>
    <w:rsid w:val="00716206"/>
    <w:rsid w:val="00716248"/>
    <w:rsid w:val="007163CE"/>
    <w:rsid w:val="00716702"/>
    <w:rsid w:val="00716A6A"/>
    <w:rsid w:val="00720781"/>
    <w:rsid w:val="007208B9"/>
    <w:rsid w:val="00720B08"/>
    <w:rsid w:val="00720C84"/>
    <w:rsid w:val="0072104A"/>
    <w:rsid w:val="00721AFD"/>
    <w:rsid w:val="00721E2C"/>
    <w:rsid w:val="0072225A"/>
    <w:rsid w:val="00723697"/>
    <w:rsid w:val="007236AB"/>
    <w:rsid w:val="007239E5"/>
    <w:rsid w:val="00723E90"/>
    <w:rsid w:val="00723EAA"/>
    <w:rsid w:val="007245C5"/>
    <w:rsid w:val="00724987"/>
    <w:rsid w:val="00724A4B"/>
    <w:rsid w:val="00726289"/>
    <w:rsid w:val="007268AF"/>
    <w:rsid w:val="00727217"/>
    <w:rsid w:val="00727225"/>
    <w:rsid w:val="00727254"/>
    <w:rsid w:val="0072771E"/>
    <w:rsid w:val="00730D50"/>
    <w:rsid w:val="00730ED9"/>
    <w:rsid w:val="00731540"/>
    <w:rsid w:val="0073158E"/>
    <w:rsid w:val="00731FBF"/>
    <w:rsid w:val="0073276C"/>
    <w:rsid w:val="00734383"/>
    <w:rsid w:val="007359F9"/>
    <w:rsid w:val="007360F2"/>
    <w:rsid w:val="00736F54"/>
    <w:rsid w:val="00737070"/>
    <w:rsid w:val="007370A4"/>
    <w:rsid w:val="00737210"/>
    <w:rsid w:val="00737304"/>
    <w:rsid w:val="0073760D"/>
    <w:rsid w:val="00740033"/>
    <w:rsid w:val="00740571"/>
    <w:rsid w:val="00740C36"/>
    <w:rsid w:val="00740D84"/>
    <w:rsid w:val="00740F39"/>
    <w:rsid w:val="00740F9E"/>
    <w:rsid w:val="00741A22"/>
    <w:rsid w:val="00741AE8"/>
    <w:rsid w:val="007422FE"/>
    <w:rsid w:val="00742CEE"/>
    <w:rsid w:val="00742DF7"/>
    <w:rsid w:val="00743E2C"/>
    <w:rsid w:val="007450FF"/>
    <w:rsid w:val="0074625B"/>
    <w:rsid w:val="007469BD"/>
    <w:rsid w:val="00746B5A"/>
    <w:rsid w:val="00746BD6"/>
    <w:rsid w:val="007471EC"/>
    <w:rsid w:val="0074725C"/>
    <w:rsid w:val="007473FA"/>
    <w:rsid w:val="00747C8B"/>
    <w:rsid w:val="00747FAF"/>
    <w:rsid w:val="00750326"/>
    <w:rsid w:val="007504DC"/>
    <w:rsid w:val="00750AD8"/>
    <w:rsid w:val="00751495"/>
    <w:rsid w:val="00751760"/>
    <w:rsid w:val="00751A4D"/>
    <w:rsid w:val="00751AC6"/>
    <w:rsid w:val="0075201B"/>
    <w:rsid w:val="007521C8"/>
    <w:rsid w:val="00752417"/>
    <w:rsid w:val="0075250A"/>
    <w:rsid w:val="00752850"/>
    <w:rsid w:val="00752D18"/>
    <w:rsid w:val="00752E6D"/>
    <w:rsid w:val="007532DF"/>
    <w:rsid w:val="0075370E"/>
    <w:rsid w:val="0075395E"/>
    <w:rsid w:val="00754E12"/>
    <w:rsid w:val="00754E74"/>
    <w:rsid w:val="00755508"/>
    <w:rsid w:val="0075550F"/>
    <w:rsid w:val="00755A5B"/>
    <w:rsid w:val="00755D10"/>
    <w:rsid w:val="00756A2A"/>
    <w:rsid w:val="00757C6D"/>
    <w:rsid w:val="00757FDC"/>
    <w:rsid w:val="00760044"/>
    <w:rsid w:val="007605A6"/>
    <w:rsid w:val="00760A6C"/>
    <w:rsid w:val="00760E32"/>
    <w:rsid w:val="00760EF7"/>
    <w:rsid w:val="00761086"/>
    <w:rsid w:val="007611C4"/>
    <w:rsid w:val="00761231"/>
    <w:rsid w:val="00762883"/>
    <w:rsid w:val="007629B7"/>
    <w:rsid w:val="00762B72"/>
    <w:rsid w:val="00762BF6"/>
    <w:rsid w:val="007632A5"/>
    <w:rsid w:val="007635AE"/>
    <w:rsid w:val="0076361A"/>
    <w:rsid w:val="0076380A"/>
    <w:rsid w:val="007643DC"/>
    <w:rsid w:val="00764ADB"/>
    <w:rsid w:val="00764C68"/>
    <w:rsid w:val="00764CAC"/>
    <w:rsid w:val="00765050"/>
    <w:rsid w:val="00765133"/>
    <w:rsid w:val="0076514D"/>
    <w:rsid w:val="0076523F"/>
    <w:rsid w:val="0076544B"/>
    <w:rsid w:val="007655AD"/>
    <w:rsid w:val="00766236"/>
    <w:rsid w:val="0076666A"/>
    <w:rsid w:val="007674FD"/>
    <w:rsid w:val="007676CF"/>
    <w:rsid w:val="00770144"/>
    <w:rsid w:val="00770802"/>
    <w:rsid w:val="00770EB7"/>
    <w:rsid w:val="007710B6"/>
    <w:rsid w:val="0077167A"/>
    <w:rsid w:val="00771B82"/>
    <w:rsid w:val="00771C94"/>
    <w:rsid w:val="007721E2"/>
    <w:rsid w:val="0077269E"/>
    <w:rsid w:val="00772764"/>
    <w:rsid w:val="00772E0A"/>
    <w:rsid w:val="00773075"/>
    <w:rsid w:val="007737E4"/>
    <w:rsid w:val="00773A65"/>
    <w:rsid w:val="0077409C"/>
    <w:rsid w:val="0077446A"/>
    <w:rsid w:val="00774EC5"/>
    <w:rsid w:val="007752AB"/>
    <w:rsid w:val="007764A9"/>
    <w:rsid w:val="00776793"/>
    <w:rsid w:val="00777564"/>
    <w:rsid w:val="007775CE"/>
    <w:rsid w:val="00777611"/>
    <w:rsid w:val="00777C98"/>
    <w:rsid w:val="00780873"/>
    <w:rsid w:val="007811FA"/>
    <w:rsid w:val="00781708"/>
    <w:rsid w:val="0078179E"/>
    <w:rsid w:val="007819F6"/>
    <w:rsid w:val="00781B96"/>
    <w:rsid w:val="00781CB0"/>
    <w:rsid w:val="0078238D"/>
    <w:rsid w:val="0078255E"/>
    <w:rsid w:val="00783649"/>
    <w:rsid w:val="00783E71"/>
    <w:rsid w:val="00784237"/>
    <w:rsid w:val="007848AD"/>
    <w:rsid w:val="00784A68"/>
    <w:rsid w:val="00784E21"/>
    <w:rsid w:val="00785890"/>
    <w:rsid w:val="00785B94"/>
    <w:rsid w:val="00785F6F"/>
    <w:rsid w:val="00786336"/>
    <w:rsid w:val="007863BC"/>
    <w:rsid w:val="00786C0A"/>
    <w:rsid w:val="00786C52"/>
    <w:rsid w:val="00786D02"/>
    <w:rsid w:val="00787E92"/>
    <w:rsid w:val="00790628"/>
    <w:rsid w:val="00790A83"/>
    <w:rsid w:val="00791F70"/>
    <w:rsid w:val="00792080"/>
    <w:rsid w:val="0079230A"/>
    <w:rsid w:val="00792440"/>
    <w:rsid w:val="00792904"/>
    <w:rsid w:val="00792C01"/>
    <w:rsid w:val="00792EB5"/>
    <w:rsid w:val="00793C90"/>
    <w:rsid w:val="0079473D"/>
    <w:rsid w:val="0079495B"/>
    <w:rsid w:val="00794A76"/>
    <w:rsid w:val="00794F2C"/>
    <w:rsid w:val="007950D5"/>
    <w:rsid w:val="0079710F"/>
    <w:rsid w:val="00797693"/>
    <w:rsid w:val="0079794C"/>
    <w:rsid w:val="00797A1D"/>
    <w:rsid w:val="00797BC4"/>
    <w:rsid w:val="00797BF8"/>
    <w:rsid w:val="00797EC4"/>
    <w:rsid w:val="007A02C1"/>
    <w:rsid w:val="007A08C6"/>
    <w:rsid w:val="007A0E77"/>
    <w:rsid w:val="007A1025"/>
    <w:rsid w:val="007A17CF"/>
    <w:rsid w:val="007A1966"/>
    <w:rsid w:val="007A1DB9"/>
    <w:rsid w:val="007A22C5"/>
    <w:rsid w:val="007A2728"/>
    <w:rsid w:val="007A2B75"/>
    <w:rsid w:val="007A2DAE"/>
    <w:rsid w:val="007A31AC"/>
    <w:rsid w:val="007A3238"/>
    <w:rsid w:val="007A4556"/>
    <w:rsid w:val="007A47B6"/>
    <w:rsid w:val="007A5A82"/>
    <w:rsid w:val="007A5C83"/>
    <w:rsid w:val="007A6163"/>
    <w:rsid w:val="007A6AF3"/>
    <w:rsid w:val="007A6FEC"/>
    <w:rsid w:val="007A7004"/>
    <w:rsid w:val="007B032E"/>
    <w:rsid w:val="007B05DF"/>
    <w:rsid w:val="007B07BB"/>
    <w:rsid w:val="007B2160"/>
    <w:rsid w:val="007B28DF"/>
    <w:rsid w:val="007B29A2"/>
    <w:rsid w:val="007B2C62"/>
    <w:rsid w:val="007B37C3"/>
    <w:rsid w:val="007B37F8"/>
    <w:rsid w:val="007B3D6F"/>
    <w:rsid w:val="007B3E81"/>
    <w:rsid w:val="007B4544"/>
    <w:rsid w:val="007B57F5"/>
    <w:rsid w:val="007B678E"/>
    <w:rsid w:val="007B698D"/>
    <w:rsid w:val="007B6ACD"/>
    <w:rsid w:val="007B6CA5"/>
    <w:rsid w:val="007B6F62"/>
    <w:rsid w:val="007B6F66"/>
    <w:rsid w:val="007B7134"/>
    <w:rsid w:val="007B7227"/>
    <w:rsid w:val="007B7366"/>
    <w:rsid w:val="007B7B93"/>
    <w:rsid w:val="007C1303"/>
    <w:rsid w:val="007C140C"/>
    <w:rsid w:val="007C1852"/>
    <w:rsid w:val="007C1ECC"/>
    <w:rsid w:val="007C22D7"/>
    <w:rsid w:val="007C24C5"/>
    <w:rsid w:val="007C24DB"/>
    <w:rsid w:val="007C30ED"/>
    <w:rsid w:val="007C4445"/>
    <w:rsid w:val="007C4A73"/>
    <w:rsid w:val="007C4D32"/>
    <w:rsid w:val="007C6025"/>
    <w:rsid w:val="007C6679"/>
    <w:rsid w:val="007C66AE"/>
    <w:rsid w:val="007C6B1C"/>
    <w:rsid w:val="007C6F58"/>
    <w:rsid w:val="007C7027"/>
    <w:rsid w:val="007C7FFD"/>
    <w:rsid w:val="007D00C1"/>
    <w:rsid w:val="007D04FE"/>
    <w:rsid w:val="007D0B50"/>
    <w:rsid w:val="007D10E6"/>
    <w:rsid w:val="007D177A"/>
    <w:rsid w:val="007D1809"/>
    <w:rsid w:val="007D2392"/>
    <w:rsid w:val="007D2BD2"/>
    <w:rsid w:val="007D2ED8"/>
    <w:rsid w:val="007D3493"/>
    <w:rsid w:val="007D37D3"/>
    <w:rsid w:val="007D40F6"/>
    <w:rsid w:val="007D4574"/>
    <w:rsid w:val="007D4B6A"/>
    <w:rsid w:val="007D4DE4"/>
    <w:rsid w:val="007D54FA"/>
    <w:rsid w:val="007D571B"/>
    <w:rsid w:val="007D59D6"/>
    <w:rsid w:val="007D6FA5"/>
    <w:rsid w:val="007D7C22"/>
    <w:rsid w:val="007E0244"/>
    <w:rsid w:val="007E0E08"/>
    <w:rsid w:val="007E108E"/>
    <w:rsid w:val="007E138B"/>
    <w:rsid w:val="007E17A7"/>
    <w:rsid w:val="007E1B3A"/>
    <w:rsid w:val="007E1CC2"/>
    <w:rsid w:val="007E2131"/>
    <w:rsid w:val="007E258F"/>
    <w:rsid w:val="007E2785"/>
    <w:rsid w:val="007E2910"/>
    <w:rsid w:val="007E2CED"/>
    <w:rsid w:val="007E3166"/>
    <w:rsid w:val="007E357B"/>
    <w:rsid w:val="007E3710"/>
    <w:rsid w:val="007E37A3"/>
    <w:rsid w:val="007E3DF7"/>
    <w:rsid w:val="007E3F47"/>
    <w:rsid w:val="007E504F"/>
    <w:rsid w:val="007E558E"/>
    <w:rsid w:val="007E5E5F"/>
    <w:rsid w:val="007E5F08"/>
    <w:rsid w:val="007E5F1A"/>
    <w:rsid w:val="007E64EF"/>
    <w:rsid w:val="007E66B8"/>
    <w:rsid w:val="007E6B05"/>
    <w:rsid w:val="007E7253"/>
    <w:rsid w:val="007F03B6"/>
    <w:rsid w:val="007F059B"/>
    <w:rsid w:val="007F06E9"/>
    <w:rsid w:val="007F06EF"/>
    <w:rsid w:val="007F0B7D"/>
    <w:rsid w:val="007F0BDA"/>
    <w:rsid w:val="007F0D93"/>
    <w:rsid w:val="007F1797"/>
    <w:rsid w:val="007F18BF"/>
    <w:rsid w:val="007F18F2"/>
    <w:rsid w:val="007F19BC"/>
    <w:rsid w:val="007F21C8"/>
    <w:rsid w:val="007F247E"/>
    <w:rsid w:val="007F2F4F"/>
    <w:rsid w:val="007F3231"/>
    <w:rsid w:val="007F327D"/>
    <w:rsid w:val="007F3D4A"/>
    <w:rsid w:val="007F3D53"/>
    <w:rsid w:val="007F3DC5"/>
    <w:rsid w:val="007F4756"/>
    <w:rsid w:val="007F4905"/>
    <w:rsid w:val="007F4990"/>
    <w:rsid w:val="007F61BF"/>
    <w:rsid w:val="007F61D1"/>
    <w:rsid w:val="007F6233"/>
    <w:rsid w:val="007F6E09"/>
    <w:rsid w:val="007F724B"/>
    <w:rsid w:val="007F7624"/>
    <w:rsid w:val="00801797"/>
    <w:rsid w:val="00801DE8"/>
    <w:rsid w:val="00801EED"/>
    <w:rsid w:val="008020F7"/>
    <w:rsid w:val="008026E7"/>
    <w:rsid w:val="00802C5F"/>
    <w:rsid w:val="00803263"/>
    <w:rsid w:val="00803752"/>
    <w:rsid w:val="00803B3D"/>
    <w:rsid w:val="00803C0F"/>
    <w:rsid w:val="00803C39"/>
    <w:rsid w:val="00803E93"/>
    <w:rsid w:val="008049F5"/>
    <w:rsid w:val="0080628B"/>
    <w:rsid w:val="00807ADA"/>
    <w:rsid w:val="00807EF8"/>
    <w:rsid w:val="00810189"/>
    <w:rsid w:val="00810300"/>
    <w:rsid w:val="008119C1"/>
    <w:rsid w:val="00811BBB"/>
    <w:rsid w:val="00811EE0"/>
    <w:rsid w:val="0081298C"/>
    <w:rsid w:val="00812E36"/>
    <w:rsid w:val="008134C1"/>
    <w:rsid w:val="008136E8"/>
    <w:rsid w:val="00813777"/>
    <w:rsid w:val="00813B84"/>
    <w:rsid w:val="00814BD8"/>
    <w:rsid w:val="0081594F"/>
    <w:rsid w:val="00815DD3"/>
    <w:rsid w:val="008160CF"/>
    <w:rsid w:val="008168BF"/>
    <w:rsid w:val="00816B9E"/>
    <w:rsid w:val="00816E39"/>
    <w:rsid w:val="0081729C"/>
    <w:rsid w:val="00817306"/>
    <w:rsid w:val="00817430"/>
    <w:rsid w:val="00817723"/>
    <w:rsid w:val="008179BF"/>
    <w:rsid w:val="00820312"/>
    <w:rsid w:val="0082032A"/>
    <w:rsid w:val="00820C88"/>
    <w:rsid w:val="00820CFD"/>
    <w:rsid w:val="00820EA4"/>
    <w:rsid w:val="00820FF3"/>
    <w:rsid w:val="008216AB"/>
    <w:rsid w:val="00821A81"/>
    <w:rsid w:val="00821D2A"/>
    <w:rsid w:val="008229C7"/>
    <w:rsid w:val="00822C98"/>
    <w:rsid w:val="00823177"/>
    <w:rsid w:val="00823B2D"/>
    <w:rsid w:val="00824857"/>
    <w:rsid w:val="0082489F"/>
    <w:rsid w:val="00824A42"/>
    <w:rsid w:val="00824A66"/>
    <w:rsid w:val="00824B24"/>
    <w:rsid w:val="008250B8"/>
    <w:rsid w:val="00825521"/>
    <w:rsid w:val="008268FC"/>
    <w:rsid w:val="00826903"/>
    <w:rsid w:val="00826926"/>
    <w:rsid w:val="00830D77"/>
    <w:rsid w:val="00830DCD"/>
    <w:rsid w:val="008312A6"/>
    <w:rsid w:val="0083151A"/>
    <w:rsid w:val="008317E0"/>
    <w:rsid w:val="008318AF"/>
    <w:rsid w:val="008333BD"/>
    <w:rsid w:val="008334DC"/>
    <w:rsid w:val="0083490F"/>
    <w:rsid w:val="0083536E"/>
    <w:rsid w:val="00835795"/>
    <w:rsid w:val="00835DD9"/>
    <w:rsid w:val="00835E47"/>
    <w:rsid w:val="00835FF1"/>
    <w:rsid w:val="00836E67"/>
    <w:rsid w:val="00837C8F"/>
    <w:rsid w:val="00840F18"/>
    <w:rsid w:val="0084181F"/>
    <w:rsid w:val="00842520"/>
    <w:rsid w:val="008428FC"/>
    <w:rsid w:val="00842CE5"/>
    <w:rsid w:val="00842FEC"/>
    <w:rsid w:val="008439E7"/>
    <w:rsid w:val="00843ABA"/>
    <w:rsid w:val="00844A9E"/>
    <w:rsid w:val="00844F53"/>
    <w:rsid w:val="00845495"/>
    <w:rsid w:val="00845956"/>
    <w:rsid w:val="00845DDD"/>
    <w:rsid w:val="00846026"/>
    <w:rsid w:val="00846442"/>
    <w:rsid w:val="0084678E"/>
    <w:rsid w:val="00846BEE"/>
    <w:rsid w:val="00846C79"/>
    <w:rsid w:val="00846D83"/>
    <w:rsid w:val="00846EB9"/>
    <w:rsid w:val="00847994"/>
    <w:rsid w:val="008508FD"/>
    <w:rsid w:val="00850A90"/>
    <w:rsid w:val="0085103F"/>
    <w:rsid w:val="00851405"/>
    <w:rsid w:val="008518F1"/>
    <w:rsid w:val="00851EAF"/>
    <w:rsid w:val="00853FE4"/>
    <w:rsid w:val="008544C2"/>
    <w:rsid w:val="008544C7"/>
    <w:rsid w:val="00855647"/>
    <w:rsid w:val="00855777"/>
    <w:rsid w:val="0085587B"/>
    <w:rsid w:val="008564CD"/>
    <w:rsid w:val="0085737F"/>
    <w:rsid w:val="0085740D"/>
    <w:rsid w:val="00857BA5"/>
    <w:rsid w:val="008602FF"/>
    <w:rsid w:val="00860858"/>
    <w:rsid w:val="00860E5D"/>
    <w:rsid w:val="00861E06"/>
    <w:rsid w:val="00861F48"/>
    <w:rsid w:val="008624D7"/>
    <w:rsid w:val="0086270B"/>
    <w:rsid w:val="00862A5D"/>
    <w:rsid w:val="00863388"/>
    <w:rsid w:val="00863833"/>
    <w:rsid w:val="00863DAC"/>
    <w:rsid w:val="0086492C"/>
    <w:rsid w:val="00864F63"/>
    <w:rsid w:val="0086502C"/>
    <w:rsid w:val="008659F2"/>
    <w:rsid w:val="00866774"/>
    <w:rsid w:val="00867979"/>
    <w:rsid w:val="00867F6F"/>
    <w:rsid w:val="0087015E"/>
    <w:rsid w:val="00870200"/>
    <w:rsid w:val="0087065B"/>
    <w:rsid w:val="008708D0"/>
    <w:rsid w:val="00870E2B"/>
    <w:rsid w:val="00870EBB"/>
    <w:rsid w:val="008710FE"/>
    <w:rsid w:val="008716DB"/>
    <w:rsid w:val="00872490"/>
    <w:rsid w:val="00872862"/>
    <w:rsid w:val="00873640"/>
    <w:rsid w:val="00873774"/>
    <w:rsid w:val="00873CB1"/>
    <w:rsid w:val="00873DEA"/>
    <w:rsid w:val="008744CB"/>
    <w:rsid w:val="0087493F"/>
    <w:rsid w:val="008749DF"/>
    <w:rsid w:val="00874AA8"/>
    <w:rsid w:val="0087584A"/>
    <w:rsid w:val="00876183"/>
    <w:rsid w:val="0087619A"/>
    <w:rsid w:val="0087624B"/>
    <w:rsid w:val="008769CC"/>
    <w:rsid w:val="00876E38"/>
    <w:rsid w:val="00877194"/>
    <w:rsid w:val="008773EE"/>
    <w:rsid w:val="008779DB"/>
    <w:rsid w:val="00877C63"/>
    <w:rsid w:val="008805A2"/>
    <w:rsid w:val="00880692"/>
    <w:rsid w:val="00880718"/>
    <w:rsid w:val="0088079E"/>
    <w:rsid w:val="00880E71"/>
    <w:rsid w:val="00881253"/>
    <w:rsid w:val="008812C5"/>
    <w:rsid w:val="0088131B"/>
    <w:rsid w:val="008814B1"/>
    <w:rsid w:val="00881582"/>
    <w:rsid w:val="00881A45"/>
    <w:rsid w:val="00881AB3"/>
    <w:rsid w:val="00881FED"/>
    <w:rsid w:val="00882418"/>
    <w:rsid w:val="00882A0E"/>
    <w:rsid w:val="0088383B"/>
    <w:rsid w:val="00883EFC"/>
    <w:rsid w:val="0088413D"/>
    <w:rsid w:val="00884150"/>
    <w:rsid w:val="00884C1D"/>
    <w:rsid w:val="00884E02"/>
    <w:rsid w:val="008855B4"/>
    <w:rsid w:val="0088580C"/>
    <w:rsid w:val="0088608D"/>
    <w:rsid w:val="00886129"/>
    <w:rsid w:val="00886BF3"/>
    <w:rsid w:val="0088706A"/>
    <w:rsid w:val="00887387"/>
    <w:rsid w:val="0088797F"/>
    <w:rsid w:val="00887B5C"/>
    <w:rsid w:val="008900C4"/>
    <w:rsid w:val="00890142"/>
    <w:rsid w:val="00890827"/>
    <w:rsid w:val="00890BD8"/>
    <w:rsid w:val="00890EBF"/>
    <w:rsid w:val="0089109E"/>
    <w:rsid w:val="008910B3"/>
    <w:rsid w:val="0089120F"/>
    <w:rsid w:val="00891724"/>
    <w:rsid w:val="00891B18"/>
    <w:rsid w:val="00891DE2"/>
    <w:rsid w:val="00891FA0"/>
    <w:rsid w:val="008923A2"/>
    <w:rsid w:val="00892886"/>
    <w:rsid w:val="00892B14"/>
    <w:rsid w:val="00892B6C"/>
    <w:rsid w:val="00892BA0"/>
    <w:rsid w:val="00892C83"/>
    <w:rsid w:val="00892D5F"/>
    <w:rsid w:val="00892F79"/>
    <w:rsid w:val="008938D1"/>
    <w:rsid w:val="00893A99"/>
    <w:rsid w:val="00893BCC"/>
    <w:rsid w:val="00893E2B"/>
    <w:rsid w:val="0089440D"/>
    <w:rsid w:val="00895C2B"/>
    <w:rsid w:val="008968C8"/>
    <w:rsid w:val="008973D4"/>
    <w:rsid w:val="00897680"/>
    <w:rsid w:val="008977FD"/>
    <w:rsid w:val="008A0403"/>
    <w:rsid w:val="008A093A"/>
    <w:rsid w:val="008A0BFD"/>
    <w:rsid w:val="008A12FA"/>
    <w:rsid w:val="008A1A51"/>
    <w:rsid w:val="008A28D4"/>
    <w:rsid w:val="008A2D1C"/>
    <w:rsid w:val="008A330F"/>
    <w:rsid w:val="008A353F"/>
    <w:rsid w:val="008A450F"/>
    <w:rsid w:val="008A462E"/>
    <w:rsid w:val="008A4958"/>
    <w:rsid w:val="008A4A9B"/>
    <w:rsid w:val="008A4ECA"/>
    <w:rsid w:val="008A5425"/>
    <w:rsid w:val="008A566C"/>
    <w:rsid w:val="008A5963"/>
    <w:rsid w:val="008A60A5"/>
    <w:rsid w:val="008A6328"/>
    <w:rsid w:val="008A64B8"/>
    <w:rsid w:val="008A6BEA"/>
    <w:rsid w:val="008A7B95"/>
    <w:rsid w:val="008A7FD3"/>
    <w:rsid w:val="008B02F3"/>
    <w:rsid w:val="008B047B"/>
    <w:rsid w:val="008B04CA"/>
    <w:rsid w:val="008B058B"/>
    <w:rsid w:val="008B09FB"/>
    <w:rsid w:val="008B0B6C"/>
    <w:rsid w:val="008B103F"/>
    <w:rsid w:val="008B1E24"/>
    <w:rsid w:val="008B20C3"/>
    <w:rsid w:val="008B25D9"/>
    <w:rsid w:val="008B355D"/>
    <w:rsid w:val="008B3B91"/>
    <w:rsid w:val="008B3C37"/>
    <w:rsid w:val="008B3DAC"/>
    <w:rsid w:val="008B5015"/>
    <w:rsid w:val="008B6065"/>
    <w:rsid w:val="008B637B"/>
    <w:rsid w:val="008B72BC"/>
    <w:rsid w:val="008B7343"/>
    <w:rsid w:val="008B7903"/>
    <w:rsid w:val="008B7C44"/>
    <w:rsid w:val="008C01FD"/>
    <w:rsid w:val="008C12D9"/>
    <w:rsid w:val="008C2A39"/>
    <w:rsid w:val="008C3218"/>
    <w:rsid w:val="008C322C"/>
    <w:rsid w:val="008C3807"/>
    <w:rsid w:val="008C3D14"/>
    <w:rsid w:val="008C465D"/>
    <w:rsid w:val="008C4990"/>
    <w:rsid w:val="008C4AFB"/>
    <w:rsid w:val="008C4CB2"/>
    <w:rsid w:val="008C5615"/>
    <w:rsid w:val="008C57F0"/>
    <w:rsid w:val="008C5C41"/>
    <w:rsid w:val="008C5DBD"/>
    <w:rsid w:val="008C6655"/>
    <w:rsid w:val="008C6F87"/>
    <w:rsid w:val="008C76B3"/>
    <w:rsid w:val="008C7930"/>
    <w:rsid w:val="008C7AA1"/>
    <w:rsid w:val="008C7D8D"/>
    <w:rsid w:val="008C7E1E"/>
    <w:rsid w:val="008D03AB"/>
    <w:rsid w:val="008D07C8"/>
    <w:rsid w:val="008D0FF5"/>
    <w:rsid w:val="008D1F0A"/>
    <w:rsid w:val="008D202E"/>
    <w:rsid w:val="008D284F"/>
    <w:rsid w:val="008D2F0C"/>
    <w:rsid w:val="008D379C"/>
    <w:rsid w:val="008D42F3"/>
    <w:rsid w:val="008D5257"/>
    <w:rsid w:val="008D5912"/>
    <w:rsid w:val="008D6119"/>
    <w:rsid w:val="008D6C46"/>
    <w:rsid w:val="008D6D95"/>
    <w:rsid w:val="008D738A"/>
    <w:rsid w:val="008E011E"/>
    <w:rsid w:val="008E03B2"/>
    <w:rsid w:val="008E0629"/>
    <w:rsid w:val="008E0F7B"/>
    <w:rsid w:val="008E1FE3"/>
    <w:rsid w:val="008E218E"/>
    <w:rsid w:val="008E2C60"/>
    <w:rsid w:val="008E3602"/>
    <w:rsid w:val="008E3651"/>
    <w:rsid w:val="008E3748"/>
    <w:rsid w:val="008E3C22"/>
    <w:rsid w:val="008E4B46"/>
    <w:rsid w:val="008E4CA9"/>
    <w:rsid w:val="008E5483"/>
    <w:rsid w:val="008E59E8"/>
    <w:rsid w:val="008E6174"/>
    <w:rsid w:val="008E619A"/>
    <w:rsid w:val="008E61E7"/>
    <w:rsid w:val="008E6508"/>
    <w:rsid w:val="008E657A"/>
    <w:rsid w:val="008E7067"/>
    <w:rsid w:val="008E74E1"/>
    <w:rsid w:val="008E7F0A"/>
    <w:rsid w:val="008F05AF"/>
    <w:rsid w:val="008F09BE"/>
    <w:rsid w:val="008F0A38"/>
    <w:rsid w:val="008F117C"/>
    <w:rsid w:val="008F1B7D"/>
    <w:rsid w:val="008F1C4C"/>
    <w:rsid w:val="008F2295"/>
    <w:rsid w:val="008F2738"/>
    <w:rsid w:val="008F2B71"/>
    <w:rsid w:val="008F304E"/>
    <w:rsid w:val="008F3127"/>
    <w:rsid w:val="008F3EAD"/>
    <w:rsid w:val="008F4629"/>
    <w:rsid w:val="008F517E"/>
    <w:rsid w:val="008F52BF"/>
    <w:rsid w:val="008F6224"/>
    <w:rsid w:val="008F77BE"/>
    <w:rsid w:val="008F7B12"/>
    <w:rsid w:val="009003A8"/>
    <w:rsid w:val="00900519"/>
    <w:rsid w:val="009005A2"/>
    <w:rsid w:val="0090200C"/>
    <w:rsid w:val="009021CE"/>
    <w:rsid w:val="00902A54"/>
    <w:rsid w:val="00902F4F"/>
    <w:rsid w:val="00903378"/>
    <w:rsid w:val="00904E82"/>
    <w:rsid w:val="00904FA7"/>
    <w:rsid w:val="0090531C"/>
    <w:rsid w:val="009055DD"/>
    <w:rsid w:val="00905856"/>
    <w:rsid w:val="00905A26"/>
    <w:rsid w:val="00905F60"/>
    <w:rsid w:val="009063BC"/>
    <w:rsid w:val="00907281"/>
    <w:rsid w:val="009072E8"/>
    <w:rsid w:val="00907664"/>
    <w:rsid w:val="009076D8"/>
    <w:rsid w:val="00907D53"/>
    <w:rsid w:val="009107C6"/>
    <w:rsid w:val="00910816"/>
    <w:rsid w:val="00910C0E"/>
    <w:rsid w:val="00911B5D"/>
    <w:rsid w:val="00911D62"/>
    <w:rsid w:val="00912698"/>
    <w:rsid w:val="00912A93"/>
    <w:rsid w:val="00913D50"/>
    <w:rsid w:val="00914FEA"/>
    <w:rsid w:val="0091540A"/>
    <w:rsid w:val="00915CE0"/>
    <w:rsid w:val="0091678F"/>
    <w:rsid w:val="00916E94"/>
    <w:rsid w:val="00916F38"/>
    <w:rsid w:val="00917E38"/>
    <w:rsid w:val="00920618"/>
    <w:rsid w:val="009206A4"/>
    <w:rsid w:val="00921097"/>
    <w:rsid w:val="00921277"/>
    <w:rsid w:val="00921A3E"/>
    <w:rsid w:val="00921BEA"/>
    <w:rsid w:val="0092435B"/>
    <w:rsid w:val="0092442E"/>
    <w:rsid w:val="00924481"/>
    <w:rsid w:val="00924F36"/>
    <w:rsid w:val="009255A5"/>
    <w:rsid w:val="009265F6"/>
    <w:rsid w:val="00926A8C"/>
    <w:rsid w:val="00927444"/>
    <w:rsid w:val="00930120"/>
    <w:rsid w:val="009306B4"/>
    <w:rsid w:val="00930D23"/>
    <w:rsid w:val="00931EE5"/>
    <w:rsid w:val="009320BC"/>
    <w:rsid w:val="00932389"/>
    <w:rsid w:val="009324A9"/>
    <w:rsid w:val="009325A0"/>
    <w:rsid w:val="00932E68"/>
    <w:rsid w:val="00933204"/>
    <w:rsid w:val="009333DE"/>
    <w:rsid w:val="0093350D"/>
    <w:rsid w:val="00933626"/>
    <w:rsid w:val="009345E5"/>
    <w:rsid w:val="00934659"/>
    <w:rsid w:val="00935284"/>
    <w:rsid w:val="00935CE0"/>
    <w:rsid w:val="0093630B"/>
    <w:rsid w:val="00936AE3"/>
    <w:rsid w:val="0093746C"/>
    <w:rsid w:val="00937ABF"/>
    <w:rsid w:val="0094038F"/>
    <w:rsid w:val="00940526"/>
    <w:rsid w:val="009406B8"/>
    <w:rsid w:val="00940863"/>
    <w:rsid w:val="00941794"/>
    <w:rsid w:val="0094213F"/>
    <w:rsid w:val="00942475"/>
    <w:rsid w:val="009427DC"/>
    <w:rsid w:val="00942A5E"/>
    <w:rsid w:val="0094349A"/>
    <w:rsid w:val="009439FA"/>
    <w:rsid w:val="00943E62"/>
    <w:rsid w:val="009440EB"/>
    <w:rsid w:val="009443C9"/>
    <w:rsid w:val="0094475A"/>
    <w:rsid w:val="00944A19"/>
    <w:rsid w:val="00945A30"/>
    <w:rsid w:val="00945A94"/>
    <w:rsid w:val="009464BA"/>
    <w:rsid w:val="00946D97"/>
    <w:rsid w:val="0094709F"/>
    <w:rsid w:val="00947676"/>
    <w:rsid w:val="00947B8D"/>
    <w:rsid w:val="009502E7"/>
    <w:rsid w:val="0095069E"/>
    <w:rsid w:val="009514A6"/>
    <w:rsid w:val="00951E93"/>
    <w:rsid w:val="00952343"/>
    <w:rsid w:val="00952654"/>
    <w:rsid w:val="00952727"/>
    <w:rsid w:val="009527B7"/>
    <w:rsid w:val="00952995"/>
    <w:rsid w:val="00952DCC"/>
    <w:rsid w:val="00953445"/>
    <w:rsid w:val="009535F1"/>
    <w:rsid w:val="00953874"/>
    <w:rsid w:val="00953909"/>
    <w:rsid w:val="00954129"/>
    <w:rsid w:val="009541EE"/>
    <w:rsid w:val="00954E77"/>
    <w:rsid w:val="00955097"/>
    <w:rsid w:val="009555F1"/>
    <w:rsid w:val="00955834"/>
    <w:rsid w:val="00955BEB"/>
    <w:rsid w:val="009563D7"/>
    <w:rsid w:val="00956A93"/>
    <w:rsid w:val="00956BB5"/>
    <w:rsid w:val="00956F72"/>
    <w:rsid w:val="0095741D"/>
    <w:rsid w:val="00957DDA"/>
    <w:rsid w:val="00960013"/>
    <w:rsid w:val="0096003C"/>
    <w:rsid w:val="0096015F"/>
    <w:rsid w:val="009606C8"/>
    <w:rsid w:val="00960DE6"/>
    <w:rsid w:val="00960F62"/>
    <w:rsid w:val="0096142B"/>
    <w:rsid w:val="0096178E"/>
    <w:rsid w:val="00961C07"/>
    <w:rsid w:val="009629F8"/>
    <w:rsid w:val="00962D53"/>
    <w:rsid w:val="009636BB"/>
    <w:rsid w:val="00964A41"/>
    <w:rsid w:val="009651B6"/>
    <w:rsid w:val="009652BD"/>
    <w:rsid w:val="00966790"/>
    <w:rsid w:val="009667DC"/>
    <w:rsid w:val="0096746D"/>
    <w:rsid w:val="00967D54"/>
    <w:rsid w:val="00970CDE"/>
    <w:rsid w:val="00971319"/>
    <w:rsid w:val="009715CF"/>
    <w:rsid w:val="00971C22"/>
    <w:rsid w:val="00971C2A"/>
    <w:rsid w:val="0097213B"/>
    <w:rsid w:val="00972950"/>
    <w:rsid w:val="00972E79"/>
    <w:rsid w:val="00972E97"/>
    <w:rsid w:val="00972EA0"/>
    <w:rsid w:val="00973201"/>
    <w:rsid w:val="00973710"/>
    <w:rsid w:val="00974787"/>
    <w:rsid w:val="00974B9D"/>
    <w:rsid w:val="00974C93"/>
    <w:rsid w:val="00975295"/>
    <w:rsid w:val="009759DD"/>
    <w:rsid w:val="00975C4E"/>
    <w:rsid w:val="00975DA8"/>
    <w:rsid w:val="00977033"/>
    <w:rsid w:val="009777CE"/>
    <w:rsid w:val="00977D15"/>
    <w:rsid w:val="0098008E"/>
    <w:rsid w:val="0098055D"/>
    <w:rsid w:val="009805A7"/>
    <w:rsid w:val="00980BE6"/>
    <w:rsid w:val="009812BB"/>
    <w:rsid w:val="009813E0"/>
    <w:rsid w:val="0098216E"/>
    <w:rsid w:val="009821F4"/>
    <w:rsid w:val="0098235B"/>
    <w:rsid w:val="00982A23"/>
    <w:rsid w:val="00983823"/>
    <w:rsid w:val="00984096"/>
    <w:rsid w:val="00984210"/>
    <w:rsid w:val="00984460"/>
    <w:rsid w:val="00984EFC"/>
    <w:rsid w:val="009854D0"/>
    <w:rsid w:val="00985599"/>
    <w:rsid w:val="00986089"/>
    <w:rsid w:val="00986824"/>
    <w:rsid w:val="009868FB"/>
    <w:rsid w:val="00986AAC"/>
    <w:rsid w:val="00986D53"/>
    <w:rsid w:val="00986DAC"/>
    <w:rsid w:val="00986FF2"/>
    <w:rsid w:val="00987005"/>
    <w:rsid w:val="009871A5"/>
    <w:rsid w:val="009875FC"/>
    <w:rsid w:val="009900AD"/>
    <w:rsid w:val="00990327"/>
    <w:rsid w:val="009905CA"/>
    <w:rsid w:val="0099188C"/>
    <w:rsid w:val="00992054"/>
    <w:rsid w:val="0099253B"/>
    <w:rsid w:val="00992AE8"/>
    <w:rsid w:val="0099396D"/>
    <w:rsid w:val="00994BE2"/>
    <w:rsid w:val="0099554E"/>
    <w:rsid w:val="00995A96"/>
    <w:rsid w:val="00995EB1"/>
    <w:rsid w:val="0099613F"/>
    <w:rsid w:val="00996538"/>
    <w:rsid w:val="00996DCA"/>
    <w:rsid w:val="00997407"/>
    <w:rsid w:val="009A04E9"/>
    <w:rsid w:val="009A1DE6"/>
    <w:rsid w:val="009A23F3"/>
    <w:rsid w:val="009A3DC5"/>
    <w:rsid w:val="009A480C"/>
    <w:rsid w:val="009A4922"/>
    <w:rsid w:val="009A4CDB"/>
    <w:rsid w:val="009A4FD3"/>
    <w:rsid w:val="009A51BA"/>
    <w:rsid w:val="009A51BB"/>
    <w:rsid w:val="009A54BA"/>
    <w:rsid w:val="009A562B"/>
    <w:rsid w:val="009A5802"/>
    <w:rsid w:val="009A5F7C"/>
    <w:rsid w:val="009A63B4"/>
    <w:rsid w:val="009A6471"/>
    <w:rsid w:val="009A6510"/>
    <w:rsid w:val="009A6555"/>
    <w:rsid w:val="009A685C"/>
    <w:rsid w:val="009A6C1C"/>
    <w:rsid w:val="009A7245"/>
    <w:rsid w:val="009A72FD"/>
    <w:rsid w:val="009A7354"/>
    <w:rsid w:val="009A76C9"/>
    <w:rsid w:val="009A76D9"/>
    <w:rsid w:val="009A7B6E"/>
    <w:rsid w:val="009A7CDA"/>
    <w:rsid w:val="009A7DF8"/>
    <w:rsid w:val="009A7E7C"/>
    <w:rsid w:val="009B1012"/>
    <w:rsid w:val="009B11E7"/>
    <w:rsid w:val="009B13BF"/>
    <w:rsid w:val="009B1A74"/>
    <w:rsid w:val="009B2082"/>
    <w:rsid w:val="009B2316"/>
    <w:rsid w:val="009B26DE"/>
    <w:rsid w:val="009B2C23"/>
    <w:rsid w:val="009B2C3D"/>
    <w:rsid w:val="009B3173"/>
    <w:rsid w:val="009B3198"/>
    <w:rsid w:val="009B31DC"/>
    <w:rsid w:val="009B3841"/>
    <w:rsid w:val="009B46B2"/>
    <w:rsid w:val="009B4904"/>
    <w:rsid w:val="009B5C64"/>
    <w:rsid w:val="009B6965"/>
    <w:rsid w:val="009B6A88"/>
    <w:rsid w:val="009B6C2B"/>
    <w:rsid w:val="009B724C"/>
    <w:rsid w:val="009C0484"/>
    <w:rsid w:val="009C08F1"/>
    <w:rsid w:val="009C09A7"/>
    <w:rsid w:val="009C0B21"/>
    <w:rsid w:val="009C0D59"/>
    <w:rsid w:val="009C101B"/>
    <w:rsid w:val="009C1504"/>
    <w:rsid w:val="009C1599"/>
    <w:rsid w:val="009C1F9D"/>
    <w:rsid w:val="009C3C67"/>
    <w:rsid w:val="009C3D60"/>
    <w:rsid w:val="009C3EFE"/>
    <w:rsid w:val="009C4153"/>
    <w:rsid w:val="009C4A13"/>
    <w:rsid w:val="009C56AF"/>
    <w:rsid w:val="009C638A"/>
    <w:rsid w:val="009C6BDD"/>
    <w:rsid w:val="009C74A9"/>
    <w:rsid w:val="009C7868"/>
    <w:rsid w:val="009C7D44"/>
    <w:rsid w:val="009D05C1"/>
    <w:rsid w:val="009D1C7E"/>
    <w:rsid w:val="009D1D7D"/>
    <w:rsid w:val="009D1E4E"/>
    <w:rsid w:val="009D2002"/>
    <w:rsid w:val="009D2446"/>
    <w:rsid w:val="009D2A26"/>
    <w:rsid w:val="009D2EDE"/>
    <w:rsid w:val="009D3329"/>
    <w:rsid w:val="009D3801"/>
    <w:rsid w:val="009D3E8F"/>
    <w:rsid w:val="009D403E"/>
    <w:rsid w:val="009D481C"/>
    <w:rsid w:val="009D498C"/>
    <w:rsid w:val="009D4BDB"/>
    <w:rsid w:val="009D4C52"/>
    <w:rsid w:val="009D4F0F"/>
    <w:rsid w:val="009D5083"/>
    <w:rsid w:val="009D515F"/>
    <w:rsid w:val="009D5ED4"/>
    <w:rsid w:val="009D6112"/>
    <w:rsid w:val="009D6694"/>
    <w:rsid w:val="009D66D8"/>
    <w:rsid w:val="009D7229"/>
    <w:rsid w:val="009D74E4"/>
    <w:rsid w:val="009D79A1"/>
    <w:rsid w:val="009D7FBA"/>
    <w:rsid w:val="009E00E3"/>
    <w:rsid w:val="009E02E9"/>
    <w:rsid w:val="009E0327"/>
    <w:rsid w:val="009E0997"/>
    <w:rsid w:val="009E0C4E"/>
    <w:rsid w:val="009E0D63"/>
    <w:rsid w:val="009E0DE2"/>
    <w:rsid w:val="009E10A2"/>
    <w:rsid w:val="009E10CF"/>
    <w:rsid w:val="009E152D"/>
    <w:rsid w:val="009E16C2"/>
    <w:rsid w:val="009E1B89"/>
    <w:rsid w:val="009E2017"/>
    <w:rsid w:val="009E2154"/>
    <w:rsid w:val="009E27AD"/>
    <w:rsid w:val="009E2DCA"/>
    <w:rsid w:val="009E3181"/>
    <w:rsid w:val="009E38D8"/>
    <w:rsid w:val="009E3BAF"/>
    <w:rsid w:val="009E496A"/>
    <w:rsid w:val="009E4E85"/>
    <w:rsid w:val="009E52B0"/>
    <w:rsid w:val="009E5673"/>
    <w:rsid w:val="009E649E"/>
    <w:rsid w:val="009E7696"/>
    <w:rsid w:val="009E7CDF"/>
    <w:rsid w:val="009F021D"/>
    <w:rsid w:val="009F0396"/>
    <w:rsid w:val="009F04D0"/>
    <w:rsid w:val="009F0616"/>
    <w:rsid w:val="009F09B7"/>
    <w:rsid w:val="009F0D1D"/>
    <w:rsid w:val="009F0F53"/>
    <w:rsid w:val="009F131D"/>
    <w:rsid w:val="009F1365"/>
    <w:rsid w:val="009F16B2"/>
    <w:rsid w:val="009F208E"/>
    <w:rsid w:val="009F26FC"/>
    <w:rsid w:val="009F2AD4"/>
    <w:rsid w:val="009F2ECA"/>
    <w:rsid w:val="009F388F"/>
    <w:rsid w:val="009F53DE"/>
    <w:rsid w:val="009F5731"/>
    <w:rsid w:val="009F59C3"/>
    <w:rsid w:val="009F5A3E"/>
    <w:rsid w:val="009F78E1"/>
    <w:rsid w:val="009F7A66"/>
    <w:rsid w:val="00A0076D"/>
    <w:rsid w:val="00A00EE0"/>
    <w:rsid w:val="00A02EEA"/>
    <w:rsid w:val="00A0563D"/>
    <w:rsid w:val="00A0578C"/>
    <w:rsid w:val="00A05868"/>
    <w:rsid w:val="00A0630E"/>
    <w:rsid w:val="00A0658A"/>
    <w:rsid w:val="00A0684A"/>
    <w:rsid w:val="00A0752D"/>
    <w:rsid w:val="00A0790B"/>
    <w:rsid w:val="00A07956"/>
    <w:rsid w:val="00A07FF6"/>
    <w:rsid w:val="00A1065D"/>
    <w:rsid w:val="00A10C04"/>
    <w:rsid w:val="00A10DDE"/>
    <w:rsid w:val="00A110DC"/>
    <w:rsid w:val="00A116B3"/>
    <w:rsid w:val="00A11850"/>
    <w:rsid w:val="00A123BC"/>
    <w:rsid w:val="00A12623"/>
    <w:rsid w:val="00A13120"/>
    <w:rsid w:val="00A1320B"/>
    <w:rsid w:val="00A13282"/>
    <w:rsid w:val="00A134A7"/>
    <w:rsid w:val="00A13653"/>
    <w:rsid w:val="00A1420C"/>
    <w:rsid w:val="00A14BD3"/>
    <w:rsid w:val="00A151B1"/>
    <w:rsid w:val="00A1527F"/>
    <w:rsid w:val="00A15399"/>
    <w:rsid w:val="00A15529"/>
    <w:rsid w:val="00A15F8B"/>
    <w:rsid w:val="00A16036"/>
    <w:rsid w:val="00A1664B"/>
    <w:rsid w:val="00A16A0A"/>
    <w:rsid w:val="00A16C97"/>
    <w:rsid w:val="00A1730D"/>
    <w:rsid w:val="00A17446"/>
    <w:rsid w:val="00A17459"/>
    <w:rsid w:val="00A174E2"/>
    <w:rsid w:val="00A17786"/>
    <w:rsid w:val="00A17B1D"/>
    <w:rsid w:val="00A17B75"/>
    <w:rsid w:val="00A2014A"/>
    <w:rsid w:val="00A20587"/>
    <w:rsid w:val="00A20650"/>
    <w:rsid w:val="00A206F7"/>
    <w:rsid w:val="00A20880"/>
    <w:rsid w:val="00A215A6"/>
    <w:rsid w:val="00A22530"/>
    <w:rsid w:val="00A22CBF"/>
    <w:rsid w:val="00A22D93"/>
    <w:rsid w:val="00A23026"/>
    <w:rsid w:val="00A23231"/>
    <w:rsid w:val="00A23E45"/>
    <w:rsid w:val="00A24C3F"/>
    <w:rsid w:val="00A24D8C"/>
    <w:rsid w:val="00A254CB"/>
    <w:rsid w:val="00A25513"/>
    <w:rsid w:val="00A2568D"/>
    <w:rsid w:val="00A25CB7"/>
    <w:rsid w:val="00A26124"/>
    <w:rsid w:val="00A2613B"/>
    <w:rsid w:val="00A26D81"/>
    <w:rsid w:val="00A26FC7"/>
    <w:rsid w:val="00A27696"/>
    <w:rsid w:val="00A27B0E"/>
    <w:rsid w:val="00A308ED"/>
    <w:rsid w:val="00A30E1F"/>
    <w:rsid w:val="00A31094"/>
    <w:rsid w:val="00A31AA7"/>
    <w:rsid w:val="00A31EA9"/>
    <w:rsid w:val="00A32076"/>
    <w:rsid w:val="00A330FF"/>
    <w:rsid w:val="00A332B7"/>
    <w:rsid w:val="00A338C3"/>
    <w:rsid w:val="00A3428F"/>
    <w:rsid w:val="00A34AE6"/>
    <w:rsid w:val="00A34F89"/>
    <w:rsid w:val="00A351D7"/>
    <w:rsid w:val="00A365CC"/>
    <w:rsid w:val="00A378E6"/>
    <w:rsid w:val="00A40817"/>
    <w:rsid w:val="00A40C3D"/>
    <w:rsid w:val="00A416E0"/>
    <w:rsid w:val="00A41990"/>
    <w:rsid w:val="00A41B14"/>
    <w:rsid w:val="00A42688"/>
    <w:rsid w:val="00A42D6C"/>
    <w:rsid w:val="00A43258"/>
    <w:rsid w:val="00A433CF"/>
    <w:rsid w:val="00A436EE"/>
    <w:rsid w:val="00A43968"/>
    <w:rsid w:val="00A43B08"/>
    <w:rsid w:val="00A43B3F"/>
    <w:rsid w:val="00A43DF7"/>
    <w:rsid w:val="00A43FE3"/>
    <w:rsid w:val="00A441FC"/>
    <w:rsid w:val="00A4435F"/>
    <w:rsid w:val="00A446F1"/>
    <w:rsid w:val="00A44810"/>
    <w:rsid w:val="00A45647"/>
    <w:rsid w:val="00A45DC2"/>
    <w:rsid w:val="00A4612C"/>
    <w:rsid w:val="00A461F5"/>
    <w:rsid w:val="00A4634B"/>
    <w:rsid w:val="00A46CB4"/>
    <w:rsid w:val="00A474EE"/>
    <w:rsid w:val="00A47FAC"/>
    <w:rsid w:val="00A506C4"/>
    <w:rsid w:val="00A507B9"/>
    <w:rsid w:val="00A5121D"/>
    <w:rsid w:val="00A5171D"/>
    <w:rsid w:val="00A519B0"/>
    <w:rsid w:val="00A51A16"/>
    <w:rsid w:val="00A51B34"/>
    <w:rsid w:val="00A51C57"/>
    <w:rsid w:val="00A51EDA"/>
    <w:rsid w:val="00A53412"/>
    <w:rsid w:val="00A53800"/>
    <w:rsid w:val="00A53835"/>
    <w:rsid w:val="00A53A5A"/>
    <w:rsid w:val="00A5417C"/>
    <w:rsid w:val="00A54642"/>
    <w:rsid w:val="00A546E3"/>
    <w:rsid w:val="00A5482A"/>
    <w:rsid w:val="00A550BE"/>
    <w:rsid w:val="00A55ACA"/>
    <w:rsid w:val="00A56222"/>
    <w:rsid w:val="00A56322"/>
    <w:rsid w:val="00A56493"/>
    <w:rsid w:val="00A56DE5"/>
    <w:rsid w:val="00A570C1"/>
    <w:rsid w:val="00A57218"/>
    <w:rsid w:val="00A57495"/>
    <w:rsid w:val="00A57F7A"/>
    <w:rsid w:val="00A6010D"/>
    <w:rsid w:val="00A602F8"/>
    <w:rsid w:val="00A6053E"/>
    <w:rsid w:val="00A6070D"/>
    <w:rsid w:val="00A60E5B"/>
    <w:rsid w:val="00A610BB"/>
    <w:rsid w:val="00A6127D"/>
    <w:rsid w:val="00A61BCA"/>
    <w:rsid w:val="00A61F03"/>
    <w:rsid w:val="00A6202A"/>
    <w:rsid w:val="00A623F3"/>
    <w:rsid w:val="00A630B9"/>
    <w:rsid w:val="00A63E22"/>
    <w:rsid w:val="00A642CE"/>
    <w:rsid w:val="00A64710"/>
    <w:rsid w:val="00A64E09"/>
    <w:rsid w:val="00A64F71"/>
    <w:rsid w:val="00A651F5"/>
    <w:rsid w:val="00A66004"/>
    <w:rsid w:val="00A664A1"/>
    <w:rsid w:val="00A66C84"/>
    <w:rsid w:val="00A67076"/>
    <w:rsid w:val="00A6792C"/>
    <w:rsid w:val="00A679C4"/>
    <w:rsid w:val="00A70185"/>
    <w:rsid w:val="00A702E4"/>
    <w:rsid w:val="00A7078A"/>
    <w:rsid w:val="00A70872"/>
    <w:rsid w:val="00A70E8B"/>
    <w:rsid w:val="00A710C7"/>
    <w:rsid w:val="00A714D1"/>
    <w:rsid w:val="00A71AD6"/>
    <w:rsid w:val="00A7230E"/>
    <w:rsid w:val="00A729D4"/>
    <w:rsid w:val="00A7368A"/>
    <w:rsid w:val="00A738C2"/>
    <w:rsid w:val="00A73FC3"/>
    <w:rsid w:val="00A74283"/>
    <w:rsid w:val="00A742C6"/>
    <w:rsid w:val="00A74CE9"/>
    <w:rsid w:val="00A74D8D"/>
    <w:rsid w:val="00A74E1D"/>
    <w:rsid w:val="00A74E3D"/>
    <w:rsid w:val="00A74FAC"/>
    <w:rsid w:val="00A75423"/>
    <w:rsid w:val="00A75BA0"/>
    <w:rsid w:val="00A76258"/>
    <w:rsid w:val="00A76369"/>
    <w:rsid w:val="00A76405"/>
    <w:rsid w:val="00A76631"/>
    <w:rsid w:val="00A76770"/>
    <w:rsid w:val="00A7729C"/>
    <w:rsid w:val="00A77479"/>
    <w:rsid w:val="00A774E2"/>
    <w:rsid w:val="00A80427"/>
    <w:rsid w:val="00A8068C"/>
    <w:rsid w:val="00A80D61"/>
    <w:rsid w:val="00A811D2"/>
    <w:rsid w:val="00A8122E"/>
    <w:rsid w:val="00A81469"/>
    <w:rsid w:val="00A81A16"/>
    <w:rsid w:val="00A81D0B"/>
    <w:rsid w:val="00A81DE3"/>
    <w:rsid w:val="00A82A40"/>
    <w:rsid w:val="00A836C3"/>
    <w:rsid w:val="00A8402A"/>
    <w:rsid w:val="00A840DD"/>
    <w:rsid w:val="00A841B3"/>
    <w:rsid w:val="00A844BA"/>
    <w:rsid w:val="00A8463B"/>
    <w:rsid w:val="00A846F2"/>
    <w:rsid w:val="00A878A8"/>
    <w:rsid w:val="00A87CEF"/>
    <w:rsid w:val="00A902F7"/>
    <w:rsid w:val="00A9111C"/>
    <w:rsid w:val="00A91A53"/>
    <w:rsid w:val="00A923B7"/>
    <w:rsid w:val="00A92ACE"/>
    <w:rsid w:val="00A93902"/>
    <w:rsid w:val="00A93C42"/>
    <w:rsid w:val="00A942AB"/>
    <w:rsid w:val="00A94381"/>
    <w:rsid w:val="00A946EE"/>
    <w:rsid w:val="00A946FE"/>
    <w:rsid w:val="00A94C68"/>
    <w:rsid w:val="00A94EEF"/>
    <w:rsid w:val="00A95539"/>
    <w:rsid w:val="00A96041"/>
    <w:rsid w:val="00A9612A"/>
    <w:rsid w:val="00A96346"/>
    <w:rsid w:val="00A966C3"/>
    <w:rsid w:val="00A96B5C"/>
    <w:rsid w:val="00A9707C"/>
    <w:rsid w:val="00A97276"/>
    <w:rsid w:val="00A9729A"/>
    <w:rsid w:val="00A9745B"/>
    <w:rsid w:val="00A97477"/>
    <w:rsid w:val="00A97A75"/>
    <w:rsid w:val="00AA0121"/>
    <w:rsid w:val="00AA01FC"/>
    <w:rsid w:val="00AA0D1F"/>
    <w:rsid w:val="00AA0E3B"/>
    <w:rsid w:val="00AA0F91"/>
    <w:rsid w:val="00AA0FBD"/>
    <w:rsid w:val="00AA1842"/>
    <w:rsid w:val="00AA301F"/>
    <w:rsid w:val="00AA3257"/>
    <w:rsid w:val="00AA34F9"/>
    <w:rsid w:val="00AA36FB"/>
    <w:rsid w:val="00AA3CB7"/>
    <w:rsid w:val="00AA3D94"/>
    <w:rsid w:val="00AA3F15"/>
    <w:rsid w:val="00AA4125"/>
    <w:rsid w:val="00AA426F"/>
    <w:rsid w:val="00AA4568"/>
    <w:rsid w:val="00AA4A9D"/>
    <w:rsid w:val="00AA4ED0"/>
    <w:rsid w:val="00AA4FBD"/>
    <w:rsid w:val="00AA5190"/>
    <w:rsid w:val="00AA54D7"/>
    <w:rsid w:val="00AA5818"/>
    <w:rsid w:val="00AA5976"/>
    <w:rsid w:val="00AA65C1"/>
    <w:rsid w:val="00AA756D"/>
    <w:rsid w:val="00AA7827"/>
    <w:rsid w:val="00AA7E08"/>
    <w:rsid w:val="00AB0361"/>
    <w:rsid w:val="00AB052D"/>
    <w:rsid w:val="00AB05BB"/>
    <w:rsid w:val="00AB159D"/>
    <w:rsid w:val="00AB1CF9"/>
    <w:rsid w:val="00AB1D6B"/>
    <w:rsid w:val="00AB21A2"/>
    <w:rsid w:val="00AB28F9"/>
    <w:rsid w:val="00AB3423"/>
    <w:rsid w:val="00AB36C1"/>
    <w:rsid w:val="00AB3904"/>
    <w:rsid w:val="00AB471D"/>
    <w:rsid w:val="00AB56A7"/>
    <w:rsid w:val="00AB56DB"/>
    <w:rsid w:val="00AB5D58"/>
    <w:rsid w:val="00AB618C"/>
    <w:rsid w:val="00AB6250"/>
    <w:rsid w:val="00AB62CF"/>
    <w:rsid w:val="00AB632A"/>
    <w:rsid w:val="00AB700B"/>
    <w:rsid w:val="00AB7521"/>
    <w:rsid w:val="00AB7B4B"/>
    <w:rsid w:val="00AC0A20"/>
    <w:rsid w:val="00AC0A8A"/>
    <w:rsid w:val="00AC271A"/>
    <w:rsid w:val="00AC2FCC"/>
    <w:rsid w:val="00AC3989"/>
    <w:rsid w:val="00AC4005"/>
    <w:rsid w:val="00AC41C9"/>
    <w:rsid w:val="00AC41D1"/>
    <w:rsid w:val="00AC41E5"/>
    <w:rsid w:val="00AC423B"/>
    <w:rsid w:val="00AC45FE"/>
    <w:rsid w:val="00AC5241"/>
    <w:rsid w:val="00AC5AD0"/>
    <w:rsid w:val="00AC5CAE"/>
    <w:rsid w:val="00AC61A4"/>
    <w:rsid w:val="00AC697C"/>
    <w:rsid w:val="00AC6A95"/>
    <w:rsid w:val="00AC6DC9"/>
    <w:rsid w:val="00AC6DF5"/>
    <w:rsid w:val="00AC7518"/>
    <w:rsid w:val="00AC7DD1"/>
    <w:rsid w:val="00AD033F"/>
    <w:rsid w:val="00AD086B"/>
    <w:rsid w:val="00AD10F9"/>
    <w:rsid w:val="00AD16AA"/>
    <w:rsid w:val="00AD1954"/>
    <w:rsid w:val="00AD22FE"/>
    <w:rsid w:val="00AD2B82"/>
    <w:rsid w:val="00AD2C03"/>
    <w:rsid w:val="00AD32C9"/>
    <w:rsid w:val="00AD3720"/>
    <w:rsid w:val="00AD3A38"/>
    <w:rsid w:val="00AD4412"/>
    <w:rsid w:val="00AD503A"/>
    <w:rsid w:val="00AD53AD"/>
    <w:rsid w:val="00AD5866"/>
    <w:rsid w:val="00AD5F15"/>
    <w:rsid w:val="00AD6158"/>
    <w:rsid w:val="00AD61D1"/>
    <w:rsid w:val="00AD762E"/>
    <w:rsid w:val="00AD779D"/>
    <w:rsid w:val="00AD78DC"/>
    <w:rsid w:val="00AD79EC"/>
    <w:rsid w:val="00AE0503"/>
    <w:rsid w:val="00AE0B9A"/>
    <w:rsid w:val="00AE0E7B"/>
    <w:rsid w:val="00AE0EB7"/>
    <w:rsid w:val="00AE13BB"/>
    <w:rsid w:val="00AE152A"/>
    <w:rsid w:val="00AE1730"/>
    <w:rsid w:val="00AE1779"/>
    <w:rsid w:val="00AE193C"/>
    <w:rsid w:val="00AE21EB"/>
    <w:rsid w:val="00AE2540"/>
    <w:rsid w:val="00AE2665"/>
    <w:rsid w:val="00AE2BE7"/>
    <w:rsid w:val="00AE2CF7"/>
    <w:rsid w:val="00AE2E86"/>
    <w:rsid w:val="00AE2F83"/>
    <w:rsid w:val="00AE35B9"/>
    <w:rsid w:val="00AE44CB"/>
    <w:rsid w:val="00AE4BC7"/>
    <w:rsid w:val="00AE4F8C"/>
    <w:rsid w:val="00AE5184"/>
    <w:rsid w:val="00AE5AC8"/>
    <w:rsid w:val="00AE5E0B"/>
    <w:rsid w:val="00AE6E2B"/>
    <w:rsid w:val="00AE726D"/>
    <w:rsid w:val="00AE72B0"/>
    <w:rsid w:val="00AE7598"/>
    <w:rsid w:val="00AF0829"/>
    <w:rsid w:val="00AF1427"/>
    <w:rsid w:val="00AF22D7"/>
    <w:rsid w:val="00AF2B4D"/>
    <w:rsid w:val="00AF2CA2"/>
    <w:rsid w:val="00AF36A2"/>
    <w:rsid w:val="00AF3AEC"/>
    <w:rsid w:val="00AF3D00"/>
    <w:rsid w:val="00AF3DF8"/>
    <w:rsid w:val="00AF468C"/>
    <w:rsid w:val="00AF565A"/>
    <w:rsid w:val="00AF5918"/>
    <w:rsid w:val="00AF5B7A"/>
    <w:rsid w:val="00AF6219"/>
    <w:rsid w:val="00AF6E8C"/>
    <w:rsid w:val="00AF6E92"/>
    <w:rsid w:val="00AF792B"/>
    <w:rsid w:val="00AF7B14"/>
    <w:rsid w:val="00AF7D2A"/>
    <w:rsid w:val="00B000AE"/>
    <w:rsid w:val="00B00286"/>
    <w:rsid w:val="00B00A3E"/>
    <w:rsid w:val="00B00BC5"/>
    <w:rsid w:val="00B00E37"/>
    <w:rsid w:val="00B00F46"/>
    <w:rsid w:val="00B01C6E"/>
    <w:rsid w:val="00B01FFB"/>
    <w:rsid w:val="00B022B6"/>
    <w:rsid w:val="00B02DE6"/>
    <w:rsid w:val="00B02F21"/>
    <w:rsid w:val="00B03149"/>
    <w:rsid w:val="00B0365E"/>
    <w:rsid w:val="00B04143"/>
    <w:rsid w:val="00B0460B"/>
    <w:rsid w:val="00B0473E"/>
    <w:rsid w:val="00B050F3"/>
    <w:rsid w:val="00B05F1E"/>
    <w:rsid w:val="00B06454"/>
    <w:rsid w:val="00B06B65"/>
    <w:rsid w:val="00B06E9B"/>
    <w:rsid w:val="00B07C65"/>
    <w:rsid w:val="00B07E17"/>
    <w:rsid w:val="00B07FB5"/>
    <w:rsid w:val="00B10536"/>
    <w:rsid w:val="00B11671"/>
    <w:rsid w:val="00B12507"/>
    <w:rsid w:val="00B12CBD"/>
    <w:rsid w:val="00B12DE7"/>
    <w:rsid w:val="00B13198"/>
    <w:rsid w:val="00B13738"/>
    <w:rsid w:val="00B13C8B"/>
    <w:rsid w:val="00B13E05"/>
    <w:rsid w:val="00B14583"/>
    <w:rsid w:val="00B151B3"/>
    <w:rsid w:val="00B157C3"/>
    <w:rsid w:val="00B16895"/>
    <w:rsid w:val="00B176AE"/>
    <w:rsid w:val="00B20068"/>
    <w:rsid w:val="00B205DD"/>
    <w:rsid w:val="00B20AB1"/>
    <w:rsid w:val="00B20B5C"/>
    <w:rsid w:val="00B20D6D"/>
    <w:rsid w:val="00B20E6B"/>
    <w:rsid w:val="00B216A6"/>
    <w:rsid w:val="00B21881"/>
    <w:rsid w:val="00B224A1"/>
    <w:rsid w:val="00B22646"/>
    <w:rsid w:val="00B229E3"/>
    <w:rsid w:val="00B23A6A"/>
    <w:rsid w:val="00B23B09"/>
    <w:rsid w:val="00B23F26"/>
    <w:rsid w:val="00B2404C"/>
    <w:rsid w:val="00B25A14"/>
    <w:rsid w:val="00B25D7A"/>
    <w:rsid w:val="00B2644C"/>
    <w:rsid w:val="00B26989"/>
    <w:rsid w:val="00B277D8"/>
    <w:rsid w:val="00B27CB3"/>
    <w:rsid w:val="00B3113F"/>
    <w:rsid w:val="00B31542"/>
    <w:rsid w:val="00B3176E"/>
    <w:rsid w:val="00B32E68"/>
    <w:rsid w:val="00B33327"/>
    <w:rsid w:val="00B3368C"/>
    <w:rsid w:val="00B33D7D"/>
    <w:rsid w:val="00B33EFC"/>
    <w:rsid w:val="00B340BB"/>
    <w:rsid w:val="00B341C2"/>
    <w:rsid w:val="00B3489E"/>
    <w:rsid w:val="00B34C0B"/>
    <w:rsid w:val="00B35A81"/>
    <w:rsid w:val="00B3600B"/>
    <w:rsid w:val="00B36337"/>
    <w:rsid w:val="00B366E7"/>
    <w:rsid w:val="00B3675A"/>
    <w:rsid w:val="00B36ABA"/>
    <w:rsid w:val="00B36C64"/>
    <w:rsid w:val="00B36EAC"/>
    <w:rsid w:val="00B36F96"/>
    <w:rsid w:val="00B375DF"/>
    <w:rsid w:val="00B37788"/>
    <w:rsid w:val="00B37C70"/>
    <w:rsid w:val="00B4194B"/>
    <w:rsid w:val="00B41A38"/>
    <w:rsid w:val="00B41B02"/>
    <w:rsid w:val="00B41DE5"/>
    <w:rsid w:val="00B41E64"/>
    <w:rsid w:val="00B42513"/>
    <w:rsid w:val="00B42ECC"/>
    <w:rsid w:val="00B4332F"/>
    <w:rsid w:val="00B435A0"/>
    <w:rsid w:val="00B43CD3"/>
    <w:rsid w:val="00B44756"/>
    <w:rsid w:val="00B449BC"/>
    <w:rsid w:val="00B44FB1"/>
    <w:rsid w:val="00B454F9"/>
    <w:rsid w:val="00B4579F"/>
    <w:rsid w:val="00B46D91"/>
    <w:rsid w:val="00B476D5"/>
    <w:rsid w:val="00B501D0"/>
    <w:rsid w:val="00B501EA"/>
    <w:rsid w:val="00B511A4"/>
    <w:rsid w:val="00B51645"/>
    <w:rsid w:val="00B51989"/>
    <w:rsid w:val="00B51B0C"/>
    <w:rsid w:val="00B5210B"/>
    <w:rsid w:val="00B52E00"/>
    <w:rsid w:val="00B536E3"/>
    <w:rsid w:val="00B5373F"/>
    <w:rsid w:val="00B53A31"/>
    <w:rsid w:val="00B53E1A"/>
    <w:rsid w:val="00B548BB"/>
    <w:rsid w:val="00B54F90"/>
    <w:rsid w:val="00B557C8"/>
    <w:rsid w:val="00B55F67"/>
    <w:rsid w:val="00B566F7"/>
    <w:rsid w:val="00B569D8"/>
    <w:rsid w:val="00B56D43"/>
    <w:rsid w:val="00B56F06"/>
    <w:rsid w:val="00B577A2"/>
    <w:rsid w:val="00B605F2"/>
    <w:rsid w:val="00B607ED"/>
    <w:rsid w:val="00B60C8D"/>
    <w:rsid w:val="00B60FF3"/>
    <w:rsid w:val="00B61706"/>
    <w:rsid w:val="00B62A79"/>
    <w:rsid w:val="00B62AD4"/>
    <w:rsid w:val="00B636ED"/>
    <w:rsid w:val="00B6455A"/>
    <w:rsid w:val="00B645EC"/>
    <w:rsid w:val="00B645F0"/>
    <w:rsid w:val="00B64700"/>
    <w:rsid w:val="00B64875"/>
    <w:rsid w:val="00B64A0F"/>
    <w:rsid w:val="00B64D90"/>
    <w:rsid w:val="00B65FAF"/>
    <w:rsid w:val="00B666C5"/>
    <w:rsid w:val="00B66AE4"/>
    <w:rsid w:val="00B66EBC"/>
    <w:rsid w:val="00B67476"/>
    <w:rsid w:val="00B67620"/>
    <w:rsid w:val="00B67CD3"/>
    <w:rsid w:val="00B70876"/>
    <w:rsid w:val="00B70BB4"/>
    <w:rsid w:val="00B71530"/>
    <w:rsid w:val="00B71DEC"/>
    <w:rsid w:val="00B720AA"/>
    <w:rsid w:val="00B72186"/>
    <w:rsid w:val="00B72D6E"/>
    <w:rsid w:val="00B73092"/>
    <w:rsid w:val="00B73096"/>
    <w:rsid w:val="00B73119"/>
    <w:rsid w:val="00B73BC8"/>
    <w:rsid w:val="00B73C33"/>
    <w:rsid w:val="00B74C29"/>
    <w:rsid w:val="00B74C59"/>
    <w:rsid w:val="00B750B3"/>
    <w:rsid w:val="00B75526"/>
    <w:rsid w:val="00B761F6"/>
    <w:rsid w:val="00B76639"/>
    <w:rsid w:val="00B766F5"/>
    <w:rsid w:val="00B76E1F"/>
    <w:rsid w:val="00B76EAB"/>
    <w:rsid w:val="00B770FB"/>
    <w:rsid w:val="00B77663"/>
    <w:rsid w:val="00B77C5D"/>
    <w:rsid w:val="00B77DE8"/>
    <w:rsid w:val="00B77E0B"/>
    <w:rsid w:val="00B80554"/>
    <w:rsid w:val="00B81683"/>
    <w:rsid w:val="00B81883"/>
    <w:rsid w:val="00B825F6"/>
    <w:rsid w:val="00B82631"/>
    <w:rsid w:val="00B82C29"/>
    <w:rsid w:val="00B82CF0"/>
    <w:rsid w:val="00B83030"/>
    <w:rsid w:val="00B83F21"/>
    <w:rsid w:val="00B84025"/>
    <w:rsid w:val="00B843AC"/>
    <w:rsid w:val="00B845F5"/>
    <w:rsid w:val="00B846B6"/>
    <w:rsid w:val="00B8480B"/>
    <w:rsid w:val="00B84863"/>
    <w:rsid w:val="00B84C17"/>
    <w:rsid w:val="00B84D5D"/>
    <w:rsid w:val="00B84FB8"/>
    <w:rsid w:val="00B85164"/>
    <w:rsid w:val="00B851B6"/>
    <w:rsid w:val="00B85929"/>
    <w:rsid w:val="00B85D78"/>
    <w:rsid w:val="00B864DF"/>
    <w:rsid w:val="00B86751"/>
    <w:rsid w:val="00B8693E"/>
    <w:rsid w:val="00B86D95"/>
    <w:rsid w:val="00B87E31"/>
    <w:rsid w:val="00B90D12"/>
    <w:rsid w:val="00B90D90"/>
    <w:rsid w:val="00B90F27"/>
    <w:rsid w:val="00B913A5"/>
    <w:rsid w:val="00B91837"/>
    <w:rsid w:val="00B92175"/>
    <w:rsid w:val="00B921F6"/>
    <w:rsid w:val="00B92A6D"/>
    <w:rsid w:val="00B9302B"/>
    <w:rsid w:val="00B931AF"/>
    <w:rsid w:val="00B93949"/>
    <w:rsid w:val="00B93D58"/>
    <w:rsid w:val="00B943D6"/>
    <w:rsid w:val="00B94514"/>
    <w:rsid w:val="00B9474F"/>
    <w:rsid w:val="00B94835"/>
    <w:rsid w:val="00B94C2D"/>
    <w:rsid w:val="00B9537D"/>
    <w:rsid w:val="00B95463"/>
    <w:rsid w:val="00B95D30"/>
    <w:rsid w:val="00B963D9"/>
    <w:rsid w:val="00B964D2"/>
    <w:rsid w:val="00B9651F"/>
    <w:rsid w:val="00B96A3C"/>
    <w:rsid w:val="00B970BB"/>
    <w:rsid w:val="00B970C6"/>
    <w:rsid w:val="00B9750E"/>
    <w:rsid w:val="00BA007E"/>
    <w:rsid w:val="00BA10D1"/>
    <w:rsid w:val="00BA16CE"/>
    <w:rsid w:val="00BA1C02"/>
    <w:rsid w:val="00BA2647"/>
    <w:rsid w:val="00BA26CE"/>
    <w:rsid w:val="00BA3058"/>
    <w:rsid w:val="00BA362D"/>
    <w:rsid w:val="00BA3858"/>
    <w:rsid w:val="00BA3C12"/>
    <w:rsid w:val="00BA5473"/>
    <w:rsid w:val="00BA5EA9"/>
    <w:rsid w:val="00BA62EB"/>
    <w:rsid w:val="00BA77D7"/>
    <w:rsid w:val="00BA79AC"/>
    <w:rsid w:val="00BA7BE4"/>
    <w:rsid w:val="00BA7D01"/>
    <w:rsid w:val="00BA7FE7"/>
    <w:rsid w:val="00BB0355"/>
    <w:rsid w:val="00BB03B4"/>
    <w:rsid w:val="00BB04A2"/>
    <w:rsid w:val="00BB097F"/>
    <w:rsid w:val="00BB0F9A"/>
    <w:rsid w:val="00BB1379"/>
    <w:rsid w:val="00BB190E"/>
    <w:rsid w:val="00BB355D"/>
    <w:rsid w:val="00BB3754"/>
    <w:rsid w:val="00BB376C"/>
    <w:rsid w:val="00BB4D9B"/>
    <w:rsid w:val="00BB4D9D"/>
    <w:rsid w:val="00BB4DE7"/>
    <w:rsid w:val="00BB4F37"/>
    <w:rsid w:val="00BB50C6"/>
    <w:rsid w:val="00BB5453"/>
    <w:rsid w:val="00BB5719"/>
    <w:rsid w:val="00BB687E"/>
    <w:rsid w:val="00BB6B9D"/>
    <w:rsid w:val="00BB6D2F"/>
    <w:rsid w:val="00BB71E0"/>
    <w:rsid w:val="00BB7F45"/>
    <w:rsid w:val="00BC0979"/>
    <w:rsid w:val="00BC0F22"/>
    <w:rsid w:val="00BC1288"/>
    <w:rsid w:val="00BC1A09"/>
    <w:rsid w:val="00BC2579"/>
    <w:rsid w:val="00BC25EC"/>
    <w:rsid w:val="00BC2704"/>
    <w:rsid w:val="00BC28DE"/>
    <w:rsid w:val="00BC3184"/>
    <w:rsid w:val="00BC4074"/>
    <w:rsid w:val="00BC4196"/>
    <w:rsid w:val="00BC4574"/>
    <w:rsid w:val="00BC4602"/>
    <w:rsid w:val="00BC4C38"/>
    <w:rsid w:val="00BC561C"/>
    <w:rsid w:val="00BC5C69"/>
    <w:rsid w:val="00BC5E71"/>
    <w:rsid w:val="00BC6360"/>
    <w:rsid w:val="00BC6381"/>
    <w:rsid w:val="00BC6652"/>
    <w:rsid w:val="00BC6E38"/>
    <w:rsid w:val="00BC6E3D"/>
    <w:rsid w:val="00BC6F9A"/>
    <w:rsid w:val="00BC70D0"/>
    <w:rsid w:val="00BC7709"/>
    <w:rsid w:val="00BC78B1"/>
    <w:rsid w:val="00BC7D27"/>
    <w:rsid w:val="00BD0631"/>
    <w:rsid w:val="00BD0EF6"/>
    <w:rsid w:val="00BD1024"/>
    <w:rsid w:val="00BD18D7"/>
    <w:rsid w:val="00BD2108"/>
    <w:rsid w:val="00BD277B"/>
    <w:rsid w:val="00BD3649"/>
    <w:rsid w:val="00BD389C"/>
    <w:rsid w:val="00BD41A4"/>
    <w:rsid w:val="00BD4560"/>
    <w:rsid w:val="00BD50B4"/>
    <w:rsid w:val="00BD57FA"/>
    <w:rsid w:val="00BD5A88"/>
    <w:rsid w:val="00BD6703"/>
    <w:rsid w:val="00BD772D"/>
    <w:rsid w:val="00BD7819"/>
    <w:rsid w:val="00BD7A4C"/>
    <w:rsid w:val="00BD7B1A"/>
    <w:rsid w:val="00BD7E28"/>
    <w:rsid w:val="00BD7E96"/>
    <w:rsid w:val="00BD7EEC"/>
    <w:rsid w:val="00BE01D3"/>
    <w:rsid w:val="00BE0911"/>
    <w:rsid w:val="00BE0D88"/>
    <w:rsid w:val="00BE1030"/>
    <w:rsid w:val="00BE278A"/>
    <w:rsid w:val="00BE2A0A"/>
    <w:rsid w:val="00BE2A6E"/>
    <w:rsid w:val="00BE2F89"/>
    <w:rsid w:val="00BE3496"/>
    <w:rsid w:val="00BE40DF"/>
    <w:rsid w:val="00BE42FB"/>
    <w:rsid w:val="00BE4EFC"/>
    <w:rsid w:val="00BE509E"/>
    <w:rsid w:val="00BE53B0"/>
    <w:rsid w:val="00BE5434"/>
    <w:rsid w:val="00BE5CC7"/>
    <w:rsid w:val="00BE5DF3"/>
    <w:rsid w:val="00BE634C"/>
    <w:rsid w:val="00BE7441"/>
    <w:rsid w:val="00BE781E"/>
    <w:rsid w:val="00BE7B00"/>
    <w:rsid w:val="00BE7D58"/>
    <w:rsid w:val="00BE7D7B"/>
    <w:rsid w:val="00BF0123"/>
    <w:rsid w:val="00BF0755"/>
    <w:rsid w:val="00BF11B1"/>
    <w:rsid w:val="00BF1381"/>
    <w:rsid w:val="00BF13DE"/>
    <w:rsid w:val="00BF1753"/>
    <w:rsid w:val="00BF1F5D"/>
    <w:rsid w:val="00BF24EE"/>
    <w:rsid w:val="00BF278D"/>
    <w:rsid w:val="00BF2AD9"/>
    <w:rsid w:val="00BF2F47"/>
    <w:rsid w:val="00BF3F9E"/>
    <w:rsid w:val="00BF4392"/>
    <w:rsid w:val="00BF5541"/>
    <w:rsid w:val="00BF59C8"/>
    <w:rsid w:val="00BF5A79"/>
    <w:rsid w:val="00BF6755"/>
    <w:rsid w:val="00BF6F1A"/>
    <w:rsid w:val="00BF750F"/>
    <w:rsid w:val="00C000ED"/>
    <w:rsid w:val="00C00324"/>
    <w:rsid w:val="00C00F5A"/>
    <w:rsid w:val="00C02177"/>
    <w:rsid w:val="00C0226A"/>
    <w:rsid w:val="00C02583"/>
    <w:rsid w:val="00C02E4A"/>
    <w:rsid w:val="00C02F66"/>
    <w:rsid w:val="00C030A5"/>
    <w:rsid w:val="00C03351"/>
    <w:rsid w:val="00C034E6"/>
    <w:rsid w:val="00C03D8D"/>
    <w:rsid w:val="00C04025"/>
    <w:rsid w:val="00C04A12"/>
    <w:rsid w:val="00C04E4E"/>
    <w:rsid w:val="00C055BE"/>
    <w:rsid w:val="00C058A6"/>
    <w:rsid w:val="00C05A7E"/>
    <w:rsid w:val="00C05E12"/>
    <w:rsid w:val="00C06304"/>
    <w:rsid w:val="00C065BB"/>
    <w:rsid w:val="00C066C1"/>
    <w:rsid w:val="00C06770"/>
    <w:rsid w:val="00C06C75"/>
    <w:rsid w:val="00C06F50"/>
    <w:rsid w:val="00C07C4C"/>
    <w:rsid w:val="00C102B7"/>
    <w:rsid w:val="00C10685"/>
    <w:rsid w:val="00C1085F"/>
    <w:rsid w:val="00C10A21"/>
    <w:rsid w:val="00C10C5D"/>
    <w:rsid w:val="00C11FB7"/>
    <w:rsid w:val="00C12E9A"/>
    <w:rsid w:val="00C12F67"/>
    <w:rsid w:val="00C13469"/>
    <w:rsid w:val="00C14459"/>
    <w:rsid w:val="00C14699"/>
    <w:rsid w:val="00C14895"/>
    <w:rsid w:val="00C14968"/>
    <w:rsid w:val="00C14FFF"/>
    <w:rsid w:val="00C151E3"/>
    <w:rsid w:val="00C15827"/>
    <w:rsid w:val="00C15B3D"/>
    <w:rsid w:val="00C15C24"/>
    <w:rsid w:val="00C15E40"/>
    <w:rsid w:val="00C16527"/>
    <w:rsid w:val="00C16EDF"/>
    <w:rsid w:val="00C1756B"/>
    <w:rsid w:val="00C17FFC"/>
    <w:rsid w:val="00C215D3"/>
    <w:rsid w:val="00C21EFF"/>
    <w:rsid w:val="00C22420"/>
    <w:rsid w:val="00C23D26"/>
    <w:rsid w:val="00C2522D"/>
    <w:rsid w:val="00C257D1"/>
    <w:rsid w:val="00C25D75"/>
    <w:rsid w:val="00C2614F"/>
    <w:rsid w:val="00C268D1"/>
    <w:rsid w:val="00C2692D"/>
    <w:rsid w:val="00C26F44"/>
    <w:rsid w:val="00C26FAF"/>
    <w:rsid w:val="00C27208"/>
    <w:rsid w:val="00C27697"/>
    <w:rsid w:val="00C301C3"/>
    <w:rsid w:val="00C30813"/>
    <w:rsid w:val="00C3085B"/>
    <w:rsid w:val="00C3190C"/>
    <w:rsid w:val="00C31C84"/>
    <w:rsid w:val="00C31CD4"/>
    <w:rsid w:val="00C31E9E"/>
    <w:rsid w:val="00C324AD"/>
    <w:rsid w:val="00C3252C"/>
    <w:rsid w:val="00C32B6B"/>
    <w:rsid w:val="00C32EC1"/>
    <w:rsid w:val="00C33026"/>
    <w:rsid w:val="00C33205"/>
    <w:rsid w:val="00C335A5"/>
    <w:rsid w:val="00C33648"/>
    <w:rsid w:val="00C33819"/>
    <w:rsid w:val="00C33B23"/>
    <w:rsid w:val="00C33D41"/>
    <w:rsid w:val="00C3411A"/>
    <w:rsid w:val="00C34256"/>
    <w:rsid w:val="00C34285"/>
    <w:rsid w:val="00C349F0"/>
    <w:rsid w:val="00C34E66"/>
    <w:rsid w:val="00C34EE7"/>
    <w:rsid w:val="00C36B93"/>
    <w:rsid w:val="00C371BB"/>
    <w:rsid w:val="00C373E4"/>
    <w:rsid w:val="00C3763C"/>
    <w:rsid w:val="00C37E6C"/>
    <w:rsid w:val="00C41447"/>
    <w:rsid w:val="00C41C5C"/>
    <w:rsid w:val="00C41D60"/>
    <w:rsid w:val="00C41E94"/>
    <w:rsid w:val="00C4213D"/>
    <w:rsid w:val="00C42B9C"/>
    <w:rsid w:val="00C434A0"/>
    <w:rsid w:val="00C4394F"/>
    <w:rsid w:val="00C439E8"/>
    <w:rsid w:val="00C43D09"/>
    <w:rsid w:val="00C43F69"/>
    <w:rsid w:val="00C44CC4"/>
    <w:rsid w:val="00C44D9A"/>
    <w:rsid w:val="00C4575E"/>
    <w:rsid w:val="00C45800"/>
    <w:rsid w:val="00C458A8"/>
    <w:rsid w:val="00C4637E"/>
    <w:rsid w:val="00C46726"/>
    <w:rsid w:val="00C46EE5"/>
    <w:rsid w:val="00C4779F"/>
    <w:rsid w:val="00C47982"/>
    <w:rsid w:val="00C47B21"/>
    <w:rsid w:val="00C47DD9"/>
    <w:rsid w:val="00C503DC"/>
    <w:rsid w:val="00C50D6B"/>
    <w:rsid w:val="00C50FE3"/>
    <w:rsid w:val="00C53918"/>
    <w:rsid w:val="00C54CE3"/>
    <w:rsid w:val="00C55645"/>
    <w:rsid w:val="00C5564F"/>
    <w:rsid w:val="00C55EA5"/>
    <w:rsid w:val="00C55ED6"/>
    <w:rsid w:val="00C57112"/>
    <w:rsid w:val="00C575F9"/>
    <w:rsid w:val="00C57DA8"/>
    <w:rsid w:val="00C60096"/>
    <w:rsid w:val="00C6026C"/>
    <w:rsid w:val="00C6035E"/>
    <w:rsid w:val="00C6085E"/>
    <w:rsid w:val="00C60A11"/>
    <w:rsid w:val="00C6159A"/>
    <w:rsid w:val="00C616F9"/>
    <w:rsid w:val="00C6175B"/>
    <w:rsid w:val="00C618E6"/>
    <w:rsid w:val="00C61FBD"/>
    <w:rsid w:val="00C62737"/>
    <w:rsid w:val="00C62B10"/>
    <w:rsid w:val="00C62EA8"/>
    <w:rsid w:val="00C63295"/>
    <w:rsid w:val="00C638F1"/>
    <w:rsid w:val="00C63A34"/>
    <w:rsid w:val="00C64587"/>
    <w:rsid w:val="00C648E0"/>
    <w:rsid w:val="00C649B8"/>
    <w:rsid w:val="00C6502B"/>
    <w:rsid w:val="00C6555F"/>
    <w:rsid w:val="00C656AB"/>
    <w:rsid w:val="00C65DB3"/>
    <w:rsid w:val="00C66160"/>
    <w:rsid w:val="00C66432"/>
    <w:rsid w:val="00C66824"/>
    <w:rsid w:val="00C6784E"/>
    <w:rsid w:val="00C67948"/>
    <w:rsid w:val="00C67BA4"/>
    <w:rsid w:val="00C70016"/>
    <w:rsid w:val="00C7012B"/>
    <w:rsid w:val="00C701F0"/>
    <w:rsid w:val="00C70314"/>
    <w:rsid w:val="00C70343"/>
    <w:rsid w:val="00C70A2E"/>
    <w:rsid w:val="00C712AE"/>
    <w:rsid w:val="00C71A4D"/>
    <w:rsid w:val="00C71CE9"/>
    <w:rsid w:val="00C71FE8"/>
    <w:rsid w:val="00C7263E"/>
    <w:rsid w:val="00C73247"/>
    <w:rsid w:val="00C73997"/>
    <w:rsid w:val="00C74441"/>
    <w:rsid w:val="00C74521"/>
    <w:rsid w:val="00C745AE"/>
    <w:rsid w:val="00C74619"/>
    <w:rsid w:val="00C747FC"/>
    <w:rsid w:val="00C75444"/>
    <w:rsid w:val="00C75999"/>
    <w:rsid w:val="00C75F7E"/>
    <w:rsid w:val="00C760EA"/>
    <w:rsid w:val="00C80147"/>
    <w:rsid w:val="00C80284"/>
    <w:rsid w:val="00C80DE8"/>
    <w:rsid w:val="00C81287"/>
    <w:rsid w:val="00C81941"/>
    <w:rsid w:val="00C81A33"/>
    <w:rsid w:val="00C81B48"/>
    <w:rsid w:val="00C82318"/>
    <w:rsid w:val="00C8241A"/>
    <w:rsid w:val="00C82571"/>
    <w:rsid w:val="00C826A6"/>
    <w:rsid w:val="00C82738"/>
    <w:rsid w:val="00C82894"/>
    <w:rsid w:val="00C84BBE"/>
    <w:rsid w:val="00C85071"/>
    <w:rsid w:val="00C85074"/>
    <w:rsid w:val="00C85579"/>
    <w:rsid w:val="00C8601C"/>
    <w:rsid w:val="00C86460"/>
    <w:rsid w:val="00C86D4F"/>
    <w:rsid w:val="00C86D64"/>
    <w:rsid w:val="00C873EC"/>
    <w:rsid w:val="00C874FB"/>
    <w:rsid w:val="00C877EF"/>
    <w:rsid w:val="00C87A69"/>
    <w:rsid w:val="00C90842"/>
    <w:rsid w:val="00C90C6B"/>
    <w:rsid w:val="00C90D67"/>
    <w:rsid w:val="00C91329"/>
    <w:rsid w:val="00C913B6"/>
    <w:rsid w:val="00C918BD"/>
    <w:rsid w:val="00C91F60"/>
    <w:rsid w:val="00C92401"/>
    <w:rsid w:val="00C926DC"/>
    <w:rsid w:val="00C92BD5"/>
    <w:rsid w:val="00C9377C"/>
    <w:rsid w:val="00C93F00"/>
    <w:rsid w:val="00C93F6C"/>
    <w:rsid w:val="00C94119"/>
    <w:rsid w:val="00C94F61"/>
    <w:rsid w:val="00C95D58"/>
    <w:rsid w:val="00C95FE2"/>
    <w:rsid w:val="00C969C6"/>
    <w:rsid w:val="00C969F3"/>
    <w:rsid w:val="00C96C7E"/>
    <w:rsid w:val="00C96D9B"/>
    <w:rsid w:val="00C973F8"/>
    <w:rsid w:val="00C97D9A"/>
    <w:rsid w:val="00CA03DE"/>
    <w:rsid w:val="00CA057A"/>
    <w:rsid w:val="00CA07FD"/>
    <w:rsid w:val="00CA12D7"/>
    <w:rsid w:val="00CA1873"/>
    <w:rsid w:val="00CA1D85"/>
    <w:rsid w:val="00CA21C2"/>
    <w:rsid w:val="00CA21E7"/>
    <w:rsid w:val="00CA266E"/>
    <w:rsid w:val="00CA26D6"/>
    <w:rsid w:val="00CA312A"/>
    <w:rsid w:val="00CA37A4"/>
    <w:rsid w:val="00CA387C"/>
    <w:rsid w:val="00CA3E27"/>
    <w:rsid w:val="00CA3ECC"/>
    <w:rsid w:val="00CA40E8"/>
    <w:rsid w:val="00CA475D"/>
    <w:rsid w:val="00CA51F0"/>
    <w:rsid w:val="00CA5312"/>
    <w:rsid w:val="00CA531E"/>
    <w:rsid w:val="00CA589B"/>
    <w:rsid w:val="00CA591F"/>
    <w:rsid w:val="00CA5CDF"/>
    <w:rsid w:val="00CA6E20"/>
    <w:rsid w:val="00CA718E"/>
    <w:rsid w:val="00CA7EF5"/>
    <w:rsid w:val="00CB0AE9"/>
    <w:rsid w:val="00CB0C91"/>
    <w:rsid w:val="00CB1181"/>
    <w:rsid w:val="00CB138D"/>
    <w:rsid w:val="00CB174A"/>
    <w:rsid w:val="00CB2C7D"/>
    <w:rsid w:val="00CB301F"/>
    <w:rsid w:val="00CB3650"/>
    <w:rsid w:val="00CB37CF"/>
    <w:rsid w:val="00CB3832"/>
    <w:rsid w:val="00CB3BF2"/>
    <w:rsid w:val="00CB43F7"/>
    <w:rsid w:val="00CB44BC"/>
    <w:rsid w:val="00CB4902"/>
    <w:rsid w:val="00CB5918"/>
    <w:rsid w:val="00CB603D"/>
    <w:rsid w:val="00CB72B4"/>
    <w:rsid w:val="00CB738F"/>
    <w:rsid w:val="00CB7534"/>
    <w:rsid w:val="00CB75E8"/>
    <w:rsid w:val="00CC00A3"/>
    <w:rsid w:val="00CC016C"/>
    <w:rsid w:val="00CC0C0F"/>
    <w:rsid w:val="00CC14B2"/>
    <w:rsid w:val="00CC1659"/>
    <w:rsid w:val="00CC1E2F"/>
    <w:rsid w:val="00CC203D"/>
    <w:rsid w:val="00CC2805"/>
    <w:rsid w:val="00CC29D9"/>
    <w:rsid w:val="00CC2DC5"/>
    <w:rsid w:val="00CC3102"/>
    <w:rsid w:val="00CC3A72"/>
    <w:rsid w:val="00CC3AC1"/>
    <w:rsid w:val="00CC41FC"/>
    <w:rsid w:val="00CC4783"/>
    <w:rsid w:val="00CC4F90"/>
    <w:rsid w:val="00CC5512"/>
    <w:rsid w:val="00CC5857"/>
    <w:rsid w:val="00CC5F2F"/>
    <w:rsid w:val="00CC5F70"/>
    <w:rsid w:val="00CC6020"/>
    <w:rsid w:val="00CC6067"/>
    <w:rsid w:val="00CC6AC5"/>
    <w:rsid w:val="00CC6DA7"/>
    <w:rsid w:val="00CD0A23"/>
    <w:rsid w:val="00CD0EBD"/>
    <w:rsid w:val="00CD2376"/>
    <w:rsid w:val="00CD24B7"/>
    <w:rsid w:val="00CD2A89"/>
    <w:rsid w:val="00CD4061"/>
    <w:rsid w:val="00CD43F2"/>
    <w:rsid w:val="00CD4E25"/>
    <w:rsid w:val="00CD4F09"/>
    <w:rsid w:val="00CD506D"/>
    <w:rsid w:val="00CD522B"/>
    <w:rsid w:val="00CD6AEB"/>
    <w:rsid w:val="00CD6F85"/>
    <w:rsid w:val="00CD72D8"/>
    <w:rsid w:val="00CE014D"/>
    <w:rsid w:val="00CE0214"/>
    <w:rsid w:val="00CE084F"/>
    <w:rsid w:val="00CE0AA8"/>
    <w:rsid w:val="00CE142B"/>
    <w:rsid w:val="00CE1626"/>
    <w:rsid w:val="00CE18ED"/>
    <w:rsid w:val="00CE214E"/>
    <w:rsid w:val="00CE24E0"/>
    <w:rsid w:val="00CE250C"/>
    <w:rsid w:val="00CE257C"/>
    <w:rsid w:val="00CE2753"/>
    <w:rsid w:val="00CE2D0D"/>
    <w:rsid w:val="00CE2D4D"/>
    <w:rsid w:val="00CE2E57"/>
    <w:rsid w:val="00CE2FA9"/>
    <w:rsid w:val="00CE3335"/>
    <w:rsid w:val="00CE3B71"/>
    <w:rsid w:val="00CE3E00"/>
    <w:rsid w:val="00CE477C"/>
    <w:rsid w:val="00CE4A31"/>
    <w:rsid w:val="00CE5550"/>
    <w:rsid w:val="00CE57C4"/>
    <w:rsid w:val="00CE5B75"/>
    <w:rsid w:val="00CE6156"/>
    <w:rsid w:val="00CE6F2F"/>
    <w:rsid w:val="00CE7FD2"/>
    <w:rsid w:val="00CF0162"/>
    <w:rsid w:val="00CF06BC"/>
    <w:rsid w:val="00CF0CF0"/>
    <w:rsid w:val="00CF12CB"/>
    <w:rsid w:val="00CF1A99"/>
    <w:rsid w:val="00CF2476"/>
    <w:rsid w:val="00CF249B"/>
    <w:rsid w:val="00CF26FF"/>
    <w:rsid w:val="00CF273A"/>
    <w:rsid w:val="00CF376E"/>
    <w:rsid w:val="00CF39A6"/>
    <w:rsid w:val="00CF3B86"/>
    <w:rsid w:val="00CF425A"/>
    <w:rsid w:val="00CF44E9"/>
    <w:rsid w:val="00CF481E"/>
    <w:rsid w:val="00CF4D7E"/>
    <w:rsid w:val="00CF52CF"/>
    <w:rsid w:val="00CF54D4"/>
    <w:rsid w:val="00CF5735"/>
    <w:rsid w:val="00CF5DDE"/>
    <w:rsid w:val="00CF67C6"/>
    <w:rsid w:val="00CF690E"/>
    <w:rsid w:val="00CF6BF7"/>
    <w:rsid w:val="00CF6F96"/>
    <w:rsid w:val="00CF758B"/>
    <w:rsid w:val="00CF7C22"/>
    <w:rsid w:val="00D00081"/>
    <w:rsid w:val="00D00670"/>
    <w:rsid w:val="00D007F0"/>
    <w:rsid w:val="00D0097B"/>
    <w:rsid w:val="00D00AD9"/>
    <w:rsid w:val="00D00F9F"/>
    <w:rsid w:val="00D01380"/>
    <w:rsid w:val="00D017B6"/>
    <w:rsid w:val="00D01919"/>
    <w:rsid w:val="00D01C02"/>
    <w:rsid w:val="00D01F69"/>
    <w:rsid w:val="00D037C5"/>
    <w:rsid w:val="00D03DD8"/>
    <w:rsid w:val="00D03E18"/>
    <w:rsid w:val="00D049E1"/>
    <w:rsid w:val="00D04BC1"/>
    <w:rsid w:val="00D04BFD"/>
    <w:rsid w:val="00D05F70"/>
    <w:rsid w:val="00D05FAD"/>
    <w:rsid w:val="00D064CB"/>
    <w:rsid w:val="00D06CEB"/>
    <w:rsid w:val="00D10539"/>
    <w:rsid w:val="00D10CAC"/>
    <w:rsid w:val="00D11265"/>
    <w:rsid w:val="00D112CC"/>
    <w:rsid w:val="00D1198D"/>
    <w:rsid w:val="00D121C3"/>
    <w:rsid w:val="00D12BF5"/>
    <w:rsid w:val="00D13C09"/>
    <w:rsid w:val="00D13EE2"/>
    <w:rsid w:val="00D1421C"/>
    <w:rsid w:val="00D142E9"/>
    <w:rsid w:val="00D1499F"/>
    <w:rsid w:val="00D1579C"/>
    <w:rsid w:val="00D15CB8"/>
    <w:rsid w:val="00D15D7B"/>
    <w:rsid w:val="00D1686A"/>
    <w:rsid w:val="00D16C27"/>
    <w:rsid w:val="00D16D4E"/>
    <w:rsid w:val="00D17018"/>
    <w:rsid w:val="00D17270"/>
    <w:rsid w:val="00D17B42"/>
    <w:rsid w:val="00D17BCA"/>
    <w:rsid w:val="00D2083F"/>
    <w:rsid w:val="00D21646"/>
    <w:rsid w:val="00D218C0"/>
    <w:rsid w:val="00D21988"/>
    <w:rsid w:val="00D219C9"/>
    <w:rsid w:val="00D21B9B"/>
    <w:rsid w:val="00D21FCE"/>
    <w:rsid w:val="00D22A07"/>
    <w:rsid w:val="00D22C5F"/>
    <w:rsid w:val="00D22E7E"/>
    <w:rsid w:val="00D23DD5"/>
    <w:rsid w:val="00D24456"/>
    <w:rsid w:val="00D24A77"/>
    <w:rsid w:val="00D24E1B"/>
    <w:rsid w:val="00D25230"/>
    <w:rsid w:val="00D25669"/>
    <w:rsid w:val="00D25E33"/>
    <w:rsid w:val="00D264F0"/>
    <w:rsid w:val="00D27499"/>
    <w:rsid w:val="00D27799"/>
    <w:rsid w:val="00D279DF"/>
    <w:rsid w:val="00D27B37"/>
    <w:rsid w:val="00D27BD4"/>
    <w:rsid w:val="00D302DA"/>
    <w:rsid w:val="00D31604"/>
    <w:rsid w:val="00D319AF"/>
    <w:rsid w:val="00D31A57"/>
    <w:rsid w:val="00D32322"/>
    <w:rsid w:val="00D32395"/>
    <w:rsid w:val="00D323F9"/>
    <w:rsid w:val="00D32D3E"/>
    <w:rsid w:val="00D333A5"/>
    <w:rsid w:val="00D333F8"/>
    <w:rsid w:val="00D33934"/>
    <w:rsid w:val="00D33B2A"/>
    <w:rsid w:val="00D33C62"/>
    <w:rsid w:val="00D34197"/>
    <w:rsid w:val="00D34E08"/>
    <w:rsid w:val="00D3513F"/>
    <w:rsid w:val="00D35292"/>
    <w:rsid w:val="00D354B0"/>
    <w:rsid w:val="00D354FD"/>
    <w:rsid w:val="00D35B59"/>
    <w:rsid w:val="00D35DF1"/>
    <w:rsid w:val="00D36300"/>
    <w:rsid w:val="00D36905"/>
    <w:rsid w:val="00D36922"/>
    <w:rsid w:val="00D376F9"/>
    <w:rsid w:val="00D3770D"/>
    <w:rsid w:val="00D37956"/>
    <w:rsid w:val="00D37D3C"/>
    <w:rsid w:val="00D405C6"/>
    <w:rsid w:val="00D409A3"/>
    <w:rsid w:val="00D40B0A"/>
    <w:rsid w:val="00D40EC1"/>
    <w:rsid w:val="00D411D0"/>
    <w:rsid w:val="00D41472"/>
    <w:rsid w:val="00D4158D"/>
    <w:rsid w:val="00D41C2A"/>
    <w:rsid w:val="00D422E5"/>
    <w:rsid w:val="00D4287C"/>
    <w:rsid w:val="00D43C78"/>
    <w:rsid w:val="00D44622"/>
    <w:rsid w:val="00D44A82"/>
    <w:rsid w:val="00D44D02"/>
    <w:rsid w:val="00D4561F"/>
    <w:rsid w:val="00D458E4"/>
    <w:rsid w:val="00D458F2"/>
    <w:rsid w:val="00D45EC0"/>
    <w:rsid w:val="00D46014"/>
    <w:rsid w:val="00D460B4"/>
    <w:rsid w:val="00D462CD"/>
    <w:rsid w:val="00D46388"/>
    <w:rsid w:val="00D46D2F"/>
    <w:rsid w:val="00D46E87"/>
    <w:rsid w:val="00D4792A"/>
    <w:rsid w:val="00D47F82"/>
    <w:rsid w:val="00D50218"/>
    <w:rsid w:val="00D50263"/>
    <w:rsid w:val="00D502DA"/>
    <w:rsid w:val="00D50809"/>
    <w:rsid w:val="00D517DE"/>
    <w:rsid w:val="00D51C92"/>
    <w:rsid w:val="00D51FAD"/>
    <w:rsid w:val="00D51FC6"/>
    <w:rsid w:val="00D5206A"/>
    <w:rsid w:val="00D5214B"/>
    <w:rsid w:val="00D531F6"/>
    <w:rsid w:val="00D540BA"/>
    <w:rsid w:val="00D54306"/>
    <w:rsid w:val="00D54603"/>
    <w:rsid w:val="00D550C1"/>
    <w:rsid w:val="00D550C4"/>
    <w:rsid w:val="00D55229"/>
    <w:rsid w:val="00D554D2"/>
    <w:rsid w:val="00D561E3"/>
    <w:rsid w:val="00D57108"/>
    <w:rsid w:val="00D57109"/>
    <w:rsid w:val="00D574EF"/>
    <w:rsid w:val="00D57AFB"/>
    <w:rsid w:val="00D57C2E"/>
    <w:rsid w:val="00D6011F"/>
    <w:rsid w:val="00D60B3A"/>
    <w:rsid w:val="00D60EFE"/>
    <w:rsid w:val="00D61049"/>
    <w:rsid w:val="00D610C7"/>
    <w:rsid w:val="00D625D4"/>
    <w:rsid w:val="00D6289B"/>
    <w:rsid w:val="00D63445"/>
    <w:rsid w:val="00D63518"/>
    <w:rsid w:val="00D6355B"/>
    <w:rsid w:val="00D63FEA"/>
    <w:rsid w:val="00D64641"/>
    <w:rsid w:val="00D64815"/>
    <w:rsid w:val="00D64BAE"/>
    <w:rsid w:val="00D65069"/>
    <w:rsid w:val="00D6560B"/>
    <w:rsid w:val="00D65701"/>
    <w:rsid w:val="00D65A17"/>
    <w:rsid w:val="00D65B30"/>
    <w:rsid w:val="00D65B6F"/>
    <w:rsid w:val="00D661E4"/>
    <w:rsid w:val="00D666A7"/>
    <w:rsid w:val="00D66CB2"/>
    <w:rsid w:val="00D66DA8"/>
    <w:rsid w:val="00D670EA"/>
    <w:rsid w:val="00D6750A"/>
    <w:rsid w:val="00D678E9"/>
    <w:rsid w:val="00D678FD"/>
    <w:rsid w:val="00D679A2"/>
    <w:rsid w:val="00D67CCD"/>
    <w:rsid w:val="00D70552"/>
    <w:rsid w:val="00D70A2C"/>
    <w:rsid w:val="00D70B02"/>
    <w:rsid w:val="00D70CC5"/>
    <w:rsid w:val="00D711C4"/>
    <w:rsid w:val="00D71438"/>
    <w:rsid w:val="00D71B02"/>
    <w:rsid w:val="00D72089"/>
    <w:rsid w:val="00D72205"/>
    <w:rsid w:val="00D722F9"/>
    <w:rsid w:val="00D7230F"/>
    <w:rsid w:val="00D7250B"/>
    <w:rsid w:val="00D728A4"/>
    <w:rsid w:val="00D72ED4"/>
    <w:rsid w:val="00D73162"/>
    <w:rsid w:val="00D7334F"/>
    <w:rsid w:val="00D7429A"/>
    <w:rsid w:val="00D74531"/>
    <w:rsid w:val="00D750E7"/>
    <w:rsid w:val="00D75C99"/>
    <w:rsid w:val="00D75D5B"/>
    <w:rsid w:val="00D76A8F"/>
    <w:rsid w:val="00D777C3"/>
    <w:rsid w:val="00D77831"/>
    <w:rsid w:val="00D77AE3"/>
    <w:rsid w:val="00D80203"/>
    <w:rsid w:val="00D81176"/>
    <w:rsid w:val="00D81922"/>
    <w:rsid w:val="00D81C30"/>
    <w:rsid w:val="00D82ED9"/>
    <w:rsid w:val="00D8310E"/>
    <w:rsid w:val="00D83617"/>
    <w:rsid w:val="00D838F4"/>
    <w:rsid w:val="00D83D3E"/>
    <w:rsid w:val="00D83FED"/>
    <w:rsid w:val="00D848AC"/>
    <w:rsid w:val="00D848E7"/>
    <w:rsid w:val="00D85618"/>
    <w:rsid w:val="00D857BD"/>
    <w:rsid w:val="00D8601A"/>
    <w:rsid w:val="00D86454"/>
    <w:rsid w:val="00D8657E"/>
    <w:rsid w:val="00D86B47"/>
    <w:rsid w:val="00D87804"/>
    <w:rsid w:val="00D90201"/>
    <w:rsid w:val="00D90277"/>
    <w:rsid w:val="00D902DB"/>
    <w:rsid w:val="00D90C8A"/>
    <w:rsid w:val="00D91302"/>
    <w:rsid w:val="00D91A56"/>
    <w:rsid w:val="00D92C73"/>
    <w:rsid w:val="00D9318D"/>
    <w:rsid w:val="00D93469"/>
    <w:rsid w:val="00D93549"/>
    <w:rsid w:val="00D93852"/>
    <w:rsid w:val="00D939A0"/>
    <w:rsid w:val="00D93AAD"/>
    <w:rsid w:val="00D93B56"/>
    <w:rsid w:val="00D93C58"/>
    <w:rsid w:val="00D93CB5"/>
    <w:rsid w:val="00D93F50"/>
    <w:rsid w:val="00D95251"/>
    <w:rsid w:val="00D9566E"/>
    <w:rsid w:val="00D95AB0"/>
    <w:rsid w:val="00D96F98"/>
    <w:rsid w:val="00D9773C"/>
    <w:rsid w:val="00D97D10"/>
    <w:rsid w:val="00DA04FC"/>
    <w:rsid w:val="00DA0F09"/>
    <w:rsid w:val="00DA14BD"/>
    <w:rsid w:val="00DA154C"/>
    <w:rsid w:val="00DA1895"/>
    <w:rsid w:val="00DA1E35"/>
    <w:rsid w:val="00DA205B"/>
    <w:rsid w:val="00DA206B"/>
    <w:rsid w:val="00DA3A4B"/>
    <w:rsid w:val="00DA40D5"/>
    <w:rsid w:val="00DA4112"/>
    <w:rsid w:val="00DA4B9C"/>
    <w:rsid w:val="00DA4D84"/>
    <w:rsid w:val="00DA567A"/>
    <w:rsid w:val="00DA57F3"/>
    <w:rsid w:val="00DA5850"/>
    <w:rsid w:val="00DA5C80"/>
    <w:rsid w:val="00DA60C0"/>
    <w:rsid w:val="00DA6760"/>
    <w:rsid w:val="00DA7089"/>
    <w:rsid w:val="00DA7C0B"/>
    <w:rsid w:val="00DA7ECE"/>
    <w:rsid w:val="00DB01F9"/>
    <w:rsid w:val="00DB1157"/>
    <w:rsid w:val="00DB127D"/>
    <w:rsid w:val="00DB1A66"/>
    <w:rsid w:val="00DB250B"/>
    <w:rsid w:val="00DB2CA6"/>
    <w:rsid w:val="00DB4B5D"/>
    <w:rsid w:val="00DB4F77"/>
    <w:rsid w:val="00DB56DF"/>
    <w:rsid w:val="00DB58C6"/>
    <w:rsid w:val="00DB621F"/>
    <w:rsid w:val="00DB6486"/>
    <w:rsid w:val="00DB6C5C"/>
    <w:rsid w:val="00DB6D4D"/>
    <w:rsid w:val="00DB71D2"/>
    <w:rsid w:val="00DB7229"/>
    <w:rsid w:val="00DB79DF"/>
    <w:rsid w:val="00DC03E8"/>
    <w:rsid w:val="00DC0AD9"/>
    <w:rsid w:val="00DC0C4E"/>
    <w:rsid w:val="00DC2756"/>
    <w:rsid w:val="00DC2B1C"/>
    <w:rsid w:val="00DC2D5D"/>
    <w:rsid w:val="00DC31FC"/>
    <w:rsid w:val="00DC34E7"/>
    <w:rsid w:val="00DC3861"/>
    <w:rsid w:val="00DC39D8"/>
    <w:rsid w:val="00DC3C48"/>
    <w:rsid w:val="00DC4067"/>
    <w:rsid w:val="00DC4700"/>
    <w:rsid w:val="00DC595E"/>
    <w:rsid w:val="00DC671F"/>
    <w:rsid w:val="00DC69B5"/>
    <w:rsid w:val="00DC6E30"/>
    <w:rsid w:val="00DC7019"/>
    <w:rsid w:val="00DC7306"/>
    <w:rsid w:val="00DC7451"/>
    <w:rsid w:val="00DC7747"/>
    <w:rsid w:val="00DC7BBC"/>
    <w:rsid w:val="00DD04BB"/>
    <w:rsid w:val="00DD0A9F"/>
    <w:rsid w:val="00DD1247"/>
    <w:rsid w:val="00DD140B"/>
    <w:rsid w:val="00DD16C5"/>
    <w:rsid w:val="00DD1F43"/>
    <w:rsid w:val="00DD2165"/>
    <w:rsid w:val="00DD27AC"/>
    <w:rsid w:val="00DD2A8B"/>
    <w:rsid w:val="00DD2E6A"/>
    <w:rsid w:val="00DD4321"/>
    <w:rsid w:val="00DD46EF"/>
    <w:rsid w:val="00DD497E"/>
    <w:rsid w:val="00DD4FB8"/>
    <w:rsid w:val="00DD5347"/>
    <w:rsid w:val="00DD548F"/>
    <w:rsid w:val="00DD5FE7"/>
    <w:rsid w:val="00DD7426"/>
    <w:rsid w:val="00DD7BF2"/>
    <w:rsid w:val="00DD7D43"/>
    <w:rsid w:val="00DE0053"/>
    <w:rsid w:val="00DE00E5"/>
    <w:rsid w:val="00DE04FF"/>
    <w:rsid w:val="00DE0A99"/>
    <w:rsid w:val="00DE1022"/>
    <w:rsid w:val="00DE1796"/>
    <w:rsid w:val="00DE1807"/>
    <w:rsid w:val="00DE1B02"/>
    <w:rsid w:val="00DE27A8"/>
    <w:rsid w:val="00DE290D"/>
    <w:rsid w:val="00DE2F1F"/>
    <w:rsid w:val="00DE31D5"/>
    <w:rsid w:val="00DE328C"/>
    <w:rsid w:val="00DE3E96"/>
    <w:rsid w:val="00DE4706"/>
    <w:rsid w:val="00DE47A7"/>
    <w:rsid w:val="00DE4819"/>
    <w:rsid w:val="00DE4CAF"/>
    <w:rsid w:val="00DE5841"/>
    <w:rsid w:val="00DE5929"/>
    <w:rsid w:val="00DE5F68"/>
    <w:rsid w:val="00DE602B"/>
    <w:rsid w:val="00DE6069"/>
    <w:rsid w:val="00DE64A5"/>
    <w:rsid w:val="00DE6501"/>
    <w:rsid w:val="00DE784F"/>
    <w:rsid w:val="00DE7FB9"/>
    <w:rsid w:val="00DF0BDB"/>
    <w:rsid w:val="00DF1429"/>
    <w:rsid w:val="00DF1732"/>
    <w:rsid w:val="00DF1C9E"/>
    <w:rsid w:val="00DF1E62"/>
    <w:rsid w:val="00DF2229"/>
    <w:rsid w:val="00DF2B7F"/>
    <w:rsid w:val="00DF2E2B"/>
    <w:rsid w:val="00DF2EE8"/>
    <w:rsid w:val="00DF3094"/>
    <w:rsid w:val="00DF30DE"/>
    <w:rsid w:val="00DF3B23"/>
    <w:rsid w:val="00DF436F"/>
    <w:rsid w:val="00DF44C2"/>
    <w:rsid w:val="00DF4738"/>
    <w:rsid w:val="00DF47F3"/>
    <w:rsid w:val="00DF4C1B"/>
    <w:rsid w:val="00DF4D8A"/>
    <w:rsid w:val="00DF4E8E"/>
    <w:rsid w:val="00DF54E4"/>
    <w:rsid w:val="00DF5564"/>
    <w:rsid w:val="00DF5D31"/>
    <w:rsid w:val="00DF6023"/>
    <w:rsid w:val="00DF613A"/>
    <w:rsid w:val="00DF61B4"/>
    <w:rsid w:val="00DF639A"/>
    <w:rsid w:val="00DF6825"/>
    <w:rsid w:val="00DF740F"/>
    <w:rsid w:val="00DF7651"/>
    <w:rsid w:val="00DF7DA1"/>
    <w:rsid w:val="00DF7F6E"/>
    <w:rsid w:val="00E009F0"/>
    <w:rsid w:val="00E011AB"/>
    <w:rsid w:val="00E0121E"/>
    <w:rsid w:val="00E01E3B"/>
    <w:rsid w:val="00E0272C"/>
    <w:rsid w:val="00E02907"/>
    <w:rsid w:val="00E0345A"/>
    <w:rsid w:val="00E0345C"/>
    <w:rsid w:val="00E03663"/>
    <w:rsid w:val="00E03B8E"/>
    <w:rsid w:val="00E042C0"/>
    <w:rsid w:val="00E0434A"/>
    <w:rsid w:val="00E04808"/>
    <w:rsid w:val="00E04C89"/>
    <w:rsid w:val="00E05200"/>
    <w:rsid w:val="00E05A75"/>
    <w:rsid w:val="00E06591"/>
    <w:rsid w:val="00E068C4"/>
    <w:rsid w:val="00E073D8"/>
    <w:rsid w:val="00E07FB9"/>
    <w:rsid w:val="00E10759"/>
    <w:rsid w:val="00E10DCC"/>
    <w:rsid w:val="00E1118C"/>
    <w:rsid w:val="00E125EF"/>
    <w:rsid w:val="00E12781"/>
    <w:rsid w:val="00E12945"/>
    <w:rsid w:val="00E12C2F"/>
    <w:rsid w:val="00E1319D"/>
    <w:rsid w:val="00E13466"/>
    <w:rsid w:val="00E144F8"/>
    <w:rsid w:val="00E1494E"/>
    <w:rsid w:val="00E14B03"/>
    <w:rsid w:val="00E14FAB"/>
    <w:rsid w:val="00E14FE7"/>
    <w:rsid w:val="00E15226"/>
    <w:rsid w:val="00E16131"/>
    <w:rsid w:val="00E16D12"/>
    <w:rsid w:val="00E1739E"/>
    <w:rsid w:val="00E17852"/>
    <w:rsid w:val="00E20121"/>
    <w:rsid w:val="00E2052E"/>
    <w:rsid w:val="00E20B88"/>
    <w:rsid w:val="00E228B3"/>
    <w:rsid w:val="00E228F6"/>
    <w:rsid w:val="00E23ABE"/>
    <w:rsid w:val="00E24322"/>
    <w:rsid w:val="00E2477F"/>
    <w:rsid w:val="00E247EE"/>
    <w:rsid w:val="00E24B30"/>
    <w:rsid w:val="00E24C2C"/>
    <w:rsid w:val="00E24CF5"/>
    <w:rsid w:val="00E253C0"/>
    <w:rsid w:val="00E25C61"/>
    <w:rsid w:val="00E273A2"/>
    <w:rsid w:val="00E279E1"/>
    <w:rsid w:val="00E27FCB"/>
    <w:rsid w:val="00E30AA6"/>
    <w:rsid w:val="00E30CA7"/>
    <w:rsid w:val="00E319A1"/>
    <w:rsid w:val="00E319A8"/>
    <w:rsid w:val="00E31BFD"/>
    <w:rsid w:val="00E31D6E"/>
    <w:rsid w:val="00E3239E"/>
    <w:rsid w:val="00E32507"/>
    <w:rsid w:val="00E325B6"/>
    <w:rsid w:val="00E32C7D"/>
    <w:rsid w:val="00E32FEC"/>
    <w:rsid w:val="00E336EC"/>
    <w:rsid w:val="00E33B6B"/>
    <w:rsid w:val="00E33D41"/>
    <w:rsid w:val="00E33DEC"/>
    <w:rsid w:val="00E33EF3"/>
    <w:rsid w:val="00E33FC5"/>
    <w:rsid w:val="00E34644"/>
    <w:rsid w:val="00E3523C"/>
    <w:rsid w:val="00E35E93"/>
    <w:rsid w:val="00E35EC9"/>
    <w:rsid w:val="00E36188"/>
    <w:rsid w:val="00E36267"/>
    <w:rsid w:val="00E362D0"/>
    <w:rsid w:val="00E36BF4"/>
    <w:rsid w:val="00E36F3B"/>
    <w:rsid w:val="00E371B9"/>
    <w:rsid w:val="00E37519"/>
    <w:rsid w:val="00E375D8"/>
    <w:rsid w:val="00E40694"/>
    <w:rsid w:val="00E406C4"/>
    <w:rsid w:val="00E409D9"/>
    <w:rsid w:val="00E40F83"/>
    <w:rsid w:val="00E412D7"/>
    <w:rsid w:val="00E4168C"/>
    <w:rsid w:val="00E416BF"/>
    <w:rsid w:val="00E41E99"/>
    <w:rsid w:val="00E4206B"/>
    <w:rsid w:val="00E42D7E"/>
    <w:rsid w:val="00E4361A"/>
    <w:rsid w:val="00E43D70"/>
    <w:rsid w:val="00E43D88"/>
    <w:rsid w:val="00E43E38"/>
    <w:rsid w:val="00E4449D"/>
    <w:rsid w:val="00E445B5"/>
    <w:rsid w:val="00E44E11"/>
    <w:rsid w:val="00E45266"/>
    <w:rsid w:val="00E457B7"/>
    <w:rsid w:val="00E45986"/>
    <w:rsid w:val="00E45B93"/>
    <w:rsid w:val="00E45BD4"/>
    <w:rsid w:val="00E465D2"/>
    <w:rsid w:val="00E46675"/>
    <w:rsid w:val="00E468C4"/>
    <w:rsid w:val="00E472E4"/>
    <w:rsid w:val="00E47521"/>
    <w:rsid w:val="00E5024F"/>
    <w:rsid w:val="00E5027C"/>
    <w:rsid w:val="00E50BEB"/>
    <w:rsid w:val="00E50D04"/>
    <w:rsid w:val="00E51073"/>
    <w:rsid w:val="00E51356"/>
    <w:rsid w:val="00E51456"/>
    <w:rsid w:val="00E514D8"/>
    <w:rsid w:val="00E51D08"/>
    <w:rsid w:val="00E526E5"/>
    <w:rsid w:val="00E529EA"/>
    <w:rsid w:val="00E52CDB"/>
    <w:rsid w:val="00E53027"/>
    <w:rsid w:val="00E535A4"/>
    <w:rsid w:val="00E53C57"/>
    <w:rsid w:val="00E54906"/>
    <w:rsid w:val="00E54C2F"/>
    <w:rsid w:val="00E54D87"/>
    <w:rsid w:val="00E553E8"/>
    <w:rsid w:val="00E553FC"/>
    <w:rsid w:val="00E565EC"/>
    <w:rsid w:val="00E56B29"/>
    <w:rsid w:val="00E56ED7"/>
    <w:rsid w:val="00E57709"/>
    <w:rsid w:val="00E5792B"/>
    <w:rsid w:val="00E606BD"/>
    <w:rsid w:val="00E607C6"/>
    <w:rsid w:val="00E609F4"/>
    <w:rsid w:val="00E60DA4"/>
    <w:rsid w:val="00E60DAF"/>
    <w:rsid w:val="00E61938"/>
    <w:rsid w:val="00E61949"/>
    <w:rsid w:val="00E61DBB"/>
    <w:rsid w:val="00E61F7A"/>
    <w:rsid w:val="00E62207"/>
    <w:rsid w:val="00E626C9"/>
    <w:rsid w:val="00E628C7"/>
    <w:rsid w:val="00E637E9"/>
    <w:rsid w:val="00E63ABE"/>
    <w:rsid w:val="00E64099"/>
    <w:rsid w:val="00E64A6A"/>
    <w:rsid w:val="00E650CA"/>
    <w:rsid w:val="00E65234"/>
    <w:rsid w:val="00E65A69"/>
    <w:rsid w:val="00E65A7E"/>
    <w:rsid w:val="00E66137"/>
    <w:rsid w:val="00E66369"/>
    <w:rsid w:val="00E66658"/>
    <w:rsid w:val="00E6694C"/>
    <w:rsid w:val="00E669ED"/>
    <w:rsid w:val="00E66A40"/>
    <w:rsid w:val="00E66EE7"/>
    <w:rsid w:val="00E66FF7"/>
    <w:rsid w:val="00E677D1"/>
    <w:rsid w:val="00E700DA"/>
    <w:rsid w:val="00E717D2"/>
    <w:rsid w:val="00E72C8E"/>
    <w:rsid w:val="00E72D5D"/>
    <w:rsid w:val="00E72EA0"/>
    <w:rsid w:val="00E735A5"/>
    <w:rsid w:val="00E74306"/>
    <w:rsid w:val="00E74D9A"/>
    <w:rsid w:val="00E75662"/>
    <w:rsid w:val="00E75896"/>
    <w:rsid w:val="00E76859"/>
    <w:rsid w:val="00E76AC0"/>
    <w:rsid w:val="00E770DF"/>
    <w:rsid w:val="00E77245"/>
    <w:rsid w:val="00E77857"/>
    <w:rsid w:val="00E7796A"/>
    <w:rsid w:val="00E77ADC"/>
    <w:rsid w:val="00E805BF"/>
    <w:rsid w:val="00E80B21"/>
    <w:rsid w:val="00E80C4E"/>
    <w:rsid w:val="00E80CBB"/>
    <w:rsid w:val="00E80EBE"/>
    <w:rsid w:val="00E810A8"/>
    <w:rsid w:val="00E81857"/>
    <w:rsid w:val="00E834ED"/>
    <w:rsid w:val="00E84E9D"/>
    <w:rsid w:val="00E850E4"/>
    <w:rsid w:val="00E858A1"/>
    <w:rsid w:val="00E85DDB"/>
    <w:rsid w:val="00E86808"/>
    <w:rsid w:val="00E86B29"/>
    <w:rsid w:val="00E86C4C"/>
    <w:rsid w:val="00E87DD4"/>
    <w:rsid w:val="00E87E93"/>
    <w:rsid w:val="00E908C5"/>
    <w:rsid w:val="00E90B7F"/>
    <w:rsid w:val="00E91528"/>
    <w:rsid w:val="00E919B2"/>
    <w:rsid w:val="00E91B08"/>
    <w:rsid w:val="00E91D2B"/>
    <w:rsid w:val="00E91E8F"/>
    <w:rsid w:val="00E9212D"/>
    <w:rsid w:val="00E921F0"/>
    <w:rsid w:val="00E92C92"/>
    <w:rsid w:val="00E940DE"/>
    <w:rsid w:val="00E9425A"/>
    <w:rsid w:val="00E9443C"/>
    <w:rsid w:val="00E9447C"/>
    <w:rsid w:val="00E9448A"/>
    <w:rsid w:val="00E94B67"/>
    <w:rsid w:val="00E95107"/>
    <w:rsid w:val="00E9564C"/>
    <w:rsid w:val="00E959BB"/>
    <w:rsid w:val="00E95ED4"/>
    <w:rsid w:val="00EA0039"/>
    <w:rsid w:val="00EA01F2"/>
    <w:rsid w:val="00EA03F1"/>
    <w:rsid w:val="00EA044F"/>
    <w:rsid w:val="00EA0B87"/>
    <w:rsid w:val="00EA0BE3"/>
    <w:rsid w:val="00EA0BE4"/>
    <w:rsid w:val="00EA132E"/>
    <w:rsid w:val="00EA16A1"/>
    <w:rsid w:val="00EA17E2"/>
    <w:rsid w:val="00EA1831"/>
    <w:rsid w:val="00EA18AC"/>
    <w:rsid w:val="00EA1FCA"/>
    <w:rsid w:val="00EA2992"/>
    <w:rsid w:val="00EA2BE5"/>
    <w:rsid w:val="00EA2CE7"/>
    <w:rsid w:val="00EA306F"/>
    <w:rsid w:val="00EA3124"/>
    <w:rsid w:val="00EA4012"/>
    <w:rsid w:val="00EA4096"/>
    <w:rsid w:val="00EA4272"/>
    <w:rsid w:val="00EA4648"/>
    <w:rsid w:val="00EA49CD"/>
    <w:rsid w:val="00EA5DCC"/>
    <w:rsid w:val="00EA62DC"/>
    <w:rsid w:val="00EA6ACB"/>
    <w:rsid w:val="00EA6D42"/>
    <w:rsid w:val="00EA7A55"/>
    <w:rsid w:val="00EA7CDC"/>
    <w:rsid w:val="00EB07EC"/>
    <w:rsid w:val="00EB0A91"/>
    <w:rsid w:val="00EB0C5D"/>
    <w:rsid w:val="00EB1AF1"/>
    <w:rsid w:val="00EB1E05"/>
    <w:rsid w:val="00EB2152"/>
    <w:rsid w:val="00EB2253"/>
    <w:rsid w:val="00EB2364"/>
    <w:rsid w:val="00EB25C9"/>
    <w:rsid w:val="00EB277B"/>
    <w:rsid w:val="00EB2977"/>
    <w:rsid w:val="00EB3992"/>
    <w:rsid w:val="00EB3F54"/>
    <w:rsid w:val="00EB4038"/>
    <w:rsid w:val="00EB4311"/>
    <w:rsid w:val="00EB45CE"/>
    <w:rsid w:val="00EB4BBC"/>
    <w:rsid w:val="00EB5701"/>
    <w:rsid w:val="00EB5B4E"/>
    <w:rsid w:val="00EB661C"/>
    <w:rsid w:val="00EB6652"/>
    <w:rsid w:val="00EB66A6"/>
    <w:rsid w:val="00EB6F41"/>
    <w:rsid w:val="00EB726E"/>
    <w:rsid w:val="00EB75B4"/>
    <w:rsid w:val="00EB7789"/>
    <w:rsid w:val="00EC0877"/>
    <w:rsid w:val="00EC088E"/>
    <w:rsid w:val="00EC10CD"/>
    <w:rsid w:val="00EC1234"/>
    <w:rsid w:val="00EC132D"/>
    <w:rsid w:val="00EC2581"/>
    <w:rsid w:val="00EC29E0"/>
    <w:rsid w:val="00EC3596"/>
    <w:rsid w:val="00EC47F0"/>
    <w:rsid w:val="00EC4D44"/>
    <w:rsid w:val="00EC4D70"/>
    <w:rsid w:val="00EC51F3"/>
    <w:rsid w:val="00EC583C"/>
    <w:rsid w:val="00EC5AA8"/>
    <w:rsid w:val="00EC5B63"/>
    <w:rsid w:val="00EC68DC"/>
    <w:rsid w:val="00EC7026"/>
    <w:rsid w:val="00EC74C3"/>
    <w:rsid w:val="00EC7541"/>
    <w:rsid w:val="00EC7AE0"/>
    <w:rsid w:val="00ED0014"/>
    <w:rsid w:val="00ED0DC6"/>
    <w:rsid w:val="00ED16C6"/>
    <w:rsid w:val="00ED1FD9"/>
    <w:rsid w:val="00ED21E3"/>
    <w:rsid w:val="00ED255D"/>
    <w:rsid w:val="00ED2BF3"/>
    <w:rsid w:val="00ED3123"/>
    <w:rsid w:val="00ED3396"/>
    <w:rsid w:val="00ED3AA3"/>
    <w:rsid w:val="00ED4762"/>
    <w:rsid w:val="00ED4EB1"/>
    <w:rsid w:val="00ED4F35"/>
    <w:rsid w:val="00ED52A0"/>
    <w:rsid w:val="00ED535B"/>
    <w:rsid w:val="00ED5367"/>
    <w:rsid w:val="00ED72E0"/>
    <w:rsid w:val="00ED73E0"/>
    <w:rsid w:val="00ED7C16"/>
    <w:rsid w:val="00ED7E88"/>
    <w:rsid w:val="00EE0CA6"/>
    <w:rsid w:val="00EE0D43"/>
    <w:rsid w:val="00EE0FA7"/>
    <w:rsid w:val="00EE1543"/>
    <w:rsid w:val="00EE16EE"/>
    <w:rsid w:val="00EE186D"/>
    <w:rsid w:val="00EE19C8"/>
    <w:rsid w:val="00EE1BCB"/>
    <w:rsid w:val="00EE1E5D"/>
    <w:rsid w:val="00EE1F08"/>
    <w:rsid w:val="00EE209E"/>
    <w:rsid w:val="00EE2EB7"/>
    <w:rsid w:val="00EE2F37"/>
    <w:rsid w:val="00EE3CC2"/>
    <w:rsid w:val="00EE4078"/>
    <w:rsid w:val="00EE4709"/>
    <w:rsid w:val="00EE4CDA"/>
    <w:rsid w:val="00EE569A"/>
    <w:rsid w:val="00EE5BE7"/>
    <w:rsid w:val="00EE5E22"/>
    <w:rsid w:val="00EE5FEB"/>
    <w:rsid w:val="00EE651B"/>
    <w:rsid w:val="00EE74ED"/>
    <w:rsid w:val="00EE76F5"/>
    <w:rsid w:val="00EE7953"/>
    <w:rsid w:val="00EF016A"/>
    <w:rsid w:val="00EF08D7"/>
    <w:rsid w:val="00EF0F31"/>
    <w:rsid w:val="00EF1D35"/>
    <w:rsid w:val="00EF2304"/>
    <w:rsid w:val="00EF23B0"/>
    <w:rsid w:val="00EF256B"/>
    <w:rsid w:val="00EF2CB6"/>
    <w:rsid w:val="00EF2CF3"/>
    <w:rsid w:val="00EF2DB8"/>
    <w:rsid w:val="00EF34D8"/>
    <w:rsid w:val="00EF42FB"/>
    <w:rsid w:val="00EF4867"/>
    <w:rsid w:val="00EF486E"/>
    <w:rsid w:val="00EF4904"/>
    <w:rsid w:val="00EF4CC8"/>
    <w:rsid w:val="00EF5701"/>
    <w:rsid w:val="00EF57D0"/>
    <w:rsid w:val="00EF7046"/>
    <w:rsid w:val="00EF7215"/>
    <w:rsid w:val="00EF756D"/>
    <w:rsid w:val="00EF7943"/>
    <w:rsid w:val="00F002C8"/>
    <w:rsid w:val="00F00315"/>
    <w:rsid w:val="00F00E4E"/>
    <w:rsid w:val="00F0252A"/>
    <w:rsid w:val="00F02A9E"/>
    <w:rsid w:val="00F02D5F"/>
    <w:rsid w:val="00F03C3F"/>
    <w:rsid w:val="00F04575"/>
    <w:rsid w:val="00F04B2B"/>
    <w:rsid w:val="00F05526"/>
    <w:rsid w:val="00F05671"/>
    <w:rsid w:val="00F05783"/>
    <w:rsid w:val="00F05BA2"/>
    <w:rsid w:val="00F064C7"/>
    <w:rsid w:val="00F0704A"/>
    <w:rsid w:val="00F071A1"/>
    <w:rsid w:val="00F0748A"/>
    <w:rsid w:val="00F078C5"/>
    <w:rsid w:val="00F07955"/>
    <w:rsid w:val="00F07C8F"/>
    <w:rsid w:val="00F10071"/>
    <w:rsid w:val="00F10413"/>
    <w:rsid w:val="00F10C71"/>
    <w:rsid w:val="00F11003"/>
    <w:rsid w:val="00F115B1"/>
    <w:rsid w:val="00F11999"/>
    <w:rsid w:val="00F122C4"/>
    <w:rsid w:val="00F12CA5"/>
    <w:rsid w:val="00F12F16"/>
    <w:rsid w:val="00F1340F"/>
    <w:rsid w:val="00F13F66"/>
    <w:rsid w:val="00F14375"/>
    <w:rsid w:val="00F150C0"/>
    <w:rsid w:val="00F154A9"/>
    <w:rsid w:val="00F15743"/>
    <w:rsid w:val="00F15A69"/>
    <w:rsid w:val="00F16356"/>
    <w:rsid w:val="00F163E5"/>
    <w:rsid w:val="00F1692A"/>
    <w:rsid w:val="00F16BC5"/>
    <w:rsid w:val="00F16ECA"/>
    <w:rsid w:val="00F17572"/>
    <w:rsid w:val="00F17A78"/>
    <w:rsid w:val="00F17E1B"/>
    <w:rsid w:val="00F204E5"/>
    <w:rsid w:val="00F20EB7"/>
    <w:rsid w:val="00F21084"/>
    <w:rsid w:val="00F2124E"/>
    <w:rsid w:val="00F215FA"/>
    <w:rsid w:val="00F2163A"/>
    <w:rsid w:val="00F21904"/>
    <w:rsid w:val="00F21A27"/>
    <w:rsid w:val="00F220CC"/>
    <w:rsid w:val="00F221A7"/>
    <w:rsid w:val="00F2268C"/>
    <w:rsid w:val="00F231E5"/>
    <w:rsid w:val="00F237BB"/>
    <w:rsid w:val="00F24274"/>
    <w:rsid w:val="00F24AD0"/>
    <w:rsid w:val="00F26732"/>
    <w:rsid w:val="00F26F3C"/>
    <w:rsid w:val="00F27796"/>
    <w:rsid w:val="00F27992"/>
    <w:rsid w:val="00F27A8C"/>
    <w:rsid w:val="00F27B67"/>
    <w:rsid w:val="00F30077"/>
    <w:rsid w:val="00F304B2"/>
    <w:rsid w:val="00F30B1C"/>
    <w:rsid w:val="00F310E8"/>
    <w:rsid w:val="00F31167"/>
    <w:rsid w:val="00F312D2"/>
    <w:rsid w:val="00F31373"/>
    <w:rsid w:val="00F31599"/>
    <w:rsid w:val="00F31EBF"/>
    <w:rsid w:val="00F31EE0"/>
    <w:rsid w:val="00F3202A"/>
    <w:rsid w:val="00F322FC"/>
    <w:rsid w:val="00F327BC"/>
    <w:rsid w:val="00F32AF3"/>
    <w:rsid w:val="00F32BA8"/>
    <w:rsid w:val="00F330FC"/>
    <w:rsid w:val="00F33ABC"/>
    <w:rsid w:val="00F33B34"/>
    <w:rsid w:val="00F33B85"/>
    <w:rsid w:val="00F33F3D"/>
    <w:rsid w:val="00F347F0"/>
    <w:rsid w:val="00F34D7F"/>
    <w:rsid w:val="00F356A9"/>
    <w:rsid w:val="00F35D55"/>
    <w:rsid w:val="00F365C3"/>
    <w:rsid w:val="00F37653"/>
    <w:rsid w:val="00F37D06"/>
    <w:rsid w:val="00F401DF"/>
    <w:rsid w:val="00F40DB9"/>
    <w:rsid w:val="00F410C2"/>
    <w:rsid w:val="00F41502"/>
    <w:rsid w:val="00F41837"/>
    <w:rsid w:val="00F41D0E"/>
    <w:rsid w:val="00F42470"/>
    <w:rsid w:val="00F430C3"/>
    <w:rsid w:val="00F43325"/>
    <w:rsid w:val="00F43AC9"/>
    <w:rsid w:val="00F43B83"/>
    <w:rsid w:val="00F442AE"/>
    <w:rsid w:val="00F446B8"/>
    <w:rsid w:val="00F450AB"/>
    <w:rsid w:val="00F45156"/>
    <w:rsid w:val="00F451D6"/>
    <w:rsid w:val="00F45338"/>
    <w:rsid w:val="00F45A55"/>
    <w:rsid w:val="00F469E7"/>
    <w:rsid w:val="00F46EBD"/>
    <w:rsid w:val="00F47A22"/>
    <w:rsid w:val="00F522B9"/>
    <w:rsid w:val="00F546AB"/>
    <w:rsid w:val="00F548FA"/>
    <w:rsid w:val="00F54B11"/>
    <w:rsid w:val="00F54B74"/>
    <w:rsid w:val="00F559D5"/>
    <w:rsid w:val="00F55CA2"/>
    <w:rsid w:val="00F5653B"/>
    <w:rsid w:val="00F56A32"/>
    <w:rsid w:val="00F56C83"/>
    <w:rsid w:val="00F56CD5"/>
    <w:rsid w:val="00F56D03"/>
    <w:rsid w:val="00F57B42"/>
    <w:rsid w:val="00F6046D"/>
    <w:rsid w:val="00F60584"/>
    <w:rsid w:val="00F60621"/>
    <w:rsid w:val="00F60766"/>
    <w:rsid w:val="00F60B59"/>
    <w:rsid w:val="00F60FCB"/>
    <w:rsid w:val="00F620D1"/>
    <w:rsid w:val="00F629B6"/>
    <w:rsid w:val="00F62B70"/>
    <w:rsid w:val="00F62C12"/>
    <w:rsid w:val="00F63458"/>
    <w:rsid w:val="00F63C9B"/>
    <w:rsid w:val="00F6501C"/>
    <w:rsid w:val="00F656B4"/>
    <w:rsid w:val="00F659CE"/>
    <w:rsid w:val="00F65E94"/>
    <w:rsid w:val="00F66FCA"/>
    <w:rsid w:val="00F67073"/>
    <w:rsid w:val="00F67822"/>
    <w:rsid w:val="00F7065A"/>
    <w:rsid w:val="00F70DD3"/>
    <w:rsid w:val="00F70E57"/>
    <w:rsid w:val="00F7166F"/>
    <w:rsid w:val="00F7242E"/>
    <w:rsid w:val="00F72A0B"/>
    <w:rsid w:val="00F72CC9"/>
    <w:rsid w:val="00F72D22"/>
    <w:rsid w:val="00F72EF4"/>
    <w:rsid w:val="00F74BF3"/>
    <w:rsid w:val="00F74C7D"/>
    <w:rsid w:val="00F752BF"/>
    <w:rsid w:val="00F76C8D"/>
    <w:rsid w:val="00F7731D"/>
    <w:rsid w:val="00F77DFB"/>
    <w:rsid w:val="00F80F00"/>
    <w:rsid w:val="00F80FBB"/>
    <w:rsid w:val="00F8178B"/>
    <w:rsid w:val="00F82A9D"/>
    <w:rsid w:val="00F83152"/>
    <w:rsid w:val="00F835AA"/>
    <w:rsid w:val="00F837BF"/>
    <w:rsid w:val="00F837F3"/>
    <w:rsid w:val="00F84A90"/>
    <w:rsid w:val="00F84C27"/>
    <w:rsid w:val="00F84D24"/>
    <w:rsid w:val="00F8544A"/>
    <w:rsid w:val="00F854AC"/>
    <w:rsid w:val="00F857B8"/>
    <w:rsid w:val="00F86541"/>
    <w:rsid w:val="00F86828"/>
    <w:rsid w:val="00F86A74"/>
    <w:rsid w:val="00F8758F"/>
    <w:rsid w:val="00F8781C"/>
    <w:rsid w:val="00F87E72"/>
    <w:rsid w:val="00F90953"/>
    <w:rsid w:val="00F90C9A"/>
    <w:rsid w:val="00F90E10"/>
    <w:rsid w:val="00F90FFE"/>
    <w:rsid w:val="00F92960"/>
    <w:rsid w:val="00F95864"/>
    <w:rsid w:val="00F95DB3"/>
    <w:rsid w:val="00F9676C"/>
    <w:rsid w:val="00F96D1D"/>
    <w:rsid w:val="00F97178"/>
    <w:rsid w:val="00F971EB"/>
    <w:rsid w:val="00F97400"/>
    <w:rsid w:val="00F976EA"/>
    <w:rsid w:val="00F9775C"/>
    <w:rsid w:val="00F978AB"/>
    <w:rsid w:val="00FA0258"/>
    <w:rsid w:val="00FA0A22"/>
    <w:rsid w:val="00FA0D2E"/>
    <w:rsid w:val="00FA110F"/>
    <w:rsid w:val="00FA1B6D"/>
    <w:rsid w:val="00FA1D21"/>
    <w:rsid w:val="00FA25D9"/>
    <w:rsid w:val="00FA2E92"/>
    <w:rsid w:val="00FA3CF5"/>
    <w:rsid w:val="00FA4038"/>
    <w:rsid w:val="00FA5BBB"/>
    <w:rsid w:val="00FA60A6"/>
    <w:rsid w:val="00FA61D7"/>
    <w:rsid w:val="00FA61FB"/>
    <w:rsid w:val="00FA63F2"/>
    <w:rsid w:val="00FA6BFC"/>
    <w:rsid w:val="00FA6E77"/>
    <w:rsid w:val="00FA7181"/>
    <w:rsid w:val="00FA7413"/>
    <w:rsid w:val="00FA78DF"/>
    <w:rsid w:val="00FA79B6"/>
    <w:rsid w:val="00FB009F"/>
    <w:rsid w:val="00FB01BA"/>
    <w:rsid w:val="00FB02C6"/>
    <w:rsid w:val="00FB15E6"/>
    <w:rsid w:val="00FB18D1"/>
    <w:rsid w:val="00FB1CDF"/>
    <w:rsid w:val="00FB2647"/>
    <w:rsid w:val="00FB2BBD"/>
    <w:rsid w:val="00FB2D8F"/>
    <w:rsid w:val="00FB35FF"/>
    <w:rsid w:val="00FB36B4"/>
    <w:rsid w:val="00FB3B46"/>
    <w:rsid w:val="00FB3EFC"/>
    <w:rsid w:val="00FB40FE"/>
    <w:rsid w:val="00FB475C"/>
    <w:rsid w:val="00FB4ACD"/>
    <w:rsid w:val="00FB4FB7"/>
    <w:rsid w:val="00FB540D"/>
    <w:rsid w:val="00FB5421"/>
    <w:rsid w:val="00FB59FB"/>
    <w:rsid w:val="00FB6181"/>
    <w:rsid w:val="00FB67C0"/>
    <w:rsid w:val="00FB6CCA"/>
    <w:rsid w:val="00FB707A"/>
    <w:rsid w:val="00FB7388"/>
    <w:rsid w:val="00FB76B7"/>
    <w:rsid w:val="00FB78C4"/>
    <w:rsid w:val="00FB7B05"/>
    <w:rsid w:val="00FC06D3"/>
    <w:rsid w:val="00FC08D5"/>
    <w:rsid w:val="00FC0EA4"/>
    <w:rsid w:val="00FC1148"/>
    <w:rsid w:val="00FC11CD"/>
    <w:rsid w:val="00FC17DC"/>
    <w:rsid w:val="00FC1E45"/>
    <w:rsid w:val="00FC1FB7"/>
    <w:rsid w:val="00FC2CEB"/>
    <w:rsid w:val="00FC3182"/>
    <w:rsid w:val="00FC33F4"/>
    <w:rsid w:val="00FC4554"/>
    <w:rsid w:val="00FC4B9A"/>
    <w:rsid w:val="00FC4C4D"/>
    <w:rsid w:val="00FC5158"/>
    <w:rsid w:val="00FC55C0"/>
    <w:rsid w:val="00FC5B21"/>
    <w:rsid w:val="00FC5D23"/>
    <w:rsid w:val="00FC5FF0"/>
    <w:rsid w:val="00FC688E"/>
    <w:rsid w:val="00FC778E"/>
    <w:rsid w:val="00FC77A7"/>
    <w:rsid w:val="00FC7BA6"/>
    <w:rsid w:val="00FD0186"/>
    <w:rsid w:val="00FD0CDB"/>
    <w:rsid w:val="00FD1162"/>
    <w:rsid w:val="00FD1818"/>
    <w:rsid w:val="00FD1B6C"/>
    <w:rsid w:val="00FD1D02"/>
    <w:rsid w:val="00FD208A"/>
    <w:rsid w:val="00FD25EC"/>
    <w:rsid w:val="00FD27BD"/>
    <w:rsid w:val="00FD2B28"/>
    <w:rsid w:val="00FD2BDF"/>
    <w:rsid w:val="00FD2BE1"/>
    <w:rsid w:val="00FD2F88"/>
    <w:rsid w:val="00FD3331"/>
    <w:rsid w:val="00FD3415"/>
    <w:rsid w:val="00FD40AB"/>
    <w:rsid w:val="00FD4724"/>
    <w:rsid w:val="00FD4733"/>
    <w:rsid w:val="00FD4772"/>
    <w:rsid w:val="00FD573F"/>
    <w:rsid w:val="00FD6075"/>
    <w:rsid w:val="00FD6326"/>
    <w:rsid w:val="00FD6825"/>
    <w:rsid w:val="00FD77F5"/>
    <w:rsid w:val="00FD7DDA"/>
    <w:rsid w:val="00FD7E85"/>
    <w:rsid w:val="00FE004D"/>
    <w:rsid w:val="00FE09B7"/>
    <w:rsid w:val="00FE0DDF"/>
    <w:rsid w:val="00FE0FFF"/>
    <w:rsid w:val="00FE1BF4"/>
    <w:rsid w:val="00FE1C41"/>
    <w:rsid w:val="00FE1DA8"/>
    <w:rsid w:val="00FE1EAB"/>
    <w:rsid w:val="00FE3DFA"/>
    <w:rsid w:val="00FE3F9F"/>
    <w:rsid w:val="00FE41AD"/>
    <w:rsid w:val="00FE45A8"/>
    <w:rsid w:val="00FE4A37"/>
    <w:rsid w:val="00FE55EE"/>
    <w:rsid w:val="00FE5F7A"/>
    <w:rsid w:val="00FE6A60"/>
    <w:rsid w:val="00FE7729"/>
    <w:rsid w:val="00FF0909"/>
    <w:rsid w:val="00FF097F"/>
    <w:rsid w:val="00FF0A97"/>
    <w:rsid w:val="00FF0BEF"/>
    <w:rsid w:val="00FF0D40"/>
    <w:rsid w:val="00FF0DB4"/>
    <w:rsid w:val="00FF12F9"/>
    <w:rsid w:val="00FF14B4"/>
    <w:rsid w:val="00FF2052"/>
    <w:rsid w:val="00FF2939"/>
    <w:rsid w:val="00FF2954"/>
    <w:rsid w:val="00FF2A38"/>
    <w:rsid w:val="00FF3785"/>
    <w:rsid w:val="00FF4753"/>
    <w:rsid w:val="00FF4CD8"/>
    <w:rsid w:val="00FF4F02"/>
    <w:rsid w:val="00FF5183"/>
    <w:rsid w:val="00FF52A2"/>
    <w:rsid w:val="00FF5532"/>
    <w:rsid w:val="00FF59DA"/>
    <w:rsid w:val="00FF5D3C"/>
    <w:rsid w:val="00FF5E8D"/>
    <w:rsid w:val="00FF6155"/>
    <w:rsid w:val="00FF6F18"/>
    <w:rsid w:val="00FF79C8"/>
  </w:rsids>
  <m:mathPr>
    <m:mathFont m:val="Cambria Math"/>
    <m:brkBin m:val="before"/>
    <m:brkBinSub m:val="--"/>
    <m:smallFrac m:val="off"/>
    <m:dispDef/>
    <m:lMargin m:val="0"/>
    <m:rMargin m:val="0"/>
    <m:defJc m:val="centerGroup"/>
    <m:wrapIndent m:val="1440"/>
    <m:intLim m:val="subSup"/>
    <m:naryLim m:val="undOvr"/>
  </m:mathPr>
  <w:uiCompat97To2003/>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ostalCode"/>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80CFB"/>
    <w:pPr>
      <w:spacing w:line="276" w:lineRule="auto"/>
    </w:pPr>
    <w:rPr>
      <w:sz w:val="24"/>
      <w:szCs w:val="24"/>
    </w:rPr>
  </w:style>
  <w:style w:type="paragraph" w:styleId="Heading1">
    <w:name w:val="heading 1"/>
    <w:basedOn w:val="Normal"/>
    <w:next w:val="ParaNum"/>
    <w:link w:val="Heading1Char"/>
    <w:uiPriority w:val="99"/>
    <w:qFormat/>
    <w:rsid w:val="00085998"/>
    <w:pPr>
      <w:keepNext/>
      <w:widowControl w:val="0"/>
      <w:numPr>
        <w:numId w:val="15"/>
      </w:numPr>
      <w:tabs>
        <w:tab w:val="left" w:pos="360"/>
      </w:tabs>
      <w:suppressAutoHyphens/>
      <w:spacing w:after="220" w:line="240" w:lineRule="auto"/>
      <w:jc w:val="both"/>
      <w:outlineLvl w:val="0"/>
    </w:pPr>
    <w:rPr>
      <w:rFonts w:ascii="Times New Roman Bold" w:hAnsi="Times New Roman Bold"/>
      <w:b/>
      <w:caps/>
      <w:kern w:val="28"/>
      <w:sz w:val="20"/>
      <w:szCs w:val="20"/>
    </w:rPr>
  </w:style>
  <w:style w:type="paragraph" w:styleId="Heading2">
    <w:name w:val="heading 2"/>
    <w:basedOn w:val="Normal"/>
    <w:next w:val="ParaNum"/>
    <w:link w:val="Heading2Char1"/>
    <w:uiPriority w:val="99"/>
    <w:qFormat/>
    <w:rsid w:val="00085998"/>
    <w:pPr>
      <w:keepNext/>
      <w:widowControl w:val="0"/>
      <w:numPr>
        <w:ilvl w:val="1"/>
        <w:numId w:val="15"/>
      </w:numPr>
      <w:spacing w:after="220" w:line="240" w:lineRule="auto"/>
      <w:jc w:val="both"/>
      <w:outlineLvl w:val="1"/>
    </w:pPr>
    <w:rPr>
      <w:b/>
      <w:kern w:val="28"/>
      <w:sz w:val="20"/>
      <w:szCs w:val="20"/>
    </w:rPr>
  </w:style>
  <w:style w:type="paragraph" w:styleId="Heading3">
    <w:name w:val="heading 3"/>
    <w:basedOn w:val="Normal"/>
    <w:next w:val="ParaNum"/>
    <w:link w:val="Heading3Char"/>
    <w:uiPriority w:val="99"/>
    <w:qFormat/>
    <w:rsid w:val="00085998"/>
    <w:pPr>
      <w:keepNext/>
      <w:widowControl w:val="0"/>
      <w:numPr>
        <w:ilvl w:val="2"/>
        <w:numId w:val="15"/>
      </w:numPr>
      <w:tabs>
        <w:tab w:val="left" w:pos="1080"/>
      </w:tabs>
      <w:spacing w:after="220" w:line="240" w:lineRule="auto"/>
      <w:jc w:val="both"/>
      <w:outlineLvl w:val="2"/>
    </w:pPr>
    <w:rPr>
      <w:b/>
      <w:kern w:val="28"/>
      <w:sz w:val="20"/>
      <w:szCs w:val="20"/>
    </w:rPr>
  </w:style>
  <w:style w:type="paragraph" w:styleId="Heading4">
    <w:name w:val="heading 4"/>
    <w:basedOn w:val="Normal"/>
    <w:next w:val="ParaNum"/>
    <w:link w:val="Heading4Char"/>
    <w:uiPriority w:val="99"/>
    <w:qFormat/>
    <w:rsid w:val="00085998"/>
    <w:pPr>
      <w:keepNext/>
      <w:widowControl w:val="0"/>
      <w:numPr>
        <w:ilvl w:val="3"/>
        <w:numId w:val="15"/>
      </w:numPr>
      <w:tabs>
        <w:tab w:val="left" w:pos="1440"/>
      </w:tabs>
      <w:spacing w:after="220" w:line="240" w:lineRule="auto"/>
      <w:jc w:val="both"/>
      <w:outlineLvl w:val="3"/>
    </w:pPr>
    <w:rPr>
      <w:b/>
      <w:kern w:val="28"/>
      <w:sz w:val="20"/>
      <w:szCs w:val="20"/>
    </w:rPr>
  </w:style>
  <w:style w:type="paragraph" w:styleId="Heading5">
    <w:name w:val="heading 5"/>
    <w:basedOn w:val="Normal"/>
    <w:next w:val="ParaNum"/>
    <w:link w:val="Heading5Char"/>
    <w:uiPriority w:val="99"/>
    <w:qFormat/>
    <w:rsid w:val="00085998"/>
    <w:pPr>
      <w:keepNext/>
      <w:widowControl w:val="0"/>
      <w:numPr>
        <w:ilvl w:val="4"/>
        <w:numId w:val="15"/>
      </w:numPr>
      <w:tabs>
        <w:tab w:val="left" w:pos="1800"/>
      </w:tabs>
      <w:suppressAutoHyphens/>
      <w:spacing w:after="220" w:line="240" w:lineRule="auto"/>
      <w:jc w:val="both"/>
      <w:outlineLvl w:val="4"/>
    </w:pPr>
    <w:rPr>
      <w:b/>
      <w:kern w:val="28"/>
      <w:sz w:val="20"/>
      <w:szCs w:val="20"/>
    </w:rPr>
  </w:style>
  <w:style w:type="paragraph" w:styleId="Heading6">
    <w:name w:val="heading 6"/>
    <w:basedOn w:val="Normal"/>
    <w:next w:val="ParaNum"/>
    <w:link w:val="Heading6Char"/>
    <w:uiPriority w:val="99"/>
    <w:qFormat/>
    <w:rsid w:val="00085998"/>
    <w:pPr>
      <w:widowControl w:val="0"/>
      <w:numPr>
        <w:ilvl w:val="5"/>
        <w:numId w:val="15"/>
      </w:numPr>
      <w:tabs>
        <w:tab w:val="left" w:pos="2160"/>
      </w:tabs>
      <w:spacing w:after="220" w:line="240" w:lineRule="auto"/>
      <w:jc w:val="both"/>
      <w:outlineLvl w:val="5"/>
    </w:pPr>
    <w:rPr>
      <w:b/>
      <w:kern w:val="28"/>
      <w:sz w:val="20"/>
      <w:szCs w:val="20"/>
    </w:rPr>
  </w:style>
  <w:style w:type="paragraph" w:styleId="Heading7">
    <w:name w:val="heading 7"/>
    <w:basedOn w:val="Normal"/>
    <w:next w:val="ParaNum"/>
    <w:link w:val="Heading7Char"/>
    <w:uiPriority w:val="99"/>
    <w:qFormat/>
    <w:rsid w:val="00085998"/>
    <w:pPr>
      <w:widowControl w:val="0"/>
      <w:numPr>
        <w:ilvl w:val="6"/>
        <w:numId w:val="15"/>
      </w:numPr>
      <w:tabs>
        <w:tab w:val="left" w:pos="2520"/>
      </w:tabs>
      <w:spacing w:after="240" w:line="240" w:lineRule="auto"/>
      <w:jc w:val="both"/>
      <w:outlineLvl w:val="6"/>
    </w:pPr>
    <w:rPr>
      <w:b/>
      <w:kern w:val="28"/>
      <w:sz w:val="20"/>
      <w:szCs w:val="20"/>
    </w:rPr>
  </w:style>
  <w:style w:type="paragraph" w:styleId="Heading8">
    <w:name w:val="heading 8"/>
    <w:basedOn w:val="Normal"/>
    <w:next w:val="ParaNum"/>
    <w:link w:val="Heading8Char"/>
    <w:uiPriority w:val="99"/>
    <w:qFormat/>
    <w:rsid w:val="00085998"/>
    <w:pPr>
      <w:widowControl w:val="0"/>
      <w:numPr>
        <w:ilvl w:val="7"/>
        <w:numId w:val="15"/>
      </w:numPr>
      <w:tabs>
        <w:tab w:val="left" w:pos="2880"/>
      </w:tabs>
      <w:spacing w:after="240" w:line="240" w:lineRule="auto"/>
      <w:jc w:val="both"/>
      <w:outlineLvl w:val="7"/>
    </w:pPr>
    <w:rPr>
      <w:b/>
      <w:kern w:val="28"/>
      <w:sz w:val="20"/>
      <w:szCs w:val="20"/>
    </w:rPr>
  </w:style>
  <w:style w:type="paragraph" w:styleId="Heading9">
    <w:name w:val="heading 9"/>
    <w:basedOn w:val="Normal"/>
    <w:next w:val="ParaNum"/>
    <w:link w:val="Heading9Char"/>
    <w:uiPriority w:val="99"/>
    <w:qFormat/>
    <w:rsid w:val="00085998"/>
    <w:pPr>
      <w:widowControl w:val="0"/>
      <w:numPr>
        <w:ilvl w:val="8"/>
        <w:numId w:val="15"/>
      </w:numPr>
      <w:tabs>
        <w:tab w:val="left" w:pos="3240"/>
      </w:tabs>
      <w:spacing w:after="240" w:line="240" w:lineRule="auto"/>
      <w:jc w:val="both"/>
      <w:outlineLvl w:val="8"/>
    </w:pPr>
    <w:rPr>
      <w:b/>
      <w:kern w:val="28"/>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85998"/>
    <w:rPr>
      <w:rFonts w:ascii="Times New Roman Bold" w:hAnsi="Times New Roman Bold" w:cs="Times New Roman"/>
      <w:b/>
      <w:caps/>
      <w:snapToGrid w:val="0"/>
      <w:kern w:val="28"/>
      <w:sz w:val="20"/>
    </w:rPr>
  </w:style>
  <w:style w:type="character" w:customStyle="1" w:styleId="Heading2Char">
    <w:name w:val="Heading 2 Char"/>
    <w:basedOn w:val="DefaultParagraphFont"/>
    <w:link w:val="Heading2"/>
    <w:uiPriority w:val="99"/>
    <w:semiHidden/>
    <w:locked/>
    <w:rsid w:val="00085998"/>
    <w:rPr>
      <w:rFonts w:ascii="Calibri Light" w:hAnsi="Calibri Light" w:cs="Times New Roman"/>
      <w:color w:val="31479E"/>
      <w:sz w:val="26"/>
    </w:rPr>
  </w:style>
  <w:style w:type="character" w:customStyle="1" w:styleId="Heading3Char">
    <w:name w:val="Heading 3 Char"/>
    <w:basedOn w:val="DefaultParagraphFont"/>
    <w:link w:val="Heading3"/>
    <w:uiPriority w:val="99"/>
    <w:locked/>
    <w:rsid w:val="00085998"/>
    <w:rPr>
      <w:rFonts w:ascii="Times New Roman" w:hAnsi="Times New Roman" w:cs="Times New Roman"/>
      <w:b/>
      <w:snapToGrid w:val="0"/>
      <w:kern w:val="28"/>
      <w:sz w:val="20"/>
    </w:rPr>
  </w:style>
  <w:style w:type="character" w:customStyle="1" w:styleId="Heading4Char">
    <w:name w:val="Heading 4 Char"/>
    <w:basedOn w:val="DefaultParagraphFont"/>
    <w:link w:val="Heading4"/>
    <w:uiPriority w:val="99"/>
    <w:locked/>
    <w:rsid w:val="00085998"/>
    <w:rPr>
      <w:rFonts w:ascii="Times New Roman" w:hAnsi="Times New Roman" w:cs="Times New Roman"/>
      <w:b/>
      <w:snapToGrid w:val="0"/>
      <w:kern w:val="28"/>
      <w:sz w:val="20"/>
    </w:rPr>
  </w:style>
  <w:style w:type="character" w:customStyle="1" w:styleId="Heading5Char">
    <w:name w:val="Heading 5 Char"/>
    <w:basedOn w:val="DefaultParagraphFont"/>
    <w:link w:val="Heading5"/>
    <w:uiPriority w:val="99"/>
    <w:locked/>
    <w:rsid w:val="00085998"/>
    <w:rPr>
      <w:rFonts w:ascii="Times New Roman" w:hAnsi="Times New Roman" w:cs="Times New Roman"/>
      <w:b/>
      <w:snapToGrid w:val="0"/>
      <w:kern w:val="28"/>
      <w:sz w:val="20"/>
    </w:rPr>
  </w:style>
  <w:style w:type="character" w:customStyle="1" w:styleId="Heading6Char">
    <w:name w:val="Heading 6 Char"/>
    <w:basedOn w:val="DefaultParagraphFont"/>
    <w:link w:val="Heading6"/>
    <w:uiPriority w:val="99"/>
    <w:locked/>
    <w:rsid w:val="00085998"/>
    <w:rPr>
      <w:rFonts w:ascii="Times New Roman" w:hAnsi="Times New Roman" w:cs="Times New Roman"/>
      <w:b/>
      <w:snapToGrid w:val="0"/>
      <w:kern w:val="28"/>
      <w:sz w:val="20"/>
    </w:rPr>
  </w:style>
  <w:style w:type="character" w:customStyle="1" w:styleId="Heading7Char">
    <w:name w:val="Heading 7 Char"/>
    <w:basedOn w:val="DefaultParagraphFont"/>
    <w:link w:val="Heading7"/>
    <w:uiPriority w:val="99"/>
    <w:locked/>
    <w:rsid w:val="00085998"/>
    <w:rPr>
      <w:rFonts w:ascii="Times New Roman" w:hAnsi="Times New Roman" w:cs="Times New Roman"/>
      <w:b/>
      <w:snapToGrid w:val="0"/>
      <w:kern w:val="28"/>
      <w:sz w:val="20"/>
    </w:rPr>
  </w:style>
  <w:style w:type="character" w:customStyle="1" w:styleId="Heading8Char">
    <w:name w:val="Heading 8 Char"/>
    <w:basedOn w:val="DefaultParagraphFont"/>
    <w:link w:val="Heading8"/>
    <w:uiPriority w:val="99"/>
    <w:locked/>
    <w:rsid w:val="00085998"/>
    <w:rPr>
      <w:rFonts w:ascii="Times New Roman" w:hAnsi="Times New Roman" w:cs="Times New Roman"/>
      <w:b/>
      <w:snapToGrid w:val="0"/>
      <w:kern w:val="28"/>
      <w:sz w:val="20"/>
    </w:rPr>
  </w:style>
  <w:style w:type="character" w:customStyle="1" w:styleId="Heading9Char">
    <w:name w:val="Heading 9 Char"/>
    <w:basedOn w:val="DefaultParagraphFont"/>
    <w:link w:val="Heading9"/>
    <w:uiPriority w:val="99"/>
    <w:locked/>
    <w:rsid w:val="00085998"/>
    <w:rPr>
      <w:rFonts w:ascii="Times New Roman" w:hAnsi="Times New Roman" w:cs="Times New Roman"/>
      <w:b/>
      <w:snapToGrid w:val="0"/>
      <w:kern w:val="28"/>
      <w:sz w:val="20"/>
    </w:rPr>
  </w:style>
  <w:style w:type="paragraph" w:styleId="BalloonText">
    <w:name w:val="Balloon Text"/>
    <w:basedOn w:val="Normal"/>
    <w:link w:val="BalloonTextChar"/>
    <w:uiPriority w:val="99"/>
    <w:semiHidden/>
    <w:rsid w:val="00235C28"/>
    <w:pPr>
      <w:spacing w:line="240" w:lineRule="auto"/>
    </w:pPr>
    <w:rPr>
      <w:rFonts w:ascii="Segoe UI" w:hAnsi="Segoe UI"/>
      <w:color w:val="000000"/>
      <w:sz w:val="18"/>
      <w:szCs w:val="18"/>
    </w:rPr>
  </w:style>
  <w:style w:type="character" w:customStyle="1" w:styleId="BalloonTextChar">
    <w:name w:val="Balloon Text Char"/>
    <w:basedOn w:val="DefaultParagraphFont"/>
    <w:link w:val="BalloonText"/>
    <w:uiPriority w:val="99"/>
    <w:semiHidden/>
    <w:locked/>
    <w:rsid w:val="00235C28"/>
    <w:rPr>
      <w:rFonts w:ascii="Segoe UI" w:hAnsi="Segoe UI" w:cs="Times New Roman"/>
      <w:color w:val="000000"/>
      <w:sz w:val="18"/>
    </w:rPr>
  </w:style>
  <w:style w:type="paragraph" w:customStyle="1" w:styleId="ParaNum">
    <w:name w:val="ParaNum"/>
    <w:basedOn w:val="Normal"/>
    <w:link w:val="ParaNumChar"/>
    <w:uiPriority w:val="99"/>
    <w:rsid w:val="00021380"/>
    <w:pPr>
      <w:numPr>
        <w:numId w:val="2"/>
      </w:numPr>
      <w:tabs>
        <w:tab w:val="left" w:pos="1440"/>
      </w:tabs>
      <w:spacing w:after="220" w:line="240" w:lineRule="auto"/>
      <w:jc w:val="both"/>
    </w:pPr>
    <w:rPr>
      <w:rFonts w:eastAsia="Times New Roman"/>
      <w:sz w:val="20"/>
      <w:szCs w:val="20"/>
    </w:rPr>
  </w:style>
  <w:style w:type="character" w:customStyle="1" w:styleId="Heading2Char1">
    <w:name w:val="Heading 2 Char1"/>
    <w:link w:val="Heading2"/>
    <w:uiPriority w:val="99"/>
    <w:locked/>
    <w:rsid w:val="00085998"/>
    <w:rPr>
      <w:rFonts w:ascii="Times New Roman" w:hAnsi="Times New Roman"/>
      <w:b/>
      <w:snapToGrid w:val="0"/>
      <w:kern w:val="28"/>
      <w:sz w:val="20"/>
    </w:rPr>
  </w:style>
  <w:style w:type="character" w:styleId="FootnoteReference">
    <w:name w:val="footnote reference"/>
    <w:aliases w:val="Style 12,(NECG) Footnote Reference,o,fr,Style 3,Appel note de bas de p,Style 124,Style 13,FR,Style 17,Style 6,Footnote Reference/,Style 4,Style 7,Footnote Reference1"/>
    <w:basedOn w:val="DefaultParagraphFont"/>
    <w:uiPriority w:val="99"/>
    <w:rsid w:val="006728DB"/>
    <w:rPr>
      <w:rFonts w:cs="Times New Roman"/>
      <w:vertAlign w:val="superscript"/>
    </w:rPr>
  </w:style>
  <w:style w:type="paragraph" w:styleId="Footer">
    <w:name w:val="footer"/>
    <w:basedOn w:val="Normal"/>
    <w:link w:val="FooterChar"/>
    <w:uiPriority w:val="99"/>
    <w:rsid w:val="006728DB"/>
    <w:pPr>
      <w:tabs>
        <w:tab w:val="center" w:pos="4680"/>
        <w:tab w:val="right" w:pos="9360"/>
      </w:tabs>
      <w:spacing w:line="240" w:lineRule="auto"/>
    </w:pPr>
    <w:rPr>
      <w:rFonts w:ascii="Arial" w:hAnsi="Arial"/>
      <w:color w:val="000000"/>
      <w:sz w:val="20"/>
      <w:szCs w:val="20"/>
    </w:rPr>
  </w:style>
  <w:style w:type="character" w:customStyle="1" w:styleId="FooterChar">
    <w:name w:val="Footer Char"/>
    <w:basedOn w:val="DefaultParagraphFont"/>
    <w:link w:val="Footer"/>
    <w:uiPriority w:val="99"/>
    <w:locked/>
    <w:rsid w:val="006728DB"/>
    <w:rPr>
      <w:rFonts w:ascii="Arial" w:hAnsi="Arial" w:cs="Times New Roman"/>
      <w:color w:val="000000"/>
    </w:rPr>
  </w:style>
  <w:style w:type="character" w:styleId="Hyperlink">
    <w:name w:val="Hyperlink"/>
    <w:basedOn w:val="DefaultParagraphFont"/>
    <w:uiPriority w:val="99"/>
    <w:rsid w:val="00BB3754"/>
    <w:rPr>
      <w:rFonts w:ascii="Times New Roman" w:hAnsi="Times New Roman" w:cs="Times New Roman"/>
      <w:b/>
      <w:color w:val="31479E"/>
      <w:sz w:val="24"/>
      <w:u w:val="single"/>
    </w:rPr>
  </w:style>
  <w:style w:type="table" w:styleId="TableGrid">
    <w:name w:val="Table Grid"/>
    <w:basedOn w:val="TableNormal"/>
    <w:uiPriority w:val="99"/>
    <w:rsid w:val="00F04B2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B64A0F"/>
    <w:pPr>
      <w:tabs>
        <w:tab w:val="center" w:pos="4680"/>
        <w:tab w:val="right" w:pos="9360"/>
      </w:tabs>
      <w:spacing w:line="240" w:lineRule="auto"/>
    </w:pPr>
    <w:rPr>
      <w:rFonts w:ascii="Arial" w:hAnsi="Arial"/>
      <w:color w:val="000000"/>
      <w:sz w:val="20"/>
      <w:szCs w:val="20"/>
    </w:rPr>
  </w:style>
  <w:style w:type="character" w:customStyle="1" w:styleId="HeaderChar">
    <w:name w:val="Header Char"/>
    <w:basedOn w:val="DefaultParagraphFont"/>
    <w:link w:val="Header"/>
    <w:uiPriority w:val="99"/>
    <w:locked/>
    <w:rsid w:val="00B64A0F"/>
    <w:rPr>
      <w:rFonts w:ascii="Arial" w:hAnsi="Arial" w:cs="Times New Roman"/>
      <w:color w:val="000000"/>
    </w:rPr>
  </w:style>
  <w:style w:type="paragraph" w:styleId="FootnoteText">
    <w:name w:val="footnote text"/>
    <w:aliases w:val="Footnote Text Char1,Footnote Text Char Char,Footnote Text Char1 Char Char1,Footnote Text Char Char Char Char1,Footnote Text Char3 Char Char Char Char1,Footnote Text Char Char Char Char1 Char Char,Footnote Text Char1 Char,fn,f,FOOTNOTE"/>
    <w:basedOn w:val="Normal"/>
    <w:link w:val="FootnoteTextChar3"/>
    <w:uiPriority w:val="99"/>
    <w:rsid w:val="00DC2B1C"/>
    <w:pPr>
      <w:spacing w:line="240" w:lineRule="auto"/>
    </w:pPr>
    <w:rPr>
      <w:rFonts w:ascii="Calibri" w:hAnsi="Calibri"/>
      <w:sz w:val="20"/>
      <w:szCs w:val="20"/>
    </w:rPr>
  </w:style>
  <w:style w:type="character" w:customStyle="1" w:styleId="FootnoteTextChar">
    <w:name w:val="Footnote Text Char"/>
    <w:aliases w:val="Footnote Text Char1 Char1,Footnote Text Char Char Char,Footnote Text Char1 Char Char1 Char,Footnote Text Char Char Char Char1 Char,Footnote Text Char3 Char Char Char Char1 Char,Footnote Text Char Char Char Char1 Char Char Char,fn Char"/>
    <w:basedOn w:val="DefaultParagraphFont"/>
    <w:link w:val="FootnoteText"/>
    <w:uiPriority w:val="99"/>
    <w:semiHidden/>
    <w:rsid w:val="008A2F95"/>
    <w:rPr>
      <w:sz w:val="20"/>
      <w:szCs w:val="20"/>
    </w:rPr>
  </w:style>
  <w:style w:type="character" w:customStyle="1" w:styleId="FootnoteTextChar10">
    <w:name w:val="Footnote Text Char10"/>
    <w:aliases w:val="Footnote Text Char1 Char16,Footnote Text Char Char Char7,Footnote Text Char1 Char Char1 Char7,Footnote Text Char Char Char Char1 Char7,Footnote Text Char3 Char Char Char Char1 Char7,Footnote Text Char Char Char Char1 Char Char Char7"/>
    <w:basedOn w:val="DefaultParagraphFont"/>
    <w:link w:val="FootnoteText"/>
    <w:uiPriority w:val="99"/>
    <w:semiHidden/>
    <w:locked/>
    <w:rPr>
      <w:rFonts w:cs="Times New Roman"/>
      <w:sz w:val="20"/>
      <w:szCs w:val="20"/>
    </w:rPr>
  </w:style>
  <w:style w:type="character" w:customStyle="1" w:styleId="FootnoteTextChar9">
    <w:name w:val="Footnote Text Char9"/>
    <w:aliases w:val="Footnote Text Char1 Char15,Footnote Text Char Char Char6,Footnote Text Char1 Char Char1 Char6,Footnote Text Char Char Char Char1 Char6,Footnote Text Char3 Char Char Char Char1 Char6,Footnote Text Char Char Char Char1 Char Char Char6"/>
    <w:basedOn w:val="DefaultParagraphFont"/>
    <w:link w:val="FootnoteText"/>
    <w:uiPriority w:val="99"/>
    <w:semiHidden/>
    <w:locked/>
    <w:rsid w:val="000D044A"/>
    <w:rPr>
      <w:rFonts w:cs="Times New Roman"/>
      <w:sz w:val="20"/>
      <w:szCs w:val="20"/>
    </w:rPr>
  </w:style>
  <w:style w:type="character" w:customStyle="1" w:styleId="FootnoteTextChar8">
    <w:name w:val="Footnote Text Char8"/>
    <w:aliases w:val="Footnote Text Char1 Char14,Footnote Text Char Char Char5,Footnote Text Char1 Char Char1 Char5,Footnote Text Char Char Char Char1 Char5,Footnote Text Char3 Char Char Char Char1 Char5,Footnote Text Char Char Char Char1 Char Char Char5"/>
    <w:uiPriority w:val="99"/>
    <w:semiHidden/>
    <w:rsid w:val="004F6427"/>
    <w:rPr>
      <w:sz w:val="20"/>
    </w:rPr>
  </w:style>
  <w:style w:type="character" w:customStyle="1" w:styleId="FootnoteTextChar7">
    <w:name w:val="Footnote Text Char7"/>
    <w:aliases w:val="Footnote Text Char1 Char13,Footnote Text Char Char Char4,Footnote Text Char1 Char Char1 Char4,Footnote Text Char Char Char Char1 Char4,Footnote Text Char3 Char Char Char Char1 Char4,Footnote Text Char Char Char Char1 Char Char Char4"/>
    <w:uiPriority w:val="99"/>
    <w:semiHidden/>
    <w:rsid w:val="004E7AA8"/>
    <w:rPr>
      <w:sz w:val="20"/>
    </w:rPr>
  </w:style>
  <w:style w:type="character" w:customStyle="1" w:styleId="FootnoteTextChar6">
    <w:name w:val="Footnote Text Char6"/>
    <w:aliases w:val="Footnote Text Char1 Char12,Footnote Text Char Char Char3,Footnote Text Char1 Char Char1 Char3,Footnote Text Char Char Char Char1 Char3,Footnote Text Char3 Char Char Char Char1 Char3,Footnote Text Char Char Char Char1 Char Char Char3"/>
    <w:uiPriority w:val="99"/>
    <w:semiHidden/>
    <w:locked/>
    <w:rsid w:val="00AD1954"/>
    <w:rPr>
      <w:sz w:val="20"/>
    </w:rPr>
  </w:style>
  <w:style w:type="character" w:customStyle="1" w:styleId="FootnoteTextChar4">
    <w:name w:val="Footnote Text Char4"/>
    <w:aliases w:val="Footnote Text Char1 Char11,Footnote Text Char Char Char2,Footnote Text Char1 Char Char1 Char2,Footnote Text Char Char Char Char1 Char2,Footnote Text Char3 Char Char Char Char1 Char2,Footnote Text Char Char Char Char1 Char Char Char2"/>
    <w:uiPriority w:val="99"/>
    <w:rsid w:val="00D8601A"/>
    <w:rPr>
      <w:sz w:val="20"/>
    </w:rPr>
  </w:style>
  <w:style w:type="character" w:customStyle="1" w:styleId="FootnoteTextChar3">
    <w:name w:val="Footnote Text Char3"/>
    <w:aliases w:val="Footnote Text Char1 Char2,Footnote Text Char Char Char1,Footnote Text Char1 Char Char1 Char1,Footnote Text Char Char Char Char1 Char1,Footnote Text Char3 Char Char Char Char1 Char1,Footnote Text Char Char Char Char1 Char Char Char1"/>
    <w:link w:val="FootnoteText"/>
    <w:uiPriority w:val="99"/>
    <w:locked/>
    <w:rsid w:val="00DC2B1C"/>
    <w:rPr>
      <w:rFonts w:ascii="Calibri" w:hAnsi="Calibri"/>
      <w:sz w:val="20"/>
    </w:rPr>
  </w:style>
  <w:style w:type="character" w:customStyle="1" w:styleId="apple-converted-space">
    <w:name w:val="apple-converted-space"/>
    <w:uiPriority w:val="99"/>
    <w:rsid w:val="000E1501"/>
  </w:style>
  <w:style w:type="character" w:styleId="Strong">
    <w:name w:val="Strong"/>
    <w:basedOn w:val="DefaultParagraphFont"/>
    <w:uiPriority w:val="99"/>
    <w:qFormat/>
    <w:rsid w:val="00887387"/>
    <w:rPr>
      <w:rFonts w:cs="Times New Roman"/>
      <w:b/>
    </w:rPr>
  </w:style>
  <w:style w:type="character" w:styleId="FollowedHyperlink">
    <w:name w:val="FollowedHyperlink"/>
    <w:basedOn w:val="DefaultParagraphFont"/>
    <w:uiPriority w:val="99"/>
    <w:rsid w:val="00480CFB"/>
    <w:rPr>
      <w:rFonts w:ascii="Times New Roman" w:hAnsi="Times New Roman" w:cs="Times New Roman"/>
      <w:b/>
      <w:color w:val="31479E"/>
      <w:sz w:val="18"/>
      <w:u w:val="single"/>
    </w:rPr>
  </w:style>
  <w:style w:type="character" w:customStyle="1" w:styleId="hit">
    <w:name w:val="hit"/>
    <w:uiPriority w:val="99"/>
    <w:rsid w:val="0064708C"/>
  </w:style>
  <w:style w:type="character" w:customStyle="1" w:styleId="FootnoteTextChar5">
    <w:name w:val="Footnote Text Char5"/>
    <w:aliases w:val="Footnote Text Char Char3,Footnote Text Char2 Char Char3,Footnote Text Char Char3 Char1 Char,Footnote Text Char2 Char Char3 Char Char,Footnote Text Char Char3 Char Char Char Char,Footnote Text Char2 Char Char3 Char Char Char Char1"/>
    <w:uiPriority w:val="99"/>
    <w:rsid w:val="00085998"/>
    <w:rPr>
      <w:lang w:val="en-US" w:eastAsia="en-US"/>
    </w:rPr>
  </w:style>
  <w:style w:type="paragraph" w:styleId="NormalWeb">
    <w:name w:val="Normal (Web)"/>
    <w:basedOn w:val="Normal"/>
    <w:uiPriority w:val="99"/>
    <w:rsid w:val="00392004"/>
    <w:pPr>
      <w:spacing w:before="100" w:beforeAutospacing="1" w:after="100" w:afterAutospacing="1" w:line="240" w:lineRule="auto"/>
    </w:pPr>
    <w:rPr>
      <w:rFonts w:eastAsia="Times New Roman"/>
    </w:rPr>
  </w:style>
  <w:style w:type="paragraph" w:customStyle="1" w:styleId="loose">
    <w:name w:val="loose"/>
    <w:basedOn w:val="Normal"/>
    <w:uiPriority w:val="99"/>
    <w:rsid w:val="000A259E"/>
    <w:pPr>
      <w:spacing w:before="100" w:beforeAutospacing="1" w:after="100" w:afterAutospacing="1" w:line="240" w:lineRule="auto"/>
    </w:pPr>
    <w:rPr>
      <w:rFonts w:eastAsia="Times New Roman"/>
    </w:rPr>
  </w:style>
  <w:style w:type="character" w:customStyle="1" w:styleId="italic">
    <w:name w:val="italic"/>
    <w:uiPriority w:val="99"/>
    <w:rsid w:val="000A259E"/>
  </w:style>
  <w:style w:type="paragraph" w:styleId="BodyText2">
    <w:name w:val="Body Text 2"/>
    <w:basedOn w:val="Normal"/>
    <w:link w:val="BodyText2Char"/>
    <w:uiPriority w:val="99"/>
    <w:rsid w:val="00AD61D1"/>
    <w:pPr>
      <w:spacing w:line="240" w:lineRule="auto"/>
    </w:pPr>
    <w:rPr>
      <w:rFonts w:eastAsia="Times New Roman"/>
      <w:sz w:val="22"/>
      <w:szCs w:val="20"/>
    </w:rPr>
  </w:style>
  <w:style w:type="character" w:customStyle="1" w:styleId="BodyText2Char">
    <w:name w:val="Body Text 2 Char"/>
    <w:basedOn w:val="DefaultParagraphFont"/>
    <w:link w:val="BodyText2"/>
    <w:uiPriority w:val="99"/>
    <w:locked/>
    <w:rsid w:val="00AD61D1"/>
    <w:rPr>
      <w:rFonts w:eastAsia="Times New Roman" w:cs="Times New Roman"/>
      <w:sz w:val="22"/>
    </w:rPr>
  </w:style>
  <w:style w:type="paragraph" w:styleId="BodyText">
    <w:name w:val="Body Text"/>
    <w:basedOn w:val="Normal"/>
    <w:link w:val="BodyTextChar"/>
    <w:uiPriority w:val="99"/>
    <w:rsid w:val="00C1085F"/>
    <w:pPr>
      <w:spacing w:after="120"/>
    </w:pPr>
    <w:rPr>
      <w:sz w:val="20"/>
      <w:szCs w:val="20"/>
    </w:rPr>
  </w:style>
  <w:style w:type="character" w:customStyle="1" w:styleId="BodyTextChar">
    <w:name w:val="Body Text Char"/>
    <w:basedOn w:val="DefaultParagraphFont"/>
    <w:link w:val="BodyText"/>
    <w:uiPriority w:val="99"/>
    <w:semiHidden/>
    <w:locked/>
    <w:rsid w:val="00C1085F"/>
    <w:rPr>
      <w:rFonts w:cs="Times New Roman"/>
    </w:rPr>
  </w:style>
  <w:style w:type="paragraph" w:styleId="BodyTextFirstIndent">
    <w:name w:val="Body Text First Indent"/>
    <w:basedOn w:val="BodyText"/>
    <w:link w:val="BodyTextFirstIndentChar"/>
    <w:uiPriority w:val="99"/>
    <w:semiHidden/>
    <w:rsid w:val="00C1085F"/>
    <w:pPr>
      <w:spacing w:after="0"/>
      <w:ind w:firstLine="360"/>
    </w:pPr>
  </w:style>
  <w:style w:type="character" w:customStyle="1" w:styleId="BodyTextFirstIndentChar">
    <w:name w:val="Body Text First Indent Char"/>
    <w:basedOn w:val="BodyTextChar"/>
    <w:link w:val="BodyTextFirstIndent"/>
    <w:uiPriority w:val="99"/>
    <w:semiHidden/>
    <w:locked/>
    <w:rsid w:val="00C1085F"/>
  </w:style>
  <w:style w:type="paragraph" w:styleId="BlockText">
    <w:name w:val="Block Text"/>
    <w:basedOn w:val="Normal"/>
    <w:uiPriority w:val="99"/>
    <w:rsid w:val="00C1085F"/>
    <w:pPr>
      <w:shd w:val="clear" w:color="auto" w:fill="FFFFFF"/>
      <w:spacing w:line="240" w:lineRule="auto"/>
      <w:ind w:left="636" w:right="96"/>
    </w:pPr>
    <w:rPr>
      <w:rFonts w:eastAsia="Times New Roman"/>
      <w:color w:val="000000"/>
      <w:sz w:val="20"/>
      <w:szCs w:val="20"/>
      <w:shd w:val="clear" w:color="auto" w:fill="FFFFFF"/>
    </w:rPr>
  </w:style>
  <w:style w:type="character" w:customStyle="1" w:styleId="documentbody1">
    <w:name w:val="documentbody1"/>
    <w:uiPriority w:val="99"/>
    <w:rsid w:val="00B20AB1"/>
    <w:rPr>
      <w:rFonts w:ascii="Verdana" w:hAnsi="Verdana"/>
      <w:sz w:val="19"/>
    </w:rPr>
  </w:style>
  <w:style w:type="character" w:customStyle="1" w:styleId="Mention1">
    <w:name w:val="Mention1"/>
    <w:uiPriority w:val="99"/>
    <w:semiHidden/>
    <w:rsid w:val="002877F6"/>
    <w:rPr>
      <w:color w:val="2B579A"/>
      <w:shd w:val="clear" w:color="auto" w:fill="E6E6E6"/>
    </w:rPr>
  </w:style>
  <w:style w:type="character" w:styleId="PlaceholderText">
    <w:name w:val="Placeholder Text"/>
    <w:basedOn w:val="DefaultParagraphFont"/>
    <w:uiPriority w:val="99"/>
    <w:semiHidden/>
    <w:rsid w:val="00886129"/>
    <w:rPr>
      <w:rFonts w:cs="Times New Roman"/>
      <w:color w:val="808080"/>
    </w:rPr>
  </w:style>
  <w:style w:type="character" w:customStyle="1" w:styleId="FootnoteTextChar2">
    <w:name w:val="Footnote Text Char2"/>
    <w:aliases w:val="Footnote Text Char1 Char Char,Footnote Text Char Char1 Char Char,Footnote Text Char2 Char1 Char Char Char,Footnote Text Char Char1 Char Char Char1 Char,Footnote Text Char1 Char Char Char1 Char Char Char,f Char"/>
    <w:uiPriority w:val="99"/>
    <w:rsid w:val="00EC7AE0"/>
    <w:rPr>
      <w:lang w:val="en-US" w:eastAsia="en-US"/>
    </w:rPr>
  </w:style>
  <w:style w:type="character" w:customStyle="1" w:styleId="Mention2">
    <w:name w:val="Mention2"/>
    <w:uiPriority w:val="99"/>
    <w:semiHidden/>
    <w:rsid w:val="00081EBB"/>
    <w:rPr>
      <w:color w:val="2B579A"/>
      <w:shd w:val="clear" w:color="auto" w:fill="E6E6E6"/>
    </w:rPr>
  </w:style>
  <w:style w:type="character" w:styleId="Emphasis">
    <w:name w:val="Emphasis"/>
    <w:basedOn w:val="DefaultParagraphFont"/>
    <w:uiPriority w:val="99"/>
    <w:qFormat/>
    <w:locked/>
    <w:rsid w:val="005017A5"/>
    <w:rPr>
      <w:rFonts w:cs="Times New Roman"/>
      <w:i/>
    </w:rPr>
  </w:style>
  <w:style w:type="paragraph" w:styleId="NoSpacing">
    <w:name w:val="No Spacing"/>
    <w:link w:val="NoSpacingChar"/>
    <w:uiPriority w:val="99"/>
    <w:qFormat/>
    <w:rsid w:val="008A5425"/>
    <w:rPr>
      <w:sz w:val="24"/>
      <w:szCs w:val="24"/>
    </w:rPr>
  </w:style>
  <w:style w:type="character" w:customStyle="1" w:styleId="ParaNumChar">
    <w:name w:val="ParaNum Char"/>
    <w:link w:val="ParaNum"/>
    <w:uiPriority w:val="99"/>
    <w:locked/>
    <w:rsid w:val="00C030A5"/>
    <w:rPr>
      <w:rFonts w:eastAsia="Times New Roman"/>
      <w:sz w:val="20"/>
    </w:rPr>
  </w:style>
  <w:style w:type="character" w:customStyle="1" w:styleId="UnresolvedMention1">
    <w:name w:val="Unresolved Mention1"/>
    <w:uiPriority w:val="99"/>
    <w:semiHidden/>
    <w:rsid w:val="0048002A"/>
    <w:rPr>
      <w:color w:val="808080"/>
      <w:shd w:val="clear" w:color="auto" w:fill="E6E6E6"/>
    </w:rPr>
  </w:style>
  <w:style w:type="character" w:customStyle="1" w:styleId="UnresolvedMention2">
    <w:name w:val="Unresolved Mention2"/>
    <w:uiPriority w:val="99"/>
    <w:semiHidden/>
    <w:rsid w:val="002D2520"/>
    <w:rPr>
      <w:color w:val="808080"/>
      <w:shd w:val="clear" w:color="auto" w:fill="E6E6E6"/>
    </w:rPr>
  </w:style>
  <w:style w:type="paragraph" w:styleId="DocumentMap">
    <w:name w:val="Document Map"/>
    <w:basedOn w:val="Normal"/>
    <w:link w:val="DocumentMapChar"/>
    <w:uiPriority w:val="99"/>
    <w:semiHidden/>
    <w:locked/>
    <w:rsid w:val="00380C85"/>
    <w:pPr>
      <w:shd w:val="clear" w:color="auto" w:fill="000080"/>
    </w:pPr>
    <w:rPr>
      <w:sz w:val="2"/>
    </w:rPr>
  </w:style>
  <w:style w:type="character" w:customStyle="1" w:styleId="DocumentMapChar">
    <w:name w:val="Document Map Char"/>
    <w:basedOn w:val="DefaultParagraphFont"/>
    <w:link w:val="DocumentMap"/>
    <w:uiPriority w:val="99"/>
    <w:semiHidden/>
    <w:locked/>
    <w:rsid w:val="004F6427"/>
    <w:rPr>
      <w:rFonts w:cs="Times New Roman"/>
      <w:sz w:val="2"/>
    </w:rPr>
  </w:style>
  <w:style w:type="character" w:customStyle="1" w:styleId="UnresolvedMention">
    <w:name w:val="Unresolved Mention"/>
    <w:basedOn w:val="DefaultParagraphFont"/>
    <w:uiPriority w:val="99"/>
    <w:semiHidden/>
    <w:rsid w:val="00BB3754"/>
    <w:rPr>
      <w:rFonts w:cs="Times New Roman"/>
      <w:color w:val="808080"/>
      <w:shd w:val="clear" w:color="auto" w:fill="E6E6E6"/>
    </w:rPr>
  </w:style>
  <w:style w:type="character" w:customStyle="1" w:styleId="NoSpacingChar">
    <w:name w:val="No Spacing Char"/>
    <w:basedOn w:val="DefaultParagraphFont"/>
    <w:link w:val="NoSpacing"/>
    <w:uiPriority w:val="99"/>
    <w:locked/>
    <w:rsid w:val="001323EE"/>
    <w:rPr>
      <w:rFonts w:cs="Times New Roman"/>
      <w:sz w:val="24"/>
      <w:szCs w:val="24"/>
      <w:lang w:val="en-US" w:eastAsia="en-US" w:bidi="ar-SA"/>
    </w:rPr>
  </w:style>
  <w:style w:type="paragraph" w:styleId="ListParagraph">
    <w:name w:val="List Paragraph"/>
    <w:basedOn w:val="Normal"/>
    <w:uiPriority w:val="99"/>
    <w:qFormat/>
    <w:rsid w:val="00F659CE"/>
    <w:pPr>
      <w:ind w:left="720"/>
      <w:contextualSpacing/>
    </w:pPr>
  </w:style>
</w:styles>
</file>

<file path=word/webSettings.xml><?xml version="1.0" encoding="utf-8"?>
<w:webSettings xmlns:r="http://schemas.openxmlformats.org/officeDocument/2006/relationships" xmlns:w="http://schemas.openxmlformats.org/wordprocessingml/2006/main">
  <w:divs>
    <w:div w:id="349332826">
      <w:marLeft w:val="0"/>
      <w:marRight w:val="0"/>
      <w:marTop w:val="0"/>
      <w:marBottom w:val="0"/>
      <w:divBdr>
        <w:top w:val="none" w:sz="0" w:space="0" w:color="auto"/>
        <w:left w:val="none" w:sz="0" w:space="0" w:color="auto"/>
        <w:bottom w:val="none" w:sz="0" w:space="0" w:color="auto"/>
        <w:right w:val="none" w:sz="0" w:space="0" w:color="auto"/>
      </w:divBdr>
    </w:div>
    <w:div w:id="349332864">
      <w:marLeft w:val="0"/>
      <w:marRight w:val="0"/>
      <w:marTop w:val="0"/>
      <w:marBottom w:val="0"/>
      <w:divBdr>
        <w:top w:val="none" w:sz="0" w:space="0" w:color="auto"/>
        <w:left w:val="none" w:sz="0" w:space="0" w:color="auto"/>
        <w:bottom w:val="none" w:sz="0" w:space="0" w:color="auto"/>
        <w:right w:val="none" w:sz="0" w:space="0" w:color="auto"/>
      </w:divBdr>
    </w:div>
    <w:div w:id="349332881">
      <w:marLeft w:val="0"/>
      <w:marRight w:val="0"/>
      <w:marTop w:val="0"/>
      <w:marBottom w:val="0"/>
      <w:divBdr>
        <w:top w:val="none" w:sz="0" w:space="0" w:color="auto"/>
        <w:left w:val="none" w:sz="0" w:space="0" w:color="auto"/>
        <w:bottom w:val="none" w:sz="0" w:space="0" w:color="auto"/>
        <w:right w:val="none" w:sz="0" w:space="0" w:color="auto"/>
      </w:divBdr>
      <w:divsChild>
        <w:div w:id="349332833">
          <w:marLeft w:val="0"/>
          <w:marRight w:val="0"/>
          <w:marTop w:val="0"/>
          <w:marBottom w:val="0"/>
          <w:divBdr>
            <w:top w:val="none" w:sz="0" w:space="0" w:color="auto"/>
            <w:left w:val="none" w:sz="0" w:space="0" w:color="auto"/>
            <w:bottom w:val="none" w:sz="0" w:space="0" w:color="auto"/>
            <w:right w:val="none" w:sz="0" w:space="0" w:color="auto"/>
          </w:divBdr>
        </w:div>
        <w:div w:id="349332841">
          <w:marLeft w:val="0"/>
          <w:marRight w:val="0"/>
          <w:marTop w:val="0"/>
          <w:marBottom w:val="0"/>
          <w:divBdr>
            <w:top w:val="none" w:sz="0" w:space="0" w:color="auto"/>
            <w:left w:val="none" w:sz="0" w:space="0" w:color="auto"/>
            <w:bottom w:val="none" w:sz="0" w:space="0" w:color="auto"/>
            <w:right w:val="none" w:sz="0" w:space="0" w:color="auto"/>
          </w:divBdr>
        </w:div>
        <w:div w:id="349332844">
          <w:marLeft w:val="0"/>
          <w:marRight w:val="0"/>
          <w:marTop w:val="0"/>
          <w:marBottom w:val="0"/>
          <w:divBdr>
            <w:top w:val="none" w:sz="0" w:space="0" w:color="auto"/>
            <w:left w:val="none" w:sz="0" w:space="0" w:color="auto"/>
            <w:bottom w:val="none" w:sz="0" w:space="0" w:color="auto"/>
            <w:right w:val="none" w:sz="0" w:space="0" w:color="auto"/>
          </w:divBdr>
        </w:div>
        <w:div w:id="349332848">
          <w:marLeft w:val="0"/>
          <w:marRight w:val="0"/>
          <w:marTop w:val="0"/>
          <w:marBottom w:val="0"/>
          <w:divBdr>
            <w:top w:val="none" w:sz="0" w:space="0" w:color="auto"/>
            <w:left w:val="none" w:sz="0" w:space="0" w:color="auto"/>
            <w:bottom w:val="none" w:sz="0" w:space="0" w:color="auto"/>
            <w:right w:val="none" w:sz="0" w:space="0" w:color="auto"/>
          </w:divBdr>
        </w:div>
        <w:div w:id="349332868">
          <w:marLeft w:val="0"/>
          <w:marRight w:val="0"/>
          <w:marTop w:val="0"/>
          <w:marBottom w:val="0"/>
          <w:divBdr>
            <w:top w:val="none" w:sz="0" w:space="0" w:color="auto"/>
            <w:left w:val="none" w:sz="0" w:space="0" w:color="auto"/>
            <w:bottom w:val="none" w:sz="0" w:space="0" w:color="auto"/>
            <w:right w:val="none" w:sz="0" w:space="0" w:color="auto"/>
          </w:divBdr>
        </w:div>
        <w:div w:id="349332871">
          <w:marLeft w:val="0"/>
          <w:marRight w:val="0"/>
          <w:marTop w:val="0"/>
          <w:marBottom w:val="0"/>
          <w:divBdr>
            <w:top w:val="none" w:sz="0" w:space="0" w:color="auto"/>
            <w:left w:val="none" w:sz="0" w:space="0" w:color="auto"/>
            <w:bottom w:val="none" w:sz="0" w:space="0" w:color="auto"/>
            <w:right w:val="none" w:sz="0" w:space="0" w:color="auto"/>
          </w:divBdr>
        </w:div>
        <w:div w:id="349332884">
          <w:marLeft w:val="0"/>
          <w:marRight w:val="0"/>
          <w:marTop w:val="0"/>
          <w:marBottom w:val="0"/>
          <w:divBdr>
            <w:top w:val="none" w:sz="0" w:space="0" w:color="auto"/>
            <w:left w:val="none" w:sz="0" w:space="0" w:color="auto"/>
            <w:bottom w:val="none" w:sz="0" w:space="0" w:color="auto"/>
            <w:right w:val="none" w:sz="0" w:space="0" w:color="auto"/>
          </w:divBdr>
        </w:div>
        <w:div w:id="349332897">
          <w:marLeft w:val="0"/>
          <w:marRight w:val="0"/>
          <w:marTop w:val="0"/>
          <w:marBottom w:val="0"/>
          <w:divBdr>
            <w:top w:val="none" w:sz="0" w:space="0" w:color="auto"/>
            <w:left w:val="none" w:sz="0" w:space="0" w:color="auto"/>
            <w:bottom w:val="none" w:sz="0" w:space="0" w:color="auto"/>
            <w:right w:val="none" w:sz="0" w:space="0" w:color="auto"/>
          </w:divBdr>
        </w:div>
        <w:div w:id="349332907">
          <w:marLeft w:val="0"/>
          <w:marRight w:val="0"/>
          <w:marTop w:val="0"/>
          <w:marBottom w:val="0"/>
          <w:divBdr>
            <w:top w:val="none" w:sz="0" w:space="0" w:color="auto"/>
            <w:left w:val="none" w:sz="0" w:space="0" w:color="auto"/>
            <w:bottom w:val="none" w:sz="0" w:space="0" w:color="auto"/>
            <w:right w:val="none" w:sz="0" w:space="0" w:color="auto"/>
          </w:divBdr>
        </w:div>
        <w:div w:id="349332911">
          <w:marLeft w:val="0"/>
          <w:marRight w:val="0"/>
          <w:marTop w:val="0"/>
          <w:marBottom w:val="0"/>
          <w:divBdr>
            <w:top w:val="none" w:sz="0" w:space="0" w:color="auto"/>
            <w:left w:val="none" w:sz="0" w:space="0" w:color="auto"/>
            <w:bottom w:val="none" w:sz="0" w:space="0" w:color="auto"/>
            <w:right w:val="none" w:sz="0" w:space="0" w:color="auto"/>
          </w:divBdr>
        </w:div>
        <w:div w:id="349332919">
          <w:marLeft w:val="0"/>
          <w:marRight w:val="0"/>
          <w:marTop w:val="0"/>
          <w:marBottom w:val="0"/>
          <w:divBdr>
            <w:top w:val="none" w:sz="0" w:space="0" w:color="auto"/>
            <w:left w:val="none" w:sz="0" w:space="0" w:color="auto"/>
            <w:bottom w:val="none" w:sz="0" w:space="0" w:color="auto"/>
            <w:right w:val="none" w:sz="0" w:space="0" w:color="auto"/>
          </w:divBdr>
        </w:div>
        <w:div w:id="349333364">
          <w:marLeft w:val="0"/>
          <w:marRight w:val="0"/>
          <w:marTop w:val="0"/>
          <w:marBottom w:val="0"/>
          <w:divBdr>
            <w:top w:val="none" w:sz="0" w:space="0" w:color="auto"/>
            <w:left w:val="none" w:sz="0" w:space="0" w:color="auto"/>
            <w:bottom w:val="none" w:sz="0" w:space="0" w:color="auto"/>
            <w:right w:val="none" w:sz="0" w:space="0" w:color="auto"/>
          </w:divBdr>
        </w:div>
        <w:div w:id="349333365">
          <w:marLeft w:val="0"/>
          <w:marRight w:val="0"/>
          <w:marTop w:val="0"/>
          <w:marBottom w:val="0"/>
          <w:divBdr>
            <w:top w:val="none" w:sz="0" w:space="0" w:color="auto"/>
            <w:left w:val="none" w:sz="0" w:space="0" w:color="auto"/>
            <w:bottom w:val="none" w:sz="0" w:space="0" w:color="auto"/>
            <w:right w:val="none" w:sz="0" w:space="0" w:color="auto"/>
          </w:divBdr>
        </w:div>
        <w:div w:id="349333386">
          <w:marLeft w:val="0"/>
          <w:marRight w:val="0"/>
          <w:marTop w:val="0"/>
          <w:marBottom w:val="0"/>
          <w:divBdr>
            <w:top w:val="none" w:sz="0" w:space="0" w:color="auto"/>
            <w:left w:val="none" w:sz="0" w:space="0" w:color="auto"/>
            <w:bottom w:val="none" w:sz="0" w:space="0" w:color="auto"/>
            <w:right w:val="none" w:sz="0" w:space="0" w:color="auto"/>
          </w:divBdr>
        </w:div>
        <w:div w:id="349333388">
          <w:marLeft w:val="0"/>
          <w:marRight w:val="0"/>
          <w:marTop w:val="0"/>
          <w:marBottom w:val="0"/>
          <w:divBdr>
            <w:top w:val="none" w:sz="0" w:space="0" w:color="auto"/>
            <w:left w:val="none" w:sz="0" w:space="0" w:color="auto"/>
            <w:bottom w:val="none" w:sz="0" w:space="0" w:color="auto"/>
            <w:right w:val="none" w:sz="0" w:space="0" w:color="auto"/>
          </w:divBdr>
        </w:div>
        <w:div w:id="349333393">
          <w:marLeft w:val="0"/>
          <w:marRight w:val="0"/>
          <w:marTop w:val="0"/>
          <w:marBottom w:val="0"/>
          <w:divBdr>
            <w:top w:val="none" w:sz="0" w:space="0" w:color="auto"/>
            <w:left w:val="none" w:sz="0" w:space="0" w:color="auto"/>
            <w:bottom w:val="none" w:sz="0" w:space="0" w:color="auto"/>
            <w:right w:val="none" w:sz="0" w:space="0" w:color="auto"/>
          </w:divBdr>
        </w:div>
        <w:div w:id="349333395">
          <w:marLeft w:val="0"/>
          <w:marRight w:val="0"/>
          <w:marTop w:val="0"/>
          <w:marBottom w:val="0"/>
          <w:divBdr>
            <w:top w:val="none" w:sz="0" w:space="0" w:color="auto"/>
            <w:left w:val="none" w:sz="0" w:space="0" w:color="auto"/>
            <w:bottom w:val="none" w:sz="0" w:space="0" w:color="auto"/>
            <w:right w:val="none" w:sz="0" w:space="0" w:color="auto"/>
          </w:divBdr>
        </w:div>
        <w:div w:id="349333409">
          <w:marLeft w:val="0"/>
          <w:marRight w:val="0"/>
          <w:marTop w:val="0"/>
          <w:marBottom w:val="0"/>
          <w:divBdr>
            <w:top w:val="none" w:sz="0" w:space="0" w:color="auto"/>
            <w:left w:val="none" w:sz="0" w:space="0" w:color="auto"/>
            <w:bottom w:val="none" w:sz="0" w:space="0" w:color="auto"/>
            <w:right w:val="none" w:sz="0" w:space="0" w:color="auto"/>
          </w:divBdr>
        </w:div>
        <w:div w:id="349333421">
          <w:marLeft w:val="0"/>
          <w:marRight w:val="0"/>
          <w:marTop w:val="0"/>
          <w:marBottom w:val="0"/>
          <w:divBdr>
            <w:top w:val="none" w:sz="0" w:space="0" w:color="auto"/>
            <w:left w:val="none" w:sz="0" w:space="0" w:color="auto"/>
            <w:bottom w:val="none" w:sz="0" w:space="0" w:color="auto"/>
            <w:right w:val="none" w:sz="0" w:space="0" w:color="auto"/>
          </w:divBdr>
        </w:div>
        <w:div w:id="349333435">
          <w:marLeft w:val="0"/>
          <w:marRight w:val="0"/>
          <w:marTop w:val="0"/>
          <w:marBottom w:val="0"/>
          <w:divBdr>
            <w:top w:val="none" w:sz="0" w:space="0" w:color="auto"/>
            <w:left w:val="none" w:sz="0" w:space="0" w:color="auto"/>
            <w:bottom w:val="none" w:sz="0" w:space="0" w:color="auto"/>
            <w:right w:val="none" w:sz="0" w:space="0" w:color="auto"/>
          </w:divBdr>
        </w:div>
        <w:div w:id="349333446">
          <w:marLeft w:val="0"/>
          <w:marRight w:val="0"/>
          <w:marTop w:val="0"/>
          <w:marBottom w:val="0"/>
          <w:divBdr>
            <w:top w:val="none" w:sz="0" w:space="0" w:color="auto"/>
            <w:left w:val="none" w:sz="0" w:space="0" w:color="auto"/>
            <w:bottom w:val="none" w:sz="0" w:space="0" w:color="auto"/>
            <w:right w:val="none" w:sz="0" w:space="0" w:color="auto"/>
          </w:divBdr>
        </w:div>
        <w:div w:id="349333448">
          <w:marLeft w:val="0"/>
          <w:marRight w:val="0"/>
          <w:marTop w:val="0"/>
          <w:marBottom w:val="0"/>
          <w:divBdr>
            <w:top w:val="none" w:sz="0" w:space="0" w:color="auto"/>
            <w:left w:val="none" w:sz="0" w:space="0" w:color="auto"/>
            <w:bottom w:val="none" w:sz="0" w:space="0" w:color="auto"/>
            <w:right w:val="none" w:sz="0" w:space="0" w:color="auto"/>
          </w:divBdr>
        </w:div>
        <w:div w:id="349333452">
          <w:marLeft w:val="0"/>
          <w:marRight w:val="0"/>
          <w:marTop w:val="0"/>
          <w:marBottom w:val="0"/>
          <w:divBdr>
            <w:top w:val="none" w:sz="0" w:space="0" w:color="auto"/>
            <w:left w:val="none" w:sz="0" w:space="0" w:color="auto"/>
            <w:bottom w:val="none" w:sz="0" w:space="0" w:color="auto"/>
            <w:right w:val="none" w:sz="0" w:space="0" w:color="auto"/>
          </w:divBdr>
        </w:div>
        <w:div w:id="349333455">
          <w:marLeft w:val="0"/>
          <w:marRight w:val="0"/>
          <w:marTop w:val="0"/>
          <w:marBottom w:val="0"/>
          <w:divBdr>
            <w:top w:val="none" w:sz="0" w:space="0" w:color="auto"/>
            <w:left w:val="none" w:sz="0" w:space="0" w:color="auto"/>
            <w:bottom w:val="none" w:sz="0" w:space="0" w:color="auto"/>
            <w:right w:val="none" w:sz="0" w:space="0" w:color="auto"/>
          </w:divBdr>
        </w:div>
        <w:div w:id="349333464">
          <w:marLeft w:val="0"/>
          <w:marRight w:val="0"/>
          <w:marTop w:val="0"/>
          <w:marBottom w:val="0"/>
          <w:divBdr>
            <w:top w:val="none" w:sz="0" w:space="0" w:color="auto"/>
            <w:left w:val="none" w:sz="0" w:space="0" w:color="auto"/>
            <w:bottom w:val="none" w:sz="0" w:space="0" w:color="auto"/>
            <w:right w:val="none" w:sz="0" w:space="0" w:color="auto"/>
          </w:divBdr>
        </w:div>
      </w:divsChild>
    </w:div>
    <w:div w:id="349332905">
      <w:marLeft w:val="0"/>
      <w:marRight w:val="0"/>
      <w:marTop w:val="0"/>
      <w:marBottom w:val="0"/>
      <w:divBdr>
        <w:top w:val="none" w:sz="0" w:space="0" w:color="auto"/>
        <w:left w:val="none" w:sz="0" w:space="0" w:color="auto"/>
        <w:bottom w:val="none" w:sz="0" w:space="0" w:color="auto"/>
        <w:right w:val="none" w:sz="0" w:space="0" w:color="auto"/>
      </w:divBdr>
    </w:div>
    <w:div w:id="349332928">
      <w:marLeft w:val="0"/>
      <w:marRight w:val="0"/>
      <w:marTop w:val="0"/>
      <w:marBottom w:val="0"/>
      <w:divBdr>
        <w:top w:val="none" w:sz="0" w:space="0" w:color="auto"/>
        <w:left w:val="none" w:sz="0" w:space="0" w:color="auto"/>
        <w:bottom w:val="none" w:sz="0" w:space="0" w:color="auto"/>
        <w:right w:val="none" w:sz="0" w:space="0" w:color="auto"/>
      </w:divBdr>
      <w:divsChild>
        <w:div w:id="349333353">
          <w:marLeft w:val="0"/>
          <w:marRight w:val="0"/>
          <w:marTop w:val="0"/>
          <w:marBottom w:val="0"/>
          <w:divBdr>
            <w:top w:val="none" w:sz="0" w:space="0" w:color="auto"/>
            <w:left w:val="none" w:sz="0" w:space="0" w:color="auto"/>
            <w:bottom w:val="none" w:sz="0" w:space="0" w:color="auto"/>
            <w:right w:val="none" w:sz="0" w:space="0" w:color="auto"/>
          </w:divBdr>
          <w:divsChild>
            <w:div w:id="349332999">
              <w:marLeft w:val="0"/>
              <w:marRight w:val="0"/>
              <w:marTop w:val="0"/>
              <w:marBottom w:val="0"/>
              <w:divBdr>
                <w:top w:val="none" w:sz="0" w:space="0" w:color="auto"/>
                <w:left w:val="none" w:sz="0" w:space="0" w:color="auto"/>
                <w:bottom w:val="none" w:sz="0" w:space="0" w:color="auto"/>
                <w:right w:val="none" w:sz="0" w:space="0" w:color="auto"/>
              </w:divBdr>
              <w:divsChild>
                <w:div w:id="34933305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49332931">
      <w:marLeft w:val="0"/>
      <w:marRight w:val="0"/>
      <w:marTop w:val="0"/>
      <w:marBottom w:val="0"/>
      <w:divBdr>
        <w:top w:val="none" w:sz="0" w:space="0" w:color="auto"/>
        <w:left w:val="none" w:sz="0" w:space="0" w:color="auto"/>
        <w:bottom w:val="none" w:sz="0" w:space="0" w:color="auto"/>
        <w:right w:val="none" w:sz="0" w:space="0" w:color="auto"/>
      </w:divBdr>
      <w:divsChild>
        <w:div w:id="349333349">
          <w:marLeft w:val="75"/>
          <w:marRight w:val="75"/>
          <w:marTop w:val="0"/>
          <w:marBottom w:val="0"/>
          <w:divBdr>
            <w:top w:val="none" w:sz="0" w:space="0" w:color="auto"/>
            <w:left w:val="none" w:sz="0" w:space="0" w:color="auto"/>
            <w:bottom w:val="none" w:sz="0" w:space="0" w:color="auto"/>
            <w:right w:val="none" w:sz="0" w:space="0" w:color="auto"/>
          </w:divBdr>
          <w:divsChild>
            <w:div w:id="3493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2935">
      <w:marLeft w:val="0"/>
      <w:marRight w:val="0"/>
      <w:marTop w:val="0"/>
      <w:marBottom w:val="0"/>
      <w:divBdr>
        <w:top w:val="none" w:sz="0" w:space="0" w:color="auto"/>
        <w:left w:val="none" w:sz="0" w:space="0" w:color="auto"/>
        <w:bottom w:val="none" w:sz="0" w:space="0" w:color="auto"/>
        <w:right w:val="none" w:sz="0" w:space="0" w:color="auto"/>
      </w:divBdr>
    </w:div>
    <w:div w:id="349332942">
      <w:marLeft w:val="0"/>
      <w:marRight w:val="0"/>
      <w:marTop w:val="0"/>
      <w:marBottom w:val="0"/>
      <w:divBdr>
        <w:top w:val="none" w:sz="0" w:space="0" w:color="auto"/>
        <w:left w:val="none" w:sz="0" w:space="0" w:color="auto"/>
        <w:bottom w:val="none" w:sz="0" w:space="0" w:color="auto"/>
        <w:right w:val="none" w:sz="0" w:space="0" w:color="auto"/>
      </w:divBdr>
      <w:divsChild>
        <w:div w:id="349332933">
          <w:marLeft w:val="0"/>
          <w:marRight w:val="0"/>
          <w:marTop w:val="0"/>
          <w:marBottom w:val="0"/>
          <w:divBdr>
            <w:top w:val="none" w:sz="0" w:space="0" w:color="auto"/>
            <w:left w:val="none" w:sz="0" w:space="0" w:color="auto"/>
            <w:bottom w:val="none" w:sz="0" w:space="0" w:color="auto"/>
            <w:right w:val="none" w:sz="0" w:space="0" w:color="auto"/>
          </w:divBdr>
          <w:divsChild>
            <w:div w:id="349333229">
              <w:marLeft w:val="0"/>
              <w:marRight w:val="0"/>
              <w:marTop w:val="0"/>
              <w:marBottom w:val="0"/>
              <w:divBdr>
                <w:top w:val="none" w:sz="0" w:space="0" w:color="auto"/>
                <w:left w:val="none" w:sz="0" w:space="0" w:color="auto"/>
                <w:bottom w:val="none" w:sz="0" w:space="0" w:color="auto"/>
                <w:right w:val="none" w:sz="0" w:space="0" w:color="auto"/>
              </w:divBdr>
              <w:divsChild>
                <w:div w:id="349333271">
                  <w:marLeft w:val="0"/>
                  <w:marRight w:val="0"/>
                  <w:marTop w:val="0"/>
                  <w:marBottom w:val="0"/>
                  <w:divBdr>
                    <w:top w:val="none" w:sz="0" w:space="0" w:color="auto"/>
                    <w:left w:val="none" w:sz="0" w:space="0" w:color="auto"/>
                    <w:bottom w:val="none" w:sz="0" w:space="0" w:color="auto"/>
                    <w:right w:val="none" w:sz="0" w:space="0" w:color="auto"/>
                  </w:divBdr>
                  <w:divsChild>
                    <w:div w:id="349333200">
                      <w:marLeft w:val="0"/>
                      <w:marRight w:val="0"/>
                      <w:marTop w:val="0"/>
                      <w:marBottom w:val="0"/>
                      <w:divBdr>
                        <w:top w:val="none" w:sz="0" w:space="0" w:color="auto"/>
                        <w:left w:val="none" w:sz="0" w:space="0" w:color="auto"/>
                        <w:bottom w:val="none" w:sz="0" w:space="0" w:color="auto"/>
                        <w:right w:val="none" w:sz="0" w:space="0" w:color="auto"/>
                      </w:divBdr>
                      <w:divsChild>
                        <w:div w:id="349332992">
                          <w:marLeft w:val="0"/>
                          <w:marRight w:val="0"/>
                          <w:marTop w:val="0"/>
                          <w:marBottom w:val="0"/>
                          <w:divBdr>
                            <w:top w:val="none" w:sz="0" w:space="0" w:color="auto"/>
                            <w:left w:val="none" w:sz="0" w:space="0" w:color="auto"/>
                            <w:bottom w:val="none" w:sz="0" w:space="0" w:color="auto"/>
                            <w:right w:val="none" w:sz="0" w:space="0" w:color="auto"/>
                          </w:divBdr>
                          <w:divsChild>
                            <w:div w:id="349332929">
                              <w:marLeft w:val="0"/>
                              <w:marRight w:val="0"/>
                              <w:marTop w:val="0"/>
                              <w:marBottom w:val="0"/>
                              <w:divBdr>
                                <w:top w:val="none" w:sz="0" w:space="0" w:color="auto"/>
                                <w:left w:val="none" w:sz="0" w:space="0" w:color="auto"/>
                                <w:bottom w:val="none" w:sz="0" w:space="0" w:color="auto"/>
                                <w:right w:val="none" w:sz="0" w:space="0" w:color="auto"/>
                              </w:divBdr>
                              <w:divsChild>
                                <w:div w:id="349333279">
                                  <w:marLeft w:val="0"/>
                                  <w:marRight w:val="0"/>
                                  <w:marTop w:val="0"/>
                                  <w:marBottom w:val="0"/>
                                  <w:divBdr>
                                    <w:top w:val="none" w:sz="0" w:space="0" w:color="auto"/>
                                    <w:left w:val="none" w:sz="0" w:space="0" w:color="auto"/>
                                    <w:bottom w:val="none" w:sz="0" w:space="0" w:color="auto"/>
                                    <w:right w:val="none" w:sz="0" w:space="0" w:color="auto"/>
                                  </w:divBdr>
                                  <w:divsChild>
                                    <w:div w:id="349333272">
                                      <w:marLeft w:val="0"/>
                                      <w:marRight w:val="0"/>
                                      <w:marTop w:val="0"/>
                                      <w:marBottom w:val="0"/>
                                      <w:divBdr>
                                        <w:top w:val="none" w:sz="0" w:space="0" w:color="auto"/>
                                        <w:left w:val="none" w:sz="0" w:space="0" w:color="auto"/>
                                        <w:bottom w:val="none" w:sz="0" w:space="0" w:color="auto"/>
                                        <w:right w:val="none" w:sz="0" w:space="0" w:color="auto"/>
                                      </w:divBdr>
                                      <w:divsChild>
                                        <w:div w:id="349333280">
                                          <w:marLeft w:val="0"/>
                                          <w:marRight w:val="0"/>
                                          <w:marTop w:val="0"/>
                                          <w:marBottom w:val="0"/>
                                          <w:divBdr>
                                            <w:top w:val="none" w:sz="0" w:space="0" w:color="auto"/>
                                            <w:left w:val="none" w:sz="0" w:space="0" w:color="auto"/>
                                            <w:bottom w:val="none" w:sz="0" w:space="0" w:color="auto"/>
                                            <w:right w:val="none" w:sz="0" w:space="0" w:color="auto"/>
                                          </w:divBdr>
                                          <w:divsChild>
                                            <w:div w:id="349333058">
                                              <w:marLeft w:val="0"/>
                                              <w:marRight w:val="0"/>
                                              <w:marTop w:val="0"/>
                                              <w:marBottom w:val="0"/>
                                              <w:divBdr>
                                                <w:top w:val="none" w:sz="0" w:space="0" w:color="auto"/>
                                                <w:left w:val="none" w:sz="0" w:space="0" w:color="auto"/>
                                                <w:bottom w:val="none" w:sz="0" w:space="0" w:color="auto"/>
                                                <w:right w:val="none" w:sz="0" w:space="0" w:color="auto"/>
                                              </w:divBdr>
                                              <w:divsChild>
                                                <w:div w:id="349333293">
                                                  <w:marLeft w:val="0"/>
                                                  <w:marRight w:val="0"/>
                                                  <w:marTop w:val="0"/>
                                                  <w:marBottom w:val="0"/>
                                                  <w:divBdr>
                                                    <w:top w:val="none" w:sz="0" w:space="0" w:color="auto"/>
                                                    <w:left w:val="none" w:sz="0" w:space="0" w:color="auto"/>
                                                    <w:bottom w:val="none" w:sz="0" w:space="0" w:color="auto"/>
                                                    <w:right w:val="none" w:sz="0" w:space="0" w:color="auto"/>
                                                  </w:divBdr>
                                                  <w:divsChild>
                                                    <w:div w:id="349332955">
                                                      <w:marLeft w:val="0"/>
                                                      <w:marRight w:val="0"/>
                                                      <w:marTop w:val="0"/>
                                                      <w:marBottom w:val="0"/>
                                                      <w:divBdr>
                                                        <w:top w:val="single" w:sz="6" w:space="0" w:color="95B3D7"/>
                                                        <w:left w:val="none" w:sz="0" w:space="0" w:color="auto"/>
                                                        <w:bottom w:val="single" w:sz="6" w:space="0" w:color="95B3D7"/>
                                                        <w:right w:val="none" w:sz="0" w:space="0" w:color="auto"/>
                                                      </w:divBdr>
                                                      <w:divsChild>
                                                        <w:div w:id="349333018">
                                                          <w:marLeft w:val="0"/>
                                                          <w:marRight w:val="0"/>
                                                          <w:marTop w:val="240"/>
                                                          <w:marBottom w:val="0"/>
                                                          <w:divBdr>
                                                            <w:top w:val="none" w:sz="0" w:space="0" w:color="auto"/>
                                                            <w:left w:val="none" w:sz="0" w:space="0" w:color="auto"/>
                                                            <w:bottom w:val="none" w:sz="0" w:space="0" w:color="auto"/>
                                                            <w:right w:val="none" w:sz="0" w:space="0" w:color="auto"/>
                                                          </w:divBdr>
                                                        </w:div>
                                                      </w:divsChild>
                                                    </w:div>
                                                    <w:div w:id="349332957">
                                                      <w:marLeft w:val="0"/>
                                                      <w:marRight w:val="0"/>
                                                      <w:marTop w:val="0"/>
                                                      <w:marBottom w:val="0"/>
                                                      <w:divBdr>
                                                        <w:top w:val="none" w:sz="0" w:space="0" w:color="auto"/>
                                                        <w:left w:val="none" w:sz="0" w:space="0" w:color="auto"/>
                                                        <w:bottom w:val="none" w:sz="0" w:space="0" w:color="auto"/>
                                                        <w:right w:val="none" w:sz="0" w:space="0" w:color="auto"/>
                                                      </w:divBdr>
                                                      <w:divsChild>
                                                        <w:div w:id="349333164">
                                                          <w:marLeft w:val="0"/>
                                                          <w:marRight w:val="0"/>
                                                          <w:marTop w:val="240"/>
                                                          <w:marBottom w:val="0"/>
                                                          <w:divBdr>
                                                            <w:top w:val="none" w:sz="0" w:space="0" w:color="auto"/>
                                                            <w:left w:val="none" w:sz="0" w:space="0" w:color="auto"/>
                                                            <w:bottom w:val="none" w:sz="0" w:space="0" w:color="auto"/>
                                                            <w:right w:val="none" w:sz="0" w:space="0" w:color="auto"/>
                                                          </w:divBdr>
                                                        </w:div>
                                                        <w:div w:id="349333175">
                                                          <w:marLeft w:val="0"/>
                                                          <w:marRight w:val="0"/>
                                                          <w:marTop w:val="0"/>
                                                          <w:marBottom w:val="0"/>
                                                          <w:divBdr>
                                                            <w:top w:val="none" w:sz="0" w:space="0" w:color="auto"/>
                                                            <w:left w:val="none" w:sz="0" w:space="0" w:color="auto"/>
                                                            <w:bottom w:val="none" w:sz="0" w:space="0" w:color="auto"/>
                                                            <w:right w:val="none" w:sz="0" w:space="0" w:color="auto"/>
                                                          </w:divBdr>
                                                        </w:div>
                                                      </w:divsChild>
                                                    </w:div>
                                                    <w:div w:id="349332970">
                                                      <w:marLeft w:val="0"/>
                                                      <w:marRight w:val="0"/>
                                                      <w:marTop w:val="0"/>
                                                      <w:marBottom w:val="0"/>
                                                      <w:divBdr>
                                                        <w:top w:val="none" w:sz="0" w:space="0" w:color="auto"/>
                                                        <w:left w:val="none" w:sz="0" w:space="0" w:color="auto"/>
                                                        <w:bottom w:val="none" w:sz="0" w:space="0" w:color="auto"/>
                                                        <w:right w:val="none" w:sz="0" w:space="0" w:color="auto"/>
                                                      </w:divBdr>
                                                    </w:div>
                                                    <w:div w:id="349333038">
                                                      <w:marLeft w:val="0"/>
                                                      <w:marRight w:val="0"/>
                                                      <w:marTop w:val="0"/>
                                                      <w:marBottom w:val="0"/>
                                                      <w:divBdr>
                                                        <w:top w:val="none" w:sz="0" w:space="0" w:color="auto"/>
                                                        <w:left w:val="none" w:sz="0" w:space="0" w:color="auto"/>
                                                        <w:bottom w:val="none" w:sz="0" w:space="0" w:color="auto"/>
                                                        <w:right w:val="none" w:sz="0" w:space="0" w:color="auto"/>
                                                      </w:divBdr>
                                                    </w:div>
                                                    <w:div w:id="349333148">
                                                      <w:marLeft w:val="0"/>
                                                      <w:marRight w:val="0"/>
                                                      <w:marTop w:val="0"/>
                                                      <w:marBottom w:val="0"/>
                                                      <w:divBdr>
                                                        <w:top w:val="single" w:sz="6" w:space="0" w:color="95B3D7"/>
                                                        <w:left w:val="none" w:sz="0" w:space="0" w:color="auto"/>
                                                        <w:bottom w:val="single" w:sz="6" w:space="0" w:color="95B3D7"/>
                                                        <w:right w:val="none" w:sz="0" w:space="0" w:color="auto"/>
                                                      </w:divBdr>
                                                      <w:divsChild>
                                                        <w:div w:id="349333077">
                                                          <w:marLeft w:val="0"/>
                                                          <w:marRight w:val="0"/>
                                                          <w:marTop w:val="240"/>
                                                          <w:marBottom w:val="0"/>
                                                          <w:divBdr>
                                                            <w:top w:val="none" w:sz="0" w:space="0" w:color="auto"/>
                                                            <w:left w:val="none" w:sz="0" w:space="0" w:color="auto"/>
                                                            <w:bottom w:val="none" w:sz="0" w:space="0" w:color="auto"/>
                                                            <w:right w:val="none" w:sz="0" w:space="0" w:color="auto"/>
                                                          </w:divBdr>
                                                        </w:div>
                                                      </w:divsChild>
                                                    </w:div>
                                                    <w:div w:id="349333189">
                                                      <w:marLeft w:val="0"/>
                                                      <w:marRight w:val="0"/>
                                                      <w:marTop w:val="0"/>
                                                      <w:marBottom w:val="0"/>
                                                      <w:divBdr>
                                                        <w:top w:val="single" w:sz="6" w:space="0" w:color="95B3D7"/>
                                                        <w:left w:val="none" w:sz="0" w:space="0" w:color="auto"/>
                                                        <w:bottom w:val="single" w:sz="6" w:space="0" w:color="95B3D7"/>
                                                        <w:right w:val="none" w:sz="0" w:space="0" w:color="auto"/>
                                                      </w:divBdr>
                                                      <w:divsChild>
                                                        <w:div w:id="349332936">
                                                          <w:marLeft w:val="0"/>
                                                          <w:marRight w:val="0"/>
                                                          <w:marTop w:val="240"/>
                                                          <w:marBottom w:val="0"/>
                                                          <w:divBdr>
                                                            <w:top w:val="none" w:sz="0" w:space="0" w:color="auto"/>
                                                            <w:left w:val="none" w:sz="0" w:space="0" w:color="auto"/>
                                                            <w:bottom w:val="none" w:sz="0" w:space="0" w:color="auto"/>
                                                            <w:right w:val="none" w:sz="0" w:space="0" w:color="auto"/>
                                                          </w:divBdr>
                                                        </w:div>
                                                      </w:divsChild>
                                                    </w:div>
                                                    <w:div w:id="349333277">
                                                      <w:marLeft w:val="0"/>
                                                      <w:marRight w:val="0"/>
                                                      <w:marTop w:val="0"/>
                                                      <w:marBottom w:val="0"/>
                                                      <w:divBdr>
                                                        <w:top w:val="single" w:sz="6" w:space="0" w:color="95B3D7"/>
                                                        <w:left w:val="none" w:sz="0" w:space="0" w:color="auto"/>
                                                        <w:bottom w:val="single" w:sz="6" w:space="0" w:color="95B3D7"/>
                                                        <w:right w:val="none" w:sz="0" w:space="0" w:color="auto"/>
                                                      </w:divBdr>
                                                      <w:divsChild>
                                                        <w:div w:id="349333008">
                                                          <w:marLeft w:val="0"/>
                                                          <w:marRight w:val="0"/>
                                                          <w:marTop w:val="240"/>
                                                          <w:marBottom w:val="0"/>
                                                          <w:divBdr>
                                                            <w:top w:val="none" w:sz="0" w:space="0" w:color="auto"/>
                                                            <w:left w:val="none" w:sz="0" w:space="0" w:color="auto"/>
                                                            <w:bottom w:val="none" w:sz="0" w:space="0" w:color="auto"/>
                                                            <w:right w:val="none" w:sz="0" w:space="0" w:color="auto"/>
                                                          </w:divBdr>
                                                        </w:div>
                                                      </w:divsChild>
                                                    </w:div>
                                                    <w:div w:id="34933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9332944">
      <w:marLeft w:val="0"/>
      <w:marRight w:val="0"/>
      <w:marTop w:val="0"/>
      <w:marBottom w:val="0"/>
      <w:divBdr>
        <w:top w:val="none" w:sz="0" w:space="0" w:color="auto"/>
        <w:left w:val="none" w:sz="0" w:space="0" w:color="auto"/>
        <w:bottom w:val="none" w:sz="0" w:space="0" w:color="auto"/>
        <w:right w:val="none" w:sz="0" w:space="0" w:color="auto"/>
      </w:divBdr>
      <w:divsChild>
        <w:div w:id="349332947">
          <w:marLeft w:val="0"/>
          <w:marRight w:val="0"/>
          <w:marTop w:val="0"/>
          <w:marBottom w:val="0"/>
          <w:divBdr>
            <w:top w:val="none" w:sz="0" w:space="0" w:color="auto"/>
            <w:left w:val="none" w:sz="0" w:space="0" w:color="auto"/>
            <w:bottom w:val="none" w:sz="0" w:space="0" w:color="auto"/>
            <w:right w:val="none" w:sz="0" w:space="0" w:color="auto"/>
          </w:divBdr>
          <w:divsChild>
            <w:div w:id="349333326">
              <w:marLeft w:val="0"/>
              <w:marRight w:val="0"/>
              <w:marTop w:val="0"/>
              <w:marBottom w:val="0"/>
              <w:divBdr>
                <w:top w:val="none" w:sz="0" w:space="0" w:color="auto"/>
                <w:left w:val="none" w:sz="0" w:space="0" w:color="auto"/>
                <w:bottom w:val="none" w:sz="0" w:space="0" w:color="auto"/>
                <w:right w:val="none" w:sz="0" w:space="0" w:color="auto"/>
              </w:divBdr>
              <w:divsChild>
                <w:div w:id="349333168">
                  <w:marLeft w:val="0"/>
                  <w:marRight w:val="0"/>
                  <w:marTop w:val="0"/>
                  <w:marBottom w:val="0"/>
                  <w:divBdr>
                    <w:top w:val="none" w:sz="0" w:space="0" w:color="auto"/>
                    <w:left w:val="none" w:sz="0" w:space="0" w:color="auto"/>
                    <w:bottom w:val="none" w:sz="0" w:space="0" w:color="auto"/>
                    <w:right w:val="none" w:sz="0" w:space="0" w:color="auto"/>
                  </w:divBdr>
                  <w:divsChild>
                    <w:div w:id="349333103">
                      <w:marLeft w:val="0"/>
                      <w:marRight w:val="0"/>
                      <w:marTop w:val="0"/>
                      <w:marBottom w:val="0"/>
                      <w:divBdr>
                        <w:top w:val="none" w:sz="0" w:space="0" w:color="auto"/>
                        <w:left w:val="none" w:sz="0" w:space="0" w:color="auto"/>
                        <w:bottom w:val="none" w:sz="0" w:space="0" w:color="auto"/>
                        <w:right w:val="none" w:sz="0" w:space="0" w:color="auto"/>
                      </w:divBdr>
                      <w:divsChild>
                        <w:div w:id="349333243">
                          <w:marLeft w:val="0"/>
                          <w:marRight w:val="0"/>
                          <w:marTop w:val="0"/>
                          <w:marBottom w:val="0"/>
                          <w:divBdr>
                            <w:top w:val="none" w:sz="0" w:space="0" w:color="auto"/>
                            <w:left w:val="none" w:sz="0" w:space="0" w:color="auto"/>
                            <w:bottom w:val="none" w:sz="0" w:space="0" w:color="auto"/>
                            <w:right w:val="none" w:sz="0" w:space="0" w:color="auto"/>
                          </w:divBdr>
                          <w:divsChild>
                            <w:div w:id="349333084">
                              <w:marLeft w:val="0"/>
                              <w:marRight w:val="0"/>
                              <w:marTop w:val="0"/>
                              <w:marBottom w:val="0"/>
                              <w:divBdr>
                                <w:top w:val="none" w:sz="0" w:space="0" w:color="auto"/>
                                <w:left w:val="none" w:sz="0" w:space="0" w:color="auto"/>
                                <w:bottom w:val="none" w:sz="0" w:space="0" w:color="auto"/>
                                <w:right w:val="none" w:sz="0" w:space="0" w:color="auto"/>
                              </w:divBdr>
                              <w:divsChild>
                                <w:div w:id="349333352">
                                  <w:marLeft w:val="0"/>
                                  <w:marRight w:val="0"/>
                                  <w:marTop w:val="0"/>
                                  <w:marBottom w:val="0"/>
                                  <w:divBdr>
                                    <w:top w:val="none" w:sz="0" w:space="0" w:color="auto"/>
                                    <w:left w:val="none" w:sz="0" w:space="0" w:color="auto"/>
                                    <w:bottom w:val="none" w:sz="0" w:space="0" w:color="auto"/>
                                    <w:right w:val="none" w:sz="0" w:space="0" w:color="auto"/>
                                  </w:divBdr>
                                  <w:divsChild>
                                    <w:div w:id="349333098">
                                      <w:marLeft w:val="0"/>
                                      <w:marRight w:val="0"/>
                                      <w:marTop w:val="0"/>
                                      <w:marBottom w:val="0"/>
                                      <w:divBdr>
                                        <w:top w:val="none" w:sz="0" w:space="0" w:color="auto"/>
                                        <w:left w:val="none" w:sz="0" w:space="0" w:color="auto"/>
                                        <w:bottom w:val="none" w:sz="0" w:space="0" w:color="auto"/>
                                        <w:right w:val="none" w:sz="0" w:space="0" w:color="auto"/>
                                      </w:divBdr>
                                      <w:divsChild>
                                        <w:div w:id="349333163">
                                          <w:marLeft w:val="0"/>
                                          <w:marRight w:val="0"/>
                                          <w:marTop w:val="0"/>
                                          <w:marBottom w:val="0"/>
                                          <w:divBdr>
                                            <w:top w:val="none" w:sz="0" w:space="0" w:color="auto"/>
                                            <w:left w:val="none" w:sz="0" w:space="0" w:color="auto"/>
                                            <w:bottom w:val="none" w:sz="0" w:space="0" w:color="auto"/>
                                            <w:right w:val="none" w:sz="0" w:space="0" w:color="auto"/>
                                          </w:divBdr>
                                          <w:divsChild>
                                            <w:div w:id="349333286">
                                              <w:marLeft w:val="0"/>
                                              <w:marRight w:val="0"/>
                                              <w:marTop w:val="0"/>
                                              <w:marBottom w:val="0"/>
                                              <w:divBdr>
                                                <w:top w:val="none" w:sz="0" w:space="0" w:color="auto"/>
                                                <w:left w:val="none" w:sz="0" w:space="0" w:color="auto"/>
                                                <w:bottom w:val="none" w:sz="0" w:space="0" w:color="auto"/>
                                                <w:right w:val="none" w:sz="0" w:space="0" w:color="auto"/>
                                              </w:divBdr>
                                              <w:divsChild>
                                                <w:div w:id="349332946">
                                                  <w:marLeft w:val="0"/>
                                                  <w:marRight w:val="0"/>
                                                  <w:marTop w:val="0"/>
                                                  <w:marBottom w:val="0"/>
                                                  <w:divBdr>
                                                    <w:top w:val="none" w:sz="0" w:space="0" w:color="auto"/>
                                                    <w:left w:val="none" w:sz="0" w:space="0" w:color="auto"/>
                                                    <w:bottom w:val="none" w:sz="0" w:space="0" w:color="auto"/>
                                                    <w:right w:val="none" w:sz="0" w:space="0" w:color="auto"/>
                                                  </w:divBdr>
                                                  <w:divsChild>
                                                    <w:div w:id="349333313">
                                                      <w:marLeft w:val="0"/>
                                                      <w:marRight w:val="0"/>
                                                      <w:marTop w:val="0"/>
                                                      <w:marBottom w:val="0"/>
                                                      <w:divBdr>
                                                        <w:top w:val="single" w:sz="6" w:space="0" w:color="95B3D7"/>
                                                        <w:left w:val="none" w:sz="0" w:space="0" w:color="auto"/>
                                                        <w:bottom w:val="single" w:sz="6" w:space="0" w:color="95B3D7"/>
                                                        <w:right w:val="none" w:sz="0" w:space="0" w:color="auto"/>
                                                      </w:divBdr>
                                                      <w:divsChild>
                                                        <w:div w:id="34933292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49332949">
      <w:marLeft w:val="0"/>
      <w:marRight w:val="0"/>
      <w:marTop w:val="0"/>
      <w:marBottom w:val="0"/>
      <w:divBdr>
        <w:top w:val="none" w:sz="0" w:space="0" w:color="auto"/>
        <w:left w:val="none" w:sz="0" w:space="0" w:color="auto"/>
        <w:bottom w:val="none" w:sz="0" w:space="0" w:color="auto"/>
        <w:right w:val="none" w:sz="0" w:space="0" w:color="auto"/>
      </w:divBdr>
      <w:divsChild>
        <w:div w:id="349333071">
          <w:marLeft w:val="75"/>
          <w:marRight w:val="75"/>
          <w:marTop w:val="0"/>
          <w:marBottom w:val="0"/>
          <w:divBdr>
            <w:top w:val="none" w:sz="0" w:space="0" w:color="auto"/>
            <w:left w:val="none" w:sz="0" w:space="0" w:color="auto"/>
            <w:bottom w:val="none" w:sz="0" w:space="0" w:color="auto"/>
            <w:right w:val="none" w:sz="0" w:space="0" w:color="auto"/>
          </w:divBdr>
          <w:divsChild>
            <w:div w:id="34933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2962">
      <w:marLeft w:val="0"/>
      <w:marRight w:val="0"/>
      <w:marTop w:val="0"/>
      <w:marBottom w:val="0"/>
      <w:divBdr>
        <w:top w:val="none" w:sz="0" w:space="0" w:color="auto"/>
        <w:left w:val="none" w:sz="0" w:space="0" w:color="auto"/>
        <w:bottom w:val="none" w:sz="0" w:space="0" w:color="auto"/>
        <w:right w:val="none" w:sz="0" w:space="0" w:color="auto"/>
      </w:divBdr>
      <w:divsChild>
        <w:div w:id="349333167">
          <w:marLeft w:val="0"/>
          <w:marRight w:val="0"/>
          <w:marTop w:val="0"/>
          <w:marBottom w:val="0"/>
          <w:divBdr>
            <w:top w:val="none" w:sz="0" w:space="0" w:color="auto"/>
            <w:left w:val="none" w:sz="0" w:space="0" w:color="auto"/>
            <w:bottom w:val="none" w:sz="0" w:space="0" w:color="auto"/>
            <w:right w:val="none" w:sz="0" w:space="0" w:color="auto"/>
          </w:divBdr>
          <w:divsChild>
            <w:div w:id="349333114">
              <w:marLeft w:val="0"/>
              <w:marRight w:val="0"/>
              <w:marTop w:val="0"/>
              <w:marBottom w:val="0"/>
              <w:divBdr>
                <w:top w:val="none" w:sz="0" w:space="0" w:color="auto"/>
                <w:left w:val="none" w:sz="0" w:space="0" w:color="auto"/>
                <w:bottom w:val="none" w:sz="0" w:space="0" w:color="auto"/>
                <w:right w:val="none" w:sz="0" w:space="0" w:color="auto"/>
              </w:divBdr>
              <w:divsChild>
                <w:div w:id="349333003">
                  <w:marLeft w:val="0"/>
                  <w:marRight w:val="0"/>
                  <w:marTop w:val="0"/>
                  <w:marBottom w:val="0"/>
                  <w:divBdr>
                    <w:top w:val="none" w:sz="0" w:space="0" w:color="auto"/>
                    <w:left w:val="none" w:sz="0" w:space="0" w:color="auto"/>
                    <w:bottom w:val="none" w:sz="0" w:space="0" w:color="auto"/>
                    <w:right w:val="none" w:sz="0" w:space="0" w:color="auto"/>
                  </w:divBdr>
                  <w:divsChild>
                    <w:div w:id="349333246">
                      <w:marLeft w:val="0"/>
                      <w:marRight w:val="0"/>
                      <w:marTop w:val="0"/>
                      <w:marBottom w:val="0"/>
                      <w:divBdr>
                        <w:top w:val="none" w:sz="0" w:space="0" w:color="auto"/>
                        <w:left w:val="none" w:sz="0" w:space="0" w:color="auto"/>
                        <w:bottom w:val="none" w:sz="0" w:space="0" w:color="auto"/>
                        <w:right w:val="none" w:sz="0" w:space="0" w:color="auto"/>
                      </w:divBdr>
                      <w:divsChild>
                        <w:div w:id="349333136">
                          <w:marLeft w:val="0"/>
                          <w:marRight w:val="0"/>
                          <w:marTop w:val="0"/>
                          <w:marBottom w:val="0"/>
                          <w:divBdr>
                            <w:top w:val="none" w:sz="0" w:space="0" w:color="auto"/>
                            <w:left w:val="none" w:sz="0" w:space="0" w:color="auto"/>
                            <w:bottom w:val="none" w:sz="0" w:space="0" w:color="auto"/>
                            <w:right w:val="none" w:sz="0" w:space="0" w:color="auto"/>
                          </w:divBdr>
                          <w:divsChild>
                            <w:div w:id="349333023">
                              <w:marLeft w:val="0"/>
                              <w:marRight w:val="0"/>
                              <w:marTop w:val="0"/>
                              <w:marBottom w:val="0"/>
                              <w:divBdr>
                                <w:top w:val="none" w:sz="0" w:space="0" w:color="auto"/>
                                <w:left w:val="none" w:sz="0" w:space="0" w:color="auto"/>
                                <w:bottom w:val="none" w:sz="0" w:space="0" w:color="auto"/>
                                <w:right w:val="none" w:sz="0" w:space="0" w:color="auto"/>
                              </w:divBdr>
                              <w:divsChild>
                                <w:div w:id="349333128">
                                  <w:marLeft w:val="0"/>
                                  <w:marRight w:val="0"/>
                                  <w:marTop w:val="0"/>
                                  <w:marBottom w:val="0"/>
                                  <w:divBdr>
                                    <w:top w:val="none" w:sz="0" w:space="0" w:color="auto"/>
                                    <w:left w:val="none" w:sz="0" w:space="0" w:color="auto"/>
                                    <w:bottom w:val="none" w:sz="0" w:space="0" w:color="auto"/>
                                    <w:right w:val="none" w:sz="0" w:space="0" w:color="auto"/>
                                  </w:divBdr>
                                  <w:divsChild>
                                    <w:div w:id="349333266">
                                      <w:marLeft w:val="0"/>
                                      <w:marRight w:val="0"/>
                                      <w:marTop w:val="0"/>
                                      <w:marBottom w:val="0"/>
                                      <w:divBdr>
                                        <w:top w:val="none" w:sz="0" w:space="0" w:color="auto"/>
                                        <w:left w:val="none" w:sz="0" w:space="0" w:color="auto"/>
                                        <w:bottom w:val="none" w:sz="0" w:space="0" w:color="auto"/>
                                        <w:right w:val="none" w:sz="0" w:space="0" w:color="auto"/>
                                      </w:divBdr>
                                      <w:divsChild>
                                        <w:div w:id="349332972">
                                          <w:marLeft w:val="0"/>
                                          <w:marRight w:val="0"/>
                                          <w:marTop w:val="0"/>
                                          <w:marBottom w:val="0"/>
                                          <w:divBdr>
                                            <w:top w:val="none" w:sz="0" w:space="0" w:color="auto"/>
                                            <w:left w:val="none" w:sz="0" w:space="0" w:color="auto"/>
                                            <w:bottom w:val="none" w:sz="0" w:space="0" w:color="auto"/>
                                            <w:right w:val="none" w:sz="0" w:space="0" w:color="auto"/>
                                          </w:divBdr>
                                          <w:divsChild>
                                            <w:div w:id="349333297">
                                              <w:marLeft w:val="0"/>
                                              <w:marRight w:val="0"/>
                                              <w:marTop w:val="0"/>
                                              <w:marBottom w:val="0"/>
                                              <w:divBdr>
                                                <w:top w:val="none" w:sz="0" w:space="0" w:color="auto"/>
                                                <w:left w:val="none" w:sz="0" w:space="0" w:color="auto"/>
                                                <w:bottom w:val="none" w:sz="0" w:space="0" w:color="auto"/>
                                                <w:right w:val="none" w:sz="0" w:space="0" w:color="auto"/>
                                              </w:divBdr>
                                              <w:divsChild>
                                                <w:div w:id="349333344">
                                                  <w:marLeft w:val="0"/>
                                                  <w:marRight w:val="0"/>
                                                  <w:marTop w:val="0"/>
                                                  <w:marBottom w:val="0"/>
                                                  <w:divBdr>
                                                    <w:top w:val="none" w:sz="0" w:space="0" w:color="auto"/>
                                                    <w:left w:val="none" w:sz="0" w:space="0" w:color="auto"/>
                                                    <w:bottom w:val="none" w:sz="0" w:space="0" w:color="auto"/>
                                                    <w:right w:val="none" w:sz="0" w:space="0" w:color="auto"/>
                                                  </w:divBdr>
                                                  <w:divsChild>
                                                    <w:div w:id="34933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9332963">
      <w:marLeft w:val="0"/>
      <w:marRight w:val="0"/>
      <w:marTop w:val="0"/>
      <w:marBottom w:val="0"/>
      <w:divBdr>
        <w:top w:val="none" w:sz="0" w:space="0" w:color="auto"/>
        <w:left w:val="none" w:sz="0" w:space="0" w:color="auto"/>
        <w:bottom w:val="none" w:sz="0" w:space="0" w:color="auto"/>
        <w:right w:val="none" w:sz="0" w:space="0" w:color="auto"/>
      </w:divBdr>
      <w:divsChild>
        <w:div w:id="349333079">
          <w:marLeft w:val="0"/>
          <w:marRight w:val="0"/>
          <w:marTop w:val="0"/>
          <w:marBottom w:val="0"/>
          <w:divBdr>
            <w:top w:val="none" w:sz="0" w:space="0" w:color="auto"/>
            <w:left w:val="none" w:sz="0" w:space="0" w:color="auto"/>
            <w:bottom w:val="none" w:sz="0" w:space="0" w:color="auto"/>
            <w:right w:val="none" w:sz="0" w:space="0" w:color="auto"/>
          </w:divBdr>
          <w:divsChild>
            <w:div w:id="349332958">
              <w:marLeft w:val="0"/>
              <w:marRight w:val="0"/>
              <w:marTop w:val="0"/>
              <w:marBottom w:val="0"/>
              <w:divBdr>
                <w:top w:val="none" w:sz="0" w:space="0" w:color="auto"/>
                <w:left w:val="none" w:sz="0" w:space="0" w:color="auto"/>
                <w:bottom w:val="none" w:sz="0" w:space="0" w:color="auto"/>
                <w:right w:val="none" w:sz="0" w:space="0" w:color="auto"/>
              </w:divBdr>
              <w:divsChild>
                <w:div w:id="349333050">
                  <w:marLeft w:val="0"/>
                  <w:marRight w:val="0"/>
                  <w:marTop w:val="0"/>
                  <w:marBottom w:val="0"/>
                  <w:divBdr>
                    <w:top w:val="none" w:sz="0" w:space="0" w:color="auto"/>
                    <w:left w:val="none" w:sz="0" w:space="0" w:color="auto"/>
                    <w:bottom w:val="none" w:sz="0" w:space="0" w:color="auto"/>
                    <w:right w:val="none" w:sz="0" w:space="0" w:color="auto"/>
                  </w:divBdr>
                  <w:divsChild>
                    <w:div w:id="349333354">
                      <w:marLeft w:val="0"/>
                      <w:marRight w:val="0"/>
                      <w:marTop w:val="0"/>
                      <w:marBottom w:val="0"/>
                      <w:divBdr>
                        <w:top w:val="none" w:sz="0" w:space="0" w:color="auto"/>
                        <w:left w:val="none" w:sz="0" w:space="0" w:color="auto"/>
                        <w:bottom w:val="none" w:sz="0" w:space="0" w:color="auto"/>
                        <w:right w:val="none" w:sz="0" w:space="0" w:color="auto"/>
                      </w:divBdr>
                      <w:divsChild>
                        <w:div w:id="349333192">
                          <w:marLeft w:val="0"/>
                          <w:marRight w:val="0"/>
                          <w:marTop w:val="0"/>
                          <w:marBottom w:val="0"/>
                          <w:divBdr>
                            <w:top w:val="none" w:sz="0" w:space="0" w:color="auto"/>
                            <w:left w:val="none" w:sz="0" w:space="0" w:color="auto"/>
                            <w:bottom w:val="none" w:sz="0" w:space="0" w:color="auto"/>
                            <w:right w:val="none" w:sz="0" w:space="0" w:color="auto"/>
                          </w:divBdr>
                          <w:divsChild>
                            <w:div w:id="349332997">
                              <w:marLeft w:val="0"/>
                              <w:marRight w:val="0"/>
                              <w:marTop w:val="0"/>
                              <w:marBottom w:val="0"/>
                              <w:divBdr>
                                <w:top w:val="none" w:sz="0" w:space="0" w:color="auto"/>
                                <w:left w:val="none" w:sz="0" w:space="0" w:color="auto"/>
                                <w:bottom w:val="none" w:sz="0" w:space="0" w:color="auto"/>
                                <w:right w:val="none" w:sz="0" w:space="0" w:color="auto"/>
                              </w:divBdr>
                              <w:divsChild>
                                <w:div w:id="349333285">
                                  <w:marLeft w:val="0"/>
                                  <w:marRight w:val="0"/>
                                  <w:marTop w:val="0"/>
                                  <w:marBottom w:val="0"/>
                                  <w:divBdr>
                                    <w:top w:val="none" w:sz="0" w:space="0" w:color="auto"/>
                                    <w:left w:val="none" w:sz="0" w:space="0" w:color="auto"/>
                                    <w:bottom w:val="none" w:sz="0" w:space="0" w:color="auto"/>
                                    <w:right w:val="none" w:sz="0" w:space="0" w:color="auto"/>
                                  </w:divBdr>
                                  <w:divsChild>
                                    <w:div w:id="349333328">
                                      <w:marLeft w:val="0"/>
                                      <w:marRight w:val="0"/>
                                      <w:marTop w:val="0"/>
                                      <w:marBottom w:val="0"/>
                                      <w:divBdr>
                                        <w:top w:val="none" w:sz="0" w:space="0" w:color="auto"/>
                                        <w:left w:val="none" w:sz="0" w:space="0" w:color="auto"/>
                                        <w:bottom w:val="none" w:sz="0" w:space="0" w:color="auto"/>
                                        <w:right w:val="none" w:sz="0" w:space="0" w:color="auto"/>
                                      </w:divBdr>
                                      <w:divsChild>
                                        <w:div w:id="349333122">
                                          <w:marLeft w:val="0"/>
                                          <w:marRight w:val="0"/>
                                          <w:marTop w:val="0"/>
                                          <w:marBottom w:val="0"/>
                                          <w:divBdr>
                                            <w:top w:val="none" w:sz="0" w:space="0" w:color="auto"/>
                                            <w:left w:val="none" w:sz="0" w:space="0" w:color="auto"/>
                                            <w:bottom w:val="none" w:sz="0" w:space="0" w:color="auto"/>
                                            <w:right w:val="none" w:sz="0" w:space="0" w:color="auto"/>
                                          </w:divBdr>
                                          <w:divsChild>
                                            <w:div w:id="349332985">
                                              <w:marLeft w:val="0"/>
                                              <w:marRight w:val="0"/>
                                              <w:marTop w:val="0"/>
                                              <w:marBottom w:val="0"/>
                                              <w:divBdr>
                                                <w:top w:val="none" w:sz="0" w:space="0" w:color="auto"/>
                                                <w:left w:val="none" w:sz="0" w:space="0" w:color="auto"/>
                                                <w:bottom w:val="none" w:sz="0" w:space="0" w:color="auto"/>
                                                <w:right w:val="none" w:sz="0" w:space="0" w:color="auto"/>
                                              </w:divBdr>
                                              <w:divsChild>
                                                <w:div w:id="349333241">
                                                  <w:marLeft w:val="0"/>
                                                  <w:marRight w:val="0"/>
                                                  <w:marTop w:val="0"/>
                                                  <w:marBottom w:val="0"/>
                                                  <w:divBdr>
                                                    <w:top w:val="none" w:sz="0" w:space="0" w:color="auto"/>
                                                    <w:left w:val="none" w:sz="0" w:space="0" w:color="auto"/>
                                                    <w:bottom w:val="none" w:sz="0" w:space="0" w:color="auto"/>
                                                    <w:right w:val="none" w:sz="0" w:space="0" w:color="auto"/>
                                                  </w:divBdr>
                                                  <w:divsChild>
                                                    <w:div w:id="349332995">
                                                      <w:marLeft w:val="0"/>
                                                      <w:marRight w:val="0"/>
                                                      <w:marTop w:val="0"/>
                                                      <w:marBottom w:val="0"/>
                                                      <w:divBdr>
                                                        <w:top w:val="none" w:sz="0" w:space="0" w:color="auto"/>
                                                        <w:left w:val="none" w:sz="0" w:space="0" w:color="auto"/>
                                                        <w:bottom w:val="none" w:sz="0" w:space="0" w:color="auto"/>
                                                        <w:right w:val="none" w:sz="0" w:space="0" w:color="auto"/>
                                                      </w:divBdr>
                                                    </w:div>
                                                    <w:div w:id="349333269">
                                                      <w:marLeft w:val="0"/>
                                                      <w:marRight w:val="0"/>
                                                      <w:marTop w:val="0"/>
                                                      <w:marBottom w:val="0"/>
                                                      <w:divBdr>
                                                        <w:top w:val="none" w:sz="0" w:space="0" w:color="auto"/>
                                                        <w:left w:val="none" w:sz="0" w:space="0" w:color="auto"/>
                                                        <w:bottom w:val="none" w:sz="0" w:space="0" w:color="auto"/>
                                                        <w:right w:val="none" w:sz="0" w:space="0" w:color="auto"/>
                                                      </w:divBdr>
                                                    </w:div>
                                                    <w:div w:id="349333282">
                                                      <w:marLeft w:val="0"/>
                                                      <w:marRight w:val="0"/>
                                                      <w:marTop w:val="0"/>
                                                      <w:marBottom w:val="0"/>
                                                      <w:divBdr>
                                                        <w:top w:val="none" w:sz="0" w:space="0" w:color="auto"/>
                                                        <w:left w:val="none" w:sz="0" w:space="0" w:color="auto"/>
                                                        <w:bottom w:val="none" w:sz="0" w:space="0" w:color="auto"/>
                                                        <w:right w:val="none" w:sz="0" w:space="0" w:color="auto"/>
                                                      </w:divBdr>
                                                      <w:divsChild>
                                                        <w:div w:id="34933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49332971">
      <w:marLeft w:val="0"/>
      <w:marRight w:val="0"/>
      <w:marTop w:val="0"/>
      <w:marBottom w:val="0"/>
      <w:divBdr>
        <w:top w:val="none" w:sz="0" w:space="0" w:color="auto"/>
        <w:left w:val="none" w:sz="0" w:space="0" w:color="auto"/>
        <w:bottom w:val="none" w:sz="0" w:space="0" w:color="auto"/>
        <w:right w:val="none" w:sz="0" w:space="0" w:color="auto"/>
      </w:divBdr>
    </w:div>
    <w:div w:id="349332982">
      <w:marLeft w:val="0"/>
      <w:marRight w:val="0"/>
      <w:marTop w:val="0"/>
      <w:marBottom w:val="0"/>
      <w:divBdr>
        <w:top w:val="none" w:sz="0" w:space="0" w:color="auto"/>
        <w:left w:val="none" w:sz="0" w:space="0" w:color="auto"/>
        <w:bottom w:val="none" w:sz="0" w:space="0" w:color="auto"/>
        <w:right w:val="none" w:sz="0" w:space="0" w:color="auto"/>
      </w:divBdr>
      <w:divsChild>
        <w:div w:id="349333323">
          <w:marLeft w:val="0"/>
          <w:marRight w:val="0"/>
          <w:marTop w:val="0"/>
          <w:marBottom w:val="0"/>
          <w:divBdr>
            <w:top w:val="none" w:sz="0" w:space="0" w:color="auto"/>
            <w:left w:val="none" w:sz="0" w:space="0" w:color="auto"/>
            <w:bottom w:val="none" w:sz="0" w:space="0" w:color="auto"/>
            <w:right w:val="none" w:sz="0" w:space="0" w:color="auto"/>
          </w:divBdr>
        </w:div>
      </w:divsChild>
    </w:div>
    <w:div w:id="349332983">
      <w:marLeft w:val="0"/>
      <w:marRight w:val="0"/>
      <w:marTop w:val="0"/>
      <w:marBottom w:val="0"/>
      <w:divBdr>
        <w:top w:val="none" w:sz="0" w:space="0" w:color="auto"/>
        <w:left w:val="none" w:sz="0" w:space="0" w:color="auto"/>
        <w:bottom w:val="none" w:sz="0" w:space="0" w:color="auto"/>
        <w:right w:val="none" w:sz="0" w:space="0" w:color="auto"/>
      </w:divBdr>
    </w:div>
    <w:div w:id="349333016">
      <w:marLeft w:val="0"/>
      <w:marRight w:val="0"/>
      <w:marTop w:val="0"/>
      <w:marBottom w:val="0"/>
      <w:divBdr>
        <w:top w:val="none" w:sz="0" w:space="0" w:color="auto"/>
        <w:left w:val="none" w:sz="0" w:space="0" w:color="auto"/>
        <w:bottom w:val="none" w:sz="0" w:space="0" w:color="auto"/>
        <w:right w:val="none" w:sz="0" w:space="0" w:color="auto"/>
      </w:divBdr>
      <w:divsChild>
        <w:div w:id="349333265">
          <w:marLeft w:val="0"/>
          <w:marRight w:val="0"/>
          <w:marTop w:val="0"/>
          <w:marBottom w:val="0"/>
          <w:divBdr>
            <w:top w:val="none" w:sz="0" w:space="0" w:color="auto"/>
            <w:left w:val="none" w:sz="0" w:space="0" w:color="auto"/>
            <w:bottom w:val="none" w:sz="0" w:space="0" w:color="auto"/>
            <w:right w:val="none" w:sz="0" w:space="0" w:color="auto"/>
          </w:divBdr>
          <w:divsChild>
            <w:div w:id="349333225">
              <w:marLeft w:val="0"/>
              <w:marRight w:val="0"/>
              <w:marTop w:val="0"/>
              <w:marBottom w:val="0"/>
              <w:divBdr>
                <w:top w:val="none" w:sz="0" w:space="0" w:color="auto"/>
                <w:left w:val="none" w:sz="0" w:space="0" w:color="auto"/>
                <w:bottom w:val="none" w:sz="0" w:space="0" w:color="auto"/>
                <w:right w:val="none" w:sz="0" w:space="0" w:color="auto"/>
              </w:divBdr>
              <w:divsChild>
                <w:div w:id="349333069">
                  <w:marLeft w:val="0"/>
                  <w:marRight w:val="0"/>
                  <w:marTop w:val="0"/>
                  <w:marBottom w:val="0"/>
                  <w:divBdr>
                    <w:top w:val="none" w:sz="0" w:space="0" w:color="auto"/>
                    <w:left w:val="none" w:sz="0" w:space="0" w:color="auto"/>
                    <w:bottom w:val="none" w:sz="0" w:space="0" w:color="auto"/>
                    <w:right w:val="none" w:sz="0" w:space="0" w:color="auto"/>
                  </w:divBdr>
                  <w:divsChild>
                    <w:div w:id="349332976">
                      <w:marLeft w:val="0"/>
                      <w:marRight w:val="0"/>
                      <w:marTop w:val="0"/>
                      <w:marBottom w:val="0"/>
                      <w:divBdr>
                        <w:top w:val="none" w:sz="0" w:space="0" w:color="auto"/>
                        <w:left w:val="none" w:sz="0" w:space="0" w:color="auto"/>
                        <w:bottom w:val="none" w:sz="0" w:space="0" w:color="auto"/>
                        <w:right w:val="none" w:sz="0" w:space="0" w:color="auto"/>
                      </w:divBdr>
                      <w:divsChild>
                        <w:div w:id="349333239">
                          <w:marLeft w:val="0"/>
                          <w:marRight w:val="0"/>
                          <w:marTop w:val="0"/>
                          <w:marBottom w:val="0"/>
                          <w:divBdr>
                            <w:top w:val="none" w:sz="0" w:space="0" w:color="auto"/>
                            <w:left w:val="none" w:sz="0" w:space="0" w:color="auto"/>
                            <w:bottom w:val="none" w:sz="0" w:space="0" w:color="auto"/>
                            <w:right w:val="none" w:sz="0" w:space="0" w:color="auto"/>
                          </w:divBdr>
                          <w:divsChild>
                            <w:div w:id="349333294">
                              <w:marLeft w:val="0"/>
                              <w:marRight w:val="0"/>
                              <w:marTop w:val="0"/>
                              <w:marBottom w:val="0"/>
                              <w:divBdr>
                                <w:top w:val="none" w:sz="0" w:space="0" w:color="auto"/>
                                <w:left w:val="none" w:sz="0" w:space="0" w:color="auto"/>
                                <w:bottom w:val="none" w:sz="0" w:space="0" w:color="auto"/>
                                <w:right w:val="none" w:sz="0" w:space="0" w:color="auto"/>
                              </w:divBdr>
                              <w:divsChild>
                                <w:div w:id="349333188">
                                  <w:marLeft w:val="0"/>
                                  <w:marRight w:val="0"/>
                                  <w:marTop w:val="0"/>
                                  <w:marBottom w:val="0"/>
                                  <w:divBdr>
                                    <w:top w:val="none" w:sz="0" w:space="0" w:color="auto"/>
                                    <w:left w:val="none" w:sz="0" w:space="0" w:color="auto"/>
                                    <w:bottom w:val="none" w:sz="0" w:space="0" w:color="auto"/>
                                    <w:right w:val="none" w:sz="0" w:space="0" w:color="auto"/>
                                  </w:divBdr>
                                  <w:divsChild>
                                    <w:div w:id="349333001">
                                      <w:marLeft w:val="0"/>
                                      <w:marRight w:val="0"/>
                                      <w:marTop w:val="0"/>
                                      <w:marBottom w:val="0"/>
                                      <w:divBdr>
                                        <w:top w:val="none" w:sz="0" w:space="0" w:color="auto"/>
                                        <w:left w:val="none" w:sz="0" w:space="0" w:color="auto"/>
                                        <w:bottom w:val="none" w:sz="0" w:space="0" w:color="auto"/>
                                        <w:right w:val="none" w:sz="0" w:space="0" w:color="auto"/>
                                      </w:divBdr>
                                      <w:divsChild>
                                        <w:div w:id="349332924">
                                          <w:marLeft w:val="0"/>
                                          <w:marRight w:val="0"/>
                                          <w:marTop w:val="0"/>
                                          <w:marBottom w:val="0"/>
                                          <w:divBdr>
                                            <w:top w:val="none" w:sz="0" w:space="0" w:color="auto"/>
                                            <w:left w:val="none" w:sz="0" w:space="0" w:color="auto"/>
                                            <w:bottom w:val="none" w:sz="0" w:space="0" w:color="auto"/>
                                            <w:right w:val="none" w:sz="0" w:space="0" w:color="auto"/>
                                          </w:divBdr>
                                          <w:divsChild>
                                            <w:div w:id="349332981">
                                              <w:marLeft w:val="0"/>
                                              <w:marRight w:val="0"/>
                                              <w:marTop w:val="0"/>
                                              <w:marBottom w:val="0"/>
                                              <w:divBdr>
                                                <w:top w:val="none" w:sz="0" w:space="0" w:color="auto"/>
                                                <w:left w:val="none" w:sz="0" w:space="0" w:color="auto"/>
                                                <w:bottom w:val="none" w:sz="0" w:space="0" w:color="auto"/>
                                                <w:right w:val="none" w:sz="0" w:space="0" w:color="auto"/>
                                              </w:divBdr>
                                              <w:divsChild>
                                                <w:div w:id="349332941">
                                                  <w:marLeft w:val="0"/>
                                                  <w:marRight w:val="0"/>
                                                  <w:marTop w:val="0"/>
                                                  <w:marBottom w:val="0"/>
                                                  <w:divBdr>
                                                    <w:top w:val="none" w:sz="0" w:space="0" w:color="auto"/>
                                                    <w:left w:val="none" w:sz="0" w:space="0" w:color="auto"/>
                                                    <w:bottom w:val="none" w:sz="0" w:space="0" w:color="auto"/>
                                                    <w:right w:val="none" w:sz="0" w:space="0" w:color="auto"/>
                                                  </w:divBdr>
                                                  <w:divsChild>
                                                    <w:div w:id="349333156">
                                                      <w:marLeft w:val="0"/>
                                                      <w:marRight w:val="0"/>
                                                      <w:marTop w:val="0"/>
                                                      <w:marBottom w:val="0"/>
                                                      <w:divBdr>
                                                        <w:top w:val="none" w:sz="0" w:space="0" w:color="auto"/>
                                                        <w:left w:val="none" w:sz="0" w:space="0" w:color="auto"/>
                                                        <w:bottom w:val="none" w:sz="0" w:space="0" w:color="auto"/>
                                                        <w:right w:val="none" w:sz="0" w:space="0" w:color="auto"/>
                                                      </w:divBdr>
                                                      <w:divsChild>
                                                        <w:div w:id="34933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49333022">
      <w:marLeft w:val="0"/>
      <w:marRight w:val="0"/>
      <w:marTop w:val="0"/>
      <w:marBottom w:val="0"/>
      <w:divBdr>
        <w:top w:val="none" w:sz="0" w:space="0" w:color="auto"/>
        <w:left w:val="none" w:sz="0" w:space="0" w:color="auto"/>
        <w:bottom w:val="none" w:sz="0" w:space="0" w:color="auto"/>
        <w:right w:val="none" w:sz="0" w:space="0" w:color="auto"/>
      </w:divBdr>
    </w:div>
    <w:div w:id="349333030">
      <w:marLeft w:val="0"/>
      <w:marRight w:val="0"/>
      <w:marTop w:val="0"/>
      <w:marBottom w:val="0"/>
      <w:divBdr>
        <w:top w:val="none" w:sz="0" w:space="0" w:color="auto"/>
        <w:left w:val="none" w:sz="0" w:space="0" w:color="auto"/>
        <w:bottom w:val="none" w:sz="0" w:space="0" w:color="auto"/>
        <w:right w:val="none" w:sz="0" w:space="0" w:color="auto"/>
      </w:divBdr>
      <w:divsChild>
        <w:div w:id="349333240">
          <w:marLeft w:val="75"/>
          <w:marRight w:val="75"/>
          <w:marTop w:val="0"/>
          <w:marBottom w:val="0"/>
          <w:divBdr>
            <w:top w:val="none" w:sz="0" w:space="0" w:color="auto"/>
            <w:left w:val="none" w:sz="0" w:space="0" w:color="auto"/>
            <w:bottom w:val="none" w:sz="0" w:space="0" w:color="auto"/>
            <w:right w:val="none" w:sz="0" w:space="0" w:color="auto"/>
          </w:divBdr>
          <w:divsChild>
            <w:div w:id="349333118">
              <w:marLeft w:val="0"/>
              <w:marRight w:val="0"/>
              <w:marTop w:val="0"/>
              <w:marBottom w:val="0"/>
              <w:divBdr>
                <w:top w:val="none" w:sz="0" w:space="0" w:color="auto"/>
                <w:left w:val="none" w:sz="0" w:space="0" w:color="auto"/>
                <w:bottom w:val="none" w:sz="0" w:space="0" w:color="auto"/>
                <w:right w:val="none" w:sz="0" w:space="0" w:color="auto"/>
              </w:divBdr>
            </w:div>
            <w:div w:id="349333145">
              <w:marLeft w:val="0"/>
              <w:marRight w:val="0"/>
              <w:marTop w:val="0"/>
              <w:marBottom w:val="0"/>
              <w:divBdr>
                <w:top w:val="none" w:sz="0" w:space="0" w:color="auto"/>
                <w:left w:val="none" w:sz="0" w:space="0" w:color="auto"/>
                <w:bottom w:val="none" w:sz="0" w:space="0" w:color="auto"/>
                <w:right w:val="none" w:sz="0" w:space="0" w:color="auto"/>
              </w:divBdr>
            </w:div>
            <w:div w:id="34933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3031">
      <w:marLeft w:val="0"/>
      <w:marRight w:val="0"/>
      <w:marTop w:val="0"/>
      <w:marBottom w:val="0"/>
      <w:divBdr>
        <w:top w:val="none" w:sz="0" w:space="0" w:color="auto"/>
        <w:left w:val="none" w:sz="0" w:space="0" w:color="auto"/>
        <w:bottom w:val="none" w:sz="0" w:space="0" w:color="auto"/>
        <w:right w:val="none" w:sz="0" w:space="0" w:color="auto"/>
      </w:divBdr>
      <w:divsChild>
        <w:div w:id="349333067">
          <w:marLeft w:val="0"/>
          <w:marRight w:val="0"/>
          <w:marTop w:val="0"/>
          <w:marBottom w:val="0"/>
          <w:divBdr>
            <w:top w:val="none" w:sz="0" w:space="0" w:color="auto"/>
            <w:left w:val="none" w:sz="0" w:space="0" w:color="auto"/>
            <w:bottom w:val="none" w:sz="0" w:space="0" w:color="auto"/>
            <w:right w:val="none" w:sz="0" w:space="0" w:color="auto"/>
          </w:divBdr>
        </w:div>
        <w:div w:id="349333085">
          <w:marLeft w:val="0"/>
          <w:marRight w:val="0"/>
          <w:marTop w:val="0"/>
          <w:marBottom w:val="0"/>
          <w:divBdr>
            <w:top w:val="none" w:sz="0" w:space="0" w:color="auto"/>
            <w:left w:val="none" w:sz="0" w:space="0" w:color="auto"/>
            <w:bottom w:val="none" w:sz="0" w:space="0" w:color="auto"/>
            <w:right w:val="none" w:sz="0" w:space="0" w:color="auto"/>
          </w:divBdr>
          <w:divsChild>
            <w:div w:id="349333204">
              <w:marLeft w:val="0"/>
              <w:marRight w:val="0"/>
              <w:marTop w:val="0"/>
              <w:marBottom w:val="0"/>
              <w:divBdr>
                <w:top w:val="none" w:sz="0" w:space="0" w:color="auto"/>
                <w:left w:val="none" w:sz="0" w:space="0" w:color="auto"/>
                <w:bottom w:val="none" w:sz="0" w:space="0" w:color="auto"/>
                <w:right w:val="none" w:sz="0" w:space="0" w:color="auto"/>
              </w:divBdr>
              <w:divsChild>
                <w:div w:id="34933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3330">
          <w:marLeft w:val="0"/>
          <w:marRight w:val="0"/>
          <w:marTop w:val="0"/>
          <w:marBottom w:val="0"/>
          <w:divBdr>
            <w:top w:val="none" w:sz="0" w:space="0" w:color="auto"/>
            <w:left w:val="none" w:sz="0" w:space="0" w:color="auto"/>
            <w:bottom w:val="none" w:sz="0" w:space="0" w:color="auto"/>
            <w:right w:val="none" w:sz="0" w:space="0" w:color="auto"/>
          </w:divBdr>
        </w:div>
      </w:divsChild>
    </w:div>
    <w:div w:id="349333032">
      <w:marLeft w:val="0"/>
      <w:marRight w:val="0"/>
      <w:marTop w:val="0"/>
      <w:marBottom w:val="0"/>
      <w:divBdr>
        <w:top w:val="none" w:sz="0" w:space="0" w:color="auto"/>
        <w:left w:val="none" w:sz="0" w:space="0" w:color="auto"/>
        <w:bottom w:val="none" w:sz="0" w:space="0" w:color="auto"/>
        <w:right w:val="none" w:sz="0" w:space="0" w:color="auto"/>
      </w:divBdr>
    </w:div>
    <w:div w:id="349333037">
      <w:marLeft w:val="0"/>
      <w:marRight w:val="0"/>
      <w:marTop w:val="0"/>
      <w:marBottom w:val="0"/>
      <w:divBdr>
        <w:top w:val="none" w:sz="0" w:space="0" w:color="auto"/>
        <w:left w:val="none" w:sz="0" w:space="0" w:color="auto"/>
        <w:bottom w:val="none" w:sz="0" w:space="0" w:color="auto"/>
        <w:right w:val="none" w:sz="0" w:space="0" w:color="auto"/>
      </w:divBdr>
      <w:divsChild>
        <w:div w:id="349332930">
          <w:marLeft w:val="0"/>
          <w:marRight w:val="0"/>
          <w:marTop w:val="0"/>
          <w:marBottom w:val="0"/>
          <w:divBdr>
            <w:top w:val="none" w:sz="0" w:space="0" w:color="auto"/>
            <w:left w:val="none" w:sz="0" w:space="0" w:color="auto"/>
            <w:bottom w:val="none" w:sz="0" w:space="0" w:color="auto"/>
            <w:right w:val="none" w:sz="0" w:space="0" w:color="auto"/>
          </w:divBdr>
          <w:divsChild>
            <w:div w:id="349333223">
              <w:marLeft w:val="0"/>
              <w:marRight w:val="0"/>
              <w:marTop w:val="0"/>
              <w:marBottom w:val="0"/>
              <w:divBdr>
                <w:top w:val="none" w:sz="0" w:space="0" w:color="auto"/>
                <w:left w:val="none" w:sz="0" w:space="0" w:color="auto"/>
                <w:bottom w:val="none" w:sz="0" w:space="0" w:color="auto"/>
                <w:right w:val="none" w:sz="0" w:space="0" w:color="auto"/>
              </w:divBdr>
              <w:divsChild>
                <w:div w:id="34933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3026">
          <w:marLeft w:val="0"/>
          <w:marRight w:val="0"/>
          <w:marTop w:val="0"/>
          <w:marBottom w:val="0"/>
          <w:divBdr>
            <w:top w:val="none" w:sz="0" w:space="0" w:color="auto"/>
            <w:left w:val="none" w:sz="0" w:space="0" w:color="auto"/>
            <w:bottom w:val="none" w:sz="0" w:space="0" w:color="auto"/>
            <w:right w:val="none" w:sz="0" w:space="0" w:color="auto"/>
          </w:divBdr>
        </w:div>
        <w:div w:id="349333331">
          <w:marLeft w:val="0"/>
          <w:marRight w:val="0"/>
          <w:marTop w:val="0"/>
          <w:marBottom w:val="0"/>
          <w:divBdr>
            <w:top w:val="none" w:sz="0" w:space="0" w:color="auto"/>
            <w:left w:val="none" w:sz="0" w:space="0" w:color="auto"/>
            <w:bottom w:val="none" w:sz="0" w:space="0" w:color="auto"/>
            <w:right w:val="none" w:sz="0" w:space="0" w:color="auto"/>
          </w:divBdr>
        </w:div>
      </w:divsChild>
    </w:div>
    <w:div w:id="349333040">
      <w:marLeft w:val="0"/>
      <w:marRight w:val="0"/>
      <w:marTop w:val="0"/>
      <w:marBottom w:val="0"/>
      <w:divBdr>
        <w:top w:val="none" w:sz="0" w:space="0" w:color="auto"/>
        <w:left w:val="none" w:sz="0" w:space="0" w:color="auto"/>
        <w:bottom w:val="none" w:sz="0" w:space="0" w:color="auto"/>
        <w:right w:val="none" w:sz="0" w:space="0" w:color="auto"/>
      </w:divBdr>
      <w:divsChild>
        <w:div w:id="349333262">
          <w:marLeft w:val="75"/>
          <w:marRight w:val="75"/>
          <w:marTop w:val="0"/>
          <w:marBottom w:val="0"/>
          <w:divBdr>
            <w:top w:val="none" w:sz="0" w:space="0" w:color="auto"/>
            <w:left w:val="none" w:sz="0" w:space="0" w:color="auto"/>
            <w:bottom w:val="none" w:sz="0" w:space="0" w:color="auto"/>
            <w:right w:val="none" w:sz="0" w:space="0" w:color="auto"/>
          </w:divBdr>
          <w:divsChild>
            <w:div w:id="349333076">
              <w:marLeft w:val="0"/>
              <w:marRight w:val="0"/>
              <w:marTop w:val="0"/>
              <w:marBottom w:val="0"/>
              <w:divBdr>
                <w:top w:val="none" w:sz="0" w:space="0" w:color="auto"/>
                <w:left w:val="none" w:sz="0" w:space="0" w:color="auto"/>
                <w:bottom w:val="none" w:sz="0" w:space="0" w:color="auto"/>
                <w:right w:val="none" w:sz="0" w:space="0" w:color="auto"/>
              </w:divBdr>
            </w:div>
            <w:div w:id="349333112">
              <w:marLeft w:val="0"/>
              <w:marRight w:val="0"/>
              <w:marTop w:val="0"/>
              <w:marBottom w:val="0"/>
              <w:divBdr>
                <w:top w:val="none" w:sz="0" w:space="0" w:color="auto"/>
                <w:left w:val="none" w:sz="0" w:space="0" w:color="auto"/>
                <w:bottom w:val="none" w:sz="0" w:space="0" w:color="auto"/>
                <w:right w:val="none" w:sz="0" w:space="0" w:color="auto"/>
              </w:divBdr>
            </w:div>
            <w:div w:id="34933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3055">
      <w:marLeft w:val="0"/>
      <w:marRight w:val="0"/>
      <w:marTop w:val="0"/>
      <w:marBottom w:val="0"/>
      <w:divBdr>
        <w:top w:val="none" w:sz="0" w:space="0" w:color="auto"/>
        <w:left w:val="none" w:sz="0" w:space="0" w:color="auto"/>
        <w:bottom w:val="none" w:sz="0" w:space="0" w:color="auto"/>
        <w:right w:val="none" w:sz="0" w:space="0" w:color="auto"/>
      </w:divBdr>
      <w:divsChild>
        <w:div w:id="349332926">
          <w:marLeft w:val="0"/>
          <w:marRight w:val="0"/>
          <w:marTop w:val="0"/>
          <w:marBottom w:val="0"/>
          <w:divBdr>
            <w:top w:val="none" w:sz="0" w:space="0" w:color="auto"/>
            <w:left w:val="none" w:sz="0" w:space="0" w:color="auto"/>
            <w:bottom w:val="none" w:sz="0" w:space="0" w:color="auto"/>
            <w:right w:val="none" w:sz="0" w:space="0" w:color="auto"/>
          </w:divBdr>
        </w:div>
        <w:div w:id="349332959">
          <w:marLeft w:val="0"/>
          <w:marRight w:val="0"/>
          <w:marTop w:val="0"/>
          <w:marBottom w:val="0"/>
          <w:divBdr>
            <w:top w:val="none" w:sz="0" w:space="0" w:color="auto"/>
            <w:left w:val="none" w:sz="0" w:space="0" w:color="auto"/>
            <w:bottom w:val="none" w:sz="0" w:space="0" w:color="auto"/>
            <w:right w:val="none" w:sz="0" w:space="0" w:color="auto"/>
          </w:divBdr>
        </w:div>
        <w:div w:id="349332965">
          <w:marLeft w:val="0"/>
          <w:marRight w:val="0"/>
          <w:marTop w:val="0"/>
          <w:marBottom w:val="0"/>
          <w:divBdr>
            <w:top w:val="none" w:sz="0" w:space="0" w:color="auto"/>
            <w:left w:val="none" w:sz="0" w:space="0" w:color="auto"/>
            <w:bottom w:val="none" w:sz="0" w:space="0" w:color="auto"/>
            <w:right w:val="none" w:sz="0" w:space="0" w:color="auto"/>
          </w:divBdr>
        </w:div>
        <w:div w:id="349333049">
          <w:marLeft w:val="0"/>
          <w:marRight w:val="0"/>
          <w:marTop w:val="0"/>
          <w:marBottom w:val="0"/>
          <w:divBdr>
            <w:top w:val="none" w:sz="0" w:space="0" w:color="auto"/>
            <w:left w:val="none" w:sz="0" w:space="0" w:color="auto"/>
            <w:bottom w:val="none" w:sz="0" w:space="0" w:color="auto"/>
            <w:right w:val="none" w:sz="0" w:space="0" w:color="auto"/>
          </w:divBdr>
        </w:div>
        <w:div w:id="349333053">
          <w:marLeft w:val="0"/>
          <w:marRight w:val="0"/>
          <w:marTop w:val="0"/>
          <w:marBottom w:val="0"/>
          <w:divBdr>
            <w:top w:val="none" w:sz="0" w:space="0" w:color="auto"/>
            <w:left w:val="none" w:sz="0" w:space="0" w:color="auto"/>
            <w:bottom w:val="none" w:sz="0" w:space="0" w:color="auto"/>
            <w:right w:val="none" w:sz="0" w:space="0" w:color="auto"/>
          </w:divBdr>
        </w:div>
        <w:div w:id="349333062">
          <w:marLeft w:val="0"/>
          <w:marRight w:val="0"/>
          <w:marTop w:val="0"/>
          <w:marBottom w:val="0"/>
          <w:divBdr>
            <w:top w:val="none" w:sz="0" w:space="0" w:color="auto"/>
            <w:left w:val="none" w:sz="0" w:space="0" w:color="auto"/>
            <w:bottom w:val="none" w:sz="0" w:space="0" w:color="auto"/>
            <w:right w:val="none" w:sz="0" w:space="0" w:color="auto"/>
          </w:divBdr>
        </w:div>
        <w:div w:id="349333068">
          <w:marLeft w:val="0"/>
          <w:marRight w:val="0"/>
          <w:marTop w:val="0"/>
          <w:marBottom w:val="0"/>
          <w:divBdr>
            <w:top w:val="none" w:sz="0" w:space="0" w:color="auto"/>
            <w:left w:val="none" w:sz="0" w:space="0" w:color="auto"/>
            <w:bottom w:val="none" w:sz="0" w:space="0" w:color="auto"/>
            <w:right w:val="none" w:sz="0" w:space="0" w:color="auto"/>
          </w:divBdr>
        </w:div>
        <w:div w:id="349333115">
          <w:marLeft w:val="0"/>
          <w:marRight w:val="0"/>
          <w:marTop w:val="0"/>
          <w:marBottom w:val="0"/>
          <w:divBdr>
            <w:top w:val="none" w:sz="0" w:space="0" w:color="auto"/>
            <w:left w:val="none" w:sz="0" w:space="0" w:color="auto"/>
            <w:bottom w:val="none" w:sz="0" w:space="0" w:color="auto"/>
            <w:right w:val="none" w:sz="0" w:space="0" w:color="auto"/>
          </w:divBdr>
        </w:div>
        <w:div w:id="349333146">
          <w:marLeft w:val="0"/>
          <w:marRight w:val="0"/>
          <w:marTop w:val="0"/>
          <w:marBottom w:val="0"/>
          <w:divBdr>
            <w:top w:val="none" w:sz="0" w:space="0" w:color="auto"/>
            <w:left w:val="none" w:sz="0" w:space="0" w:color="auto"/>
            <w:bottom w:val="none" w:sz="0" w:space="0" w:color="auto"/>
            <w:right w:val="none" w:sz="0" w:space="0" w:color="auto"/>
          </w:divBdr>
        </w:div>
        <w:div w:id="349333165">
          <w:marLeft w:val="0"/>
          <w:marRight w:val="0"/>
          <w:marTop w:val="0"/>
          <w:marBottom w:val="0"/>
          <w:divBdr>
            <w:top w:val="none" w:sz="0" w:space="0" w:color="auto"/>
            <w:left w:val="none" w:sz="0" w:space="0" w:color="auto"/>
            <w:bottom w:val="none" w:sz="0" w:space="0" w:color="auto"/>
            <w:right w:val="none" w:sz="0" w:space="0" w:color="auto"/>
          </w:divBdr>
        </w:div>
        <w:div w:id="349333170">
          <w:marLeft w:val="0"/>
          <w:marRight w:val="0"/>
          <w:marTop w:val="0"/>
          <w:marBottom w:val="0"/>
          <w:divBdr>
            <w:top w:val="none" w:sz="0" w:space="0" w:color="auto"/>
            <w:left w:val="none" w:sz="0" w:space="0" w:color="auto"/>
            <w:bottom w:val="none" w:sz="0" w:space="0" w:color="auto"/>
            <w:right w:val="none" w:sz="0" w:space="0" w:color="auto"/>
          </w:divBdr>
        </w:div>
        <w:div w:id="349333176">
          <w:marLeft w:val="0"/>
          <w:marRight w:val="0"/>
          <w:marTop w:val="0"/>
          <w:marBottom w:val="0"/>
          <w:divBdr>
            <w:top w:val="none" w:sz="0" w:space="0" w:color="auto"/>
            <w:left w:val="none" w:sz="0" w:space="0" w:color="auto"/>
            <w:bottom w:val="none" w:sz="0" w:space="0" w:color="auto"/>
            <w:right w:val="none" w:sz="0" w:space="0" w:color="auto"/>
          </w:divBdr>
        </w:div>
        <w:div w:id="349333194">
          <w:marLeft w:val="0"/>
          <w:marRight w:val="0"/>
          <w:marTop w:val="0"/>
          <w:marBottom w:val="0"/>
          <w:divBdr>
            <w:top w:val="none" w:sz="0" w:space="0" w:color="auto"/>
            <w:left w:val="none" w:sz="0" w:space="0" w:color="auto"/>
            <w:bottom w:val="none" w:sz="0" w:space="0" w:color="auto"/>
            <w:right w:val="none" w:sz="0" w:space="0" w:color="auto"/>
          </w:divBdr>
        </w:div>
        <w:div w:id="349333210">
          <w:marLeft w:val="0"/>
          <w:marRight w:val="0"/>
          <w:marTop w:val="0"/>
          <w:marBottom w:val="0"/>
          <w:divBdr>
            <w:top w:val="none" w:sz="0" w:space="0" w:color="auto"/>
            <w:left w:val="none" w:sz="0" w:space="0" w:color="auto"/>
            <w:bottom w:val="none" w:sz="0" w:space="0" w:color="auto"/>
            <w:right w:val="none" w:sz="0" w:space="0" w:color="auto"/>
          </w:divBdr>
        </w:div>
        <w:div w:id="349333218">
          <w:marLeft w:val="0"/>
          <w:marRight w:val="0"/>
          <w:marTop w:val="0"/>
          <w:marBottom w:val="0"/>
          <w:divBdr>
            <w:top w:val="none" w:sz="0" w:space="0" w:color="auto"/>
            <w:left w:val="none" w:sz="0" w:space="0" w:color="auto"/>
            <w:bottom w:val="none" w:sz="0" w:space="0" w:color="auto"/>
            <w:right w:val="none" w:sz="0" w:space="0" w:color="auto"/>
          </w:divBdr>
        </w:div>
        <w:div w:id="349333222">
          <w:marLeft w:val="0"/>
          <w:marRight w:val="0"/>
          <w:marTop w:val="0"/>
          <w:marBottom w:val="0"/>
          <w:divBdr>
            <w:top w:val="none" w:sz="0" w:space="0" w:color="auto"/>
            <w:left w:val="none" w:sz="0" w:space="0" w:color="auto"/>
            <w:bottom w:val="none" w:sz="0" w:space="0" w:color="auto"/>
            <w:right w:val="none" w:sz="0" w:space="0" w:color="auto"/>
          </w:divBdr>
        </w:div>
        <w:div w:id="349333259">
          <w:marLeft w:val="0"/>
          <w:marRight w:val="0"/>
          <w:marTop w:val="0"/>
          <w:marBottom w:val="0"/>
          <w:divBdr>
            <w:top w:val="none" w:sz="0" w:space="0" w:color="auto"/>
            <w:left w:val="none" w:sz="0" w:space="0" w:color="auto"/>
            <w:bottom w:val="none" w:sz="0" w:space="0" w:color="auto"/>
            <w:right w:val="none" w:sz="0" w:space="0" w:color="auto"/>
          </w:divBdr>
        </w:div>
        <w:div w:id="349333316">
          <w:marLeft w:val="0"/>
          <w:marRight w:val="0"/>
          <w:marTop w:val="0"/>
          <w:marBottom w:val="0"/>
          <w:divBdr>
            <w:top w:val="none" w:sz="0" w:space="0" w:color="auto"/>
            <w:left w:val="none" w:sz="0" w:space="0" w:color="auto"/>
            <w:bottom w:val="none" w:sz="0" w:space="0" w:color="auto"/>
            <w:right w:val="none" w:sz="0" w:space="0" w:color="auto"/>
          </w:divBdr>
        </w:div>
        <w:div w:id="349333358">
          <w:marLeft w:val="0"/>
          <w:marRight w:val="0"/>
          <w:marTop w:val="0"/>
          <w:marBottom w:val="0"/>
          <w:divBdr>
            <w:top w:val="none" w:sz="0" w:space="0" w:color="auto"/>
            <w:left w:val="none" w:sz="0" w:space="0" w:color="auto"/>
            <w:bottom w:val="none" w:sz="0" w:space="0" w:color="auto"/>
            <w:right w:val="none" w:sz="0" w:space="0" w:color="auto"/>
          </w:divBdr>
        </w:div>
      </w:divsChild>
    </w:div>
    <w:div w:id="349333059">
      <w:marLeft w:val="0"/>
      <w:marRight w:val="0"/>
      <w:marTop w:val="0"/>
      <w:marBottom w:val="0"/>
      <w:divBdr>
        <w:top w:val="none" w:sz="0" w:space="0" w:color="auto"/>
        <w:left w:val="none" w:sz="0" w:space="0" w:color="auto"/>
        <w:bottom w:val="none" w:sz="0" w:space="0" w:color="auto"/>
        <w:right w:val="none" w:sz="0" w:space="0" w:color="auto"/>
      </w:divBdr>
      <w:divsChild>
        <w:div w:id="349333196">
          <w:marLeft w:val="0"/>
          <w:marRight w:val="0"/>
          <w:marTop w:val="0"/>
          <w:marBottom w:val="0"/>
          <w:divBdr>
            <w:top w:val="none" w:sz="0" w:space="0" w:color="auto"/>
            <w:left w:val="none" w:sz="0" w:space="0" w:color="auto"/>
            <w:bottom w:val="none" w:sz="0" w:space="0" w:color="auto"/>
            <w:right w:val="none" w:sz="0" w:space="0" w:color="auto"/>
          </w:divBdr>
          <w:divsChild>
            <w:div w:id="349333215">
              <w:marLeft w:val="0"/>
              <w:marRight w:val="0"/>
              <w:marTop w:val="0"/>
              <w:marBottom w:val="0"/>
              <w:divBdr>
                <w:top w:val="none" w:sz="0" w:space="0" w:color="auto"/>
                <w:left w:val="none" w:sz="0" w:space="0" w:color="auto"/>
                <w:bottom w:val="none" w:sz="0" w:space="0" w:color="auto"/>
                <w:right w:val="none" w:sz="0" w:space="0" w:color="auto"/>
              </w:divBdr>
              <w:divsChild>
                <w:div w:id="349333181">
                  <w:marLeft w:val="0"/>
                  <w:marRight w:val="0"/>
                  <w:marTop w:val="0"/>
                  <w:marBottom w:val="0"/>
                  <w:divBdr>
                    <w:top w:val="none" w:sz="0" w:space="0" w:color="auto"/>
                    <w:left w:val="none" w:sz="0" w:space="0" w:color="auto"/>
                    <w:bottom w:val="none" w:sz="0" w:space="0" w:color="auto"/>
                    <w:right w:val="none" w:sz="0" w:space="0" w:color="auto"/>
                  </w:divBdr>
                  <w:divsChild>
                    <w:div w:id="349332969">
                      <w:marLeft w:val="0"/>
                      <w:marRight w:val="0"/>
                      <w:marTop w:val="0"/>
                      <w:marBottom w:val="0"/>
                      <w:divBdr>
                        <w:top w:val="none" w:sz="0" w:space="0" w:color="auto"/>
                        <w:left w:val="none" w:sz="0" w:space="0" w:color="auto"/>
                        <w:bottom w:val="none" w:sz="0" w:space="0" w:color="auto"/>
                        <w:right w:val="none" w:sz="0" w:space="0" w:color="auto"/>
                      </w:divBdr>
                      <w:divsChild>
                        <w:div w:id="349333166">
                          <w:marLeft w:val="0"/>
                          <w:marRight w:val="0"/>
                          <w:marTop w:val="0"/>
                          <w:marBottom w:val="0"/>
                          <w:divBdr>
                            <w:top w:val="none" w:sz="0" w:space="0" w:color="auto"/>
                            <w:left w:val="none" w:sz="0" w:space="0" w:color="auto"/>
                            <w:bottom w:val="none" w:sz="0" w:space="0" w:color="auto"/>
                            <w:right w:val="none" w:sz="0" w:space="0" w:color="auto"/>
                          </w:divBdr>
                          <w:divsChild>
                            <w:div w:id="34933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333074">
      <w:marLeft w:val="0"/>
      <w:marRight w:val="0"/>
      <w:marTop w:val="0"/>
      <w:marBottom w:val="0"/>
      <w:divBdr>
        <w:top w:val="none" w:sz="0" w:space="0" w:color="auto"/>
        <w:left w:val="none" w:sz="0" w:space="0" w:color="auto"/>
        <w:bottom w:val="none" w:sz="0" w:space="0" w:color="auto"/>
        <w:right w:val="none" w:sz="0" w:space="0" w:color="auto"/>
      </w:divBdr>
    </w:div>
    <w:div w:id="349333080">
      <w:marLeft w:val="0"/>
      <w:marRight w:val="0"/>
      <w:marTop w:val="0"/>
      <w:marBottom w:val="0"/>
      <w:divBdr>
        <w:top w:val="none" w:sz="0" w:space="0" w:color="auto"/>
        <w:left w:val="none" w:sz="0" w:space="0" w:color="auto"/>
        <w:bottom w:val="none" w:sz="0" w:space="0" w:color="auto"/>
        <w:right w:val="none" w:sz="0" w:space="0" w:color="auto"/>
      </w:divBdr>
      <w:divsChild>
        <w:div w:id="349333000">
          <w:marLeft w:val="75"/>
          <w:marRight w:val="75"/>
          <w:marTop w:val="0"/>
          <w:marBottom w:val="0"/>
          <w:divBdr>
            <w:top w:val="none" w:sz="0" w:space="0" w:color="auto"/>
            <w:left w:val="none" w:sz="0" w:space="0" w:color="auto"/>
            <w:bottom w:val="none" w:sz="0" w:space="0" w:color="auto"/>
            <w:right w:val="none" w:sz="0" w:space="0" w:color="auto"/>
          </w:divBdr>
        </w:div>
      </w:divsChild>
    </w:div>
    <w:div w:id="349333088">
      <w:marLeft w:val="0"/>
      <w:marRight w:val="0"/>
      <w:marTop w:val="0"/>
      <w:marBottom w:val="0"/>
      <w:divBdr>
        <w:top w:val="none" w:sz="0" w:space="0" w:color="auto"/>
        <w:left w:val="none" w:sz="0" w:space="0" w:color="auto"/>
        <w:bottom w:val="none" w:sz="0" w:space="0" w:color="auto"/>
        <w:right w:val="none" w:sz="0" w:space="0" w:color="auto"/>
      </w:divBdr>
    </w:div>
    <w:div w:id="349333089">
      <w:marLeft w:val="0"/>
      <w:marRight w:val="0"/>
      <w:marTop w:val="0"/>
      <w:marBottom w:val="0"/>
      <w:divBdr>
        <w:top w:val="none" w:sz="0" w:space="0" w:color="auto"/>
        <w:left w:val="none" w:sz="0" w:space="0" w:color="auto"/>
        <w:bottom w:val="none" w:sz="0" w:space="0" w:color="auto"/>
        <w:right w:val="none" w:sz="0" w:space="0" w:color="auto"/>
      </w:divBdr>
      <w:divsChild>
        <w:div w:id="349332987">
          <w:marLeft w:val="240"/>
          <w:marRight w:val="240"/>
          <w:marTop w:val="240"/>
          <w:marBottom w:val="240"/>
          <w:divBdr>
            <w:top w:val="single" w:sz="6" w:space="12" w:color="000000"/>
            <w:left w:val="single" w:sz="6" w:space="12" w:color="000000"/>
            <w:bottom w:val="single" w:sz="6" w:space="12" w:color="000000"/>
            <w:right w:val="single" w:sz="6" w:space="12" w:color="000000"/>
          </w:divBdr>
          <w:divsChild>
            <w:div w:id="349333310">
              <w:marLeft w:val="0"/>
              <w:marRight w:val="0"/>
              <w:marTop w:val="0"/>
              <w:marBottom w:val="240"/>
              <w:divBdr>
                <w:top w:val="single" w:sz="6" w:space="6" w:color="000000"/>
                <w:left w:val="single" w:sz="6" w:space="6" w:color="000000"/>
                <w:bottom w:val="single" w:sz="6" w:space="6" w:color="000000"/>
                <w:right w:val="single" w:sz="6" w:space="6" w:color="000000"/>
              </w:divBdr>
            </w:div>
          </w:divsChild>
        </w:div>
      </w:divsChild>
    </w:div>
    <w:div w:id="349333090">
      <w:marLeft w:val="0"/>
      <w:marRight w:val="0"/>
      <w:marTop w:val="0"/>
      <w:marBottom w:val="0"/>
      <w:divBdr>
        <w:top w:val="none" w:sz="0" w:space="0" w:color="auto"/>
        <w:left w:val="none" w:sz="0" w:space="0" w:color="auto"/>
        <w:bottom w:val="none" w:sz="0" w:space="0" w:color="auto"/>
        <w:right w:val="none" w:sz="0" w:space="0" w:color="auto"/>
      </w:divBdr>
      <w:divsChild>
        <w:div w:id="349333187">
          <w:marLeft w:val="0"/>
          <w:marRight w:val="0"/>
          <w:marTop w:val="0"/>
          <w:marBottom w:val="0"/>
          <w:divBdr>
            <w:top w:val="none" w:sz="0" w:space="0" w:color="auto"/>
            <w:left w:val="none" w:sz="0" w:space="0" w:color="auto"/>
            <w:bottom w:val="none" w:sz="0" w:space="0" w:color="auto"/>
            <w:right w:val="none" w:sz="0" w:space="0" w:color="auto"/>
          </w:divBdr>
          <w:divsChild>
            <w:div w:id="349333208">
              <w:marLeft w:val="0"/>
              <w:marRight w:val="0"/>
              <w:marTop w:val="0"/>
              <w:marBottom w:val="0"/>
              <w:divBdr>
                <w:top w:val="none" w:sz="0" w:space="0" w:color="auto"/>
                <w:left w:val="none" w:sz="0" w:space="0" w:color="auto"/>
                <w:bottom w:val="none" w:sz="0" w:space="0" w:color="auto"/>
                <w:right w:val="none" w:sz="0" w:space="0" w:color="auto"/>
              </w:divBdr>
              <w:divsChild>
                <w:div w:id="349333010">
                  <w:marLeft w:val="0"/>
                  <w:marRight w:val="0"/>
                  <w:marTop w:val="0"/>
                  <w:marBottom w:val="0"/>
                  <w:divBdr>
                    <w:top w:val="none" w:sz="0" w:space="0" w:color="auto"/>
                    <w:left w:val="none" w:sz="0" w:space="0" w:color="auto"/>
                    <w:bottom w:val="none" w:sz="0" w:space="0" w:color="auto"/>
                    <w:right w:val="none" w:sz="0" w:space="0" w:color="auto"/>
                  </w:divBdr>
                  <w:divsChild>
                    <w:div w:id="34933309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349333094">
      <w:marLeft w:val="0"/>
      <w:marRight w:val="0"/>
      <w:marTop w:val="0"/>
      <w:marBottom w:val="0"/>
      <w:divBdr>
        <w:top w:val="none" w:sz="0" w:space="0" w:color="auto"/>
        <w:left w:val="none" w:sz="0" w:space="0" w:color="auto"/>
        <w:bottom w:val="none" w:sz="0" w:space="0" w:color="auto"/>
        <w:right w:val="none" w:sz="0" w:space="0" w:color="auto"/>
      </w:divBdr>
      <w:divsChild>
        <w:div w:id="349333351">
          <w:marLeft w:val="0"/>
          <w:marRight w:val="0"/>
          <w:marTop w:val="0"/>
          <w:marBottom w:val="0"/>
          <w:divBdr>
            <w:top w:val="none" w:sz="0" w:space="0" w:color="auto"/>
            <w:left w:val="none" w:sz="0" w:space="0" w:color="auto"/>
            <w:bottom w:val="none" w:sz="0" w:space="0" w:color="auto"/>
            <w:right w:val="none" w:sz="0" w:space="0" w:color="auto"/>
          </w:divBdr>
          <w:divsChild>
            <w:div w:id="349333261">
              <w:marLeft w:val="0"/>
              <w:marRight w:val="0"/>
              <w:marTop w:val="0"/>
              <w:marBottom w:val="0"/>
              <w:divBdr>
                <w:top w:val="none" w:sz="0" w:space="0" w:color="auto"/>
                <w:left w:val="none" w:sz="0" w:space="0" w:color="auto"/>
                <w:bottom w:val="none" w:sz="0" w:space="0" w:color="auto"/>
                <w:right w:val="none" w:sz="0" w:space="0" w:color="auto"/>
              </w:divBdr>
              <w:divsChild>
                <w:div w:id="349332967">
                  <w:marLeft w:val="0"/>
                  <w:marRight w:val="0"/>
                  <w:marTop w:val="0"/>
                  <w:marBottom w:val="0"/>
                  <w:divBdr>
                    <w:top w:val="none" w:sz="0" w:space="0" w:color="auto"/>
                    <w:left w:val="none" w:sz="0" w:space="0" w:color="auto"/>
                    <w:bottom w:val="none" w:sz="0" w:space="0" w:color="auto"/>
                    <w:right w:val="none" w:sz="0" w:space="0" w:color="auto"/>
                  </w:divBdr>
                  <w:divsChild>
                    <w:div w:id="349333322">
                      <w:marLeft w:val="0"/>
                      <w:marRight w:val="0"/>
                      <w:marTop w:val="0"/>
                      <w:marBottom w:val="0"/>
                      <w:divBdr>
                        <w:top w:val="none" w:sz="0" w:space="0" w:color="auto"/>
                        <w:left w:val="none" w:sz="0" w:space="0" w:color="auto"/>
                        <w:bottom w:val="none" w:sz="0" w:space="0" w:color="auto"/>
                        <w:right w:val="none" w:sz="0" w:space="0" w:color="auto"/>
                      </w:divBdr>
                      <w:divsChild>
                        <w:div w:id="349333159">
                          <w:marLeft w:val="0"/>
                          <w:marRight w:val="0"/>
                          <w:marTop w:val="0"/>
                          <w:marBottom w:val="0"/>
                          <w:divBdr>
                            <w:top w:val="none" w:sz="0" w:space="0" w:color="auto"/>
                            <w:left w:val="none" w:sz="0" w:space="0" w:color="auto"/>
                            <w:bottom w:val="single" w:sz="6" w:space="0" w:color="DDDDDD"/>
                            <w:right w:val="none" w:sz="0" w:space="0" w:color="auto"/>
                          </w:divBdr>
                          <w:divsChild>
                            <w:div w:id="349332980">
                              <w:marLeft w:val="0"/>
                              <w:marRight w:val="0"/>
                              <w:marTop w:val="0"/>
                              <w:marBottom w:val="0"/>
                              <w:divBdr>
                                <w:top w:val="none" w:sz="0" w:space="0" w:color="auto"/>
                                <w:left w:val="none" w:sz="0" w:space="0" w:color="auto"/>
                                <w:bottom w:val="none" w:sz="0" w:space="0" w:color="auto"/>
                                <w:right w:val="none" w:sz="0" w:space="0" w:color="auto"/>
                              </w:divBdr>
                              <w:divsChild>
                                <w:div w:id="349332938">
                                  <w:marLeft w:val="0"/>
                                  <w:marRight w:val="0"/>
                                  <w:marTop w:val="0"/>
                                  <w:marBottom w:val="0"/>
                                  <w:divBdr>
                                    <w:top w:val="none" w:sz="0" w:space="0" w:color="auto"/>
                                    <w:left w:val="none" w:sz="0" w:space="0" w:color="auto"/>
                                    <w:bottom w:val="none" w:sz="0" w:space="0" w:color="auto"/>
                                    <w:right w:val="none" w:sz="0" w:space="0" w:color="auto"/>
                                  </w:divBdr>
                                  <w:divsChild>
                                    <w:div w:id="349333125">
                                      <w:marLeft w:val="0"/>
                                      <w:marRight w:val="0"/>
                                      <w:marTop w:val="0"/>
                                      <w:marBottom w:val="0"/>
                                      <w:divBdr>
                                        <w:top w:val="none" w:sz="0" w:space="0" w:color="auto"/>
                                        <w:left w:val="none" w:sz="0" w:space="0" w:color="auto"/>
                                        <w:bottom w:val="none" w:sz="0" w:space="0" w:color="auto"/>
                                        <w:right w:val="none" w:sz="0" w:space="0" w:color="auto"/>
                                      </w:divBdr>
                                      <w:divsChild>
                                        <w:div w:id="349333051">
                                          <w:marLeft w:val="0"/>
                                          <w:marRight w:val="0"/>
                                          <w:marTop w:val="0"/>
                                          <w:marBottom w:val="0"/>
                                          <w:divBdr>
                                            <w:top w:val="none" w:sz="0" w:space="0" w:color="auto"/>
                                            <w:left w:val="none" w:sz="0" w:space="0" w:color="auto"/>
                                            <w:bottom w:val="none" w:sz="0" w:space="0" w:color="auto"/>
                                            <w:right w:val="none" w:sz="0" w:space="0" w:color="auto"/>
                                          </w:divBdr>
                                        </w:div>
                                        <w:div w:id="349333213">
                                          <w:marLeft w:val="0"/>
                                          <w:marRight w:val="0"/>
                                          <w:marTop w:val="0"/>
                                          <w:marBottom w:val="0"/>
                                          <w:divBdr>
                                            <w:top w:val="none" w:sz="0" w:space="0" w:color="auto"/>
                                            <w:left w:val="none" w:sz="0" w:space="0" w:color="auto"/>
                                            <w:bottom w:val="none" w:sz="0" w:space="0" w:color="auto"/>
                                            <w:right w:val="none" w:sz="0" w:space="0" w:color="auto"/>
                                          </w:divBdr>
                                          <w:divsChild>
                                            <w:div w:id="349332925">
                                              <w:marLeft w:val="0"/>
                                              <w:marRight w:val="0"/>
                                              <w:marTop w:val="0"/>
                                              <w:marBottom w:val="0"/>
                                              <w:divBdr>
                                                <w:top w:val="none" w:sz="0" w:space="0" w:color="auto"/>
                                                <w:left w:val="none" w:sz="0" w:space="0" w:color="auto"/>
                                                <w:bottom w:val="none" w:sz="0" w:space="0" w:color="auto"/>
                                                <w:right w:val="none" w:sz="0" w:space="0" w:color="auto"/>
                                              </w:divBdr>
                                            </w:div>
                                            <w:div w:id="349332989">
                                              <w:marLeft w:val="0"/>
                                              <w:marRight w:val="0"/>
                                              <w:marTop w:val="0"/>
                                              <w:marBottom w:val="0"/>
                                              <w:divBdr>
                                                <w:top w:val="none" w:sz="0" w:space="0" w:color="auto"/>
                                                <w:left w:val="none" w:sz="0" w:space="0" w:color="auto"/>
                                                <w:bottom w:val="none" w:sz="0" w:space="0" w:color="auto"/>
                                                <w:right w:val="none" w:sz="0" w:space="0" w:color="auto"/>
                                              </w:divBdr>
                                            </w:div>
                                            <w:div w:id="349333024">
                                              <w:marLeft w:val="0"/>
                                              <w:marRight w:val="0"/>
                                              <w:marTop w:val="0"/>
                                              <w:marBottom w:val="0"/>
                                              <w:divBdr>
                                                <w:top w:val="none" w:sz="0" w:space="0" w:color="auto"/>
                                                <w:left w:val="none" w:sz="0" w:space="0" w:color="auto"/>
                                                <w:bottom w:val="none" w:sz="0" w:space="0" w:color="auto"/>
                                                <w:right w:val="none" w:sz="0" w:space="0" w:color="auto"/>
                                              </w:divBdr>
                                            </w:div>
                                            <w:div w:id="349333039">
                                              <w:marLeft w:val="0"/>
                                              <w:marRight w:val="0"/>
                                              <w:marTop w:val="0"/>
                                              <w:marBottom w:val="0"/>
                                              <w:divBdr>
                                                <w:top w:val="none" w:sz="0" w:space="0" w:color="auto"/>
                                                <w:left w:val="none" w:sz="0" w:space="0" w:color="auto"/>
                                                <w:bottom w:val="none" w:sz="0" w:space="0" w:color="auto"/>
                                                <w:right w:val="none" w:sz="0" w:space="0" w:color="auto"/>
                                              </w:divBdr>
                                            </w:div>
                                            <w:div w:id="349333057">
                                              <w:marLeft w:val="0"/>
                                              <w:marRight w:val="0"/>
                                              <w:marTop w:val="0"/>
                                              <w:marBottom w:val="0"/>
                                              <w:divBdr>
                                                <w:top w:val="none" w:sz="0" w:space="0" w:color="auto"/>
                                                <w:left w:val="none" w:sz="0" w:space="0" w:color="auto"/>
                                                <w:bottom w:val="none" w:sz="0" w:space="0" w:color="auto"/>
                                                <w:right w:val="none" w:sz="0" w:space="0" w:color="auto"/>
                                              </w:divBdr>
                                            </w:div>
                                            <w:div w:id="349333060">
                                              <w:marLeft w:val="0"/>
                                              <w:marRight w:val="0"/>
                                              <w:marTop w:val="0"/>
                                              <w:marBottom w:val="0"/>
                                              <w:divBdr>
                                                <w:top w:val="none" w:sz="0" w:space="0" w:color="auto"/>
                                                <w:left w:val="none" w:sz="0" w:space="0" w:color="auto"/>
                                                <w:bottom w:val="none" w:sz="0" w:space="0" w:color="auto"/>
                                                <w:right w:val="none" w:sz="0" w:space="0" w:color="auto"/>
                                              </w:divBdr>
                                            </w:div>
                                            <w:div w:id="349333065">
                                              <w:marLeft w:val="0"/>
                                              <w:marRight w:val="0"/>
                                              <w:marTop w:val="0"/>
                                              <w:marBottom w:val="0"/>
                                              <w:divBdr>
                                                <w:top w:val="none" w:sz="0" w:space="0" w:color="auto"/>
                                                <w:left w:val="none" w:sz="0" w:space="0" w:color="auto"/>
                                                <w:bottom w:val="none" w:sz="0" w:space="0" w:color="auto"/>
                                                <w:right w:val="none" w:sz="0" w:space="0" w:color="auto"/>
                                              </w:divBdr>
                                            </w:div>
                                            <w:div w:id="349333081">
                                              <w:marLeft w:val="0"/>
                                              <w:marRight w:val="0"/>
                                              <w:marTop w:val="0"/>
                                              <w:marBottom w:val="0"/>
                                              <w:divBdr>
                                                <w:top w:val="none" w:sz="0" w:space="0" w:color="auto"/>
                                                <w:left w:val="none" w:sz="0" w:space="0" w:color="auto"/>
                                                <w:bottom w:val="none" w:sz="0" w:space="0" w:color="auto"/>
                                                <w:right w:val="none" w:sz="0" w:space="0" w:color="auto"/>
                                              </w:divBdr>
                                            </w:div>
                                            <w:div w:id="349333092">
                                              <w:marLeft w:val="0"/>
                                              <w:marRight w:val="0"/>
                                              <w:marTop w:val="0"/>
                                              <w:marBottom w:val="0"/>
                                              <w:divBdr>
                                                <w:top w:val="none" w:sz="0" w:space="0" w:color="auto"/>
                                                <w:left w:val="none" w:sz="0" w:space="0" w:color="auto"/>
                                                <w:bottom w:val="none" w:sz="0" w:space="0" w:color="auto"/>
                                                <w:right w:val="none" w:sz="0" w:space="0" w:color="auto"/>
                                              </w:divBdr>
                                            </w:div>
                                            <w:div w:id="349333095">
                                              <w:marLeft w:val="0"/>
                                              <w:marRight w:val="0"/>
                                              <w:marTop w:val="0"/>
                                              <w:marBottom w:val="0"/>
                                              <w:divBdr>
                                                <w:top w:val="none" w:sz="0" w:space="0" w:color="auto"/>
                                                <w:left w:val="none" w:sz="0" w:space="0" w:color="auto"/>
                                                <w:bottom w:val="none" w:sz="0" w:space="0" w:color="auto"/>
                                                <w:right w:val="none" w:sz="0" w:space="0" w:color="auto"/>
                                              </w:divBdr>
                                            </w:div>
                                            <w:div w:id="349333111">
                                              <w:marLeft w:val="0"/>
                                              <w:marRight w:val="0"/>
                                              <w:marTop w:val="0"/>
                                              <w:marBottom w:val="0"/>
                                              <w:divBdr>
                                                <w:top w:val="none" w:sz="0" w:space="0" w:color="auto"/>
                                                <w:left w:val="none" w:sz="0" w:space="0" w:color="auto"/>
                                                <w:bottom w:val="none" w:sz="0" w:space="0" w:color="auto"/>
                                                <w:right w:val="none" w:sz="0" w:space="0" w:color="auto"/>
                                              </w:divBdr>
                                            </w:div>
                                            <w:div w:id="349333120">
                                              <w:marLeft w:val="0"/>
                                              <w:marRight w:val="0"/>
                                              <w:marTop w:val="0"/>
                                              <w:marBottom w:val="0"/>
                                              <w:divBdr>
                                                <w:top w:val="none" w:sz="0" w:space="0" w:color="auto"/>
                                                <w:left w:val="none" w:sz="0" w:space="0" w:color="auto"/>
                                                <w:bottom w:val="none" w:sz="0" w:space="0" w:color="auto"/>
                                                <w:right w:val="none" w:sz="0" w:space="0" w:color="auto"/>
                                              </w:divBdr>
                                            </w:div>
                                            <w:div w:id="349333142">
                                              <w:marLeft w:val="0"/>
                                              <w:marRight w:val="0"/>
                                              <w:marTop w:val="0"/>
                                              <w:marBottom w:val="0"/>
                                              <w:divBdr>
                                                <w:top w:val="none" w:sz="0" w:space="0" w:color="auto"/>
                                                <w:left w:val="none" w:sz="0" w:space="0" w:color="auto"/>
                                                <w:bottom w:val="none" w:sz="0" w:space="0" w:color="auto"/>
                                                <w:right w:val="none" w:sz="0" w:space="0" w:color="auto"/>
                                              </w:divBdr>
                                            </w:div>
                                            <w:div w:id="349333158">
                                              <w:marLeft w:val="0"/>
                                              <w:marRight w:val="0"/>
                                              <w:marTop w:val="0"/>
                                              <w:marBottom w:val="0"/>
                                              <w:divBdr>
                                                <w:top w:val="none" w:sz="0" w:space="0" w:color="auto"/>
                                                <w:left w:val="none" w:sz="0" w:space="0" w:color="auto"/>
                                                <w:bottom w:val="none" w:sz="0" w:space="0" w:color="auto"/>
                                                <w:right w:val="none" w:sz="0" w:space="0" w:color="auto"/>
                                              </w:divBdr>
                                            </w:div>
                                            <w:div w:id="349333178">
                                              <w:marLeft w:val="0"/>
                                              <w:marRight w:val="0"/>
                                              <w:marTop w:val="0"/>
                                              <w:marBottom w:val="0"/>
                                              <w:divBdr>
                                                <w:top w:val="none" w:sz="0" w:space="0" w:color="auto"/>
                                                <w:left w:val="none" w:sz="0" w:space="0" w:color="auto"/>
                                                <w:bottom w:val="none" w:sz="0" w:space="0" w:color="auto"/>
                                                <w:right w:val="none" w:sz="0" w:space="0" w:color="auto"/>
                                              </w:divBdr>
                                            </w:div>
                                            <w:div w:id="349333190">
                                              <w:marLeft w:val="0"/>
                                              <w:marRight w:val="0"/>
                                              <w:marTop w:val="0"/>
                                              <w:marBottom w:val="0"/>
                                              <w:divBdr>
                                                <w:top w:val="none" w:sz="0" w:space="0" w:color="auto"/>
                                                <w:left w:val="none" w:sz="0" w:space="0" w:color="auto"/>
                                                <w:bottom w:val="none" w:sz="0" w:space="0" w:color="auto"/>
                                                <w:right w:val="none" w:sz="0" w:space="0" w:color="auto"/>
                                              </w:divBdr>
                                            </w:div>
                                            <w:div w:id="349333191">
                                              <w:marLeft w:val="0"/>
                                              <w:marRight w:val="0"/>
                                              <w:marTop w:val="0"/>
                                              <w:marBottom w:val="0"/>
                                              <w:divBdr>
                                                <w:top w:val="none" w:sz="0" w:space="0" w:color="auto"/>
                                                <w:left w:val="none" w:sz="0" w:space="0" w:color="auto"/>
                                                <w:bottom w:val="none" w:sz="0" w:space="0" w:color="auto"/>
                                                <w:right w:val="none" w:sz="0" w:space="0" w:color="auto"/>
                                              </w:divBdr>
                                            </w:div>
                                            <w:div w:id="349333193">
                                              <w:marLeft w:val="0"/>
                                              <w:marRight w:val="0"/>
                                              <w:marTop w:val="0"/>
                                              <w:marBottom w:val="0"/>
                                              <w:divBdr>
                                                <w:top w:val="none" w:sz="0" w:space="0" w:color="auto"/>
                                                <w:left w:val="none" w:sz="0" w:space="0" w:color="auto"/>
                                                <w:bottom w:val="none" w:sz="0" w:space="0" w:color="auto"/>
                                                <w:right w:val="none" w:sz="0" w:space="0" w:color="auto"/>
                                              </w:divBdr>
                                            </w:div>
                                            <w:div w:id="349333207">
                                              <w:marLeft w:val="0"/>
                                              <w:marRight w:val="0"/>
                                              <w:marTop w:val="0"/>
                                              <w:marBottom w:val="0"/>
                                              <w:divBdr>
                                                <w:top w:val="none" w:sz="0" w:space="0" w:color="auto"/>
                                                <w:left w:val="none" w:sz="0" w:space="0" w:color="auto"/>
                                                <w:bottom w:val="none" w:sz="0" w:space="0" w:color="auto"/>
                                                <w:right w:val="none" w:sz="0" w:space="0" w:color="auto"/>
                                              </w:divBdr>
                                            </w:div>
                                            <w:div w:id="349333209">
                                              <w:marLeft w:val="0"/>
                                              <w:marRight w:val="0"/>
                                              <w:marTop w:val="0"/>
                                              <w:marBottom w:val="0"/>
                                              <w:divBdr>
                                                <w:top w:val="none" w:sz="0" w:space="0" w:color="auto"/>
                                                <w:left w:val="none" w:sz="0" w:space="0" w:color="auto"/>
                                                <w:bottom w:val="none" w:sz="0" w:space="0" w:color="auto"/>
                                                <w:right w:val="none" w:sz="0" w:space="0" w:color="auto"/>
                                              </w:divBdr>
                                            </w:div>
                                            <w:div w:id="349333249">
                                              <w:marLeft w:val="0"/>
                                              <w:marRight w:val="0"/>
                                              <w:marTop w:val="0"/>
                                              <w:marBottom w:val="0"/>
                                              <w:divBdr>
                                                <w:top w:val="none" w:sz="0" w:space="0" w:color="auto"/>
                                                <w:left w:val="none" w:sz="0" w:space="0" w:color="auto"/>
                                                <w:bottom w:val="none" w:sz="0" w:space="0" w:color="auto"/>
                                                <w:right w:val="none" w:sz="0" w:space="0" w:color="auto"/>
                                              </w:divBdr>
                                            </w:div>
                                            <w:div w:id="349333304">
                                              <w:marLeft w:val="0"/>
                                              <w:marRight w:val="0"/>
                                              <w:marTop w:val="0"/>
                                              <w:marBottom w:val="0"/>
                                              <w:divBdr>
                                                <w:top w:val="none" w:sz="0" w:space="0" w:color="auto"/>
                                                <w:left w:val="none" w:sz="0" w:space="0" w:color="auto"/>
                                                <w:bottom w:val="none" w:sz="0" w:space="0" w:color="auto"/>
                                                <w:right w:val="none" w:sz="0" w:space="0" w:color="auto"/>
                                              </w:divBdr>
                                            </w:div>
                                            <w:div w:id="34933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33319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333097">
      <w:marLeft w:val="0"/>
      <w:marRight w:val="0"/>
      <w:marTop w:val="0"/>
      <w:marBottom w:val="0"/>
      <w:divBdr>
        <w:top w:val="none" w:sz="0" w:space="0" w:color="auto"/>
        <w:left w:val="none" w:sz="0" w:space="0" w:color="auto"/>
        <w:bottom w:val="none" w:sz="0" w:space="0" w:color="auto"/>
        <w:right w:val="none" w:sz="0" w:space="0" w:color="auto"/>
      </w:divBdr>
      <w:divsChild>
        <w:div w:id="349333014">
          <w:marLeft w:val="75"/>
          <w:marRight w:val="75"/>
          <w:marTop w:val="0"/>
          <w:marBottom w:val="0"/>
          <w:divBdr>
            <w:top w:val="none" w:sz="0" w:space="0" w:color="auto"/>
            <w:left w:val="none" w:sz="0" w:space="0" w:color="auto"/>
            <w:bottom w:val="none" w:sz="0" w:space="0" w:color="auto"/>
            <w:right w:val="none" w:sz="0" w:space="0" w:color="auto"/>
          </w:divBdr>
        </w:div>
      </w:divsChild>
    </w:div>
    <w:div w:id="349333100">
      <w:marLeft w:val="0"/>
      <w:marRight w:val="0"/>
      <w:marTop w:val="0"/>
      <w:marBottom w:val="0"/>
      <w:divBdr>
        <w:top w:val="none" w:sz="0" w:space="0" w:color="auto"/>
        <w:left w:val="none" w:sz="0" w:space="0" w:color="auto"/>
        <w:bottom w:val="none" w:sz="0" w:space="0" w:color="auto"/>
        <w:right w:val="none" w:sz="0" w:space="0" w:color="auto"/>
      </w:divBdr>
      <w:divsChild>
        <w:div w:id="349332951">
          <w:marLeft w:val="75"/>
          <w:marRight w:val="75"/>
          <w:marTop w:val="0"/>
          <w:marBottom w:val="0"/>
          <w:divBdr>
            <w:top w:val="none" w:sz="0" w:space="0" w:color="auto"/>
            <w:left w:val="none" w:sz="0" w:space="0" w:color="auto"/>
            <w:bottom w:val="none" w:sz="0" w:space="0" w:color="auto"/>
            <w:right w:val="none" w:sz="0" w:space="0" w:color="auto"/>
          </w:divBdr>
        </w:div>
      </w:divsChild>
    </w:div>
    <w:div w:id="349333117">
      <w:marLeft w:val="0"/>
      <w:marRight w:val="0"/>
      <w:marTop w:val="0"/>
      <w:marBottom w:val="0"/>
      <w:divBdr>
        <w:top w:val="none" w:sz="0" w:space="0" w:color="auto"/>
        <w:left w:val="none" w:sz="0" w:space="0" w:color="auto"/>
        <w:bottom w:val="none" w:sz="0" w:space="0" w:color="auto"/>
        <w:right w:val="none" w:sz="0" w:space="0" w:color="auto"/>
      </w:divBdr>
    </w:div>
    <w:div w:id="349333119">
      <w:marLeft w:val="0"/>
      <w:marRight w:val="0"/>
      <w:marTop w:val="0"/>
      <w:marBottom w:val="0"/>
      <w:divBdr>
        <w:top w:val="none" w:sz="0" w:space="0" w:color="auto"/>
        <w:left w:val="none" w:sz="0" w:space="0" w:color="auto"/>
        <w:bottom w:val="none" w:sz="0" w:space="0" w:color="auto"/>
        <w:right w:val="none" w:sz="0" w:space="0" w:color="auto"/>
      </w:divBdr>
    </w:div>
    <w:div w:id="349333121">
      <w:marLeft w:val="0"/>
      <w:marRight w:val="0"/>
      <w:marTop w:val="0"/>
      <w:marBottom w:val="0"/>
      <w:divBdr>
        <w:top w:val="none" w:sz="0" w:space="0" w:color="auto"/>
        <w:left w:val="none" w:sz="0" w:space="0" w:color="auto"/>
        <w:bottom w:val="none" w:sz="0" w:space="0" w:color="auto"/>
        <w:right w:val="none" w:sz="0" w:space="0" w:color="auto"/>
      </w:divBdr>
      <w:divsChild>
        <w:div w:id="349333308">
          <w:marLeft w:val="75"/>
          <w:marRight w:val="75"/>
          <w:marTop w:val="0"/>
          <w:marBottom w:val="0"/>
          <w:divBdr>
            <w:top w:val="none" w:sz="0" w:space="0" w:color="auto"/>
            <w:left w:val="none" w:sz="0" w:space="0" w:color="auto"/>
            <w:bottom w:val="none" w:sz="0" w:space="0" w:color="auto"/>
            <w:right w:val="none" w:sz="0" w:space="0" w:color="auto"/>
          </w:divBdr>
          <w:divsChild>
            <w:div w:id="349333005">
              <w:marLeft w:val="0"/>
              <w:marRight w:val="0"/>
              <w:marTop w:val="0"/>
              <w:marBottom w:val="0"/>
              <w:divBdr>
                <w:top w:val="none" w:sz="0" w:space="0" w:color="auto"/>
                <w:left w:val="none" w:sz="0" w:space="0" w:color="auto"/>
                <w:bottom w:val="none" w:sz="0" w:space="0" w:color="auto"/>
                <w:right w:val="none" w:sz="0" w:space="0" w:color="auto"/>
              </w:divBdr>
            </w:div>
            <w:div w:id="349333099">
              <w:marLeft w:val="0"/>
              <w:marRight w:val="0"/>
              <w:marTop w:val="0"/>
              <w:marBottom w:val="0"/>
              <w:divBdr>
                <w:top w:val="none" w:sz="0" w:space="0" w:color="auto"/>
                <w:left w:val="none" w:sz="0" w:space="0" w:color="auto"/>
                <w:bottom w:val="none" w:sz="0" w:space="0" w:color="auto"/>
                <w:right w:val="none" w:sz="0" w:space="0" w:color="auto"/>
              </w:divBdr>
            </w:div>
            <w:div w:id="34933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3126">
      <w:marLeft w:val="0"/>
      <w:marRight w:val="0"/>
      <w:marTop w:val="0"/>
      <w:marBottom w:val="0"/>
      <w:divBdr>
        <w:top w:val="none" w:sz="0" w:space="0" w:color="auto"/>
        <w:left w:val="none" w:sz="0" w:space="0" w:color="auto"/>
        <w:bottom w:val="none" w:sz="0" w:space="0" w:color="auto"/>
        <w:right w:val="none" w:sz="0" w:space="0" w:color="auto"/>
      </w:divBdr>
      <w:divsChild>
        <w:div w:id="349332975">
          <w:marLeft w:val="0"/>
          <w:marRight w:val="0"/>
          <w:marTop w:val="0"/>
          <w:marBottom w:val="0"/>
          <w:divBdr>
            <w:top w:val="none" w:sz="0" w:space="0" w:color="auto"/>
            <w:left w:val="none" w:sz="0" w:space="0" w:color="auto"/>
            <w:bottom w:val="none" w:sz="0" w:space="0" w:color="auto"/>
            <w:right w:val="none" w:sz="0" w:space="0" w:color="auto"/>
          </w:divBdr>
          <w:divsChild>
            <w:div w:id="349333317">
              <w:marLeft w:val="0"/>
              <w:marRight w:val="0"/>
              <w:marTop w:val="0"/>
              <w:marBottom w:val="0"/>
              <w:divBdr>
                <w:top w:val="none" w:sz="0" w:space="0" w:color="auto"/>
                <w:left w:val="none" w:sz="0" w:space="0" w:color="auto"/>
                <w:bottom w:val="none" w:sz="0" w:space="0" w:color="auto"/>
                <w:right w:val="none" w:sz="0" w:space="0" w:color="auto"/>
              </w:divBdr>
              <w:divsChild>
                <w:div w:id="349333147">
                  <w:marLeft w:val="0"/>
                  <w:marRight w:val="0"/>
                  <w:marTop w:val="0"/>
                  <w:marBottom w:val="0"/>
                  <w:divBdr>
                    <w:top w:val="none" w:sz="0" w:space="0" w:color="auto"/>
                    <w:left w:val="none" w:sz="0" w:space="0" w:color="auto"/>
                    <w:bottom w:val="none" w:sz="0" w:space="0" w:color="auto"/>
                    <w:right w:val="none" w:sz="0" w:space="0" w:color="auto"/>
                  </w:divBdr>
                  <w:divsChild>
                    <w:div w:id="349333009">
                      <w:marLeft w:val="0"/>
                      <w:marRight w:val="0"/>
                      <w:marTop w:val="0"/>
                      <w:marBottom w:val="0"/>
                      <w:divBdr>
                        <w:top w:val="none" w:sz="0" w:space="0" w:color="auto"/>
                        <w:left w:val="none" w:sz="0" w:space="0" w:color="auto"/>
                        <w:bottom w:val="none" w:sz="0" w:space="0" w:color="auto"/>
                        <w:right w:val="none" w:sz="0" w:space="0" w:color="auto"/>
                      </w:divBdr>
                    </w:div>
                    <w:div w:id="349333250">
                      <w:marLeft w:val="0"/>
                      <w:marRight w:val="0"/>
                      <w:marTop w:val="0"/>
                      <w:marBottom w:val="0"/>
                      <w:divBdr>
                        <w:top w:val="none" w:sz="0" w:space="0" w:color="auto"/>
                        <w:left w:val="none" w:sz="0" w:space="0" w:color="auto"/>
                        <w:bottom w:val="none" w:sz="0" w:space="0" w:color="auto"/>
                        <w:right w:val="none" w:sz="0" w:space="0" w:color="auto"/>
                      </w:divBdr>
                      <w:divsChild>
                        <w:div w:id="349333258">
                          <w:marLeft w:val="0"/>
                          <w:marRight w:val="0"/>
                          <w:marTop w:val="0"/>
                          <w:marBottom w:val="0"/>
                          <w:divBdr>
                            <w:top w:val="none" w:sz="0" w:space="0" w:color="auto"/>
                            <w:left w:val="none" w:sz="0" w:space="0" w:color="auto"/>
                            <w:bottom w:val="none" w:sz="0" w:space="0" w:color="auto"/>
                            <w:right w:val="none" w:sz="0" w:space="0" w:color="auto"/>
                          </w:divBdr>
                          <w:divsChild>
                            <w:div w:id="349333309">
                              <w:marLeft w:val="0"/>
                              <w:marRight w:val="0"/>
                              <w:marTop w:val="0"/>
                              <w:marBottom w:val="0"/>
                              <w:divBdr>
                                <w:top w:val="none" w:sz="0" w:space="0" w:color="auto"/>
                                <w:left w:val="none" w:sz="0" w:space="0" w:color="auto"/>
                                <w:bottom w:val="none" w:sz="0" w:space="0" w:color="auto"/>
                                <w:right w:val="none" w:sz="0" w:space="0" w:color="auto"/>
                              </w:divBdr>
                              <w:divsChild>
                                <w:div w:id="349333064">
                                  <w:marLeft w:val="0"/>
                                  <w:marRight w:val="0"/>
                                  <w:marTop w:val="0"/>
                                  <w:marBottom w:val="0"/>
                                  <w:divBdr>
                                    <w:top w:val="none" w:sz="0" w:space="0" w:color="auto"/>
                                    <w:left w:val="none" w:sz="0" w:space="0" w:color="auto"/>
                                    <w:bottom w:val="none" w:sz="0" w:space="0" w:color="auto"/>
                                    <w:right w:val="none" w:sz="0" w:space="0" w:color="auto"/>
                                  </w:divBdr>
                                </w:div>
                                <w:div w:id="349333131">
                                  <w:marLeft w:val="0"/>
                                  <w:marRight w:val="0"/>
                                  <w:marTop w:val="0"/>
                                  <w:marBottom w:val="0"/>
                                  <w:divBdr>
                                    <w:top w:val="none" w:sz="0" w:space="0" w:color="auto"/>
                                    <w:left w:val="none" w:sz="0" w:space="0" w:color="auto"/>
                                    <w:bottom w:val="none" w:sz="0" w:space="0" w:color="auto"/>
                                    <w:right w:val="none" w:sz="0" w:space="0" w:color="auto"/>
                                  </w:divBdr>
                                  <w:divsChild>
                                    <w:div w:id="349333205">
                                      <w:marLeft w:val="0"/>
                                      <w:marRight w:val="0"/>
                                      <w:marTop w:val="0"/>
                                      <w:marBottom w:val="0"/>
                                      <w:divBdr>
                                        <w:top w:val="none" w:sz="0" w:space="0" w:color="auto"/>
                                        <w:left w:val="none" w:sz="0" w:space="0" w:color="auto"/>
                                        <w:bottom w:val="none" w:sz="0" w:space="0" w:color="auto"/>
                                        <w:right w:val="none" w:sz="0" w:space="0" w:color="auto"/>
                                      </w:divBdr>
                                      <w:divsChild>
                                        <w:div w:id="349332966">
                                          <w:marLeft w:val="0"/>
                                          <w:marRight w:val="0"/>
                                          <w:marTop w:val="0"/>
                                          <w:marBottom w:val="0"/>
                                          <w:divBdr>
                                            <w:top w:val="none" w:sz="0" w:space="0" w:color="auto"/>
                                            <w:left w:val="none" w:sz="0" w:space="0" w:color="auto"/>
                                            <w:bottom w:val="none" w:sz="0" w:space="0" w:color="auto"/>
                                            <w:right w:val="none" w:sz="0" w:space="0" w:color="auto"/>
                                          </w:divBdr>
                                          <w:divsChild>
                                            <w:div w:id="349333153">
                                              <w:marLeft w:val="0"/>
                                              <w:marRight w:val="0"/>
                                              <w:marTop w:val="0"/>
                                              <w:marBottom w:val="0"/>
                                              <w:divBdr>
                                                <w:top w:val="none" w:sz="0" w:space="0" w:color="auto"/>
                                                <w:left w:val="none" w:sz="0" w:space="0" w:color="auto"/>
                                                <w:bottom w:val="none" w:sz="0" w:space="0" w:color="auto"/>
                                                <w:right w:val="none" w:sz="0" w:space="0" w:color="auto"/>
                                              </w:divBdr>
                                              <w:divsChild>
                                                <w:div w:id="349333338">
                                                  <w:marLeft w:val="0"/>
                                                  <w:marRight w:val="0"/>
                                                  <w:marTop w:val="0"/>
                                                  <w:marBottom w:val="0"/>
                                                  <w:divBdr>
                                                    <w:top w:val="none" w:sz="0" w:space="0" w:color="auto"/>
                                                    <w:left w:val="none" w:sz="0" w:space="0" w:color="auto"/>
                                                    <w:bottom w:val="none" w:sz="0" w:space="0" w:color="auto"/>
                                                    <w:right w:val="none" w:sz="0" w:space="0" w:color="auto"/>
                                                  </w:divBdr>
                                                  <w:divsChild>
                                                    <w:div w:id="34933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9333138">
      <w:marLeft w:val="0"/>
      <w:marRight w:val="0"/>
      <w:marTop w:val="0"/>
      <w:marBottom w:val="0"/>
      <w:divBdr>
        <w:top w:val="none" w:sz="0" w:space="0" w:color="auto"/>
        <w:left w:val="none" w:sz="0" w:space="0" w:color="auto"/>
        <w:bottom w:val="none" w:sz="0" w:space="0" w:color="auto"/>
        <w:right w:val="none" w:sz="0" w:space="0" w:color="auto"/>
      </w:divBdr>
      <w:divsChild>
        <w:div w:id="349333169">
          <w:marLeft w:val="75"/>
          <w:marRight w:val="75"/>
          <w:marTop w:val="0"/>
          <w:marBottom w:val="0"/>
          <w:divBdr>
            <w:top w:val="none" w:sz="0" w:space="0" w:color="auto"/>
            <w:left w:val="none" w:sz="0" w:space="0" w:color="auto"/>
            <w:bottom w:val="none" w:sz="0" w:space="0" w:color="auto"/>
            <w:right w:val="none" w:sz="0" w:space="0" w:color="auto"/>
          </w:divBdr>
        </w:div>
      </w:divsChild>
    </w:div>
    <w:div w:id="349333155">
      <w:marLeft w:val="0"/>
      <w:marRight w:val="0"/>
      <w:marTop w:val="0"/>
      <w:marBottom w:val="0"/>
      <w:divBdr>
        <w:top w:val="none" w:sz="0" w:space="0" w:color="auto"/>
        <w:left w:val="none" w:sz="0" w:space="0" w:color="auto"/>
        <w:bottom w:val="none" w:sz="0" w:space="0" w:color="auto"/>
        <w:right w:val="none" w:sz="0" w:space="0" w:color="auto"/>
      </w:divBdr>
      <w:divsChild>
        <w:div w:id="349333035">
          <w:marLeft w:val="75"/>
          <w:marRight w:val="75"/>
          <w:marTop w:val="0"/>
          <w:marBottom w:val="0"/>
          <w:divBdr>
            <w:top w:val="none" w:sz="0" w:space="0" w:color="auto"/>
            <w:left w:val="none" w:sz="0" w:space="0" w:color="auto"/>
            <w:bottom w:val="none" w:sz="0" w:space="0" w:color="auto"/>
            <w:right w:val="none" w:sz="0" w:space="0" w:color="auto"/>
          </w:divBdr>
          <w:divsChild>
            <w:div w:id="34933313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49333171">
      <w:marLeft w:val="0"/>
      <w:marRight w:val="0"/>
      <w:marTop w:val="0"/>
      <w:marBottom w:val="0"/>
      <w:divBdr>
        <w:top w:val="none" w:sz="0" w:space="0" w:color="auto"/>
        <w:left w:val="none" w:sz="0" w:space="0" w:color="auto"/>
        <w:bottom w:val="none" w:sz="0" w:space="0" w:color="auto"/>
        <w:right w:val="none" w:sz="0" w:space="0" w:color="auto"/>
      </w:divBdr>
      <w:divsChild>
        <w:div w:id="349333075">
          <w:marLeft w:val="0"/>
          <w:marRight w:val="0"/>
          <w:marTop w:val="0"/>
          <w:marBottom w:val="0"/>
          <w:divBdr>
            <w:top w:val="none" w:sz="0" w:space="0" w:color="auto"/>
            <w:left w:val="none" w:sz="0" w:space="0" w:color="auto"/>
            <w:bottom w:val="none" w:sz="0" w:space="0" w:color="auto"/>
            <w:right w:val="none" w:sz="0" w:space="0" w:color="auto"/>
          </w:divBdr>
          <w:divsChild>
            <w:div w:id="349333334">
              <w:marLeft w:val="0"/>
              <w:marRight w:val="0"/>
              <w:marTop w:val="0"/>
              <w:marBottom w:val="0"/>
              <w:divBdr>
                <w:top w:val="none" w:sz="0" w:space="0" w:color="auto"/>
                <w:left w:val="none" w:sz="0" w:space="0" w:color="auto"/>
                <w:bottom w:val="none" w:sz="0" w:space="0" w:color="auto"/>
                <w:right w:val="none" w:sz="0" w:space="0" w:color="auto"/>
              </w:divBdr>
              <w:divsChild>
                <w:div w:id="349333244">
                  <w:marLeft w:val="0"/>
                  <w:marRight w:val="0"/>
                  <w:marTop w:val="0"/>
                  <w:marBottom w:val="0"/>
                  <w:divBdr>
                    <w:top w:val="none" w:sz="0" w:space="0" w:color="auto"/>
                    <w:left w:val="none" w:sz="0" w:space="0" w:color="auto"/>
                    <w:bottom w:val="none" w:sz="0" w:space="0" w:color="auto"/>
                    <w:right w:val="none" w:sz="0" w:space="0" w:color="auto"/>
                  </w:divBdr>
                  <w:divsChild>
                    <w:div w:id="349333130">
                      <w:marLeft w:val="0"/>
                      <w:marRight w:val="0"/>
                      <w:marTop w:val="0"/>
                      <w:marBottom w:val="0"/>
                      <w:divBdr>
                        <w:top w:val="none" w:sz="0" w:space="0" w:color="auto"/>
                        <w:left w:val="none" w:sz="0" w:space="0" w:color="auto"/>
                        <w:bottom w:val="none" w:sz="0" w:space="0" w:color="auto"/>
                        <w:right w:val="none" w:sz="0" w:space="0" w:color="auto"/>
                      </w:divBdr>
                      <w:divsChild>
                        <w:div w:id="349333133">
                          <w:marLeft w:val="0"/>
                          <w:marRight w:val="0"/>
                          <w:marTop w:val="0"/>
                          <w:marBottom w:val="0"/>
                          <w:divBdr>
                            <w:top w:val="none" w:sz="0" w:space="0" w:color="auto"/>
                            <w:left w:val="none" w:sz="0" w:space="0" w:color="auto"/>
                            <w:bottom w:val="none" w:sz="0" w:space="0" w:color="auto"/>
                            <w:right w:val="none" w:sz="0" w:space="0" w:color="auto"/>
                          </w:divBdr>
                          <w:divsChild>
                            <w:div w:id="349333102">
                              <w:marLeft w:val="0"/>
                              <w:marRight w:val="0"/>
                              <w:marTop w:val="0"/>
                              <w:marBottom w:val="0"/>
                              <w:divBdr>
                                <w:top w:val="none" w:sz="0" w:space="0" w:color="auto"/>
                                <w:left w:val="none" w:sz="0" w:space="0" w:color="auto"/>
                                <w:bottom w:val="none" w:sz="0" w:space="0" w:color="auto"/>
                                <w:right w:val="none" w:sz="0" w:space="0" w:color="auto"/>
                              </w:divBdr>
                              <w:divsChild>
                                <w:div w:id="349333056">
                                  <w:marLeft w:val="0"/>
                                  <w:marRight w:val="0"/>
                                  <w:marTop w:val="0"/>
                                  <w:marBottom w:val="0"/>
                                  <w:divBdr>
                                    <w:top w:val="none" w:sz="0" w:space="0" w:color="auto"/>
                                    <w:left w:val="none" w:sz="0" w:space="0" w:color="auto"/>
                                    <w:bottom w:val="none" w:sz="0" w:space="0" w:color="auto"/>
                                    <w:right w:val="none" w:sz="0" w:space="0" w:color="auto"/>
                                  </w:divBdr>
                                  <w:divsChild>
                                    <w:div w:id="349332974">
                                      <w:marLeft w:val="0"/>
                                      <w:marRight w:val="0"/>
                                      <w:marTop w:val="0"/>
                                      <w:marBottom w:val="0"/>
                                      <w:divBdr>
                                        <w:top w:val="none" w:sz="0" w:space="0" w:color="auto"/>
                                        <w:left w:val="none" w:sz="0" w:space="0" w:color="auto"/>
                                        <w:bottom w:val="none" w:sz="0" w:space="0" w:color="auto"/>
                                        <w:right w:val="none" w:sz="0" w:space="0" w:color="auto"/>
                                      </w:divBdr>
                                      <w:divsChild>
                                        <w:div w:id="349333072">
                                          <w:marLeft w:val="0"/>
                                          <w:marRight w:val="0"/>
                                          <w:marTop w:val="0"/>
                                          <w:marBottom w:val="0"/>
                                          <w:divBdr>
                                            <w:top w:val="none" w:sz="0" w:space="0" w:color="auto"/>
                                            <w:left w:val="none" w:sz="0" w:space="0" w:color="auto"/>
                                            <w:bottom w:val="none" w:sz="0" w:space="0" w:color="auto"/>
                                            <w:right w:val="none" w:sz="0" w:space="0" w:color="auto"/>
                                          </w:divBdr>
                                          <w:divsChild>
                                            <w:div w:id="349333319">
                                              <w:marLeft w:val="0"/>
                                              <w:marRight w:val="0"/>
                                              <w:marTop w:val="0"/>
                                              <w:marBottom w:val="0"/>
                                              <w:divBdr>
                                                <w:top w:val="none" w:sz="0" w:space="0" w:color="auto"/>
                                                <w:left w:val="none" w:sz="0" w:space="0" w:color="auto"/>
                                                <w:bottom w:val="none" w:sz="0" w:space="0" w:color="auto"/>
                                                <w:right w:val="none" w:sz="0" w:space="0" w:color="auto"/>
                                              </w:divBdr>
                                              <w:divsChild>
                                                <w:div w:id="349333135">
                                                  <w:marLeft w:val="0"/>
                                                  <w:marRight w:val="0"/>
                                                  <w:marTop w:val="0"/>
                                                  <w:marBottom w:val="0"/>
                                                  <w:divBdr>
                                                    <w:top w:val="none" w:sz="0" w:space="0" w:color="auto"/>
                                                    <w:left w:val="none" w:sz="0" w:space="0" w:color="auto"/>
                                                    <w:bottom w:val="none" w:sz="0" w:space="0" w:color="auto"/>
                                                    <w:right w:val="none" w:sz="0" w:space="0" w:color="auto"/>
                                                  </w:divBdr>
                                                  <w:divsChild>
                                                    <w:div w:id="3493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9333174">
      <w:marLeft w:val="0"/>
      <w:marRight w:val="0"/>
      <w:marTop w:val="0"/>
      <w:marBottom w:val="0"/>
      <w:divBdr>
        <w:top w:val="none" w:sz="0" w:space="0" w:color="auto"/>
        <w:left w:val="none" w:sz="0" w:space="0" w:color="auto"/>
        <w:bottom w:val="none" w:sz="0" w:space="0" w:color="auto"/>
        <w:right w:val="none" w:sz="0" w:space="0" w:color="auto"/>
      </w:divBdr>
      <w:divsChild>
        <w:div w:id="349332996">
          <w:marLeft w:val="75"/>
          <w:marRight w:val="75"/>
          <w:marTop w:val="0"/>
          <w:marBottom w:val="0"/>
          <w:divBdr>
            <w:top w:val="none" w:sz="0" w:space="0" w:color="auto"/>
            <w:left w:val="none" w:sz="0" w:space="0" w:color="auto"/>
            <w:bottom w:val="none" w:sz="0" w:space="0" w:color="auto"/>
            <w:right w:val="none" w:sz="0" w:space="0" w:color="auto"/>
          </w:divBdr>
        </w:div>
      </w:divsChild>
    </w:div>
    <w:div w:id="349333177">
      <w:marLeft w:val="0"/>
      <w:marRight w:val="0"/>
      <w:marTop w:val="0"/>
      <w:marBottom w:val="0"/>
      <w:divBdr>
        <w:top w:val="none" w:sz="0" w:space="0" w:color="auto"/>
        <w:left w:val="none" w:sz="0" w:space="0" w:color="auto"/>
        <w:bottom w:val="none" w:sz="0" w:space="0" w:color="auto"/>
        <w:right w:val="none" w:sz="0" w:space="0" w:color="auto"/>
      </w:divBdr>
      <w:divsChild>
        <w:div w:id="349332950">
          <w:marLeft w:val="0"/>
          <w:marRight w:val="0"/>
          <w:marTop w:val="0"/>
          <w:marBottom w:val="0"/>
          <w:divBdr>
            <w:top w:val="none" w:sz="0" w:space="0" w:color="auto"/>
            <w:left w:val="none" w:sz="0" w:space="0" w:color="auto"/>
            <w:bottom w:val="none" w:sz="0" w:space="0" w:color="auto"/>
            <w:right w:val="none" w:sz="0" w:space="0" w:color="auto"/>
          </w:divBdr>
        </w:div>
        <w:div w:id="349332952">
          <w:marLeft w:val="0"/>
          <w:marRight w:val="0"/>
          <w:marTop w:val="0"/>
          <w:marBottom w:val="0"/>
          <w:divBdr>
            <w:top w:val="none" w:sz="0" w:space="0" w:color="auto"/>
            <w:left w:val="none" w:sz="0" w:space="0" w:color="auto"/>
            <w:bottom w:val="none" w:sz="0" w:space="0" w:color="auto"/>
            <w:right w:val="none" w:sz="0" w:space="0" w:color="auto"/>
          </w:divBdr>
        </w:div>
        <w:div w:id="349332986">
          <w:marLeft w:val="0"/>
          <w:marRight w:val="0"/>
          <w:marTop w:val="0"/>
          <w:marBottom w:val="0"/>
          <w:divBdr>
            <w:top w:val="none" w:sz="0" w:space="0" w:color="auto"/>
            <w:left w:val="none" w:sz="0" w:space="0" w:color="auto"/>
            <w:bottom w:val="none" w:sz="0" w:space="0" w:color="auto"/>
            <w:right w:val="none" w:sz="0" w:space="0" w:color="auto"/>
          </w:divBdr>
        </w:div>
        <w:div w:id="349332988">
          <w:marLeft w:val="0"/>
          <w:marRight w:val="0"/>
          <w:marTop w:val="0"/>
          <w:marBottom w:val="0"/>
          <w:divBdr>
            <w:top w:val="none" w:sz="0" w:space="0" w:color="auto"/>
            <w:left w:val="none" w:sz="0" w:space="0" w:color="auto"/>
            <w:bottom w:val="none" w:sz="0" w:space="0" w:color="auto"/>
            <w:right w:val="none" w:sz="0" w:space="0" w:color="auto"/>
          </w:divBdr>
        </w:div>
        <w:div w:id="349332998">
          <w:marLeft w:val="0"/>
          <w:marRight w:val="0"/>
          <w:marTop w:val="0"/>
          <w:marBottom w:val="0"/>
          <w:divBdr>
            <w:top w:val="none" w:sz="0" w:space="0" w:color="auto"/>
            <w:left w:val="none" w:sz="0" w:space="0" w:color="auto"/>
            <w:bottom w:val="none" w:sz="0" w:space="0" w:color="auto"/>
            <w:right w:val="none" w:sz="0" w:space="0" w:color="auto"/>
          </w:divBdr>
        </w:div>
        <w:div w:id="349333015">
          <w:marLeft w:val="0"/>
          <w:marRight w:val="0"/>
          <w:marTop w:val="0"/>
          <w:marBottom w:val="0"/>
          <w:divBdr>
            <w:top w:val="none" w:sz="0" w:space="0" w:color="auto"/>
            <w:left w:val="none" w:sz="0" w:space="0" w:color="auto"/>
            <w:bottom w:val="none" w:sz="0" w:space="0" w:color="auto"/>
            <w:right w:val="none" w:sz="0" w:space="0" w:color="auto"/>
          </w:divBdr>
        </w:div>
        <w:div w:id="349333021">
          <w:marLeft w:val="0"/>
          <w:marRight w:val="0"/>
          <w:marTop w:val="0"/>
          <w:marBottom w:val="0"/>
          <w:divBdr>
            <w:top w:val="none" w:sz="0" w:space="0" w:color="auto"/>
            <w:left w:val="none" w:sz="0" w:space="0" w:color="auto"/>
            <w:bottom w:val="none" w:sz="0" w:space="0" w:color="auto"/>
            <w:right w:val="none" w:sz="0" w:space="0" w:color="auto"/>
          </w:divBdr>
        </w:div>
        <w:div w:id="349333033">
          <w:marLeft w:val="0"/>
          <w:marRight w:val="0"/>
          <w:marTop w:val="0"/>
          <w:marBottom w:val="0"/>
          <w:divBdr>
            <w:top w:val="none" w:sz="0" w:space="0" w:color="auto"/>
            <w:left w:val="none" w:sz="0" w:space="0" w:color="auto"/>
            <w:bottom w:val="none" w:sz="0" w:space="0" w:color="auto"/>
            <w:right w:val="none" w:sz="0" w:space="0" w:color="auto"/>
          </w:divBdr>
        </w:div>
        <w:div w:id="349333054">
          <w:marLeft w:val="0"/>
          <w:marRight w:val="0"/>
          <w:marTop w:val="0"/>
          <w:marBottom w:val="0"/>
          <w:divBdr>
            <w:top w:val="none" w:sz="0" w:space="0" w:color="auto"/>
            <w:left w:val="none" w:sz="0" w:space="0" w:color="auto"/>
            <w:bottom w:val="none" w:sz="0" w:space="0" w:color="auto"/>
            <w:right w:val="none" w:sz="0" w:space="0" w:color="auto"/>
          </w:divBdr>
        </w:div>
        <w:div w:id="349333070">
          <w:marLeft w:val="0"/>
          <w:marRight w:val="0"/>
          <w:marTop w:val="0"/>
          <w:marBottom w:val="0"/>
          <w:divBdr>
            <w:top w:val="none" w:sz="0" w:space="0" w:color="auto"/>
            <w:left w:val="none" w:sz="0" w:space="0" w:color="auto"/>
            <w:bottom w:val="none" w:sz="0" w:space="0" w:color="auto"/>
            <w:right w:val="none" w:sz="0" w:space="0" w:color="auto"/>
          </w:divBdr>
        </w:div>
        <w:div w:id="349333078">
          <w:marLeft w:val="0"/>
          <w:marRight w:val="0"/>
          <w:marTop w:val="0"/>
          <w:marBottom w:val="0"/>
          <w:divBdr>
            <w:top w:val="none" w:sz="0" w:space="0" w:color="auto"/>
            <w:left w:val="none" w:sz="0" w:space="0" w:color="auto"/>
            <w:bottom w:val="none" w:sz="0" w:space="0" w:color="auto"/>
            <w:right w:val="none" w:sz="0" w:space="0" w:color="auto"/>
          </w:divBdr>
        </w:div>
        <w:div w:id="349333106">
          <w:marLeft w:val="0"/>
          <w:marRight w:val="0"/>
          <w:marTop w:val="0"/>
          <w:marBottom w:val="0"/>
          <w:divBdr>
            <w:top w:val="none" w:sz="0" w:space="0" w:color="auto"/>
            <w:left w:val="none" w:sz="0" w:space="0" w:color="auto"/>
            <w:bottom w:val="none" w:sz="0" w:space="0" w:color="auto"/>
            <w:right w:val="none" w:sz="0" w:space="0" w:color="auto"/>
          </w:divBdr>
        </w:div>
        <w:div w:id="349333124">
          <w:marLeft w:val="0"/>
          <w:marRight w:val="0"/>
          <w:marTop w:val="0"/>
          <w:marBottom w:val="0"/>
          <w:divBdr>
            <w:top w:val="none" w:sz="0" w:space="0" w:color="auto"/>
            <w:left w:val="none" w:sz="0" w:space="0" w:color="auto"/>
            <w:bottom w:val="none" w:sz="0" w:space="0" w:color="auto"/>
            <w:right w:val="none" w:sz="0" w:space="0" w:color="auto"/>
          </w:divBdr>
        </w:div>
        <w:div w:id="349333154">
          <w:marLeft w:val="0"/>
          <w:marRight w:val="0"/>
          <w:marTop w:val="0"/>
          <w:marBottom w:val="0"/>
          <w:divBdr>
            <w:top w:val="none" w:sz="0" w:space="0" w:color="auto"/>
            <w:left w:val="none" w:sz="0" w:space="0" w:color="auto"/>
            <w:bottom w:val="none" w:sz="0" w:space="0" w:color="auto"/>
            <w:right w:val="none" w:sz="0" w:space="0" w:color="auto"/>
          </w:divBdr>
        </w:div>
        <w:div w:id="349333162">
          <w:marLeft w:val="0"/>
          <w:marRight w:val="0"/>
          <w:marTop w:val="0"/>
          <w:marBottom w:val="0"/>
          <w:divBdr>
            <w:top w:val="none" w:sz="0" w:space="0" w:color="auto"/>
            <w:left w:val="none" w:sz="0" w:space="0" w:color="auto"/>
            <w:bottom w:val="none" w:sz="0" w:space="0" w:color="auto"/>
            <w:right w:val="none" w:sz="0" w:space="0" w:color="auto"/>
          </w:divBdr>
        </w:div>
        <w:div w:id="349333220">
          <w:marLeft w:val="0"/>
          <w:marRight w:val="0"/>
          <w:marTop w:val="0"/>
          <w:marBottom w:val="0"/>
          <w:divBdr>
            <w:top w:val="none" w:sz="0" w:space="0" w:color="auto"/>
            <w:left w:val="none" w:sz="0" w:space="0" w:color="auto"/>
            <w:bottom w:val="none" w:sz="0" w:space="0" w:color="auto"/>
            <w:right w:val="none" w:sz="0" w:space="0" w:color="auto"/>
          </w:divBdr>
        </w:div>
        <w:div w:id="349333290">
          <w:marLeft w:val="0"/>
          <w:marRight w:val="0"/>
          <w:marTop w:val="0"/>
          <w:marBottom w:val="0"/>
          <w:divBdr>
            <w:top w:val="none" w:sz="0" w:space="0" w:color="auto"/>
            <w:left w:val="none" w:sz="0" w:space="0" w:color="auto"/>
            <w:bottom w:val="none" w:sz="0" w:space="0" w:color="auto"/>
            <w:right w:val="none" w:sz="0" w:space="0" w:color="auto"/>
          </w:divBdr>
        </w:div>
        <w:div w:id="349333320">
          <w:marLeft w:val="0"/>
          <w:marRight w:val="0"/>
          <w:marTop w:val="0"/>
          <w:marBottom w:val="0"/>
          <w:divBdr>
            <w:top w:val="none" w:sz="0" w:space="0" w:color="auto"/>
            <w:left w:val="none" w:sz="0" w:space="0" w:color="auto"/>
            <w:bottom w:val="none" w:sz="0" w:space="0" w:color="auto"/>
            <w:right w:val="none" w:sz="0" w:space="0" w:color="auto"/>
          </w:divBdr>
        </w:div>
        <w:div w:id="349333332">
          <w:marLeft w:val="0"/>
          <w:marRight w:val="0"/>
          <w:marTop w:val="0"/>
          <w:marBottom w:val="0"/>
          <w:divBdr>
            <w:top w:val="none" w:sz="0" w:space="0" w:color="auto"/>
            <w:left w:val="none" w:sz="0" w:space="0" w:color="auto"/>
            <w:bottom w:val="none" w:sz="0" w:space="0" w:color="auto"/>
            <w:right w:val="none" w:sz="0" w:space="0" w:color="auto"/>
          </w:divBdr>
        </w:div>
      </w:divsChild>
    </w:div>
    <w:div w:id="349333211">
      <w:marLeft w:val="0"/>
      <w:marRight w:val="0"/>
      <w:marTop w:val="0"/>
      <w:marBottom w:val="0"/>
      <w:divBdr>
        <w:top w:val="none" w:sz="0" w:space="0" w:color="auto"/>
        <w:left w:val="none" w:sz="0" w:space="0" w:color="auto"/>
        <w:bottom w:val="none" w:sz="0" w:space="0" w:color="auto"/>
        <w:right w:val="none" w:sz="0" w:space="0" w:color="auto"/>
      </w:divBdr>
    </w:div>
    <w:div w:id="349333212">
      <w:marLeft w:val="0"/>
      <w:marRight w:val="0"/>
      <w:marTop w:val="0"/>
      <w:marBottom w:val="0"/>
      <w:divBdr>
        <w:top w:val="none" w:sz="0" w:space="0" w:color="auto"/>
        <w:left w:val="none" w:sz="0" w:space="0" w:color="auto"/>
        <w:bottom w:val="none" w:sz="0" w:space="0" w:color="auto"/>
        <w:right w:val="none" w:sz="0" w:space="0" w:color="auto"/>
      </w:divBdr>
      <w:divsChild>
        <w:div w:id="349332932">
          <w:marLeft w:val="0"/>
          <w:marRight w:val="0"/>
          <w:marTop w:val="0"/>
          <w:marBottom w:val="0"/>
          <w:divBdr>
            <w:top w:val="none" w:sz="0" w:space="0" w:color="auto"/>
            <w:left w:val="none" w:sz="0" w:space="0" w:color="auto"/>
            <w:bottom w:val="none" w:sz="0" w:space="0" w:color="auto"/>
            <w:right w:val="none" w:sz="0" w:space="0" w:color="auto"/>
          </w:divBdr>
        </w:div>
        <w:div w:id="349332961">
          <w:marLeft w:val="0"/>
          <w:marRight w:val="0"/>
          <w:marTop w:val="0"/>
          <w:marBottom w:val="0"/>
          <w:divBdr>
            <w:top w:val="none" w:sz="0" w:space="0" w:color="auto"/>
            <w:left w:val="none" w:sz="0" w:space="0" w:color="auto"/>
            <w:bottom w:val="none" w:sz="0" w:space="0" w:color="auto"/>
            <w:right w:val="none" w:sz="0" w:space="0" w:color="auto"/>
          </w:divBdr>
        </w:div>
        <w:div w:id="349332968">
          <w:marLeft w:val="0"/>
          <w:marRight w:val="0"/>
          <w:marTop w:val="0"/>
          <w:marBottom w:val="0"/>
          <w:divBdr>
            <w:top w:val="none" w:sz="0" w:space="0" w:color="auto"/>
            <w:left w:val="none" w:sz="0" w:space="0" w:color="auto"/>
            <w:bottom w:val="none" w:sz="0" w:space="0" w:color="auto"/>
            <w:right w:val="none" w:sz="0" w:space="0" w:color="auto"/>
          </w:divBdr>
        </w:div>
        <w:div w:id="349332979">
          <w:marLeft w:val="0"/>
          <w:marRight w:val="0"/>
          <w:marTop w:val="0"/>
          <w:marBottom w:val="0"/>
          <w:divBdr>
            <w:top w:val="none" w:sz="0" w:space="0" w:color="auto"/>
            <w:left w:val="none" w:sz="0" w:space="0" w:color="auto"/>
            <w:bottom w:val="none" w:sz="0" w:space="0" w:color="auto"/>
            <w:right w:val="none" w:sz="0" w:space="0" w:color="auto"/>
          </w:divBdr>
        </w:div>
        <w:div w:id="349332990">
          <w:marLeft w:val="0"/>
          <w:marRight w:val="0"/>
          <w:marTop w:val="0"/>
          <w:marBottom w:val="0"/>
          <w:divBdr>
            <w:top w:val="none" w:sz="0" w:space="0" w:color="auto"/>
            <w:left w:val="none" w:sz="0" w:space="0" w:color="auto"/>
            <w:bottom w:val="none" w:sz="0" w:space="0" w:color="auto"/>
            <w:right w:val="none" w:sz="0" w:space="0" w:color="auto"/>
          </w:divBdr>
        </w:div>
        <w:div w:id="349333012">
          <w:marLeft w:val="0"/>
          <w:marRight w:val="0"/>
          <w:marTop w:val="0"/>
          <w:marBottom w:val="0"/>
          <w:divBdr>
            <w:top w:val="none" w:sz="0" w:space="0" w:color="auto"/>
            <w:left w:val="none" w:sz="0" w:space="0" w:color="auto"/>
            <w:bottom w:val="none" w:sz="0" w:space="0" w:color="auto"/>
            <w:right w:val="none" w:sz="0" w:space="0" w:color="auto"/>
          </w:divBdr>
        </w:div>
        <w:div w:id="349333019">
          <w:marLeft w:val="0"/>
          <w:marRight w:val="0"/>
          <w:marTop w:val="0"/>
          <w:marBottom w:val="0"/>
          <w:divBdr>
            <w:top w:val="none" w:sz="0" w:space="0" w:color="auto"/>
            <w:left w:val="none" w:sz="0" w:space="0" w:color="auto"/>
            <w:bottom w:val="none" w:sz="0" w:space="0" w:color="auto"/>
            <w:right w:val="none" w:sz="0" w:space="0" w:color="auto"/>
          </w:divBdr>
        </w:div>
        <w:div w:id="349333025">
          <w:marLeft w:val="0"/>
          <w:marRight w:val="0"/>
          <w:marTop w:val="0"/>
          <w:marBottom w:val="0"/>
          <w:divBdr>
            <w:top w:val="none" w:sz="0" w:space="0" w:color="auto"/>
            <w:left w:val="none" w:sz="0" w:space="0" w:color="auto"/>
            <w:bottom w:val="none" w:sz="0" w:space="0" w:color="auto"/>
            <w:right w:val="none" w:sz="0" w:space="0" w:color="auto"/>
          </w:divBdr>
        </w:div>
        <w:div w:id="349333043">
          <w:marLeft w:val="0"/>
          <w:marRight w:val="0"/>
          <w:marTop w:val="0"/>
          <w:marBottom w:val="0"/>
          <w:divBdr>
            <w:top w:val="none" w:sz="0" w:space="0" w:color="auto"/>
            <w:left w:val="none" w:sz="0" w:space="0" w:color="auto"/>
            <w:bottom w:val="none" w:sz="0" w:space="0" w:color="auto"/>
            <w:right w:val="none" w:sz="0" w:space="0" w:color="auto"/>
          </w:divBdr>
        </w:div>
        <w:div w:id="349333063">
          <w:marLeft w:val="0"/>
          <w:marRight w:val="0"/>
          <w:marTop w:val="0"/>
          <w:marBottom w:val="0"/>
          <w:divBdr>
            <w:top w:val="none" w:sz="0" w:space="0" w:color="auto"/>
            <w:left w:val="none" w:sz="0" w:space="0" w:color="auto"/>
            <w:bottom w:val="none" w:sz="0" w:space="0" w:color="auto"/>
            <w:right w:val="none" w:sz="0" w:space="0" w:color="auto"/>
          </w:divBdr>
        </w:div>
        <w:div w:id="349333108">
          <w:marLeft w:val="0"/>
          <w:marRight w:val="0"/>
          <w:marTop w:val="0"/>
          <w:marBottom w:val="0"/>
          <w:divBdr>
            <w:top w:val="none" w:sz="0" w:space="0" w:color="auto"/>
            <w:left w:val="none" w:sz="0" w:space="0" w:color="auto"/>
            <w:bottom w:val="none" w:sz="0" w:space="0" w:color="auto"/>
            <w:right w:val="none" w:sz="0" w:space="0" w:color="auto"/>
          </w:divBdr>
        </w:div>
        <w:div w:id="349333132">
          <w:marLeft w:val="0"/>
          <w:marRight w:val="0"/>
          <w:marTop w:val="0"/>
          <w:marBottom w:val="0"/>
          <w:divBdr>
            <w:top w:val="none" w:sz="0" w:space="0" w:color="auto"/>
            <w:left w:val="none" w:sz="0" w:space="0" w:color="auto"/>
            <w:bottom w:val="none" w:sz="0" w:space="0" w:color="auto"/>
            <w:right w:val="none" w:sz="0" w:space="0" w:color="auto"/>
          </w:divBdr>
        </w:div>
        <w:div w:id="349333140">
          <w:marLeft w:val="0"/>
          <w:marRight w:val="0"/>
          <w:marTop w:val="0"/>
          <w:marBottom w:val="0"/>
          <w:divBdr>
            <w:top w:val="none" w:sz="0" w:space="0" w:color="auto"/>
            <w:left w:val="none" w:sz="0" w:space="0" w:color="auto"/>
            <w:bottom w:val="none" w:sz="0" w:space="0" w:color="auto"/>
            <w:right w:val="none" w:sz="0" w:space="0" w:color="auto"/>
          </w:divBdr>
        </w:div>
        <w:div w:id="349333143">
          <w:marLeft w:val="0"/>
          <w:marRight w:val="0"/>
          <w:marTop w:val="0"/>
          <w:marBottom w:val="0"/>
          <w:divBdr>
            <w:top w:val="none" w:sz="0" w:space="0" w:color="auto"/>
            <w:left w:val="none" w:sz="0" w:space="0" w:color="auto"/>
            <w:bottom w:val="none" w:sz="0" w:space="0" w:color="auto"/>
            <w:right w:val="none" w:sz="0" w:space="0" w:color="auto"/>
          </w:divBdr>
        </w:div>
        <w:div w:id="349333144">
          <w:marLeft w:val="0"/>
          <w:marRight w:val="0"/>
          <w:marTop w:val="0"/>
          <w:marBottom w:val="0"/>
          <w:divBdr>
            <w:top w:val="none" w:sz="0" w:space="0" w:color="auto"/>
            <w:left w:val="none" w:sz="0" w:space="0" w:color="auto"/>
            <w:bottom w:val="none" w:sz="0" w:space="0" w:color="auto"/>
            <w:right w:val="none" w:sz="0" w:space="0" w:color="auto"/>
          </w:divBdr>
        </w:div>
        <w:div w:id="349333179">
          <w:marLeft w:val="0"/>
          <w:marRight w:val="0"/>
          <w:marTop w:val="0"/>
          <w:marBottom w:val="0"/>
          <w:divBdr>
            <w:top w:val="none" w:sz="0" w:space="0" w:color="auto"/>
            <w:left w:val="none" w:sz="0" w:space="0" w:color="auto"/>
            <w:bottom w:val="none" w:sz="0" w:space="0" w:color="auto"/>
            <w:right w:val="none" w:sz="0" w:space="0" w:color="auto"/>
          </w:divBdr>
        </w:div>
        <w:div w:id="349333228">
          <w:marLeft w:val="0"/>
          <w:marRight w:val="0"/>
          <w:marTop w:val="0"/>
          <w:marBottom w:val="0"/>
          <w:divBdr>
            <w:top w:val="none" w:sz="0" w:space="0" w:color="auto"/>
            <w:left w:val="none" w:sz="0" w:space="0" w:color="auto"/>
            <w:bottom w:val="none" w:sz="0" w:space="0" w:color="auto"/>
            <w:right w:val="none" w:sz="0" w:space="0" w:color="auto"/>
          </w:divBdr>
        </w:div>
        <w:div w:id="349333233">
          <w:marLeft w:val="0"/>
          <w:marRight w:val="0"/>
          <w:marTop w:val="0"/>
          <w:marBottom w:val="0"/>
          <w:divBdr>
            <w:top w:val="none" w:sz="0" w:space="0" w:color="auto"/>
            <w:left w:val="none" w:sz="0" w:space="0" w:color="auto"/>
            <w:bottom w:val="none" w:sz="0" w:space="0" w:color="auto"/>
            <w:right w:val="none" w:sz="0" w:space="0" w:color="auto"/>
          </w:divBdr>
        </w:div>
        <w:div w:id="349333248">
          <w:marLeft w:val="0"/>
          <w:marRight w:val="0"/>
          <w:marTop w:val="0"/>
          <w:marBottom w:val="0"/>
          <w:divBdr>
            <w:top w:val="none" w:sz="0" w:space="0" w:color="auto"/>
            <w:left w:val="none" w:sz="0" w:space="0" w:color="auto"/>
            <w:bottom w:val="none" w:sz="0" w:space="0" w:color="auto"/>
            <w:right w:val="none" w:sz="0" w:space="0" w:color="auto"/>
          </w:divBdr>
        </w:div>
        <w:div w:id="349333253">
          <w:marLeft w:val="0"/>
          <w:marRight w:val="0"/>
          <w:marTop w:val="0"/>
          <w:marBottom w:val="0"/>
          <w:divBdr>
            <w:top w:val="none" w:sz="0" w:space="0" w:color="auto"/>
            <w:left w:val="none" w:sz="0" w:space="0" w:color="auto"/>
            <w:bottom w:val="none" w:sz="0" w:space="0" w:color="auto"/>
            <w:right w:val="none" w:sz="0" w:space="0" w:color="auto"/>
          </w:divBdr>
        </w:div>
        <w:div w:id="349333256">
          <w:marLeft w:val="0"/>
          <w:marRight w:val="0"/>
          <w:marTop w:val="0"/>
          <w:marBottom w:val="0"/>
          <w:divBdr>
            <w:top w:val="none" w:sz="0" w:space="0" w:color="auto"/>
            <w:left w:val="none" w:sz="0" w:space="0" w:color="auto"/>
            <w:bottom w:val="none" w:sz="0" w:space="0" w:color="auto"/>
            <w:right w:val="none" w:sz="0" w:space="0" w:color="auto"/>
          </w:divBdr>
        </w:div>
        <w:div w:id="349333260">
          <w:marLeft w:val="0"/>
          <w:marRight w:val="0"/>
          <w:marTop w:val="0"/>
          <w:marBottom w:val="0"/>
          <w:divBdr>
            <w:top w:val="none" w:sz="0" w:space="0" w:color="auto"/>
            <w:left w:val="none" w:sz="0" w:space="0" w:color="auto"/>
            <w:bottom w:val="none" w:sz="0" w:space="0" w:color="auto"/>
            <w:right w:val="none" w:sz="0" w:space="0" w:color="auto"/>
          </w:divBdr>
        </w:div>
        <w:div w:id="349333278">
          <w:marLeft w:val="0"/>
          <w:marRight w:val="0"/>
          <w:marTop w:val="0"/>
          <w:marBottom w:val="0"/>
          <w:divBdr>
            <w:top w:val="none" w:sz="0" w:space="0" w:color="auto"/>
            <w:left w:val="none" w:sz="0" w:space="0" w:color="auto"/>
            <w:bottom w:val="none" w:sz="0" w:space="0" w:color="auto"/>
            <w:right w:val="none" w:sz="0" w:space="0" w:color="auto"/>
          </w:divBdr>
        </w:div>
        <w:div w:id="349333281">
          <w:marLeft w:val="0"/>
          <w:marRight w:val="0"/>
          <w:marTop w:val="0"/>
          <w:marBottom w:val="0"/>
          <w:divBdr>
            <w:top w:val="none" w:sz="0" w:space="0" w:color="auto"/>
            <w:left w:val="none" w:sz="0" w:space="0" w:color="auto"/>
            <w:bottom w:val="none" w:sz="0" w:space="0" w:color="auto"/>
            <w:right w:val="none" w:sz="0" w:space="0" w:color="auto"/>
          </w:divBdr>
        </w:div>
        <w:div w:id="349333287">
          <w:marLeft w:val="0"/>
          <w:marRight w:val="0"/>
          <w:marTop w:val="0"/>
          <w:marBottom w:val="0"/>
          <w:divBdr>
            <w:top w:val="none" w:sz="0" w:space="0" w:color="auto"/>
            <w:left w:val="none" w:sz="0" w:space="0" w:color="auto"/>
            <w:bottom w:val="none" w:sz="0" w:space="0" w:color="auto"/>
            <w:right w:val="none" w:sz="0" w:space="0" w:color="auto"/>
          </w:divBdr>
        </w:div>
        <w:div w:id="349333288">
          <w:marLeft w:val="0"/>
          <w:marRight w:val="0"/>
          <w:marTop w:val="0"/>
          <w:marBottom w:val="0"/>
          <w:divBdr>
            <w:top w:val="none" w:sz="0" w:space="0" w:color="auto"/>
            <w:left w:val="none" w:sz="0" w:space="0" w:color="auto"/>
            <w:bottom w:val="none" w:sz="0" w:space="0" w:color="auto"/>
            <w:right w:val="none" w:sz="0" w:space="0" w:color="auto"/>
          </w:divBdr>
        </w:div>
        <w:div w:id="349333302">
          <w:marLeft w:val="0"/>
          <w:marRight w:val="0"/>
          <w:marTop w:val="0"/>
          <w:marBottom w:val="0"/>
          <w:divBdr>
            <w:top w:val="none" w:sz="0" w:space="0" w:color="auto"/>
            <w:left w:val="none" w:sz="0" w:space="0" w:color="auto"/>
            <w:bottom w:val="none" w:sz="0" w:space="0" w:color="auto"/>
            <w:right w:val="none" w:sz="0" w:space="0" w:color="auto"/>
          </w:divBdr>
        </w:div>
        <w:div w:id="349333324">
          <w:marLeft w:val="0"/>
          <w:marRight w:val="0"/>
          <w:marTop w:val="0"/>
          <w:marBottom w:val="0"/>
          <w:divBdr>
            <w:top w:val="none" w:sz="0" w:space="0" w:color="auto"/>
            <w:left w:val="none" w:sz="0" w:space="0" w:color="auto"/>
            <w:bottom w:val="none" w:sz="0" w:space="0" w:color="auto"/>
            <w:right w:val="none" w:sz="0" w:space="0" w:color="auto"/>
          </w:divBdr>
        </w:div>
        <w:div w:id="349333345">
          <w:marLeft w:val="0"/>
          <w:marRight w:val="0"/>
          <w:marTop w:val="0"/>
          <w:marBottom w:val="0"/>
          <w:divBdr>
            <w:top w:val="none" w:sz="0" w:space="0" w:color="auto"/>
            <w:left w:val="none" w:sz="0" w:space="0" w:color="auto"/>
            <w:bottom w:val="none" w:sz="0" w:space="0" w:color="auto"/>
            <w:right w:val="none" w:sz="0" w:space="0" w:color="auto"/>
          </w:divBdr>
        </w:div>
        <w:div w:id="349333346">
          <w:marLeft w:val="0"/>
          <w:marRight w:val="0"/>
          <w:marTop w:val="0"/>
          <w:marBottom w:val="0"/>
          <w:divBdr>
            <w:top w:val="none" w:sz="0" w:space="0" w:color="auto"/>
            <w:left w:val="none" w:sz="0" w:space="0" w:color="auto"/>
            <w:bottom w:val="none" w:sz="0" w:space="0" w:color="auto"/>
            <w:right w:val="none" w:sz="0" w:space="0" w:color="auto"/>
          </w:divBdr>
        </w:div>
        <w:div w:id="349333348">
          <w:marLeft w:val="0"/>
          <w:marRight w:val="0"/>
          <w:marTop w:val="0"/>
          <w:marBottom w:val="0"/>
          <w:divBdr>
            <w:top w:val="none" w:sz="0" w:space="0" w:color="auto"/>
            <w:left w:val="none" w:sz="0" w:space="0" w:color="auto"/>
            <w:bottom w:val="none" w:sz="0" w:space="0" w:color="auto"/>
            <w:right w:val="none" w:sz="0" w:space="0" w:color="auto"/>
          </w:divBdr>
        </w:div>
        <w:div w:id="349333359">
          <w:marLeft w:val="0"/>
          <w:marRight w:val="0"/>
          <w:marTop w:val="0"/>
          <w:marBottom w:val="0"/>
          <w:divBdr>
            <w:top w:val="none" w:sz="0" w:space="0" w:color="auto"/>
            <w:left w:val="none" w:sz="0" w:space="0" w:color="auto"/>
            <w:bottom w:val="none" w:sz="0" w:space="0" w:color="auto"/>
            <w:right w:val="none" w:sz="0" w:space="0" w:color="auto"/>
          </w:divBdr>
        </w:div>
      </w:divsChild>
    </w:div>
    <w:div w:id="349333226">
      <w:marLeft w:val="0"/>
      <w:marRight w:val="0"/>
      <w:marTop w:val="0"/>
      <w:marBottom w:val="0"/>
      <w:divBdr>
        <w:top w:val="none" w:sz="0" w:space="0" w:color="auto"/>
        <w:left w:val="none" w:sz="0" w:space="0" w:color="auto"/>
        <w:bottom w:val="none" w:sz="0" w:space="0" w:color="auto"/>
        <w:right w:val="none" w:sz="0" w:space="0" w:color="auto"/>
      </w:divBdr>
      <w:divsChild>
        <w:div w:id="349333029">
          <w:marLeft w:val="0"/>
          <w:marRight w:val="0"/>
          <w:marTop w:val="0"/>
          <w:marBottom w:val="0"/>
          <w:divBdr>
            <w:top w:val="none" w:sz="0" w:space="0" w:color="auto"/>
            <w:left w:val="none" w:sz="0" w:space="0" w:color="auto"/>
            <w:bottom w:val="none" w:sz="0" w:space="0" w:color="auto"/>
            <w:right w:val="none" w:sz="0" w:space="0" w:color="auto"/>
          </w:divBdr>
          <w:divsChild>
            <w:div w:id="349332973">
              <w:marLeft w:val="0"/>
              <w:marRight w:val="0"/>
              <w:marTop w:val="0"/>
              <w:marBottom w:val="0"/>
              <w:divBdr>
                <w:top w:val="none" w:sz="0" w:space="0" w:color="auto"/>
                <w:left w:val="none" w:sz="0" w:space="0" w:color="auto"/>
                <w:bottom w:val="none" w:sz="0" w:space="0" w:color="auto"/>
                <w:right w:val="none" w:sz="0" w:space="0" w:color="auto"/>
              </w:divBdr>
              <w:divsChild>
                <w:div w:id="349333045">
                  <w:marLeft w:val="0"/>
                  <w:marRight w:val="0"/>
                  <w:marTop w:val="0"/>
                  <w:marBottom w:val="0"/>
                  <w:divBdr>
                    <w:top w:val="none" w:sz="0" w:space="0" w:color="auto"/>
                    <w:left w:val="none" w:sz="0" w:space="0" w:color="auto"/>
                    <w:bottom w:val="none" w:sz="0" w:space="0" w:color="auto"/>
                    <w:right w:val="none" w:sz="0" w:space="0" w:color="auto"/>
                  </w:divBdr>
                  <w:divsChild>
                    <w:div w:id="349333041">
                      <w:marLeft w:val="0"/>
                      <w:marRight w:val="0"/>
                      <w:marTop w:val="0"/>
                      <w:marBottom w:val="0"/>
                      <w:divBdr>
                        <w:top w:val="none" w:sz="0" w:space="0" w:color="auto"/>
                        <w:left w:val="none" w:sz="0" w:space="0" w:color="auto"/>
                        <w:bottom w:val="none" w:sz="0" w:space="0" w:color="auto"/>
                        <w:right w:val="none" w:sz="0" w:space="0" w:color="auto"/>
                      </w:divBdr>
                      <w:divsChild>
                        <w:div w:id="349332939">
                          <w:marLeft w:val="0"/>
                          <w:marRight w:val="0"/>
                          <w:marTop w:val="0"/>
                          <w:marBottom w:val="0"/>
                          <w:divBdr>
                            <w:top w:val="none" w:sz="0" w:space="0" w:color="auto"/>
                            <w:left w:val="none" w:sz="0" w:space="0" w:color="auto"/>
                            <w:bottom w:val="none" w:sz="0" w:space="0" w:color="auto"/>
                            <w:right w:val="none" w:sz="0" w:space="0" w:color="auto"/>
                          </w:divBdr>
                          <w:divsChild>
                            <w:div w:id="349333198">
                              <w:marLeft w:val="0"/>
                              <w:marRight w:val="0"/>
                              <w:marTop w:val="0"/>
                              <w:marBottom w:val="0"/>
                              <w:divBdr>
                                <w:top w:val="none" w:sz="0" w:space="0" w:color="auto"/>
                                <w:left w:val="none" w:sz="0" w:space="0" w:color="auto"/>
                                <w:bottom w:val="none" w:sz="0" w:space="0" w:color="auto"/>
                                <w:right w:val="none" w:sz="0" w:space="0" w:color="auto"/>
                              </w:divBdr>
                              <w:divsChild>
                                <w:div w:id="349332991">
                                  <w:marLeft w:val="0"/>
                                  <w:marRight w:val="0"/>
                                  <w:marTop w:val="0"/>
                                  <w:marBottom w:val="0"/>
                                  <w:divBdr>
                                    <w:top w:val="none" w:sz="0" w:space="0" w:color="auto"/>
                                    <w:left w:val="none" w:sz="0" w:space="0" w:color="auto"/>
                                    <w:bottom w:val="none" w:sz="0" w:space="0" w:color="auto"/>
                                    <w:right w:val="none" w:sz="0" w:space="0" w:color="auto"/>
                                  </w:divBdr>
                                  <w:divsChild>
                                    <w:div w:id="349333034">
                                      <w:marLeft w:val="0"/>
                                      <w:marRight w:val="0"/>
                                      <w:marTop w:val="0"/>
                                      <w:marBottom w:val="0"/>
                                      <w:divBdr>
                                        <w:top w:val="none" w:sz="0" w:space="0" w:color="auto"/>
                                        <w:left w:val="none" w:sz="0" w:space="0" w:color="auto"/>
                                        <w:bottom w:val="none" w:sz="0" w:space="0" w:color="auto"/>
                                        <w:right w:val="none" w:sz="0" w:space="0" w:color="auto"/>
                                      </w:divBdr>
                                      <w:divsChild>
                                        <w:div w:id="349333298">
                                          <w:marLeft w:val="0"/>
                                          <w:marRight w:val="0"/>
                                          <w:marTop w:val="0"/>
                                          <w:marBottom w:val="0"/>
                                          <w:divBdr>
                                            <w:top w:val="none" w:sz="0" w:space="0" w:color="auto"/>
                                            <w:left w:val="none" w:sz="0" w:space="0" w:color="auto"/>
                                            <w:bottom w:val="none" w:sz="0" w:space="0" w:color="auto"/>
                                            <w:right w:val="none" w:sz="0" w:space="0" w:color="auto"/>
                                          </w:divBdr>
                                          <w:divsChild>
                                            <w:div w:id="349333217">
                                              <w:marLeft w:val="0"/>
                                              <w:marRight w:val="0"/>
                                              <w:marTop w:val="0"/>
                                              <w:marBottom w:val="0"/>
                                              <w:divBdr>
                                                <w:top w:val="none" w:sz="0" w:space="0" w:color="auto"/>
                                                <w:left w:val="none" w:sz="0" w:space="0" w:color="auto"/>
                                                <w:bottom w:val="none" w:sz="0" w:space="0" w:color="auto"/>
                                                <w:right w:val="none" w:sz="0" w:space="0" w:color="auto"/>
                                              </w:divBdr>
                                              <w:divsChild>
                                                <w:div w:id="34933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9333227">
      <w:marLeft w:val="0"/>
      <w:marRight w:val="0"/>
      <w:marTop w:val="0"/>
      <w:marBottom w:val="0"/>
      <w:divBdr>
        <w:top w:val="none" w:sz="0" w:space="0" w:color="auto"/>
        <w:left w:val="none" w:sz="0" w:space="0" w:color="auto"/>
        <w:bottom w:val="none" w:sz="0" w:space="0" w:color="auto"/>
        <w:right w:val="none" w:sz="0" w:space="0" w:color="auto"/>
      </w:divBdr>
      <w:divsChild>
        <w:div w:id="349333157">
          <w:marLeft w:val="75"/>
          <w:marRight w:val="75"/>
          <w:marTop w:val="0"/>
          <w:marBottom w:val="0"/>
          <w:divBdr>
            <w:top w:val="none" w:sz="0" w:space="0" w:color="auto"/>
            <w:left w:val="none" w:sz="0" w:space="0" w:color="auto"/>
            <w:bottom w:val="none" w:sz="0" w:space="0" w:color="auto"/>
            <w:right w:val="none" w:sz="0" w:space="0" w:color="auto"/>
          </w:divBdr>
          <w:divsChild>
            <w:div w:id="349333105">
              <w:marLeft w:val="0"/>
              <w:marRight w:val="0"/>
              <w:marTop w:val="0"/>
              <w:marBottom w:val="0"/>
              <w:divBdr>
                <w:top w:val="none" w:sz="0" w:space="0" w:color="auto"/>
                <w:left w:val="none" w:sz="0" w:space="0" w:color="auto"/>
                <w:bottom w:val="none" w:sz="0" w:space="0" w:color="auto"/>
                <w:right w:val="none" w:sz="0" w:space="0" w:color="auto"/>
              </w:divBdr>
            </w:div>
            <w:div w:id="349333201">
              <w:marLeft w:val="0"/>
              <w:marRight w:val="0"/>
              <w:marTop w:val="0"/>
              <w:marBottom w:val="0"/>
              <w:divBdr>
                <w:top w:val="none" w:sz="0" w:space="0" w:color="auto"/>
                <w:left w:val="none" w:sz="0" w:space="0" w:color="auto"/>
                <w:bottom w:val="none" w:sz="0" w:space="0" w:color="auto"/>
                <w:right w:val="none" w:sz="0" w:space="0" w:color="auto"/>
              </w:divBdr>
            </w:div>
            <w:div w:id="34933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3230">
      <w:marLeft w:val="0"/>
      <w:marRight w:val="0"/>
      <w:marTop w:val="0"/>
      <w:marBottom w:val="0"/>
      <w:divBdr>
        <w:top w:val="none" w:sz="0" w:space="0" w:color="auto"/>
        <w:left w:val="none" w:sz="0" w:space="0" w:color="auto"/>
        <w:bottom w:val="none" w:sz="0" w:space="0" w:color="auto"/>
        <w:right w:val="none" w:sz="0" w:space="0" w:color="auto"/>
      </w:divBdr>
    </w:div>
    <w:div w:id="349333235">
      <w:marLeft w:val="0"/>
      <w:marRight w:val="0"/>
      <w:marTop w:val="0"/>
      <w:marBottom w:val="0"/>
      <w:divBdr>
        <w:top w:val="none" w:sz="0" w:space="0" w:color="auto"/>
        <w:left w:val="none" w:sz="0" w:space="0" w:color="auto"/>
        <w:bottom w:val="none" w:sz="0" w:space="0" w:color="auto"/>
        <w:right w:val="none" w:sz="0" w:space="0" w:color="auto"/>
      </w:divBdr>
      <w:divsChild>
        <w:div w:id="349333312">
          <w:marLeft w:val="0"/>
          <w:marRight w:val="0"/>
          <w:marTop w:val="0"/>
          <w:marBottom w:val="0"/>
          <w:divBdr>
            <w:top w:val="none" w:sz="0" w:space="0" w:color="auto"/>
            <w:left w:val="none" w:sz="0" w:space="0" w:color="auto"/>
            <w:bottom w:val="none" w:sz="0" w:space="0" w:color="auto"/>
            <w:right w:val="none" w:sz="0" w:space="0" w:color="auto"/>
          </w:divBdr>
          <w:divsChild>
            <w:div w:id="349333020">
              <w:marLeft w:val="0"/>
              <w:marRight w:val="0"/>
              <w:marTop w:val="0"/>
              <w:marBottom w:val="0"/>
              <w:divBdr>
                <w:top w:val="none" w:sz="0" w:space="0" w:color="auto"/>
                <w:left w:val="none" w:sz="0" w:space="0" w:color="auto"/>
                <w:bottom w:val="none" w:sz="0" w:space="0" w:color="auto"/>
                <w:right w:val="none" w:sz="0" w:space="0" w:color="auto"/>
              </w:divBdr>
              <w:divsChild>
                <w:div w:id="349333082">
                  <w:marLeft w:val="0"/>
                  <w:marRight w:val="0"/>
                  <w:marTop w:val="0"/>
                  <w:marBottom w:val="0"/>
                  <w:divBdr>
                    <w:top w:val="none" w:sz="0" w:space="0" w:color="auto"/>
                    <w:left w:val="none" w:sz="0" w:space="0" w:color="auto"/>
                    <w:bottom w:val="none" w:sz="0" w:space="0" w:color="auto"/>
                    <w:right w:val="none" w:sz="0" w:space="0" w:color="auto"/>
                  </w:divBdr>
                  <w:divsChild>
                    <w:div w:id="349333161">
                      <w:marLeft w:val="0"/>
                      <w:marRight w:val="0"/>
                      <w:marTop w:val="0"/>
                      <w:marBottom w:val="0"/>
                      <w:divBdr>
                        <w:top w:val="none" w:sz="0" w:space="0" w:color="auto"/>
                        <w:left w:val="none" w:sz="0" w:space="0" w:color="auto"/>
                        <w:bottom w:val="none" w:sz="0" w:space="0" w:color="auto"/>
                        <w:right w:val="none" w:sz="0" w:space="0" w:color="auto"/>
                      </w:divBdr>
                      <w:divsChild>
                        <w:div w:id="349333296">
                          <w:marLeft w:val="0"/>
                          <w:marRight w:val="0"/>
                          <w:marTop w:val="0"/>
                          <w:marBottom w:val="0"/>
                          <w:divBdr>
                            <w:top w:val="none" w:sz="0" w:space="0" w:color="auto"/>
                            <w:left w:val="none" w:sz="0" w:space="0" w:color="auto"/>
                            <w:bottom w:val="none" w:sz="0" w:space="0" w:color="auto"/>
                            <w:right w:val="none" w:sz="0" w:space="0" w:color="auto"/>
                          </w:divBdr>
                          <w:divsChild>
                            <w:div w:id="349333087">
                              <w:marLeft w:val="0"/>
                              <w:marRight w:val="0"/>
                              <w:marTop w:val="0"/>
                              <w:marBottom w:val="0"/>
                              <w:divBdr>
                                <w:top w:val="none" w:sz="0" w:space="0" w:color="auto"/>
                                <w:left w:val="none" w:sz="0" w:space="0" w:color="auto"/>
                                <w:bottom w:val="none" w:sz="0" w:space="0" w:color="auto"/>
                                <w:right w:val="none" w:sz="0" w:space="0" w:color="auto"/>
                              </w:divBdr>
                              <w:divsChild>
                                <w:div w:id="349333104">
                                  <w:marLeft w:val="0"/>
                                  <w:marRight w:val="0"/>
                                  <w:marTop w:val="0"/>
                                  <w:marBottom w:val="0"/>
                                  <w:divBdr>
                                    <w:top w:val="none" w:sz="0" w:space="0" w:color="auto"/>
                                    <w:left w:val="none" w:sz="0" w:space="0" w:color="auto"/>
                                    <w:bottom w:val="none" w:sz="0" w:space="0" w:color="auto"/>
                                    <w:right w:val="none" w:sz="0" w:space="0" w:color="auto"/>
                                  </w:divBdr>
                                  <w:divsChild>
                                    <w:div w:id="349333061">
                                      <w:marLeft w:val="0"/>
                                      <w:marRight w:val="0"/>
                                      <w:marTop w:val="0"/>
                                      <w:marBottom w:val="0"/>
                                      <w:divBdr>
                                        <w:top w:val="none" w:sz="0" w:space="0" w:color="auto"/>
                                        <w:left w:val="none" w:sz="0" w:space="0" w:color="auto"/>
                                        <w:bottom w:val="none" w:sz="0" w:space="0" w:color="auto"/>
                                        <w:right w:val="none" w:sz="0" w:space="0" w:color="auto"/>
                                      </w:divBdr>
                                      <w:divsChild>
                                        <w:div w:id="349333083">
                                          <w:marLeft w:val="0"/>
                                          <w:marRight w:val="0"/>
                                          <w:marTop w:val="0"/>
                                          <w:marBottom w:val="0"/>
                                          <w:divBdr>
                                            <w:top w:val="none" w:sz="0" w:space="0" w:color="auto"/>
                                            <w:left w:val="none" w:sz="0" w:space="0" w:color="auto"/>
                                            <w:bottom w:val="none" w:sz="0" w:space="0" w:color="auto"/>
                                            <w:right w:val="none" w:sz="0" w:space="0" w:color="auto"/>
                                          </w:divBdr>
                                          <w:divsChild>
                                            <w:div w:id="349333274">
                                              <w:marLeft w:val="0"/>
                                              <w:marRight w:val="0"/>
                                              <w:marTop w:val="0"/>
                                              <w:marBottom w:val="0"/>
                                              <w:divBdr>
                                                <w:top w:val="none" w:sz="0" w:space="0" w:color="auto"/>
                                                <w:left w:val="none" w:sz="0" w:space="0" w:color="auto"/>
                                                <w:bottom w:val="none" w:sz="0" w:space="0" w:color="auto"/>
                                                <w:right w:val="none" w:sz="0" w:space="0" w:color="auto"/>
                                              </w:divBdr>
                                              <w:divsChild>
                                                <w:div w:id="349333327">
                                                  <w:marLeft w:val="0"/>
                                                  <w:marRight w:val="0"/>
                                                  <w:marTop w:val="0"/>
                                                  <w:marBottom w:val="0"/>
                                                  <w:divBdr>
                                                    <w:top w:val="single" w:sz="12" w:space="2" w:color="FFFFCC"/>
                                                    <w:left w:val="single" w:sz="12" w:space="2" w:color="FFFFCC"/>
                                                    <w:bottom w:val="single" w:sz="12" w:space="2" w:color="FFFFCC"/>
                                                    <w:right w:val="single" w:sz="12" w:space="0" w:color="FFFFCC"/>
                                                  </w:divBdr>
                                                  <w:divsChild>
                                                    <w:div w:id="349333231">
                                                      <w:marLeft w:val="0"/>
                                                      <w:marRight w:val="0"/>
                                                      <w:marTop w:val="0"/>
                                                      <w:marBottom w:val="0"/>
                                                      <w:divBdr>
                                                        <w:top w:val="none" w:sz="0" w:space="0" w:color="auto"/>
                                                        <w:left w:val="none" w:sz="0" w:space="0" w:color="auto"/>
                                                        <w:bottom w:val="none" w:sz="0" w:space="0" w:color="auto"/>
                                                        <w:right w:val="none" w:sz="0" w:space="0" w:color="auto"/>
                                                      </w:divBdr>
                                                      <w:divsChild>
                                                        <w:div w:id="349333315">
                                                          <w:marLeft w:val="0"/>
                                                          <w:marRight w:val="0"/>
                                                          <w:marTop w:val="0"/>
                                                          <w:marBottom w:val="0"/>
                                                          <w:divBdr>
                                                            <w:top w:val="none" w:sz="0" w:space="0" w:color="auto"/>
                                                            <w:left w:val="none" w:sz="0" w:space="0" w:color="auto"/>
                                                            <w:bottom w:val="none" w:sz="0" w:space="0" w:color="auto"/>
                                                            <w:right w:val="none" w:sz="0" w:space="0" w:color="auto"/>
                                                          </w:divBdr>
                                                          <w:divsChild>
                                                            <w:div w:id="349332956">
                                                              <w:marLeft w:val="0"/>
                                                              <w:marRight w:val="0"/>
                                                              <w:marTop w:val="0"/>
                                                              <w:marBottom w:val="0"/>
                                                              <w:divBdr>
                                                                <w:top w:val="none" w:sz="0" w:space="0" w:color="auto"/>
                                                                <w:left w:val="none" w:sz="0" w:space="0" w:color="auto"/>
                                                                <w:bottom w:val="none" w:sz="0" w:space="0" w:color="auto"/>
                                                                <w:right w:val="none" w:sz="0" w:space="0" w:color="auto"/>
                                                              </w:divBdr>
                                                              <w:divsChild>
                                                                <w:div w:id="349333129">
                                                                  <w:marLeft w:val="0"/>
                                                                  <w:marRight w:val="0"/>
                                                                  <w:marTop w:val="0"/>
                                                                  <w:marBottom w:val="0"/>
                                                                  <w:divBdr>
                                                                    <w:top w:val="none" w:sz="0" w:space="0" w:color="auto"/>
                                                                    <w:left w:val="none" w:sz="0" w:space="0" w:color="auto"/>
                                                                    <w:bottom w:val="none" w:sz="0" w:space="0" w:color="auto"/>
                                                                    <w:right w:val="none" w:sz="0" w:space="0" w:color="auto"/>
                                                                  </w:divBdr>
                                                                  <w:divsChild>
                                                                    <w:div w:id="349332994">
                                                                      <w:marLeft w:val="0"/>
                                                                      <w:marRight w:val="0"/>
                                                                      <w:marTop w:val="0"/>
                                                                      <w:marBottom w:val="0"/>
                                                                      <w:divBdr>
                                                                        <w:top w:val="none" w:sz="0" w:space="0" w:color="auto"/>
                                                                        <w:left w:val="none" w:sz="0" w:space="0" w:color="auto"/>
                                                                        <w:bottom w:val="none" w:sz="0" w:space="0" w:color="auto"/>
                                                                        <w:right w:val="none" w:sz="0" w:space="0" w:color="auto"/>
                                                                      </w:divBdr>
                                                                      <w:divsChild>
                                                                        <w:div w:id="349333252">
                                                                          <w:marLeft w:val="0"/>
                                                                          <w:marRight w:val="0"/>
                                                                          <w:marTop w:val="0"/>
                                                                          <w:marBottom w:val="0"/>
                                                                          <w:divBdr>
                                                                            <w:top w:val="none" w:sz="0" w:space="0" w:color="auto"/>
                                                                            <w:left w:val="none" w:sz="0" w:space="0" w:color="auto"/>
                                                                            <w:bottom w:val="none" w:sz="0" w:space="0" w:color="auto"/>
                                                                            <w:right w:val="none" w:sz="0" w:space="0" w:color="auto"/>
                                                                          </w:divBdr>
                                                                          <w:divsChild>
                                                                            <w:div w:id="349332937">
                                                                              <w:marLeft w:val="0"/>
                                                                              <w:marRight w:val="0"/>
                                                                              <w:marTop w:val="0"/>
                                                                              <w:marBottom w:val="0"/>
                                                                              <w:divBdr>
                                                                                <w:top w:val="none" w:sz="0" w:space="0" w:color="auto"/>
                                                                                <w:left w:val="none" w:sz="0" w:space="0" w:color="auto"/>
                                                                                <w:bottom w:val="none" w:sz="0" w:space="0" w:color="auto"/>
                                                                                <w:right w:val="none" w:sz="0" w:space="0" w:color="auto"/>
                                                                              </w:divBdr>
                                                                              <w:divsChild>
                                                                                <w:div w:id="349333047">
                                                                                  <w:marLeft w:val="0"/>
                                                                                  <w:marRight w:val="0"/>
                                                                                  <w:marTop w:val="0"/>
                                                                                  <w:marBottom w:val="0"/>
                                                                                  <w:divBdr>
                                                                                    <w:top w:val="none" w:sz="0" w:space="0" w:color="auto"/>
                                                                                    <w:left w:val="none" w:sz="0" w:space="0" w:color="auto"/>
                                                                                    <w:bottom w:val="none" w:sz="0" w:space="0" w:color="auto"/>
                                                                                    <w:right w:val="none" w:sz="0" w:space="0" w:color="auto"/>
                                                                                  </w:divBdr>
                                                                                  <w:divsChild>
                                                                                    <w:div w:id="349333134">
                                                                                      <w:marLeft w:val="0"/>
                                                                                      <w:marRight w:val="0"/>
                                                                                      <w:marTop w:val="0"/>
                                                                                      <w:marBottom w:val="0"/>
                                                                                      <w:divBdr>
                                                                                        <w:top w:val="none" w:sz="0" w:space="0" w:color="auto"/>
                                                                                        <w:left w:val="none" w:sz="0" w:space="0" w:color="auto"/>
                                                                                        <w:bottom w:val="none" w:sz="0" w:space="0" w:color="auto"/>
                                                                                        <w:right w:val="none" w:sz="0" w:space="0" w:color="auto"/>
                                                                                      </w:divBdr>
                                                                                      <w:divsChild>
                                                                                        <w:div w:id="349333150">
                                                                                          <w:marLeft w:val="0"/>
                                                                                          <w:marRight w:val="0"/>
                                                                                          <w:marTop w:val="0"/>
                                                                                          <w:marBottom w:val="0"/>
                                                                                          <w:divBdr>
                                                                                            <w:top w:val="none" w:sz="0" w:space="0" w:color="auto"/>
                                                                                            <w:left w:val="none" w:sz="0" w:space="0" w:color="auto"/>
                                                                                            <w:bottom w:val="none" w:sz="0" w:space="0" w:color="auto"/>
                                                                                            <w:right w:val="none" w:sz="0" w:space="0" w:color="auto"/>
                                                                                          </w:divBdr>
                                                                                          <w:divsChild>
                                                                                            <w:div w:id="349333234">
                                                                                              <w:marLeft w:val="0"/>
                                                                                              <w:marRight w:val="120"/>
                                                                                              <w:marTop w:val="0"/>
                                                                                              <w:marBottom w:val="150"/>
                                                                                              <w:divBdr>
                                                                                                <w:top w:val="single" w:sz="2" w:space="0" w:color="EFEFEF"/>
                                                                                                <w:left w:val="single" w:sz="6" w:space="0" w:color="EFEFEF"/>
                                                                                                <w:bottom w:val="single" w:sz="6" w:space="0" w:color="E2E2E2"/>
                                                                                                <w:right w:val="single" w:sz="6" w:space="0" w:color="EFEFEF"/>
                                                                                              </w:divBdr>
                                                                                              <w:divsChild>
                                                                                                <w:div w:id="349333183">
                                                                                                  <w:marLeft w:val="0"/>
                                                                                                  <w:marRight w:val="0"/>
                                                                                                  <w:marTop w:val="0"/>
                                                                                                  <w:marBottom w:val="0"/>
                                                                                                  <w:divBdr>
                                                                                                    <w:top w:val="none" w:sz="0" w:space="0" w:color="auto"/>
                                                                                                    <w:left w:val="none" w:sz="0" w:space="0" w:color="auto"/>
                                                                                                    <w:bottom w:val="none" w:sz="0" w:space="0" w:color="auto"/>
                                                                                                    <w:right w:val="none" w:sz="0" w:space="0" w:color="auto"/>
                                                                                                  </w:divBdr>
                                                                                                  <w:divsChild>
                                                                                                    <w:div w:id="349332978">
                                                                                                      <w:marLeft w:val="0"/>
                                                                                                      <w:marRight w:val="0"/>
                                                                                                      <w:marTop w:val="0"/>
                                                                                                      <w:marBottom w:val="0"/>
                                                                                                      <w:divBdr>
                                                                                                        <w:top w:val="none" w:sz="0" w:space="0" w:color="auto"/>
                                                                                                        <w:left w:val="none" w:sz="0" w:space="0" w:color="auto"/>
                                                                                                        <w:bottom w:val="none" w:sz="0" w:space="0" w:color="auto"/>
                                                                                                        <w:right w:val="none" w:sz="0" w:space="0" w:color="auto"/>
                                                                                                      </w:divBdr>
                                                                                                      <w:divsChild>
                                                                                                        <w:div w:id="349332945">
                                                                                                          <w:marLeft w:val="0"/>
                                                                                                          <w:marRight w:val="0"/>
                                                                                                          <w:marTop w:val="0"/>
                                                                                                          <w:marBottom w:val="0"/>
                                                                                                          <w:divBdr>
                                                                                                            <w:top w:val="none" w:sz="0" w:space="0" w:color="auto"/>
                                                                                                            <w:left w:val="none" w:sz="0" w:space="0" w:color="auto"/>
                                                                                                            <w:bottom w:val="none" w:sz="0" w:space="0" w:color="auto"/>
                                                                                                            <w:right w:val="none" w:sz="0" w:space="0" w:color="auto"/>
                                                                                                          </w:divBdr>
                                                                                                          <w:divsChild>
                                                                                                            <w:div w:id="349333276">
                                                                                                              <w:marLeft w:val="0"/>
                                                                                                              <w:marRight w:val="0"/>
                                                                                                              <w:marTop w:val="0"/>
                                                                                                              <w:marBottom w:val="0"/>
                                                                                                              <w:divBdr>
                                                                                                                <w:top w:val="none" w:sz="0" w:space="0" w:color="auto"/>
                                                                                                                <w:left w:val="none" w:sz="0" w:space="0" w:color="auto"/>
                                                                                                                <w:bottom w:val="none" w:sz="0" w:space="0" w:color="auto"/>
                                                                                                                <w:right w:val="none" w:sz="0" w:space="0" w:color="auto"/>
                                                                                                              </w:divBdr>
                                                                                                              <w:divsChild>
                                                                                                                <w:div w:id="349333329">
                                                                                                                  <w:marLeft w:val="0"/>
                                                                                                                  <w:marRight w:val="0"/>
                                                                                                                  <w:marTop w:val="0"/>
                                                                                                                  <w:marBottom w:val="0"/>
                                                                                                                  <w:divBdr>
                                                                                                                    <w:top w:val="none" w:sz="0" w:space="0" w:color="auto"/>
                                                                                                                    <w:left w:val="none" w:sz="0" w:space="0" w:color="auto"/>
                                                                                                                    <w:bottom w:val="none" w:sz="0" w:space="0" w:color="auto"/>
                                                                                                                    <w:right w:val="none" w:sz="0" w:space="0" w:color="auto"/>
                                                                                                                  </w:divBdr>
                                                                                                                  <w:divsChild>
                                                                                                                    <w:div w:id="349333314">
                                                                                                                      <w:marLeft w:val="0"/>
                                                                                                                      <w:marRight w:val="0"/>
                                                                                                                      <w:marTop w:val="0"/>
                                                                                                                      <w:marBottom w:val="0"/>
                                                                                                                      <w:divBdr>
                                                                                                                        <w:top w:val="single" w:sz="2" w:space="4" w:color="D8D8D8"/>
                                                                                                                        <w:left w:val="single" w:sz="2" w:space="0" w:color="D8D8D8"/>
                                                                                                                        <w:bottom w:val="single" w:sz="2" w:space="4" w:color="D8D8D8"/>
                                                                                                                        <w:right w:val="single" w:sz="2" w:space="0" w:color="D8D8D8"/>
                                                                                                                      </w:divBdr>
                                                                                                                      <w:divsChild>
                                                                                                                        <w:div w:id="349333342">
                                                                                                                          <w:marLeft w:val="225"/>
                                                                                                                          <w:marRight w:val="225"/>
                                                                                                                          <w:marTop w:val="75"/>
                                                                                                                          <w:marBottom w:val="75"/>
                                                                                                                          <w:divBdr>
                                                                                                                            <w:top w:val="none" w:sz="0" w:space="0" w:color="auto"/>
                                                                                                                            <w:left w:val="none" w:sz="0" w:space="0" w:color="auto"/>
                                                                                                                            <w:bottom w:val="none" w:sz="0" w:space="0" w:color="auto"/>
                                                                                                                            <w:right w:val="none" w:sz="0" w:space="0" w:color="auto"/>
                                                                                                                          </w:divBdr>
                                                                                                                          <w:divsChild>
                                                                                                                            <w:div w:id="349333123">
                                                                                                                              <w:marLeft w:val="0"/>
                                                                                                                              <w:marRight w:val="0"/>
                                                                                                                              <w:marTop w:val="0"/>
                                                                                                                              <w:marBottom w:val="0"/>
                                                                                                                              <w:divBdr>
                                                                                                                                <w:top w:val="single" w:sz="6" w:space="0" w:color="auto"/>
                                                                                                                                <w:left w:val="single" w:sz="6" w:space="0" w:color="auto"/>
                                                                                                                                <w:bottom w:val="single" w:sz="6" w:space="0" w:color="auto"/>
                                                                                                                                <w:right w:val="single" w:sz="6" w:space="0" w:color="auto"/>
                                                                                                                              </w:divBdr>
                                                                                                                              <w:divsChild>
                                                                                                                                <w:div w:id="349333110">
                                                                                                                                  <w:marLeft w:val="0"/>
                                                                                                                                  <w:marRight w:val="0"/>
                                                                                                                                  <w:marTop w:val="0"/>
                                                                                                                                  <w:marBottom w:val="0"/>
                                                                                                                                  <w:divBdr>
                                                                                                                                    <w:top w:val="none" w:sz="0" w:space="0" w:color="auto"/>
                                                                                                                                    <w:left w:val="none" w:sz="0" w:space="0" w:color="auto"/>
                                                                                                                                    <w:bottom w:val="none" w:sz="0" w:space="0" w:color="auto"/>
                                                                                                                                    <w:right w:val="none" w:sz="0" w:space="0" w:color="auto"/>
                                                                                                                                  </w:divBdr>
                                                                                                                                  <w:divsChild>
                                                                                                                                    <w:div w:id="349332940">
                                                                                                                                      <w:marLeft w:val="0"/>
                                                                                                                                      <w:marRight w:val="0"/>
                                                                                                                                      <w:marTop w:val="0"/>
                                                                                                                                      <w:marBottom w:val="0"/>
                                                                                                                                      <w:divBdr>
                                                                                                                                        <w:top w:val="none" w:sz="0" w:space="0" w:color="auto"/>
                                                                                                                                        <w:left w:val="none" w:sz="0" w:space="0" w:color="auto"/>
                                                                                                                                        <w:bottom w:val="none" w:sz="0" w:space="0" w:color="auto"/>
                                                                                                                                        <w:right w:val="none" w:sz="0" w:space="0" w:color="auto"/>
                                                                                                                                      </w:divBdr>
                                                                                                                                    </w:div>
                                                                                                                                    <w:div w:id="349332943">
                                                                                                                                      <w:marLeft w:val="0"/>
                                                                                                                                      <w:marRight w:val="0"/>
                                                                                                                                      <w:marTop w:val="0"/>
                                                                                                                                      <w:marBottom w:val="0"/>
                                                                                                                                      <w:divBdr>
                                                                                                                                        <w:top w:val="none" w:sz="0" w:space="0" w:color="auto"/>
                                                                                                                                        <w:left w:val="none" w:sz="0" w:space="0" w:color="auto"/>
                                                                                                                                        <w:bottom w:val="none" w:sz="0" w:space="0" w:color="auto"/>
                                                                                                                                        <w:right w:val="none" w:sz="0" w:space="0" w:color="auto"/>
                                                                                                                                      </w:divBdr>
                                                                                                                                    </w:div>
                                                                                                                                    <w:div w:id="349332954">
                                                                                                                                      <w:marLeft w:val="0"/>
                                                                                                                                      <w:marRight w:val="0"/>
                                                                                                                                      <w:marTop w:val="0"/>
                                                                                                                                      <w:marBottom w:val="0"/>
                                                                                                                                      <w:divBdr>
                                                                                                                                        <w:top w:val="none" w:sz="0" w:space="0" w:color="auto"/>
                                                                                                                                        <w:left w:val="none" w:sz="0" w:space="0" w:color="auto"/>
                                                                                                                                        <w:bottom w:val="none" w:sz="0" w:space="0" w:color="auto"/>
                                                                                                                                        <w:right w:val="none" w:sz="0" w:space="0" w:color="auto"/>
                                                                                                                                      </w:divBdr>
                                                                                                                                    </w:div>
                                                                                                                                    <w:div w:id="349332960">
                                                                                                                                      <w:marLeft w:val="0"/>
                                                                                                                                      <w:marRight w:val="0"/>
                                                                                                                                      <w:marTop w:val="0"/>
                                                                                                                                      <w:marBottom w:val="0"/>
                                                                                                                                      <w:divBdr>
                                                                                                                                        <w:top w:val="none" w:sz="0" w:space="0" w:color="auto"/>
                                                                                                                                        <w:left w:val="none" w:sz="0" w:space="0" w:color="auto"/>
                                                                                                                                        <w:bottom w:val="none" w:sz="0" w:space="0" w:color="auto"/>
                                                                                                                                        <w:right w:val="none" w:sz="0" w:space="0" w:color="auto"/>
                                                                                                                                      </w:divBdr>
                                                                                                                                    </w:div>
                                                                                                                                    <w:div w:id="349332993">
                                                                                                                                      <w:marLeft w:val="0"/>
                                                                                                                                      <w:marRight w:val="0"/>
                                                                                                                                      <w:marTop w:val="0"/>
                                                                                                                                      <w:marBottom w:val="0"/>
                                                                                                                                      <w:divBdr>
                                                                                                                                        <w:top w:val="none" w:sz="0" w:space="0" w:color="auto"/>
                                                                                                                                        <w:left w:val="none" w:sz="0" w:space="0" w:color="auto"/>
                                                                                                                                        <w:bottom w:val="none" w:sz="0" w:space="0" w:color="auto"/>
                                                                                                                                        <w:right w:val="none" w:sz="0" w:space="0" w:color="auto"/>
                                                                                                                                      </w:divBdr>
                                                                                                                                    </w:div>
                                                                                                                                    <w:div w:id="349333002">
                                                                                                                                      <w:marLeft w:val="0"/>
                                                                                                                                      <w:marRight w:val="0"/>
                                                                                                                                      <w:marTop w:val="0"/>
                                                                                                                                      <w:marBottom w:val="0"/>
                                                                                                                                      <w:divBdr>
                                                                                                                                        <w:top w:val="none" w:sz="0" w:space="0" w:color="auto"/>
                                                                                                                                        <w:left w:val="none" w:sz="0" w:space="0" w:color="auto"/>
                                                                                                                                        <w:bottom w:val="none" w:sz="0" w:space="0" w:color="auto"/>
                                                                                                                                        <w:right w:val="none" w:sz="0" w:space="0" w:color="auto"/>
                                                                                                                                      </w:divBdr>
                                                                                                                                    </w:div>
                                                                                                                                    <w:div w:id="349333004">
                                                                                                                                      <w:marLeft w:val="0"/>
                                                                                                                                      <w:marRight w:val="0"/>
                                                                                                                                      <w:marTop w:val="0"/>
                                                                                                                                      <w:marBottom w:val="0"/>
                                                                                                                                      <w:divBdr>
                                                                                                                                        <w:top w:val="none" w:sz="0" w:space="0" w:color="auto"/>
                                                                                                                                        <w:left w:val="none" w:sz="0" w:space="0" w:color="auto"/>
                                                                                                                                        <w:bottom w:val="none" w:sz="0" w:space="0" w:color="auto"/>
                                                                                                                                        <w:right w:val="none" w:sz="0" w:space="0" w:color="auto"/>
                                                                                                                                      </w:divBdr>
                                                                                                                                    </w:div>
                                                                                                                                    <w:div w:id="349333046">
                                                                                                                                      <w:marLeft w:val="0"/>
                                                                                                                                      <w:marRight w:val="0"/>
                                                                                                                                      <w:marTop w:val="0"/>
                                                                                                                                      <w:marBottom w:val="0"/>
                                                                                                                                      <w:divBdr>
                                                                                                                                        <w:top w:val="none" w:sz="0" w:space="0" w:color="auto"/>
                                                                                                                                        <w:left w:val="none" w:sz="0" w:space="0" w:color="auto"/>
                                                                                                                                        <w:bottom w:val="none" w:sz="0" w:space="0" w:color="auto"/>
                                                                                                                                        <w:right w:val="none" w:sz="0" w:space="0" w:color="auto"/>
                                                                                                                                      </w:divBdr>
                                                                                                                                    </w:div>
                                                                                                                                    <w:div w:id="349333073">
                                                                                                                                      <w:marLeft w:val="0"/>
                                                                                                                                      <w:marRight w:val="0"/>
                                                                                                                                      <w:marTop w:val="0"/>
                                                                                                                                      <w:marBottom w:val="0"/>
                                                                                                                                      <w:divBdr>
                                                                                                                                        <w:top w:val="none" w:sz="0" w:space="0" w:color="auto"/>
                                                                                                                                        <w:left w:val="none" w:sz="0" w:space="0" w:color="auto"/>
                                                                                                                                        <w:bottom w:val="none" w:sz="0" w:space="0" w:color="auto"/>
                                                                                                                                        <w:right w:val="none" w:sz="0" w:space="0" w:color="auto"/>
                                                                                                                                      </w:divBdr>
                                                                                                                                    </w:div>
                                                                                                                                    <w:div w:id="349333107">
                                                                                                                                      <w:marLeft w:val="0"/>
                                                                                                                                      <w:marRight w:val="0"/>
                                                                                                                                      <w:marTop w:val="0"/>
                                                                                                                                      <w:marBottom w:val="0"/>
                                                                                                                                      <w:divBdr>
                                                                                                                                        <w:top w:val="none" w:sz="0" w:space="0" w:color="auto"/>
                                                                                                                                        <w:left w:val="none" w:sz="0" w:space="0" w:color="auto"/>
                                                                                                                                        <w:bottom w:val="none" w:sz="0" w:space="0" w:color="auto"/>
                                                                                                                                        <w:right w:val="none" w:sz="0" w:space="0" w:color="auto"/>
                                                                                                                                      </w:divBdr>
                                                                                                                                    </w:div>
                                                                                                                                    <w:div w:id="349333109">
                                                                                                                                      <w:marLeft w:val="0"/>
                                                                                                                                      <w:marRight w:val="0"/>
                                                                                                                                      <w:marTop w:val="0"/>
                                                                                                                                      <w:marBottom w:val="0"/>
                                                                                                                                      <w:divBdr>
                                                                                                                                        <w:top w:val="none" w:sz="0" w:space="0" w:color="auto"/>
                                                                                                                                        <w:left w:val="none" w:sz="0" w:space="0" w:color="auto"/>
                                                                                                                                        <w:bottom w:val="none" w:sz="0" w:space="0" w:color="auto"/>
                                                                                                                                        <w:right w:val="none" w:sz="0" w:space="0" w:color="auto"/>
                                                                                                                                      </w:divBdr>
                                                                                                                                    </w:div>
                                                                                                                                    <w:div w:id="349333113">
                                                                                                                                      <w:marLeft w:val="0"/>
                                                                                                                                      <w:marRight w:val="0"/>
                                                                                                                                      <w:marTop w:val="0"/>
                                                                                                                                      <w:marBottom w:val="0"/>
                                                                                                                                      <w:divBdr>
                                                                                                                                        <w:top w:val="none" w:sz="0" w:space="0" w:color="auto"/>
                                                                                                                                        <w:left w:val="none" w:sz="0" w:space="0" w:color="auto"/>
                                                                                                                                        <w:bottom w:val="none" w:sz="0" w:space="0" w:color="auto"/>
                                                                                                                                        <w:right w:val="none" w:sz="0" w:space="0" w:color="auto"/>
                                                                                                                                      </w:divBdr>
                                                                                                                                    </w:div>
                                                                                                                                    <w:div w:id="349333127">
                                                                                                                                      <w:marLeft w:val="0"/>
                                                                                                                                      <w:marRight w:val="0"/>
                                                                                                                                      <w:marTop w:val="0"/>
                                                                                                                                      <w:marBottom w:val="0"/>
                                                                                                                                      <w:divBdr>
                                                                                                                                        <w:top w:val="none" w:sz="0" w:space="0" w:color="auto"/>
                                                                                                                                        <w:left w:val="none" w:sz="0" w:space="0" w:color="auto"/>
                                                                                                                                        <w:bottom w:val="none" w:sz="0" w:space="0" w:color="auto"/>
                                                                                                                                        <w:right w:val="none" w:sz="0" w:space="0" w:color="auto"/>
                                                                                                                                      </w:divBdr>
                                                                                                                                    </w:div>
                                                                                                                                    <w:div w:id="349333151">
                                                                                                                                      <w:marLeft w:val="0"/>
                                                                                                                                      <w:marRight w:val="0"/>
                                                                                                                                      <w:marTop w:val="0"/>
                                                                                                                                      <w:marBottom w:val="0"/>
                                                                                                                                      <w:divBdr>
                                                                                                                                        <w:top w:val="none" w:sz="0" w:space="0" w:color="auto"/>
                                                                                                                                        <w:left w:val="none" w:sz="0" w:space="0" w:color="auto"/>
                                                                                                                                        <w:bottom w:val="none" w:sz="0" w:space="0" w:color="auto"/>
                                                                                                                                        <w:right w:val="none" w:sz="0" w:space="0" w:color="auto"/>
                                                                                                                                      </w:divBdr>
                                                                                                                                    </w:div>
                                                                                                                                    <w:div w:id="349333152">
                                                                                                                                      <w:marLeft w:val="0"/>
                                                                                                                                      <w:marRight w:val="0"/>
                                                                                                                                      <w:marTop w:val="0"/>
                                                                                                                                      <w:marBottom w:val="0"/>
                                                                                                                                      <w:divBdr>
                                                                                                                                        <w:top w:val="none" w:sz="0" w:space="0" w:color="auto"/>
                                                                                                                                        <w:left w:val="none" w:sz="0" w:space="0" w:color="auto"/>
                                                                                                                                        <w:bottom w:val="none" w:sz="0" w:space="0" w:color="auto"/>
                                                                                                                                        <w:right w:val="none" w:sz="0" w:space="0" w:color="auto"/>
                                                                                                                                      </w:divBdr>
                                                                                                                                    </w:div>
                                                                                                                                    <w:div w:id="349333172">
                                                                                                                                      <w:marLeft w:val="0"/>
                                                                                                                                      <w:marRight w:val="0"/>
                                                                                                                                      <w:marTop w:val="0"/>
                                                                                                                                      <w:marBottom w:val="0"/>
                                                                                                                                      <w:divBdr>
                                                                                                                                        <w:top w:val="none" w:sz="0" w:space="0" w:color="auto"/>
                                                                                                                                        <w:left w:val="none" w:sz="0" w:space="0" w:color="auto"/>
                                                                                                                                        <w:bottom w:val="none" w:sz="0" w:space="0" w:color="auto"/>
                                                                                                                                        <w:right w:val="none" w:sz="0" w:space="0" w:color="auto"/>
                                                                                                                                      </w:divBdr>
                                                                                                                                    </w:div>
                                                                                                                                    <w:div w:id="349333173">
                                                                                                                                      <w:marLeft w:val="0"/>
                                                                                                                                      <w:marRight w:val="0"/>
                                                                                                                                      <w:marTop w:val="0"/>
                                                                                                                                      <w:marBottom w:val="0"/>
                                                                                                                                      <w:divBdr>
                                                                                                                                        <w:top w:val="none" w:sz="0" w:space="0" w:color="auto"/>
                                                                                                                                        <w:left w:val="none" w:sz="0" w:space="0" w:color="auto"/>
                                                                                                                                        <w:bottom w:val="none" w:sz="0" w:space="0" w:color="auto"/>
                                                                                                                                        <w:right w:val="none" w:sz="0" w:space="0" w:color="auto"/>
                                                                                                                                      </w:divBdr>
                                                                                                                                    </w:div>
                                                                                                                                    <w:div w:id="349333180">
                                                                                                                                      <w:marLeft w:val="0"/>
                                                                                                                                      <w:marRight w:val="0"/>
                                                                                                                                      <w:marTop w:val="0"/>
                                                                                                                                      <w:marBottom w:val="0"/>
                                                                                                                                      <w:divBdr>
                                                                                                                                        <w:top w:val="none" w:sz="0" w:space="0" w:color="auto"/>
                                                                                                                                        <w:left w:val="none" w:sz="0" w:space="0" w:color="auto"/>
                                                                                                                                        <w:bottom w:val="none" w:sz="0" w:space="0" w:color="auto"/>
                                                                                                                                        <w:right w:val="none" w:sz="0" w:space="0" w:color="auto"/>
                                                                                                                                      </w:divBdr>
                                                                                                                                    </w:div>
                                                                                                                                    <w:div w:id="349333184">
                                                                                                                                      <w:marLeft w:val="0"/>
                                                                                                                                      <w:marRight w:val="0"/>
                                                                                                                                      <w:marTop w:val="0"/>
                                                                                                                                      <w:marBottom w:val="0"/>
                                                                                                                                      <w:divBdr>
                                                                                                                                        <w:top w:val="none" w:sz="0" w:space="0" w:color="auto"/>
                                                                                                                                        <w:left w:val="none" w:sz="0" w:space="0" w:color="auto"/>
                                                                                                                                        <w:bottom w:val="none" w:sz="0" w:space="0" w:color="auto"/>
                                                                                                                                        <w:right w:val="none" w:sz="0" w:space="0" w:color="auto"/>
                                                                                                                                      </w:divBdr>
                                                                                                                                    </w:div>
                                                                                                                                    <w:div w:id="349333186">
                                                                                                                                      <w:marLeft w:val="0"/>
                                                                                                                                      <w:marRight w:val="0"/>
                                                                                                                                      <w:marTop w:val="0"/>
                                                                                                                                      <w:marBottom w:val="0"/>
                                                                                                                                      <w:divBdr>
                                                                                                                                        <w:top w:val="none" w:sz="0" w:space="0" w:color="auto"/>
                                                                                                                                        <w:left w:val="none" w:sz="0" w:space="0" w:color="auto"/>
                                                                                                                                        <w:bottom w:val="none" w:sz="0" w:space="0" w:color="auto"/>
                                                                                                                                        <w:right w:val="none" w:sz="0" w:space="0" w:color="auto"/>
                                                                                                                                      </w:divBdr>
                                                                                                                                    </w:div>
                                                                                                                                    <w:div w:id="349333202">
                                                                                                                                      <w:marLeft w:val="0"/>
                                                                                                                                      <w:marRight w:val="0"/>
                                                                                                                                      <w:marTop w:val="0"/>
                                                                                                                                      <w:marBottom w:val="0"/>
                                                                                                                                      <w:divBdr>
                                                                                                                                        <w:top w:val="none" w:sz="0" w:space="0" w:color="auto"/>
                                                                                                                                        <w:left w:val="none" w:sz="0" w:space="0" w:color="auto"/>
                                                                                                                                        <w:bottom w:val="none" w:sz="0" w:space="0" w:color="auto"/>
                                                                                                                                        <w:right w:val="none" w:sz="0" w:space="0" w:color="auto"/>
                                                                                                                                      </w:divBdr>
                                                                                                                                    </w:div>
                                                                                                                                    <w:div w:id="349333206">
                                                                                                                                      <w:marLeft w:val="0"/>
                                                                                                                                      <w:marRight w:val="0"/>
                                                                                                                                      <w:marTop w:val="0"/>
                                                                                                                                      <w:marBottom w:val="0"/>
                                                                                                                                      <w:divBdr>
                                                                                                                                        <w:top w:val="none" w:sz="0" w:space="0" w:color="auto"/>
                                                                                                                                        <w:left w:val="none" w:sz="0" w:space="0" w:color="auto"/>
                                                                                                                                        <w:bottom w:val="none" w:sz="0" w:space="0" w:color="auto"/>
                                                                                                                                        <w:right w:val="none" w:sz="0" w:space="0" w:color="auto"/>
                                                                                                                                      </w:divBdr>
                                                                                                                                    </w:div>
                                                                                                                                    <w:div w:id="349333216">
                                                                                                                                      <w:marLeft w:val="0"/>
                                                                                                                                      <w:marRight w:val="0"/>
                                                                                                                                      <w:marTop w:val="0"/>
                                                                                                                                      <w:marBottom w:val="0"/>
                                                                                                                                      <w:divBdr>
                                                                                                                                        <w:top w:val="none" w:sz="0" w:space="0" w:color="auto"/>
                                                                                                                                        <w:left w:val="none" w:sz="0" w:space="0" w:color="auto"/>
                                                                                                                                        <w:bottom w:val="none" w:sz="0" w:space="0" w:color="auto"/>
                                                                                                                                        <w:right w:val="none" w:sz="0" w:space="0" w:color="auto"/>
                                                                                                                                      </w:divBdr>
                                                                                                                                    </w:div>
                                                                                                                                    <w:div w:id="349333221">
                                                                                                                                      <w:marLeft w:val="0"/>
                                                                                                                                      <w:marRight w:val="0"/>
                                                                                                                                      <w:marTop w:val="0"/>
                                                                                                                                      <w:marBottom w:val="0"/>
                                                                                                                                      <w:divBdr>
                                                                                                                                        <w:top w:val="none" w:sz="0" w:space="0" w:color="auto"/>
                                                                                                                                        <w:left w:val="none" w:sz="0" w:space="0" w:color="auto"/>
                                                                                                                                        <w:bottom w:val="none" w:sz="0" w:space="0" w:color="auto"/>
                                                                                                                                        <w:right w:val="none" w:sz="0" w:space="0" w:color="auto"/>
                                                                                                                                      </w:divBdr>
                                                                                                                                    </w:div>
                                                                                                                                    <w:div w:id="349333232">
                                                                                                                                      <w:marLeft w:val="0"/>
                                                                                                                                      <w:marRight w:val="0"/>
                                                                                                                                      <w:marTop w:val="0"/>
                                                                                                                                      <w:marBottom w:val="0"/>
                                                                                                                                      <w:divBdr>
                                                                                                                                        <w:top w:val="none" w:sz="0" w:space="0" w:color="auto"/>
                                                                                                                                        <w:left w:val="none" w:sz="0" w:space="0" w:color="auto"/>
                                                                                                                                        <w:bottom w:val="none" w:sz="0" w:space="0" w:color="auto"/>
                                                                                                                                        <w:right w:val="none" w:sz="0" w:space="0" w:color="auto"/>
                                                                                                                                      </w:divBdr>
                                                                                                                                    </w:div>
                                                                                                                                    <w:div w:id="349333264">
                                                                                                                                      <w:marLeft w:val="0"/>
                                                                                                                                      <w:marRight w:val="0"/>
                                                                                                                                      <w:marTop w:val="0"/>
                                                                                                                                      <w:marBottom w:val="0"/>
                                                                                                                                      <w:divBdr>
                                                                                                                                        <w:top w:val="none" w:sz="0" w:space="0" w:color="auto"/>
                                                                                                                                        <w:left w:val="none" w:sz="0" w:space="0" w:color="auto"/>
                                                                                                                                        <w:bottom w:val="none" w:sz="0" w:space="0" w:color="auto"/>
                                                                                                                                        <w:right w:val="none" w:sz="0" w:space="0" w:color="auto"/>
                                                                                                                                      </w:divBdr>
                                                                                                                                    </w:div>
                                                                                                                                    <w:div w:id="349333275">
                                                                                                                                      <w:marLeft w:val="0"/>
                                                                                                                                      <w:marRight w:val="0"/>
                                                                                                                                      <w:marTop w:val="0"/>
                                                                                                                                      <w:marBottom w:val="0"/>
                                                                                                                                      <w:divBdr>
                                                                                                                                        <w:top w:val="none" w:sz="0" w:space="0" w:color="auto"/>
                                                                                                                                        <w:left w:val="none" w:sz="0" w:space="0" w:color="auto"/>
                                                                                                                                        <w:bottom w:val="none" w:sz="0" w:space="0" w:color="auto"/>
                                                                                                                                        <w:right w:val="none" w:sz="0" w:space="0" w:color="auto"/>
                                                                                                                                      </w:divBdr>
                                                                                                                                    </w:div>
                                                                                                                                    <w:div w:id="349333305">
                                                                                                                                      <w:marLeft w:val="0"/>
                                                                                                                                      <w:marRight w:val="0"/>
                                                                                                                                      <w:marTop w:val="0"/>
                                                                                                                                      <w:marBottom w:val="0"/>
                                                                                                                                      <w:divBdr>
                                                                                                                                        <w:top w:val="none" w:sz="0" w:space="0" w:color="auto"/>
                                                                                                                                        <w:left w:val="none" w:sz="0" w:space="0" w:color="auto"/>
                                                                                                                                        <w:bottom w:val="none" w:sz="0" w:space="0" w:color="auto"/>
                                                                                                                                        <w:right w:val="none" w:sz="0" w:space="0" w:color="auto"/>
                                                                                                                                      </w:divBdr>
                                                                                                                                    </w:div>
                                                                                                                                    <w:div w:id="349333339">
                                                                                                                                      <w:marLeft w:val="0"/>
                                                                                                                                      <w:marRight w:val="0"/>
                                                                                                                                      <w:marTop w:val="0"/>
                                                                                                                                      <w:marBottom w:val="0"/>
                                                                                                                                      <w:divBdr>
                                                                                                                                        <w:top w:val="none" w:sz="0" w:space="0" w:color="auto"/>
                                                                                                                                        <w:left w:val="none" w:sz="0" w:space="0" w:color="auto"/>
                                                                                                                                        <w:bottom w:val="none" w:sz="0" w:space="0" w:color="auto"/>
                                                                                                                                        <w:right w:val="none" w:sz="0" w:space="0" w:color="auto"/>
                                                                                                                                      </w:divBdr>
                                                                                                                                    </w:div>
                                                                                                                                    <w:div w:id="34933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9333236">
      <w:marLeft w:val="0"/>
      <w:marRight w:val="0"/>
      <w:marTop w:val="0"/>
      <w:marBottom w:val="0"/>
      <w:divBdr>
        <w:top w:val="none" w:sz="0" w:space="0" w:color="auto"/>
        <w:left w:val="none" w:sz="0" w:space="0" w:color="auto"/>
        <w:bottom w:val="none" w:sz="0" w:space="0" w:color="auto"/>
        <w:right w:val="none" w:sz="0" w:space="0" w:color="auto"/>
      </w:divBdr>
      <w:divsChild>
        <w:div w:id="349333224">
          <w:marLeft w:val="0"/>
          <w:marRight w:val="0"/>
          <w:marTop w:val="0"/>
          <w:marBottom w:val="0"/>
          <w:divBdr>
            <w:top w:val="none" w:sz="0" w:space="0" w:color="auto"/>
            <w:left w:val="none" w:sz="0" w:space="0" w:color="auto"/>
            <w:bottom w:val="none" w:sz="0" w:space="0" w:color="auto"/>
            <w:right w:val="none" w:sz="0" w:space="0" w:color="auto"/>
          </w:divBdr>
          <w:divsChild>
            <w:div w:id="349333214">
              <w:marLeft w:val="0"/>
              <w:marRight w:val="0"/>
              <w:marTop w:val="0"/>
              <w:marBottom w:val="0"/>
              <w:divBdr>
                <w:top w:val="none" w:sz="0" w:space="0" w:color="auto"/>
                <w:left w:val="none" w:sz="0" w:space="0" w:color="auto"/>
                <w:bottom w:val="none" w:sz="0" w:space="0" w:color="auto"/>
                <w:right w:val="none" w:sz="0" w:space="0" w:color="auto"/>
              </w:divBdr>
              <w:divsChild>
                <w:div w:id="34933304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49333238">
      <w:marLeft w:val="0"/>
      <w:marRight w:val="0"/>
      <w:marTop w:val="0"/>
      <w:marBottom w:val="0"/>
      <w:divBdr>
        <w:top w:val="none" w:sz="0" w:space="0" w:color="auto"/>
        <w:left w:val="none" w:sz="0" w:space="0" w:color="auto"/>
        <w:bottom w:val="none" w:sz="0" w:space="0" w:color="auto"/>
        <w:right w:val="none" w:sz="0" w:space="0" w:color="auto"/>
      </w:divBdr>
      <w:divsChild>
        <w:div w:id="349333340">
          <w:marLeft w:val="75"/>
          <w:marRight w:val="75"/>
          <w:marTop w:val="0"/>
          <w:marBottom w:val="0"/>
          <w:divBdr>
            <w:top w:val="none" w:sz="0" w:space="0" w:color="auto"/>
            <w:left w:val="none" w:sz="0" w:space="0" w:color="auto"/>
            <w:bottom w:val="none" w:sz="0" w:space="0" w:color="auto"/>
            <w:right w:val="none" w:sz="0" w:space="0" w:color="auto"/>
          </w:divBdr>
          <w:divsChild>
            <w:div w:id="34933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3242">
      <w:marLeft w:val="0"/>
      <w:marRight w:val="0"/>
      <w:marTop w:val="0"/>
      <w:marBottom w:val="0"/>
      <w:divBdr>
        <w:top w:val="none" w:sz="0" w:space="0" w:color="auto"/>
        <w:left w:val="none" w:sz="0" w:space="0" w:color="auto"/>
        <w:bottom w:val="none" w:sz="0" w:space="0" w:color="auto"/>
        <w:right w:val="none" w:sz="0" w:space="0" w:color="auto"/>
      </w:divBdr>
      <w:divsChild>
        <w:div w:id="349333017">
          <w:marLeft w:val="0"/>
          <w:marRight w:val="0"/>
          <w:marTop w:val="0"/>
          <w:marBottom w:val="0"/>
          <w:divBdr>
            <w:top w:val="none" w:sz="0" w:space="0" w:color="auto"/>
            <w:left w:val="none" w:sz="0" w:space="0" w:color="auto"/>
            <w:bottom w:val="none" w:sz="0" w:space="0" w:color="auto"/>
            <w:right w:val="none" w:sz="0" w:space="0" w:color="auto"/>
          </w:divBdr>
        </w:div>
      </w:divsChild>
    </w:div>
    <w:div w:id="349333254">
      <w:marLeft w:val="0"/>
      <w:marRight w:val="0"/>
      <w:marTop w:val="0"/>
      <w:marBottom w:val="0"/>
      <w:divBdr>
        <w:top w:val="none" w:sz="0" w:space="0" w:color="auto"/>
        <w:left w:val="none" w:sz="0" w:space="0" w:color="auto"/>
        <w:bottom w:val="none" w:sz="0" w:space="0" w:color="auto"/>
        <w:right w:val="none" w:sz="0" w:space="0" w:color="auto"/>
      </w:divBdr>
      <w:divsChild>
        <w:div w:id="349333101">
          <w:marLeft w:val="75"/>
          <w:marRight w:val="75"/>
          <w:marTop w:val="0"/>
          <w:marBottom w:val="0"/>
          <w:divBdr>
            <w:top w:val="none" w:sz="0" w:space="0" w:color="auto"/>
            <w:left w:val="none" w:sz="0" w:space="0" w:color="auto"/>
            <w:bottom w:val="none" w:sz="0" w:space="0" w:color="auto"/>
            <w:right w:val="none" w:sz="0" w:space="0" w:color="auto"/>
          </w:divBdr>
        </w:div>
      </w:divsChild>
    </w:div>
    <w:div w:id="349333270">
      <w:marLeft w:val="0"/>
      <w:marRight w:val="0"/>
      <w:marTop w:val="0"/>
      <w:marBottom w:val="0"/>
      <w:divBdr>
        <w:top w:val="none" w:sz="0" w:space="0" w:color="auto"/>
        <w:left w:val="none" w:sz="0" w:space="0" w:color="auto"/>
        <w:bottom w:val="none" w:sz="0" w:space="0" w:color="auto"/>
        <w:right w:val="none" w:sz="0" w:space="0" w:color="auto"/>
      </w:divBdr>
      <w:divsChild>
        <w:div w:id="349333335">
          <w:marLeft w:val="75"/>
          <w:marRight w:val="75"/>
          <w:marTop w:val="0"/>
          <w:marBottom w:val="0"/>
          <w:divBdr>
            <w:top w:val="none" w:sz="0" w:space="0" w:color="auto"/>
            <w:left w:val="none" w:sz="0" w:space="0" w:color="auto"/>
            <w:bottom w:val="none" w:sz="0" w:space="0" w:color="auto"/>
            <w:right w:val="none" w:sz="0" w:space="0" w:color="auto"/>
          </w:divBdr>
          <w:divsChild>
            <w:div w:id="34933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3295">
      <w:marLeft w:val="0"/>
      <w:marRight w:val="0"/>
      <w:marTop w:val="0"/>
      <w:marBottom w:val="0"/>
      <w:divBdr>
        <w:top w:val="none" w:sz="0" w:space="0" w:color="auto"/>
        <w:left w:val="none" w:sz="0" w:space="0" w:color="auto"/>
        <w:bottom w:val="none" w:sz="0" w:space="0" w:color="auto"/>
        <w:right w:val="none" w:sz="0" w:space="0" w:color="auto"/>
      </w:divBdr>
      <w:divsChild>
        <w:div w:id="349333011">
          <w:marLeft w:val="0"/>
          <w:marRight w:val="0"/>
          <w:marTop w:val="0"/>
          <w:marBottom w:val="0"/>
          <w:divBdr>
            <w:top w:val="none" w:sz="0" w:space="0" w:color="auto"/>
            <w:left w:val="none" w:sz="0" w:space="0" w:color="auto"/>
            <w:bottom w:val="none" w:sz="0" w:space="0" w:color="auto"/>
            <w:right w:val="none" w:sz="0" w:space="0" w:color="auto"/>
          </w:divBdr>
          <w:divsChild>
            <w:div w:id="349333237">
              <w:marLeft w:val="0"/>
              <w:marRight w:val="0"/>
              <w:marTop w:val="0"/>
              <w:marBottom w:val="0"/>
              <w:divBdr>
                <w:top w:val="none" w:sz="0" w:space="0" w:color="auto"/>
                <w:left w:val="none" w:sz="0" w:space="0" w:color="auto"/>
                <w:bottom w:val="none" w:sz="0" w:space="0" w:color="auto"/>
                <w:right w:val="none" w:sz="0" w:space="0" w:color="auto"/>
              </w:divBdr>
              <w:divsChild>
                <w:div w:id="349333149">
                  <w:marLeft w:val="0"/>
                  <w:marRight w:val="0"/>
                  <w:marTop w:val="0"/>
                  <w:marBottom w:val="0"/>
                  <w:divBdr>
                    <w:top w:val="none" w:sz="0" w:space="0" w:color="auto"/>
                    <w:left w:val="none" w:sz="0" w:space="0" w:color="auto"/>
                    <w:bottom w:val="none" w:sz="0" w:space="0" w:color="auto"/>
                    <w:right w:val="none" w:sz="0" w:space="0" w:color="auto"/>
                  </w:divBdr>
                  <w:divsChild>
                    <w:div w:id="349333300">
                      <w:marLeft w:val="0"/>
                      <w:marRight w:val="0"/>
                      <w:marTop w:val="0"/>
                      <w:marBottom w:val="0"/>
                      <w:divBdr>
                        <w:top w:val="none" w:sz="0" w:space="0" w:color="auto"/>
                        <w:left w:val="none" w:sz="0" w:space="0" w:color="auto"/>
                        <w:bottom w:val="none" w:sz="0" w:space="0" w:color="auto"/>
                        <w:right w:val="none" w:sz="0" w:space="0" w:color="auto"/>
                      </w:divBdr>
                      <w:divsChild>
                        <w:div w:id="349333273">
                          <w:marLeft w:val="0"/>
                          <w:marRight w:val="0"/>
                          <w:marTop w:val="0"/>
                          <w:marBottom w:val="0"/>
                          <w:divBdr>
                            <w:top w:val="none" w:sz="0" w:space="0" w:color="auto"/>
                            <w:left w:val="none" w:sz="0" w:space="0" w:color="auto"/>
                            <w:bottom w:val="none" w:sz="0" w:space="0" w:color="auto"/>
                            <w:right w:val="none" w:sz="0" w:space="0" w:color="auto"/>
                          </w:divBdr>
                          <w:divsChild>
                            <w:div w:id="349333013">
                              <w:marLeft w:val="0"/>
                              <w:marRight w:val="0"/>
                              <w:marTop w:val="0"/>
                              <w:marBottom w:val="0"/>
                              <w:divBdr>
                                <w:top w:val="none" w:sz="0" w:space="0" w:color="auto"/>
                                <w:left w:val="none" w:sz="0" w:space="0" w:color="auto"/>
                                <w:bottom w:val="none" w:sz="0" w:space="0" w:color="auto"/>
                                <w:right w:val="none" w:sz="0" w:space="0" w:color="auto"/>
                              </w:divBdr>
                              <w:divsChild>
                                <w:div w:id="349333036">
                                  <w:marLeft w:val="0"/>
                                  <w:marRight w:val="0"/>
                                  <w:marTop w:val="0"/>
                                  <w:marBottom w:val="0"/>
                                  <w:divBdr>
                                    <w:top w:val="none" w:sz="0" w:space="0" w:color="auto"/>
                                    <w:left w:val="none" w:sz="0" w:space="0" w:color="auto"/>
                                    <w:bottom w:val="none" w:sz="0" w:space="0" w:color="auto"/>
                                    <w:right w:val="none" w:sz="0" w:space="0" w:color="auto"/>
                                  </w:divBdr>
                                  <w:divsChild>
                                    <w:div w:id="349333219">
                                      <w:marLeft w:val="0"/>
                                      <w:marRight w:val="0"/>
                                      <w:marTop w:val="0"/>
                                      <w:marBottom w:val="0"/>
                                      <w:divBdr>
                                        <w:top w:val="none" w:sz="0" w:space="0" w:color="auto"/>
                                        <w:left w:val="none" w:sz="0" w:space="0" w:color="auto"/>
                                        <w:bottom w:val="none" w:sz="0" w:space="0" w:color="auto"/>
                                        <w:right w:val="none" w:sz="0" w:space="0" w:color="auto"/>
                                      </w:divBdr>
                                      <w:divsChild>
                                        <w:div w:id="349333306">
                                          <w:marLeft w:val="0"/>
                                          <w:marRight w:val="0"/>
                                          <w:marTop w:val="0"/>
                                          <w:marBottom w:val="0"/>
                                          <w:divBdr>
                                            <w:top w:val="none" w:sz="0" w:space="0" w:color="auto"/>
                                            <w:left w:val="none" w:sz="0" w:space="0" w:color="auto"/>
                                            <w:bottom w:val="none" w:sz="0" w:space="0" w:color="auto"/>
                                            <w:right w:val="none" w:sz="0" w:space="0" w:color="auto"/>
                                          </w:divBdr>
                                          <w:divsChild>
                                            <w:div w:id="349333247">
                                              <w:marLeft w:val="0"/>
                                              <w:marRight w:val="0"/>
                                              <w:marTop w:val="0"/>
                                              <w:marBottom w:val="0"/>
                                              <w:divBdr>
                                                <w:top w:val="none" w:sz="0" w:space="0" w:color="auto"/>
                                                <w:left w:val="none" w:sz="0" w:space="0" w:color="auto"/>
                                                <w:bottom w:val="none" w:sz="0" w:space="0" w:color="auto"/>
                                                <w:right w:val="none" w:sz="0" w:space="0" w:color="auto"/>
                                              </w:divBdr>
                                              <w:divsChild>
                                                <w:div w:id="349333350">
                                                  <w:marLeft w:val="0"/>
                                                  <w:marRight w:val="0"/>
                                                  <w:marTop w:val="0"/>
                                                  <w:marBottom w:val="0"/>
                                                  <w:divBdr>
                                                    <w:top w:val="none" w:sz="0" w:space="0" w:color="auto"/>
                                                    <w:left w:val="none" w:sz="0" w:space="0" w:color="auto"/>
                                                    <w:bottom w:val="none" w:sz="0" w:space="0" w:color="auto"/>
                                                    <w:right w:val="none" w:sz="0" w:space="0" w:color="auto"/>
                                                  </w:divBdr>
                                                  <w:divsChild>
                                                    <w:div w:id="349333066">
                                                      <w:marLeft w:val="0"/>
                                                      <w:marRight w:val="0"/>
                                                      <w:marTop w:val="0"/>
                                                      <w:marBottom w:val="0"/>
                                                      <w:divBdr>
                                                        <w:top w:val="none" w:sz="0" w:space="0" w:color="auto"/>
                                                        <w:left w:val="none" w:sz="0" w:space="0" w:color="auto"/>
                                                        <w:bottom w:val="none" w:sz="0" w:space="0" w:color="auto"/>
                                                        <w:right w:val="none" w:sz="0" w:space="0" w:color="auto"/>
                                                      </w:divBdr>
                                                    </w:div>
                                                    <w:div w:id="34933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9333307">
      <w:marLeft w:val="0"/>
      <w:marRight w:val="0"/>
      <w:marTop w:val="0"/>
      <w:marBottom w:val="0"/>
      <w:divBdr>
        <w:top w:val="none" w:sz="0" w:space="0" w:color="auto"/>
        <w:left w:val="none" w:sz="0" w:space="0" w:color="auto"/>
        <w:bottom w:val="none" w:sz="0" w:space="0" w:color="auto"/>
        <w:right w:val="none" w:sz="0" w:space="0" w:color="auto"/>
      </w:divBdr>
      <w:divsChild>
        <w:div w:id="349333255">
          <w:marLeft w:val="75"/>
          <w:marRight w:val="75"/>
          <w:marTop w:val="0"/>
          <w:marBottom w:val="0"/>
          <w:divBdr>
            <w:top w:val="none" w:sz="0" w:space="0" w:color="auto"/>
            <w:left w:val="none" w:sz="0" w:space="0" w:color="auto"/>
            <w:bottom w:val="none" w:sz="0" w:space="0" w:color="auto"/>
            <w:right w:val="none" w:sz="0" w:space="0" w:color="auto"/>
          </w:divBdr>
        </w:div>
      </w:divsChild>
    </w:div>
    <w:div w:id="349333311">
      <w:marLeft w:val="0"/>
      <w:marRight w:val="0"/>
      <w:marTop w:val="0"/>
      <w:marBottom w:val="0"/>
      <w:divBdr>
        <w:top w:val="none" w:sz="0" w:space="0" w:color="auto"/>
        <w:left w:val="none" w:sz="0" w:space="0" w:color="auto"/>
        <w:bottom w:val="none" w:sz="0" w:space="0" w:color="auto"/>
        <w:right w:val="none" w:sz="0" w:space="0" w:color="auto"/>
      </w:divBdr>
      <w:divsChild>
        <w:div w:id="349333007">
          <w:marLeft w:val="75"/>
          <w:marRight w:val="75"/>
          <w:marTop w:val="0"/>
          <w:marBottom w:val="0"/>
          <w:divBdr>
            <w:top w:val="none" w:sz="0" w:space="0" w:color="auto"/>
            <w:left w:val="none" w:sz="0" w:space="0" w:color="auto"/>
            <w:bottom w:val="none" w:sz="0" w:space="0" w:color="auto"/>
            <w:right w:val="none" w:sz="0" w:space="0" w:color="auto"/>
          </w:divBdr>
          <w:divsChild>
            <w:div w:id="34933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3325">
      <w:marLeft w:val="0"/>
      <w:marRight w:val="0"/>
      <w:marTop w:val="0"/>
      <w:marBottom w:val="0"/>
      <w:divBdr>
        <w:top w:val="none" w:sz="0" w:space="0" w:color="auto"/>
        <w:left w:val="none" w:sz="0" w:space="0" w:color="auto"/>
        <w:bottom w:val="none" w:sz="0" w:space="0" w:color="auto"/>
        <w:right w:val="none" w:sz="0" w:space="0" w:color="auto"/>
      </w:divBdr>
      <w:divsChild>
        <w:div w:id="349332953">
          <w:marLeft w:val="75"/>
          <w:marRight w:val="75"/>
          <w:marTop w:val="0"/>
          <w:marBottom w:val="0"/>
          <w:divBdr>
            <w:top w:val="none" w:sz="0" w:space="0" w:color="auto"/>
            <w:left w:val="none" w:sz="0" w:space="0" w:color="auto"/>
            <w:bottom w:val="none" w:sz="0" w:space="0" w:color="auto"/>
            <w:right w:val="none" w:sz="0" w:space="0" w:color="auto"/>
          </w:divBdr>
          <w:divsChild>
            <w:div w:id="34933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3333">
      <w:marLeft w:val="0"/>
      <w:marRight w:val="0"/>
      <w:marTop w:val="0"/>
      <w:marBottom w:val="0"/>
      <w:divBdr>
        <w:top w:val="none" w:sz="0" w:space="0" w:color="auto"/>
        <w:left w:val="none" w:sz="0" w:space="0" w:color="auto"/>
        <w:bottom w:val="none" w:sz="0" w:space="0" w:color="auto"/>
        <w:right w:val="none" w:sz="0" w:space="0" w:color="auto"/>
      </w:divBdr>
      <w:divsChild>
        <w:div w:id="349333267">
          <w:marLeft w:val="0"/>
          <w:marRight w:val="0"/>
          <w:marTop w:val="0"/>
          <w:marBottom w:val="0"/>
          <w:divBdr>
            <w:top w:val="none" w:sz="0" w:space="0" w:color="auto"/>
            <w:left w:val="none" w:sz="0" w:space="0" w:color="auto"/>
            <w:bottom w:val="none" w:sz="0" w:space="0" w:color="auto"/>
            <w:right w:val="none" w:sz="0" w:space="0" w:color="auto"/>
          </w:divBdr>
          <w:divsChild>
            <w:div w:id="349333028">
              <w:marLeft w:val="0"/>
              <w:marRight w:val="0"/>
              <w:marTop w:val="0"/>
              <w:marBottom w:val="0"/>
              <w:divBdr>
                <w:top w:val="none" w:sz="0" w:space="0" w:color="auto"/>
                <w:left w:val="none" w:sz="0" w:space="0" w:color="auto"/>
                <w:bottom w:val="none" w:sz="0" w:space="0" w:color="auto"/>
                <w:right w:val="none" w:sz="0" w:space="0" w:color="auto"/>
              </w:divBdr>
              <w:divsChild>
                <w:div w:id="349333284">
                  <w:marLeft w:val="0"/>
                  <w:marRight w:val="0"/>
                  <w:marTop w:val="0"/>
                  <w:marBottom w:val="0"/>
                  <w:divBdr>
                    <w:top w:val="none" w:sz="0" w:space="0" w:color="auto"/>
                    <w:left w:val="none" w:sz="0" w:space="0" w:color="auto"/>
                    <w:bottom w:val="none" w:sz="0" w:space="0" w:color="auto"/>
                    <w:right w:val="none" w:sz="0" w:space="0" w:color="auto"/>
                  </w:divBdr>
                  <w:divsChild>
                    <w:div w:id="349333203">
                      <w:marLeft w:val="0"/>
                      <w:marRight w:val="0"/>
                      <w:marTop w:val="0"/>
                      <w:marBottom w:val="0"/>
                      <w:divBdr>
                        <w:top w:val="none" w:sz="0" w:space="0" w:color="auto"/>
                        <w:left w:val="none" w:sz="0" w:space="0" w:color="auto"/>
                        <w:bottom w:val="none" w:sz="0" w:space="0" w:color="auto"/>
                        <w:right w:val="none" w:sz="0" w:space="0" w:color="auto"/>
                      </w:divBdr>
                      <w:divsChild>
                        <w:div w:id="349333321">
                          <w:marLeft w:val="0"/>
                          <w:marRight w:val="0"/>
                          <w:marTop w:val="0"/>
                          <w:marBottom w:val="0"/>
                          <w:divBdr>
                            <w:top w:val="none" w:sz="0" w:space="0" w:color="auto"/>
                            <w:left w:val="none" w:sz="0" w:space="0" w:color="auto"/>
                            <w:bottom w:val="none" w:sz="0" w:space="0" w:color="auto"/>
                            <w:right w:val="none" w:sz="0" w:space="0" w:color="auto"/>
                          </w:divBdr>
                          <w:divsChild>
                            <w:div w:id="349332964">
                              <w:marLeft w:val="0"/>
                              <w:marRight w:val="0"/>
                              <w:marTop w:val="0"/>
                              <w:marBottom w:val="0"/>
                              <w:divBdr>
                                <w:top w:val="none" w:sz="0" w:space="0" w:color="auto"/>
                                <w:left w:val="none" w:sz="0" w:space="0" w:color="auto"/>
                                <w:bottom w:val="none" w:sz="0" w:space="0" w:color="auto"/>
                                <w:right w:val="none" w:sz="0" w:space="0" w:color="auto"/>
                              </w:divBdr>
                              <w:divsChild>
                                <w:div w:id="349333160">
                                  <w:marLeft w:val="0"/>
                                  <w:marRight w:val="0"/>
                                  <w:marTop w:val="0"/>
                                  <w:marBottom w:val="0"/>
                                  <w:divBdr>
                                    <w:top w:val="none" w:sz="0" w:space="0" w:color="auto"/>
                                    <w:left w:val="none" w:sz="0" w:space="0" w:color="auto"/>
                                    <w:bottom w:val="none" w:sz="0" w:space="0" w:color="auto"/>
                                    <w:right w:val="none" w:sz="0" w:space="0" w:color="auto"/>
                                  </w:divBdr>
                                  <w:divsChild>
                                    <w:div w:id="349333357">
                                      <w:marLeft w:val="0"/>
                                      <w:marRight w:val="0"/>
                                      <w:marTop w:val="0"/>
                                      <w:marBottom w:val="0"/>
                                      <w:divBdr>
                                        <w:top w:val="none" w:sz="0" w:space="0" w:color="auto"/>
                                        <w:left w:val="none" w:sz="0" w:space="0" w:color="auto"/>
                                        <w:bottom w:val="none" w:sz="0" w:space="0" w:color="auto"/>
                                        <w:right w:val="none" w:sz="0" w:space="0" w:color="auto"/>
                                      </w:divBdr>
                                      <w:divsChild>
                                        <w:div w:id="349332977">
                                          <w:marLeft w:val="0"/>
                                          <w:marRight w:val="0"/>
                                          <w:marTop w:val="0"/>
                                          <w:marBottom w:val="0"/>
                                          <w:divBdr>
                                            <w:top w:val="none" w:sz="0" w:space="0" w:color="auto"/>
                                            <w:left w:val="none" w:sz="0" w:space="0" w:color="auto"/>
                                            <w:bottom w:val="none" w:sz="0" w:space="0" w:color="auto"/>
                                            <w:right w:val="none" w:sz="0" w:space="0" w:color="auto"/>
                                          </w:divBdr>
                                          <w:divsChild>
                                            <w:div w:id="349333263">
                                              <w:marLeft w:val="0"/>
                                              <w:marRight w:val="0"/>
                                              <w:marTop w:val="0"/>
                                              <w:marBottom w:val="0"/>
                                              <w:divBdr>
                                                <w:top w:val="none" w:sz="0" w:space="0" w:color="auto"/>
                                                <w:left w:val="none" w:sz="0" w:space="0" w:color="auto"/>
                                                <w:bottom w:val="none" w:sz="0" w:space="0" w:color="auto"/>
                                                <w:right w:val="none" w:sz="0" w:space="0" w:color="auto"/>
                                              </w:divBdr>
                                              <w:divsChild>
                                                <w:div w:id="349333336">
                                                  <w:marLeft w:val="0"/>
                                                  <w:marRight w:val="0"/>
                                                  <w:marTop w:val="0"/>
                                                  <w:marBottom w:val="0"/>
                                                  <w:divBdr>
                                                    <w:top w:val="none" w:sz="0" w:space="0" w:color="auto"/>
                                                    <w:left w:val="none" w:sz="0" w:space="0" w:color="auto"/>
                                                    <w:bottom w:val="none" w:sz="0" w:space="0" w:color="auto"/>
                                                    <w:right w:val="none" w:sz="0" w:space="0" w:color="auto"/>
                                                  </w:divBdr>
                                                  <w:divsChild>
                                                    <w:div w:id="34933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9333341">
      <w:marLeft w:val="0"/>
      <w:marRight w:val="0"/>
      <w:marTop w:val="0"/>
      <w:marBottom w:val="0"/>
      <w:divBdr>
        <w:top w:val="none" w:sz="0" w:space="0" w:color="auto"/>
        <w:left w:val="none" w:sz="0" w:space="0" w:color="auto"/>
        <w:bottom w:val="none" w:sz="0" w:space="0" w:color="auto"/>
        <w:right w:val="none" w:sz="0" w:space="0" w:color="auto"/>
      </w:divBdr>
      <w:divsChild>
        <w:div w:id="349333301">
          <w:marLeft w:val="0"/>
          <w:marRight w:val="0"/>
          <w:marTop w:val="0"/>
          <w:marBottom w:val="0"/>
          <w:divBdr>
            <w:top w:val="none" w:sz="0" w:space="0" w:color="auto"/>
            <w:left w:val="none" w:sz="0" w:space="0" w:color="auto"/>
            <w:bottom w:val="none" w:sz="0" w:space="0" w:color="auto"/>
            <w:right w:val="none" w:sz="0" w:space="0" w:color="auto"/>
          </w:divBdr>
          <w:divsChild>
            <w:div w:id="349333137">
              <w:marLeft w:val="0"/>
              <w:marRight w:val="0"/>
              <w:marTop w:val="0"/>
              <w:marBottom w:val="0"/>
              <w:divBdr>
                <w:top w:val="none" w:sz="0" w:space="0" w:color="auto"/>
                <w:left w:val="none" w:sz="0" w:space="0" w:color="auto"/>
                <w:bottom w:val="none" w:sz="0" w:space="0" w:color="auto"/>
                <w:right w:val="none" w:sz="0" w:space="0" w:color="auto"/>
              </w:divBdr>
              <w:divsChild>
                <w:div w:id="349333044">
                  <w:marLeft w:val="0"/>
                  <w:marRight w:val="0"/>
                  <w:marTop w:val="0"/>
                  <w:marBottom w:val="0"/>
                  <w:divBdr>
                    <w:top w:val="none" w:sz="0" w:space="0" w:color="auto"/>
                    <w:left w:val="none" w:sz="0" w:space="0" w:color="auto"/>
                    <w:bottom w:val="none" w:sz="0" w:space="0" w:color="auto"/>
                    <w:right w:val="none" w:sz="0" w:space="0" w:color="auto"/>
                  </w:divBdr>
                  <w:divsChild>
                    <w:div w:id="349333251">
                      <w:marLeft w:val="150"/>
                      <w:marRight w:val="225"/>
                      <w:marTop w:val="225"/>
                      <w:marBottom w:val="0"/>
                      <w:divBdr>
                        <w:top w:val="none" w:sz="0" w:space="0" w:color="auto"/>
                        <w:left w:val="none" w:sz="0" w:space="0" w:color="auto"/>
                        <w:bottom w:val="none" w:sz="0" w:space="0" w:color="auto"/>
                        <w:right w:val="none" w:sz="0" w:space="0" w:color="auto"/>
                      </w:divBdr>
                      <w:divsChild>
                        <w:div w:id="349333091">
                          <w:marLeft w:val="0"/>
                          <w:marRight w:val="0"/>
                          <w:marTop w:val="0"/>
                          <w:marBottom w:val="225"/>
                          <w:divBdr>
                            <w:top w:val="none" w:sz="0" w:space="0" w:color="auto"/>
                            <w:left w:val="none" w:sz="0" w:space="0" w:color="auto"/>
                            <w:bottom w:val="none" w:sz="0" w:space="0" w:color="auto"/>
                            <w:right w:val="none" w:sz="0" w:space="0" w:color="auto"/>
                          </w:divBdr>
                          <w:divsChild>
                            <w:div w:id="3493332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333343">
      <w:marLeft w:val="0"/>
      <w:marRight w:val="0"/>
      <w:marTop w:val="0"/>
      <w:marBottom w:val="0"/>
      <w:divBdr>
        <w:top w:val="none" w:sz="0" w:space="0" w:color="auto"/>
        <w:left w:val="none" w:sz="0" w:space="0" w:color="auto"/>
        <w:bottom w:val="none" w:sz="0" w:space="0" w:color="auto"/>
        <w:right w:val="none" w:sz="0" w:space="0" w:color="auto"/>
      </w:divBdr>
      <w:divsChild>
        <w:div w:id="349333292">
          <w:marLeft w:val="75"/>
          <w:marRight w:val="75"/>
          <w:marTop w:val="0"/>
          <w:marBottom w:val="0"/>
          <w:divBdr>
            <w:top w:val="none" w:sz="0" w:space="0" w:color="auto"/>
            <w:left w:val="none" w:sz="0" w:space="0" w:color="auto"/>
            <w:bottom w:val="none" w:sz="0" w:space="0" w:color="auto"/>
            <w:right w:val="none" w:sz="0" w:space="0" w:color="auto"/>
          </w:divBdr>
          <w:divsChild>
            <w:div w:id="349333141">
              <w:marLeft w:val="0"/>
              <w:marRight w:val="0"/>
              <w:marTop w:val="0"/>
              <w:marBottom w:val="0"/>
              <w:divBdr>
                <w:top w:val="none" w:sz="0" w:space="0" w:color="auto"/>
                <w:left w:val="none" w:sz="0" w:space="0" w:color="auto"/>
                <w:bottom w:val="none" w:sz="0" w:space="0" w:color="auto"/>
                <w:right w:val="none" w:sz="0" w:space="0" w:color="auto"/>
              </w:divBdr>
            </w:div>
            <w:div w:id="34933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3368">
      <w:marLeft w:val="0"/>
      <w:marRight w:val="0"/>
      <w:marTop w:val="0"/>
      <w:marBottom w:val="0"/>
      <w:divBdr>
        <w:top w:val="none" w:sz="0" w:space="0" w:color="auto"/>
        <w:left w:val="none" w:sz="0" w:space="0" w:color="auto"/>
        <w:bottom w:val="none" w:sz="0" w:space="0" w:color="auto"/>
        <w:right w:val="none" w:sz="0" w:space="0" w:color="auto"/>
      </w:divBdr>
      <w:divsChild>
        <w:div w:id="349333403">
          <w:marLeft w:val="75"/>
          <w:marRight w:val="75"/>
          <w:marTop w:val="0"/>
          <w:marBottom w:val="0"/>
          <w:divBdr>
            <w:top w:val="none" w:sz="0" w:space="0" w:color="auto"/>
            <w:left w:val="none" w:sz="0" w:space="0" w:color="auto"/>
            <w:bottom w:val="none" w:sz="0" w:space="0" w:color="auto"/>
            <w:right w:val="none" w:sz="0" w:space="0" w:color="auto"/>
          </w:divBdr>
        </w:div>
      </w:divsChild>
    </w:div>
    <w:div w:id="349333398">
      <w:marLeft w:val="0"/>
      <w:marRight w:val="0"/>
      <w:marTop w:val="0"/>
      <w:marBottom w:val="0"/>
      <w:divBdr>
        <w:top w:val="none" w:sz="0" w:space="0" w:color="auto"/>
        <w:left w:val="none" w:sz="0" w:space="0" w:color="auto"/>
        <w:bottom w:val="none" w:sz="0" w:space="0" w:color="auto"/>
        <w:right w:val="none" w:sz="0" w:space="0" w:color="auto"/>
      </w:divBdr>
      <w:divsChild>
        <w:div w:id="349332827">
          <w:marLeft w:val="0"/>
          <w:marRight w:val="0"/>
          <w:marTop w:val="0"/>
          <w:marBottom w:val="0"/>
          <w:divBdr>
            <w:top w:val="none" w:sz="0" w:space="0" w:color="auto"/>
            <w:left w:val="none" w:sz="0" w:space="0" w:color="auto"/>
            <w:bottom w:val="none" w:sz="0" w:space="0" w:color="auto"/>
            <w:right w:val="none" w:sz="0" w:space="0" w:color="auto"/>
          </w:divBdr>
        </w:div>
        <w:div w:id="349332831">
          <w:marLeft w:val="0"/>
          <w:marRight w:val="0"/>
          <w:marTop w:val="0"/>
          <w:marBottom w:val="0"/>
          <w:divBdr>
            <w:top w:val="none" w:sz="0" w:space="0" w:color="auto"/>
            <w:left w:val="none" w:sz="0" w:space="0" w:color="auto"/>
            <w:bottom w:val="none" w:sz="0" w:space="0" w:color="auto"/>
            <w:right w:val="none" w:sz="0" w:space="0" w:color="auto"/>
          </w:divBdr>
        </w:div>
        <w:div w:id="349332832">
          <w:marLeft w:val="0"/>
          <w:marRight w:val="0"/>
          <w:marTop w:val="0"/>
          <w:marBottom w:val="0"/>
          <w:divBdr>
            <w:top w:val="none" w:sz="0" w:space="0" w:color="auto"/>
            <w:left w:val="none" w:sz="0" w:space="0" w:color="auto"/>
            <w:bottom w:val="none" w:sz="0" w:space="0" w:color="auto"/>
            <w:right w:val="none" w:sz="0" w:space="0" w:color="auto"/>
          </w:divBdr>
        </w:div>
        <w:div w:id="349332835">
          <w:marLeft w:val="0"/>
          <w:marRight w:val="0"/>
          <w:marTop w:val="0"/>
          <w:marBottom w:val="0"/>
          <w:divBdr>
            <w:top w:val="none" w:sz="0" w:space="0" w:color="auto"/>
            <w:left w:val="none" w:sz="0" w:space="0" w:color="auto"/>
            <w:bottom w:val="none" w:sz="0" w:space="0" w:color="auto"/>
            <w:right w:val="none" w:sz="0" w:space="0" w:color="auto"/>
          </w:divBdr>
        </w:div>
        <w:div w:id="349332838">
          <w:marLeft w:val="0"/>
          <w:marRight w:val="0"/>
          <w:marTop w:val="0"/>
          <w:marBottom w:val="0"/>
          <w:divBdr>
            <w:top w:val="none" w:sz="0" w:space="0" w:color="auto"/>
            <w:left w:val="none" w:sz="0" w:space="0" w:color="auto"/>
            <w:bottom w:val="none" w:sz="0" w:space="0" w:color="auto"/>
            <w:right w:val="none" w:sz="0" w:space="0" w:color="auto"/>
          </w:divBdr>
        </w:div>
        <w:div w:id="349332839">
          <w:marLeft w:val="0"/>
          <w:marRight w:val="0"/>
          <w:marTop w:val="0"/>
          <w:marBottom w:val="0"/>
          <w:divBdr>
            <w:top w:val="none" w:sz="0" w:space="0" w:color="auto"/>
            <w:left w:val="none" w:sz="0" w:space="0" w:color="auto"/>
            <w:bottom w:val="none" w:sz="0" w:space="0" w:color="auto"/>
            <w:right w:val="none" w:sz="0" w:space="0" w:color="auto"/>
          </w:divBdr>
        </w:div>
        <w:div w:id="349332840">
          <w:marLeft w:val="0"/>
          <w:marRight w:val="0"/>
          <w:marTop w:val="0"/>
          <w:marBottom w:val="0"/>
          <w:divBdr>
            <w:top w:val="none" w:sz="0" w:space="0" w:color="auto"/>
            <w:left w:val="none" w:sz="0" w:space="0" w:color="auto"/>
            <w:bottom w:val="none" w:sz="0" w:space="0" w:color="auto"/>
            <w:right w:val="none" w:sz="0" w:space="0" w:color="auto"/>
          </w:divBdr>
        </w:div>
        <w:div w:id="349332843">
          <w:marLeft w:val="0"/>
          <w:marRight w:val="0"/>
          <w:marTop w:val="0"/>
          <w:marBottom w:val="0"/>
          <w:divBdr>
            <w:top w:val="none" w:sz="0" w:space="0" w:color="auto"/>
            <w:left w:val="none" w:sz="0" w:space="0" w:color="auto"/>
            <w:bottom w:val="none" w:sz="0" w:space="0" w:color="auto"/>
            <w:right w:val="none" w:sz="0" w:space="0" w:color="auto"/>
          </w:divBdr>
        </w:div>
        <w:div w:id="349332849">
          <w:marLeft w:val="0"/>
          <w:marRight w:val="0"/>
          <w:marTop w:val="0"/>
          <w:marBottom w:val="0"/>
          <w:divBdr>
            <w:top w:val="none" w:sz="0" w:space="0" w:color="auto"/>
            <w:left w:val="none" w:sz="0" w:space="0" w:color="auto"/>
            <w:bottom w:val="none" w:sz="0" w:space="0" w:color="auto"/>
            <w:right w:val="none" w:sz="0" w:space="0" w:color="auto"/>
          </w:divBdr>
        </w:div>
        <w:div w:id="349332852">
          <w:marLeft w:val="0"/>
          <w:marRight w:val="0"/>
          <w:marTop w:val="0"/>
          <w:marBottom w:val="0"/>
          <w:divBdr>
            <w:top w:val="none" w:sz="0" w:space="0" w:color="auto"/>
            <w:left w:val="none" w:sz="0" w:space="0" w:color="auto"/>
            <w:bottom w:val="none" w:sz="0" w:space="0" w:color="auto"/>
            <w:right w:val="none" w:sz="0" w:space="0" w:color="auto"/>
          </w:divBdr>
        </w:div>
        <w:div w:id="349332854">
          <w:marLeft w:val="0"/>
          <w:marRight w:val="0"/>
          <w:marTop w:val="0"/>
          <w:marBottom w:val="0"/>
          <w:divBdr>
            <w:top w:val="none" w:sz="0" w:space="0" w:color="auto"/>
            <w:left w:val="none" w:sz="0" w:space="0" w:color="auto"/>
            <w:bottom w:val="none" w:sz="0" w:space="0" w:color="auto"/>
            <w:right w:val="none" w:sz="0" w:space="0" w:color="auto"/>
          </w:divBdr>
        </w:div>
        <w:div w:id="349332856">
          <w:marLeft w:val="0"/>
          <w:marRight w:val="0"/>
          <w:marTop w:val="0"/>
          <w:marBottom w:val="0"/>
          <w:divBdr>
            <w:top w:val="none" w:sz="0" w:space="0" w:color="auto"/>
            <w:left w:val="none" w:sz="0" w:space="0" w:color="auto"/>
            <w:bottom w:val="none" w:sz="0" w:space="0" w:color="auto"/>
            <w:right w:val="none" w:sz="0" w:space="0" w:color="auto"/>
          </w:divBdr>
        </w:div>
        <w:div w:id="349332865">
          <w:marLeft w:val="0"/>
          <w:marRight w:val="0"/>
          <w:marTop w:val="0"/>
          <w:marBottom w:val="0"/>
          <w:divBdr>
            <w:top w:val="none" w:sz="0" w:space="0" w:color="auto"/>
            <w:left w:val="none" w:sz="0" w:space="0" w:color="auto"/>
            <w:bottom w:val="none" w:sz="0" w:space="0" w:color="auto"/>
            <w:right w:val="none" w:sz="0" w:space="0" w:color="auto"/>
          </w:divBdr>
        </w:div>
        <w:div w:id="349332866">
          <w:marLeft w:val="0"/>
          <w:marRight w:val="0"/>
          <w:marTop w:val="0"/>
          <w:marBottom w:val="0"/>
          <w:divBdr>
            <w:top w:val="none" w:sz="0" w:space="0" w:color="auto"/>
            <w:left w:val="none" w:sz="0" w:space="0" w:color="auto"/>
            <w:bottom w:val="none" w:sz="0" w:space="0" w:color="auto"/>
            <w:right w:val="none" w:sz="0" w:space="0" w:color="auto"/>
          </w:divBdr>
        </w:div>
        <w:div w:id="349332867">
          <w:marLeft w:val="0"/>
          <w:marRight w:val="0"/>
          <w:marTop w:val="0"/>
          <w:marBottom w:val="0"/>
          <w:divBdr>
            <w:top w:val="none" w:sz="0" w:space="0" w:color="auto"/>
            <w:left w:val="none" w:sz="0" w:space="0" w:color="auto"/>
            <w:bottom w:val="none" w:sz="0" w:space="0" w:color="auto"/>
            <w:right w:val="none" w:sz="0" w:space="0" w:color="auto"/>
          </w:divBdr>
        </w:div>
        <w:div w:id="349332869">
          <w:marLeft w:val="0"/>
          <w:marRight w:val="0"/>
          <w:marTop w:val="0"/>
          <w:marBottom w:val="0"/>
          <w:divBdr>
            <w:top w:val="none" w:sz="0" w:space="0" w:color="auto"/>
            <w:left w:val="none" w:sz="0" w:space="0" w:color="auto"/>
            <w:bottom w:val="none" w:sz="0" w:space="0" w:color="auto"/>
            <w:right w:val="none" w:sz="0" w:space="0" w:color="auto"/>
          </w:divBdr>
        </w:div>
        <w:div w:id="349332870">
          <w:marLeft w:val="0"/>
          <w:marRight w:val="0"/>
          <w:marTop w:val="0"/>
          <w:marBottom w:val="0"/>
          <w:divBdr>
            <w:top w:val="none" w:sz="0" w:space="0" w:color="auto"/>
            <w:left w:val="none" w:sz="0" w:space="0" w:color="auto"/>
            <w:bottom w:val="none" w:sz="0" w:space="0" w:color="auto"/>
            <w:right w:val="none" w:sz="0" w:space="0" w:color="auto"/>
          </w:divBdr>
        </w:div>
        <w:div w:id="349332872">
          <w:marLeft w:val="0"/>
          <w:marRight w:val="0"/>
          <w:marTop w:val="0"/>
          <w:marBottom w:val="0"/>
          <w:divBdr>
            <w:top w:val="none" w:sz="0" w:space="0" w:color="auto"/>
            <w:left w:val="none" w:sz="0" w:space="0" w:color="auto"/>
            <w:bottom w:val="none" w:sz="0" w:space="0" w:color="auto"/>
            <w:right w:val="none" w:sz="0" w:space="0" w:color="auto"/>
          </w:divBdr>
        </w:div>
        <w:div w:id="349332875">
          <w:marLeft w:val="0"/>
          <w:marRight w:val="0"/>
          <w:marTop w:val="0"/>
          <w:marBottom w:val="0"/>
          <w:divBdr>
            <w:top w:val="none" w:sz="0" w:space="0" w:color="auto"/>
            <w:left w:val="none" w:sz="0" w:space="0" w:color="auto"/>
            <w:bottom w:val="none" w:sz="0" w:space="0" w:color="auto"/>
            <w:right w:val="none" w:sz="0" w:space="0" w:color="auto"/>
          </w:divBdr>
        </w:div>
        <w:div w:id="349332876">
          <w:marLeft w:val="0"/>
          <w:marRight w:val="0"/>
          <w:marTop w:val="0"/>
          <w:marBottom w:val="0"/>
          <w:divBdr>
            <w:top w:val="none" w:sz="0" w:space="0" w:color="auto"/>
            <w:left w:val="none" w:sz="0" w:space="0" w:color="auto"/>
            <w:bottom w:val="none" w:sz="0" w:space="0" w:color="auto"/>
            <w:right w:val="none" w:sz="0" w:space="0" w:color="auto"/>
          </w:divBdr>
        </w:div>
        <w:div w:id="349332877">
          <w:marLeft w:val="0"/>
          <w:marRight w:val="0"/>
          <w:marTop w:val="0"/>
          <w:marBottom w:val="0"/>
          <w:divBdr>
            <w:top w:val="none" w:sz="0" w:space="0" w:color="auto"/>
            <w:left w:val="none" w:sz="0" w:space="0" w:color="auto"/>
            <w:bottom w:val="none" w:sz="0" w:space="0" w:color="auto"/>
            <w:right w:val="none" w:sz="0" w:space="0" w:color="auto"/>
          </w:divBdr>
        </w:div>
        <w:div w:id="349332878">
          <w:marLeft w:val="0"/>
          <w:marRight w:val="0"/>
          <w:marTop w:val="0"/>
          <w:marBottom w:val="0"/>
          <w:divBdr>
            <w:top w:val="none" w:sz="0" w:space="0" w:color="auto"/>
            <w:left w:val="none" w:sz="0" w:space="0" w:color="auto"/>
            <w:bottom w:val="none" w:sz="0" w:space="0" w:color="auto"/>
            <w:right w:val="none" w:sz="0" w:space="0" w:color="auto"/>
          </w:divBdr>
        </w:div>
        <w:div w:id="349332879">
          <w:marLeft w:val="0"/>
          <w:marRight w:val="0"/>
          <w:marTop w:val="0"/>
          <w:marBottom w:val="0"/>
          <w:divBdr>
            <w:top w:val="none" w:sz="0" w:space="0" w:color="auto"/>
            <w:left w:val="none" w:sz="0" w:space="0" w:color="auto"/>
            <w:bottom w:val="none" w:sz="0" w:space="0" w:color="auto"/>
            <w:right w:val="none" w:sz="0" w:space="0" w:color="auto"/>
          </w:divBdr>
        </w:div>
        <w:div w:id="349332880">
          <w:marLeft w:val="0"/>
          <w:marRight w:val="0"/>
          <w:marTop w:val="0"/>
          <w:marBottom w:val="0"/>
          <w:divBdr>
            <w:top w:val="none" w:sz="0" w:space="0" w:color="auto"/>
            <w:left w:val="none" w:sz="0" w:space="0" w:color="auto"/>
            <w:bottom w:val="none" w:sz="0" w:space="0" w:color="auto"/>
            <w:right w:val="none" w:sz="0" w:space="0" w:color="auto"/>
          </w:divBdr>
        </w:div>
        <w:div w:id="349332885">
          <w:marLeft w:val="0"/>
          <w:marRight w:val="0"/>
          <w:marTop w:val="0"/>
          <w:marBottom w:val="0"/>
          <w:divBdr>
            <w:top w:val="none" w:sz="0" w:space="0" w:color="auto"/>
            <w:left w:val="none" w:sz="0" w:space="0" w:color="auto"/>
            <w:bottom w:val="none" w:sz="0" w:space="0" w:color="auto"/>
            <w:right w:val="none" w:sz="0" w:space="0" w:color="auto"/>
          </w:divBdr>
        </w:div>
        <w:div w:id="349332887">
          <w:marLeft w:val="0"/>
          <w:marRight w:val="0"/>
          <w:marTop w:val="0"/>
          <w:marBottom w:val="0"/>
          <w:divBdr>
            <w:top w:val="none" w:sz="0" w:space="0" w:color="auto"/>
            <w:left w:val="none" w:sz="0" w:space="0" w:color="auto"/>
            <w:bottom w:val="none" w:sz="0" w:space="0" w:color="auto"/>
            <w:right w:val="none" w:sz="0" w:space="0" w:color="auto"/>
          </w:divBdr>
        </w:div>
        <w:div w:id="349332888">
          <w:marLeft w:val="0"/>
          <w:marRight w:val="0"/>
          <w:marTop w:val="0"/>
          <w:marBottom w:val="0"/>
          <w:divBdr>
            <w:top w:val="none" w:sz="0" w:space="0" w:color="auto"/>
            <w:left w:val="none" w:sz="0" w:space="0" w:color="auto"/>
            <w:bottom w:val="none" w:sz="0" w:space="0" w:color="auto"/>
            <w:right w:val="none" w:sz="0" w:space="0" w:color="auto"/>
          </w:divBdr>
        </w:div>
        <w:div w:id="349332890">
          <w:marLeft w:val="0"/>
          <w:marRight w:val="0"/>
          <w:marTop w:val="0"/>
          <w:marBottom w:val="0"/>
          <w:divBdr>
            <w:top w:val="none" w:sz="0" w:space="0" w:color="auto"/>
            <w:left w:val="none" w:sz="0" w:space="0" w:color="auto"/>
            <w:bottom w:val="none" w:sz="0" w:space="0" w:color="auto"/>
            <w:right w:val="none" w:sz="0" w:space="0" w:color="auto"/>
          </w:divBdr>
        </w:div>
        <w:div w:id="349332891">
          <w:marLeft w:val="0"/>
          <w:marRight w:val="0"/>
          <w:marTop w:val="0"/>
          <w:marBottom w:val="0"/>
          <w:divBdr>
            <w:top w:val="none" w:sz="0" w:space="0" w:color="auto"/>
            <w:left w:val="none" w:sz="0" w:space="0" w:color="auto"/>
            <w:bottom w:val="none" w:sz="0" w:space="0" w:color="auto"/>
            <w:right w:val="none" w:sz="0" w:space="0" w:color="auto"/>
          </w:divBdr>
        </w:div>
        <w:div w:id="349332892">
          <w:marLeft w:val="0"/>
          <w:marRight w:val="0"/>
          <w:marTop w:val="0"/>
          <w:marBottom w:val="0"/>
          <w:divBdr>
            <w:top w:val="none" w:sz="0" w:space="0" w:color="auto"/>
            <w:left w:val="none" w:sz="0" w:space="0" w:color="auto"/>
            <w:bottom w:val="none" w:sz="0" w:space="0" w:color="auto"/>
            <w:right w:val="none" w:sz="0" w:space="0" w:color="auto"/>
          </w:divBdr>
        </w:div>
        <w:div w:id="349332893">
          <w:marLeft w:val="0"/>
          <w:marRight w:val="0"/>
          <w:marTop w:val="0"/>
          <w:marBottom w:val="0"/>
          <w:divBdr>
            <w:top w:val="none" w:sz="0" w:space="0" w:color="auto"/>
            <w:left w:val="none" w:sz="0" w:space="0" w:color="auto"/>
            <w:bottom w:val="none" w:sz="0" w:space="0" w:color="auto"/>
            <w:right w:val="none" w:sz="0" w:space="0" w:color="auto"/>
          </w:divBdr>
        </w:div>
        <w:div w:id="349332896">
          <w:marLeft w:val="0"/>
          <w:marRight w:val="0"/>
          <w:marTop w:val="0"/>
          <w:marBottom w:val="0"/>
          <w:divBdr>
            <w:top w:val="none" w:sz="0" w:space="0" w:color="auto"/>
            <w:left w:val="none" w:sz="0" w:space="0" w:color="auto"/>
            <w:bottom w:val="none" w:sz="0" w:space="0" w:color="auto"/>
            <w:right w:val="none" w:sz="0" w:space="0" w:color="auto"/>
          </w:divBdr>
        </w:div>
        <w:div w:id="349332900">
          <w:marLeft w:val="0"/>
          <w:marRight w:val="0"/>
          <w:marTop w:val="0"/>
          <w:marBottom w:val="0"/>
          <w:divBdr>
            <w:top w:val="none" w:sz="0" w:space="0" w:color="auto"/>
            <w:left w:val="none" w:sz="0" w:space="0" w:color="auto"/>
            <w:bottom w:val="none" w:sz="0" w:space="0" w:color="auto"/>
            <w:right w:val="none" w:sz="0" w:space="0" w:color="auto"/>
          </w:divBdr>
        </w:div>
        <w:div w:id="349332902">
          <w:marLeft w:val="0"/>
          <w:marRight w:val="0"/>
          <w:marTop w:val="0"/>
          <w:marBottom w:val="0"/>
          <w:divBdr>
            <w:top w:val="none" w:sz="0" w:space="0" w:color="auto"/>
            <w:left w:val="none" w:sz="0" w:space="0" w:color="auto"/>
            <w:bottom w:val="none" w:sz="0" w:space="0" w:color="auto"/>
            <w:right w:val="none" w:sz="0" w:space="0" w:color="auto"/>
          </w:divBdr>
        </w:div>
        <w:div w:id="349332903">
          <w:marLeft w:val="0"/>
          <w:marRight w:val="0"/>
          <w:marTop w:val="0"/>
          <w:marBottom w:val="0"/>
          <w:divBdr>
            <w:top w:val="none" w:sz="0" w:space="0" w:color="auto"/>
            <w:left w:val="none" w:sz="0" w:space="0" w:color="auto"/>
            <w:bottom w:val="none" w:sz="0" w:space="0" w:color="auto"/>
            <w:right w:val="none" w:sz="0" w:space="0" w:color="auto"/>
          </w:divBdr>
        </w:div>
        <w:div w:id="349332904">
          <w:marLeft w:val="0"/>
          <w:marRight w:val="0"/>
          <w:marTop w:val="0"/>
          <w:marBottom w:val="0"/>
          <w:divBdr>
            <w:top w:val="none" w:sz="0" w:space="0" w:color="auto"/>
            <w:left w:val="none" w:sz="0" w:space="0" w:color="auto"/>
            <w:bottom w:val="none" w:sz="0" w:space="0" w:color="auto"/>
            <w:right w:val="none" w:sz="0" w:space="0" w:color="auto"/>
          </w:divBdr>
        </w:div>
        <w:div w:id="349332906">
          <w:marLeft w:val="0"/>
          <w:marRight w:val="0"/>
          <w:marTop w:val="0"/>
          <w:marBottom w:val="0"/>
          <w:divBdr>
            <w:top w:val="none" w:sz="0" w:space="0" w:color="auto"/>
            <w:left w:val="none" w:sz="0" w:space="0" w:color="auto"/>
            <w:bottom w:val="none" w:sz="0" w:space="0" w:color="auto"/>
            <w:right w:val="none" w:sz="0" w:space="0" w:color="auto"/>
          </w:divBdr>
        </w:div>
        <w:div w:id="349332908">
          <w:marLeft w:val="0"/>
          <w:marRight w:val="0"/>
          <w:marTop w:val="0"/>
          <w:marBottom w:val="0"/>
          <w:divBdr>
            <w:top w:val="none" w:sz="0" w:space="0" w:color="auto"/>
            <w:left w:val="none" w:sz="0" w:space="0" w:color="auto"/>
            <w:bottom w:val="none" w:sz="0" w:space="0" w:color="auto"/>
            <w:right w:val="none" w:sz="0" w:space="0" w:color="auto"/>
          </w:divBdr>
        </w:div>
        <w:div w:id="349332910">
          <w:marLeft w:val="0"/>
          <w:marRight w:val="0"/>
          <w:marTop w:val="0"/>
          <w:marBottom w:val="0"/>
          <w:divBdr>
            <w:top w:val="none" w:sz="0" w:space="0" w:color="auto"/>
            <w:left w:val="none" w:sz="0" w:space="0" w:color="auto"/>
            <w:bottom w:val="none" w:sz="0" w:space="0" w:color="auto"/>
            <w:right w:val="none" w:sz="0" w:space="0" w:color="auto"/>
          </w:divBdr>
        </w:div>
        <w:div w:id="349332913">
          <w:marLeft w:val="0"/>
          <w:marRight w:val="0"/>
          <w:marTop w:val="0"/>
          <w:marBottom w:val="0"/>
          <w:divBdr>
            <w:top w:val="none" w:sz="0" w:space="0" w:color="auto"/>
            <w:left w:val="none" w:sz="0" w:space="0" w:color="auto"/>
            <w:bottom w:val="none" w:sz="0" w:space="0" w:color="auto"/>
            <w:right w:val="none" w:sz="0" w:space="0" w:color="auto"/>
          </w:divBdr>
        </w:div>
        <w:div w:id="349332917">
          <w:marLeft w:val="0"/>
          <w:marRight w:val="0"/>
          <w:marTop w:val="0"/>
          <w:marBottom w:val="0"/>
          <w:divBdr>
            <w:top w:val="none" w:sz="0" w:space="0" w:color="auto"/>
            <w:left w:val="none" w:sz="0" w:space="0" w:color="auto"/>
            <w:bottom w:val="none" w:sz="0" w:space="0" w:color="auto"/>
            <w:right w:val="none" w:sz="0" w:space="0" w:color="auto"/>
          </w:divBdr>
        </w:div>
        <w:div w:id="349332920">
          <w:marLeft w:val="0"/>
          <w:marRight w:val="0"/>
          <w:marTop w:val="0"/>
          <w:marBottom w:val="0"/>
          <w:divBdr>
            <w:top w:val="none" w:sz="0" w:space="0" w:color="auto"/>
            <w:left w:val="none" w:sz="0" w:space="0" w:color="auto"/>
            <w:bottom w:val="none" w:sz="0" w:space="0" w:color="auto"/>
            <w:right w:val="none" w:sz="0" w:space="0" w:color="auto"/>
          </w:divBdr>
        </w:div>
        <w:div w:id="349332921">
          <w:marLeft w:val="0"/>
          <w:marRight w:val="0"/>
          <w:marTop w:val="0"/>
          <w:marBottom w:val="0"/>
          <w:divBdr>
            <w:top w:val="none" w:sz="0" w:space="0" w:color="auto"/>
            <w:left w:val="none" w:sz="0" w:space="0" w:color="auto"/>
            <w:bottom w:val="none" w:sz="0" w:space="0" w:color="auto"/>
            <w:right w:val="none" w:sz="0" w:space="0" w:color="auto"/>
          </w:divBdr>
        </w:div>
        <w:div w:id="349332922">
          <w:marLeft w:val="0"/>
          <w:marRight w:val="0"/>
          <w:marTop w:val="0"/>
          <w:marBottom w:val="0"/>
          <w:divBdr>
            <w:top w:val="none" w:sz="0" w:space="0" w:color="auto"/>
            <w:left w:val="none" w:sz="0" w:space="0" w:color="auto"/>
            <w:bottom w:val="none" w:sz="0" w:space="0" w:color="auto"/>
            <w:right w:val="none" w:sz="0" w:space="0" w:color="auto"/>
          </w:divBdr>
        </w:div>
        <w:div w:id="349333360">
          <w:marLeft w:val="0"/>
          <w:marRight w:val="0"/>
          <w:marTop w:val="0"/>
          <w:marBottom w:val="0"/>
          <w:divBdr>
            <w:top w:val="none" w:sz="0" w:space="0" w:color="auto"/>
            <w:left w:val="none" w:sz="0" w:space="0" w:color="auto"/>
            <w:bottom w:val="none" w:sz="0" w:space="0" w:color="auto"/>
            <w:right w:val="none" w:sz="0" w:space="0" w:color="auto"/>
          </w:divBdr>
        </w:div>
        <w:div w:id="349333363">
          <w:marLeft w:val="0"/>
          <w:marRight w:val="0"/>
          <w:marTop w:val="0"/>
          <w:marBottom w:val="0"/>
          <w:divBdr>
            <w:top w:val="none" w:sz="0" w:space="0" w:color="auto"/>
            <w:left w:val="none" w:sz="0" w:space="0" w:color="auto"/>
            <w:bottom w:val="none" w:sz="0" w:space="0" w:color="auto"/>
            <w:right w:val="none" w:sz="0" w:space="0" w:color="auto"/>
          </w:divBdr>
        </w:div>
        <w:div w:id="349333366">
          <w:marLeft w:val="0"/>
          <w:marRight w:val="0"/>
          <w:marTop w:val="0"/>
          <w:marBottom w:val="0"/>
          <w:divBdr>
            <w:top w:val="none" w:sz="0" w:space="0" w:color="auto"/>
            <w:left w:val="none" w:sz="0" w:space="0" w:color="auto"/>
            <w:bottom w:val="none" w:sz="0" w:space="0" w:color="auto"/>
            <w:right w:val="none" w:sz="0" w:space="0" w:color="auto"/>
          </w:divBdr>
        </w:div>
        <w:div w:id="349333367">
          <w:marLeft w:val="0"/>
          <w:marRight w:val="0"/>
          <w:marTop w:val="0"/>
          <w:marBottom w:val="0"/>
          <w:divBdr>
            <w:top w:val="none" w:sz="0" w:space="0" w:color="auto"/>
            <w:left w:val="none" w:sz="0" w:space="0" w:color="auto"/>
            <w:bottom w:val="none" w:sz="0" w:space="0" w:color="auto"/>
            <w:right w:val="none" w:sz="0" w:space="0" w:color="auto"/>
          </w:divBdr>
        </w:div>
        <w:div w:id="349333369">
          <w:marLeft w:val="0"/>
          <w:marRight w:val="0"/>
          <w:marTop w:val="0"/>
          <w:marBottom w:val="0"/>
          <w:divBdr>
            <w:top w:val="none" w:sz="0" w:space="0" w:color="auto"/>
            <w:left w:val="none" w:sz="0" w:space="0" w:color="auto"/>
            <w:bottom w:val="none" w:sz="0" w:space="0" w:color="auto"/>
            <w:right w:val="none" w:sz="0" w:space="0" w:color="auto"/>
          </w:divBdr>
        </w:div>
        <w:div w:id="349333370">
          <w:marLeft w:val="0"/>
          <w:marRight w:val="0"/>
          <w:marTop w:val="0"/>
          <w:marBottom w:val="0"/>
          <w:divBdr>
            <w:top w:val="none" w:sz="0" w:space="0" w:color="auto"/>
            <w:left w:val="none" w:sz="0" w:space="0" w:color="auto"/>
            <w:bottom w:val="none" w:sz="0" w:space="0" w:color="auto"/>
            <w:right w:val="none" w:sz="0" w:space="0" w:color="auto"/>
          </w:divBdr>
        </w:div>
        <w:div w:id="349333372">
          <w:marLeft w:val="0"/>
          <w:marRight w:val="0"/>
          <w:marTop w:val="0"/>
          <w:marBottom w:val="0"/>
          <w:divBdr>
            <w:top w:val="none" w:sz="0" w:space="0" w:color="auto"/>
            <w:left w:val="none" w:sz="0" w:space="0" w:color="auto"/>
            <w:bottom w:val="none" w:sz="0" w:space="0" w:color="auto"/>
            <w:right w:val="none" w:sz="0" w:space="0" w:color="auto"/>
          </w:divBdr>
        </w:div>
        <w:div w:id="349333373">
          <w:marLeft w:val="0"/>
          <w:marRight w:val="0"/>
          <w:marTop w:val="0"/>
          <w:marBottom w:val="0"/>
          <w:divBdr>
            <w:top w:val="none" w:sz="0" w:space="0" w:color="auto"/>
            <w:left w:val="none" w:sz="0" w:space="0" w:color="auto"/>
            <w:bottom w:val="none" w:sz="0" w:space="0" w:color="auto"/>
            <w:right w:val="none" w:sz="0" w:space="0" w:color="auto"/>
          </w:divBdr>
        </w:div>
        <w:div w:id="349333374">
          <w:marLeft w:val="0"/>
          <w:marRight w:val="0"/>
          <w:marTop w:val="0"/>
          <w:marBottom w:val="0"/>
          <w:divBdr>
            <w:top w:val="none" w:sz="0" w:space="0" w:color="auto"/>
            <w:left w:val="none" w:sz="0" w:space="0" w:color="auto"/>
            <w:bottom w:val="none" w:sz="0" w:space="0" w:color="auto"/>
            <w:right w:val="none" w:sz="0" w:space="0" w:color="auto"/>
          </w:divBdr>
        </w:div>
        <w:div w:id="349333376">
          <w:marLeft w:val="0"/>
          <w:marRight w:val="0"/>
          <w:marTop w:val="0"/>
          <w:marBottom w:val="0"/>
          <w:divBdr>
            <w:top w:val="none" w:sz="0" w:space="0" w:color="auto"/>
            <w:left w:val="none" w:sz="0" w:space="0" w:color="auto"/>
            <w:bottom w:val="none" w:sz="0" w:space="0" w:color="auto"/>
            <w:right w:val="none" w:sz="0" w:space="0" w:color="auto"/>
          </w:divBdr>
        </w:div>
        <w:div w:id="349333379">
          <w:marLeft w:val="0"/>
          <w:marRight w:val="0"/>
          <w:marTop w:val="0"/>
          <w:marBottom w:val="0"/>
          <w:divBdr>
            <w:top w:val="none" w:sz="0" w:space="0" w:color="auto"/>
            <w:left w:val="none" w:sz="0" w:space="0" w:color="auto"/>
            <w:bottom w:val="none" w:sz="0" w:space="0" w:color="auto"/>
            <w:right w:val="none" w:sz="0" w:space="0" w:color="auto"/>
          </w:divBdr>
        </w:div>
        <w:div w:id="349333380">
          <w:marLeft w:val="0"/>
          <w:marRight w:val="0"/>
          <w:marTop w:val="0"/>
          <w:marBottom w:val="0"/>
          <w:divBdr>
            <w:top w:val="none" w:sz="0" w:space="0" w:color="auto"/>
            <w:left w:val="none" w:sz="0" w:space="0" w:color="auto"/>
            <w:bottom w:val="none" w:sz="0" w:space="0" w:color="auto"/>
            <w:right w:val="none" w:sz="0" w:space="0" w:color="auto"/>
          </w:divBdr>
        </w:div>
        <w:div w:id="349333381">
          <w:marLeft w:val="0"/>
          <w:marRight w:val="0"/>
          <w:marTop w:val="0"/>
          <w:marBottom w:val="0"/>
          <w:divBdr>
            <w:top w:val="none" w:sz="0" w:space="0" w:color="auto"/>
            <w:left w:val="none" w:sz="0" w:space="0" w:color="auto"/>
            <w:bottom w:val="none" w:sz="0" w:space="0" w:color="auto"/>
            <w:right w:val="none" w:sz="0" w:space="0" w:color="auto"/>
          </w:divBdr>
        </w:div>
        <w:div w:id="349333382">
          <w:marLeft w:val="0"/>
          <w:marRight w:val="0"/>
          <w:marTop w:val="0"/>
          <w:marBottom w:val="0"/>
          <w:divBdr>
            <w:top w:val="none" w:sz="0" w:space="0" w:color="auto"/>
            <w:left w:val="none" w:sz="0" w:space="0" w:color="auto"/>
            <w:bottom w:val="none" w:sz="0" w:space="0" w:color="auto"/>
            <w:right w:val="none" w:sz="0" w:space="0" w:color="auto"/>
          </w:divBdr>
        </w:div>
        <w:div w:id="349333383">
          <w:marLeft w:val="0"/>
          <w:marRight w:val="0"/>
          <w:marTop w:val="0"/>
          <w:marBottom w:val="0"/>
          <w:divBdr>
            <w:top w:val="none" w:sz="0" w:space="0" w:color="auto"/>
            <w:left w:val="none" w:sz="0" w:space="0" w:color="auto"/>
            <w:bottom w:val="none" w:sz="0" w:space="0" w:color="auto"/>
            <w:right w:val="none" w:sz="0" w:space="0" w:color="auto"/>
          </w:divBdr>
        </w:div>
        <w:div w:id="349333384">
          <w:marLeft w:val="0"/>
          <w:marRight w:val="0"/>
          <w:marTop w:val="0"/>
          <w:marBottom w:val="0"/>
          <w:divBdr>
            <w:top w:val="none" w:sz="0" w:space="0" w:color="auto"/>
            <w:left w:val="none" w:sz="0" w:space="0" w:color="auto"/>
            <w:bottom w:val="none" w:sz="0" w:space="0" w:color="auto"/>
            <w:right w:val="none" w:sz="0" w:space="0" w:color="auto"/>
          </w:divBdr>
        </w:div>
        <w:div w:id="349333385">
          <w:marLeft w:val="0"/>
          <w:marRight w:val="0"/>
          <w:marTop w:val="0"/>
          <w:marBottom w:val="0"/>
          <w:divBdr>
            <w:top w:val="none" w:sz="0" w:space="0" w:color="auto"/>
            <w:left w:val="none" w:sz="0" w:space="0" w:color="auto"/>
            <w:bottom w:val="none" w:sz="0" w:space="0" w:color="auto"/>
            <w:right w:val="none" w:sz="0" w:space="0" w:color="auto"/>
          </w:divBdr>
        </w:div>
        <w:div w:id="349333389">
          <w:marLeft w:val="0"/>
          <w:marRight w:val="0"/>
          <w:marTop w:val="0"/>
          <w:marBottom w:val="0"/>
          <w:divBdr>
            <w:top w:val="none" w:sz="0" w:space="0" w:color="auto"/>
            <w:left w:val="none" w:sz="0" w:space="0" w:color="auto"/>
            <w:bottom w:val="none" w:sz="0" w:space="0" w:color="auto"/>
            <w:right w:val="none" w:sz="0" w:space="0" w:color="auto"/>
          </w:divBdr>
        </w:div>
        <w:div w:id="349333390">
          <w:marLeft w:val="0"/>
          <w:marRight w:val="0"/>
          <w:marTop w:val="0"/>
          <w:marBottom w:val="0"/>
          <w:divBdr>
            <w:top w:val="none" w:sz="0" w:space="0" w:color="auto"/>
            <w:left w:val="none" w:sz="0" w:space="0" w:color="auto"/>
            <w:bottom w:val="none" w:sz="0" w:space="0" w:color="auto"/>
            <w:right w:val="none" w:sz="0" w:space="0" w:color="auto"/>
          </w:divBdr>
        </w:div>
        <w:div w:id="349333392">
          <w:marLeft w:val="0"/>
          <w:marRight w:val="0"/>
          <w:marTop w:val="0"/>
          <w:marBottom w:val="0"/>
          <w:divBdr>
            <w:top w:val="none" w:sz="0" w:space="0" w:color="auto"/>
            <w:left w:val="none" w:sz="0" w:space="0" w:color="auto"/>
            <w:bottom w:val="none" w:sz="0" w:space="0" w:color="auto"/>
            <w:right w:val="none" w:sz="0" w:space="0" w:color="auto"/>
          </w:divBdr>
        </w:div>
        <w:div w:id="349333397">
          <w:marLeft w:val="0"/>
          <w:marRight w:val="0"/>
          <w:marTop w:val="0"/>
          <w:marBottom w:val="0"/>
          <w:divBdr>
            <w:top w:val="none" w:sz="0" w:space="0" w:color="auto"/>
            <w:left w:val="none" w:sz="0" w:space="0" w:color="auto"/>
            <w:bottom w:val="none" w:sz="0" w:space="0" w:color="auto"/>
            <w:right w:val="none" w:sz="0" w:space="0" w:color="auto"/>
          </w:divBdr>
        </w:div>
        <w:div w:id="349333401">
          <w:marLeft w:val="0"/>
          <w:marRight w:val="0"/>
          <w:marTop w:val="0"/>
          <w:marBottom w:val="0"/>
          <w:divBdr>
            <w:top w:val="none" w:sz="0" w:space="0" w:color="auto"/>
            <w:left w:val="none" w:sz="0" w:space="0" w:color="auto"/>
            <w:bottom w:val="none" w:sz="0" w:space="0" w:color="auto"/>
            <w:right w:val="none" w:sz="0" w:space="0" w:color="auto"/>
          </w:divBdr>
        </w:div>
        <w:div w:id="349333405">
          <w:marLeft w:val="0"/>
          <w:marRight w:val="0"/>
          <w:marTop w:val="0"/>
          <w:marBottom w:val="0"/>
          <w:divBdr>
            <w:top w:val="none" w:sz="0" w:space="0" w:color="auto"/>
            <w:left w:val="none" w:sz="0" w:space="0" w:color="auto"/>
            <w:bottom w:val="none" w:sz="0" w:space="0" w:color="auto"/>
            <w:right w:val="none" w:sz="0" w:space="0" w:color="auto"/>
          </w:divBdr>
        </w:div>
        <w:div w:id="349333407">
          <w:marLeft w:val="0"/>
          <w:marRight w:val="0"/>
          <w:marTop w:val="0"/>
          <w:marBottom w:val="0"/>
          <w:divBdr>
            <w:top w:val="none" w:sz="0" w:space="0" w:color="auto"/>
            <w:left w:val="none" w:sz="0" w:space="0" w:color="auto"/>
            <w:bottom w:val="none" w:sz="0" w:space="0" w:color="auto"/>
            <w:right w:val="none" w:sz="0" w:space="0" w:color="auto"/>
          </w:divBdr>
        </w:div>
        <w:div w:id="349333413">
          <w:marLeft w:val="0"/>
          <w:marRight w:val="0"/>
          <w:marTop w:val="0"/>
          <w:marBottom w:val="0"/>
          <w:divBdr>
            <w:top w:val="none" w:sz="0" w:space="0" w:color="auto"/>
            <w:left w:val="none" w:sz="0" w:space="0" w:color="auto"/>
            <w:bottom w:val="none" w:sz="0" w:space="0" w:color="auto"/>
            <w:right w:val="none" w:sz="0" w:space="0" w:color="auto"/>
          </w:divBdr>
        </w:div>
        <w:div w:id="349333416">
          <w:marLeft w:val="0"/>
          <w:marRight w:val="0"/>
          <w:marTop w:val="0"/>
          <w:marBottom w:val="0"/>
          <w:divBdr>
            <w:top w:val="none" w:sz="0" w:space="0" w:color="auto"/>
            <w:left w:val="none" w:sz="0" w:space="0" w:color="auto"/>
            <w:bottom w:val="none" w:sz="0" w:space="0" w:color="auto"/>
            <w:right w:val="none" w:sz="0" w:space="0" w:color="auto"/>
          </w:divBdr>
        </w:div>
        <w:div w:id="349333417">
          <w:marLeft w:val="0"/>
          <w:marRight w:val="0"/>
          <w:marTop w:val="0"/>
          <w:marBottom w:val="0"/>
          <w:divBdr>
            <w:top w:val="none" w:sz="0" w:space="0" w:color="auto"/>
            <w:left w:val="none" w:sz="0" w:space="0" w:color="auto"/>
            <w:bottom w:val="none" w:sz="0" w:space="0" w:color="auto"/>
            <w:right w:val="none" w:sz="0" w:space="0" w:color="auto"/>
          </w:divBdr>
        </w:div>
        <w:div w:id="349333420">
          <w:marLeft w:val="0"/>
          <w:marRight w:val="0"/>
          <w:marTop w:val="0"/>
          <w:marBottom w:val="0"/>
          <w:divBdr>
            <w:top w:val="none" w:sz="0" w:space="0" w:color="auto"/>
            <w:left w:val="none" w:sz="0" w:space="0" w:color="auto"/>
            <w:bottom w:val="none" w:sz="0" w:space="0" w:color="auto"/>
            <w:right w:val="none" w:sz="0" w:space="0" w:color="auto"/>
          </w:divBdr>
        </w:div>
        <w:div w:id="349333422">
          <w:marLeft w:val="0"/>
          <w:marRight w:val="0"/>
          <w:marTop w:val="0"/>
          <w:marBottom w:val="0"/>
          <w:divBdr>
            <w:top w:val="none" w:sz="0" w:space="0" w:color="auto"/>
            <w:left w:val="none" w:sz="0" w:space="0" w:color="auto"/>
            <w:bottom w:val="none" w:sz="0" w:space="0" w:color="auto"/>
            <w:right w:val="none" w:sz="0" w:space="0" w:color="auto"/>
          </w:divBdr>
        </w:div>
        <w:div w:id="349333423">
          <w:marLeft w:val="0"/>
          <w:marRight w:val="0"/>
          <w:marTop w:val="0"/>
          <w:marBottom w:val="0"/>
          <w:divBdr>
            <w:top w:val="none" w:sz="0" w:space="0" w:color="auto"/>
            <w:left w:val="none" w:sz="0" w:space="0" w:color="auto"/>
            <w:bottom w:val="none" w:sz="0" w:space="0" w:color="auto"/>
            <w:right w:val="none" w:sz="0" w:space="0" w:color="auto"/>
          </w:divBdr>
        </w:div>
        <w:div w:id="349333426">
          <w:marLeft w:val="0"/>
          <w:marRight w:val="0"/>
          <w:marTop w:val="0"/>
          <w:marBottom w:val="0"/>
          <w:divBdr>
            <w:top w:val="none" w:sz="0" w:space="0" w:color="auto"/>
            <w:left w:val="none" w:sz="0" w:space="0" w:color="auto"/>
            <w:bottom w:val="none" w:sz="0" w:space="0" w:color="auto"/>
            <w:right w:val="none" w:sz="0" w:space="0" w:color="auto"/>
          </w:divBdr>
        </w:div>
        <w:div w:id="349333428">
          <w:marLeft w:val="0"/>
          <w:marRight w:val="0"/>
          <w:marTop w:val="0"/>
          <w:marBottom w:val="0"/>
          <w:divBdr>
            <w:top w:val="none" w:sz="0" w:space="0" w:color="auto"/>
            <w:left w:val="none" w:sz="0" w:space="0" w:color="auto"/>
            <w:bottom w:val="none" w:sz="0" w:space="0" w:color="auto"/>
            <w:right w:val="none" w:sz="0" w:space="0" w:color="auto"/>
          </w:divBdr>
        </w:div>
        <w:div w:id="349333429">
          <w:marLeft w:val="0"/>
          <w:marRight w:val="0"/>
          <w:marTop w:val="0"/>
          <w:marBottom w:val="0"/>
          <w:divBdr>
            <w:top w:val="none" w:sz="0" w:space="0" w:color="auto"/>
            <w:left w:val="none" w:sz="0" w:space="0" w:color="auto"/>
            <w:bottom w:val="none" w:sz="0" w:space="0" w:color="auto"/>
            <w:right w:val="none" w:sz="0" w:space="0" w:color="auto"/>
          </w:divBdr>
        </w:div>
        <w:div w:id="349333430">
          <w:marLeft w:val="0"/>
          <w:marRight w:val="0"/>
          <w:marTop w:val="0"/>
          <w:marBottom w:val="0"/>
          <w:divBdr>
            <w:top w:val="none" w:sz="0" w:space="0" w:color="auto"/>
            <w:left w:val="none" w:sz="0" w:space="0" w:color="auto"/>
            <w:bottom w:val="none" w:sz="0" w:space="0" w:color="auto"/>
            <w:right w:val="none" w:sz="0" w:space="0" w:color="auto"/>
          </w:divBdr>
        </w:div>
        <w:div w:id="349333432">
          <w:marLeft w:val="0"/>
          <w:marRight w:val="0"/>
          <w:marTop w:val="0"/>
          <w:marBottom w:val="0"/>
          <w:divBdr>
            <w:top w:val="none" w:sz="0" w:space="0" w:color="auto"/>
            <w:left w:val="none" w:sz="0" w:space="0" w:color="auto"/>
            <w:bottom w:val="none" w:sz="0" w:space="0" w:color="auto"/>
            <w:right w:val="none" w:sz="0" w:space="0" w:color="auto"/>
          </w:divBdr>
        </w:div>
        <w:div w:id="349333433">
          <w:marLeft w:val="0"/>
          <w:marRight w:val="0"/>
          <w:marTop w:val="0"/>
          <w:marBottom w:val="0"/>
          <w:divBdr>
            <w:top w:val="none" w:sz="0" w:space="0" w:color="auto"/>
            <w:left w:val="none" w:sz="0" w:space="0" w:color="auto"/>
            <w:bottom w:val="none" w:sz="0" w:space="0" w:color="auto"/>
            <w:right w:val="none" w:sz="0" w:space="0" w:color="auto"/>
          </w:divBdr>
        </w:div>
        <w:div w:id="349333440">
          <w:marLeft w:val="0"/>
          <w:marRight w:val="0"/>
          <w:marTop w:val="0"/>
          <w:marBottom w:val="0"/>
          <w:divBdr>
            <w:top w:val="none" w:sz="0" w:space="0" w:color="auto"/>
            <w:left w:val="none" w:sz="0" w:space="0" w:color="auto"/>
            <w:bottom w:val="none" w:sz="0" w:space="0" w:color="auto"/>
            <w:right w:val="none" w:sz="0" w:space="0" w:color="auto"/>
          </w:divBdr>
        </w:div>
        <w:div w:id="349333441">
          <w:marLeft w:val="0"/>
          <w:marRight w:val="0"/>
          <w:marTop w:val="0"/>
          <w:marBottom w:val="0"/>
          <w:divBdr>
            <w:top w:val="none" w:sz="0" w:space="0" w:color="auto"/>
            <w:left w:val="none" w:sz="0" w:space="0" w:color="auto"/>
            <w:bottom w:val="none" w:sz="0" w:space="0" w:color="auto"/>
            <w:right w:val="none" w:sz="0" w:space="0" w:color="auto"/>
          </w:divBdr>
        </w:div>
        <w:div w:id="349333447">
          <w:marLeft w:val="0"/>
          <w:marRight w:val="0"/>
          <w:marTop w:val="0"/>
          <w:marBottom w:val="0"/>
          <w:divBdr>
            <w:top w:val="none" w:sz="0" w:space="0" w:color="auto"/>
            <w:left w:val="none" w:sz="0" w:space="0" w:color="auto"/>
            <w:bottom w:val="none" w:sz="0" w:space="0" w:color="auto"/>
            <w:right w:val="none" w:sz="0" w:space="0" w:color="auto"/>
          </w:divBdr>
        </w:div>
        <w:div w:id="349333458">
          <w:marLeft w:val="0"/>
          <w:marRight w:val="0"/>
          <w:marTop w:val="0"/>
          <w:marBottom w:val="0"/>
          <w:divBdr>
            <w:top w:val="none" w:sz="0" w:space="0" w:color="auto"/>
            <w:left w:val="none" w:sz="0" w:space="0" w:color="auto"/>
            <w:bottom w:val="none" w:sz="0" w:space="0" w:color="auto"/>
            <w:right w:val="none" w:sz="0" w:space="0" w:color="auto"/>
          </w:divBdr>
        </w:div>
        <w:div w:id="349333459">
          <w:marLeft w:val="0"/>
          <w:marRight w:val="0"/>
          <w:marTop w:val="0"/>
          <w:marBottom w:val="0"/>
          <w:divBdr>
            <w:top w:val="none" w:sz="0" w:space="0" w:color="auto"/>
            <w:left w:val="none" w:sz="0" w:space="0" w:color="auto"/>
            <w:bottom w:val="none" w:sz="0" w:space="0" w:color="auto"/>
            <w:right w:val="none" w:sz="0" w:space="0" w:color="auto"/>
          </w:divBdr>
        </w:div>
        <w:div w:id="349333461">
          <w:marLeft w:val="0"/>
          <w:marRight w:val="0"/>
          <w:marTop w:val="0"/>
          <w:marBottom w:val="0"/>
          <w:divBdr>
            <w:top w:val="none" w:sz="0" w:space="0" w:color="auto"/>
            <w:left w:val="none" w:sz="0" w:space="0" w:color="auto"/>
            <w:bottom w:val="none" w:sz="0" w:space="0" w:color="auto"/>
            <w:right w:val="none" w:sz="0" w:space="0" w:color="auto"/>
          </w:divBdr>
        </w:div>
        <w:div w:id="349333466">
          <w:marLeft w:val="0"/>
          <w:marRight w:val="0"/>
          <w:marTop w:val="0"/>
          <w:marBottom w:val="0"/>
          <w:divBdr>
            <w:top w:val="none" w:sz="0" w:space="0" w:color="auto"/>
            <w:left w:val="none" w:sz="0" w:space="0" w:color="auto"/>
            <w:bottom w:val="none" w:sz="0" w:space="0" w:color="auto"/>
            <w:right w:val="none" w:sz="0" w:space="0" w:color="auto"/>
          </w:divBdr>
        </w:div>
        <w:div w:id="349333469">
          <w:marLeft w:val="0"/>
          <w:marRight w:val="0"/>
          <w:marTop w:val="0"/>
          <w:marBottom w:val="0"/>
          <w:divBdr>
            <w:top w:val="none" w:sz="0" w:space="0" w:color="auto"/>
            <w:left w:val="none" w:sz="0" w:space="0" w:color="auto"/>
            <w:bottom w:val="none" w:sz="0" w:space="0" w:color="auto"/>
            <w:right w:val="none" w:sz="0" w:space="0" w:color="auto"/>
          </w:divBdr>
        </w:div>
      </w:divsChild>
    </w:div>
    <w:div w:id="349333399">
      <w:marLeft w:val="0"/>
      <w:marRight w:val="0"/>
      <w:marTop w:val="0"/>
      <w:marBottom w:val="0"/>
      <w:divBdr>
        <w:top w:val="none" w:sz="0" w:space="0" w:color="auto"/>
        <w:left w:val="none" w:sz="0" w:space="0" w:color="auto"/>
        <w:bottom w:val="none" w:sz="0" w:space="0" w:color="auto"/>
        <w:right w:val="none" w:sz="0" w:space="0" w:color="auto"/>
      </w:divBdr>
      <w:divsChild>
        <w:div w:id="349333418">
          <w:marLeft w:val="75"/>
          <w:marRight w:val="75"/>
          <w:marTop w:val="0"/>
          <w:marBottom w:val="0"/>
          <w:divBdr>
            <w:top w:val="none" w:sz="0" w:space="0" w:color="auto"/>
            <w:left w:val="none" w:sz="0" w:space="0" w:color="auto"/>
            <w:bottom w:val="none" w:sz="0" w:space="0" w:color="auto"/>
            <w:right w:val="none" w:sz="0" w:space="0" w:color="auto"/>
          </w:divBdr>
        </w:div>
      </w:divsChild>
    </w:div>
    <w:div w:id="349333449">
      <w:marLeft w:val="0"/>
      <w:marRight w:val="0"/>
      <w:marTop w:val="0"/>
      <w:marBottom w:val="0"/>
      <w:divBdr>
        <w:top w:val="none" w:sz="0" w:space="0" w:color="auto"/>
        <w:left w:val="none" w:sz="0" w:space="0" w:color="auto"/>
        <w:bottom w:val="none" w:sz="0" w:space="0" w:color="auto"/>
        <w:right w:val="none" w:sz="0" w:space="0" w:color="auto"/>
      </w:divBdr>
      <w:divsChild>
        <w:div w:id="349332828">
          <w:marLeft w:val="0"/>
          <w:marRight w:val="0"/>
          <w:marTop w:val="0"/>
          <w:marBottom w:val="0"/>
          <w:divBdr>
            <w:top w:val="none" w:sz="0" w:space="0" w:color="auto"/>
            <w:left w:val="none" w:sz="0" w:space="0" w:color="auto"/>
            <w:bottom w:val="none" w:sz="0" w:space="0" w:color="auto"/>
            <w:right w:val="none" w:sz="0" w:space="0" w:color="auto"/>
          </w:divBdr>
        </w:div>
        <w:div w:id="349332829">
          <w:marLeft w:val="0"/>
          <w:marRight w:val="0"/>
          <w:marTop w:val="0"/>
          <w:marBottom w:val="0"/>
          <w:divBdr>
            <w:top w:val="none" w:sz="0" w:space="0" w:color="auto"/>
            <w:left w:val="none" w:sz="0" w:space="0" w:color="auto"/>
            <w:bottom w:val="none" w:sz="0" w:space="0" w:color="auto"/>
            <w:right w:val="none" w:sz="0" w:space="0" w:color="auto"/>
          </w:divBdr>
        </w:div>
        <w:div w:id="349332830">
          <w:marLeft w:val="0"/>
          <w:marRight w:val="0"/>
          <w:marTop w:val="0"/>
          <w:marBottom w:val="0"/>
          <w:divBdr>
            <w:top w:val="none" w:sz="0" w:space="0" w:color="auto"/>
            <w:left w:val="none" w:sz="0" w:space="0" w:color="auto"/>
            <w:bottom w:val="none" w:sz="0" w:space="0" w:color="auto"/>
            <w:right w:val="none" w:sz="0" w:space="0" w:color="auto"/>
          </w:divBdr>
        </w:div>
        <w:div w:id="349332834">
          <w:marLeft w:val="0"/>
          <w:marRight w:val="0"/>
          <w:marTop w:val="0"/>
          <w:marBottom w:val="0"/>
          <w:divBdr>
            <w:top w:val="none" w:sz="0" w:space="0" w:color="auto"/>
            <w:left w:val="none" w:sz="0" w:space="0" w:color="auto"/>
            <w:bottom w:val="none" w:sz="0" w:space="0" w:color="auto"/>
            <w:right w:val="none" w:sz="0" w:space="0" w:color="auto"/>
          </w:divBdr>
        </w:div>
        <w:div w:id="349332836">
          <w:marLeft w:val="0"/>
          <w:marRight w:val="0"/>
          <w:marTop w:val="0"/>
          <w:marBottom w:val="0"/>
          <w:divBdr>
            <w:top w:val="none" w:sz="0" w:space="0" w:color="auto"/>
            <w:left w:val="none" w:sz="0" w:space="0" w:color="auto"/>
            <w:bottom w:val="none" w:sz="0" w:space="0" w:color="auto"/>
            <w:right w:val="none" w:sz="0" w:space="0" w:color="auto"/>
          </w:divBdr>
        </w:div>
        <w:div w:id="349332837">
          <w:marLeft w:val="0"/>
          <w:marRight w:val="0"/>
          <w:marTop w:val="0"/>
          <w:marBottom w:val="0"/>
          <w:divBdr>
            <w:top w:val="none" w:sz="0" w:space="0" w:color="auto"/>
            <w:left w:val="none" w:sz="0" w:space="0" w:color="auto"/>
            <w:bottom w:val="none" w:sz="0" w:space="0" w:color="auto"/>
            <w:right w:val="none" w:sz="0" w:space="0" w:color="auto"/>
          </w:divBdr>
        </w:div>
        <w:div w:id="349332842">
          <w:marLeft w:val="0"/>
          <w:marRight w:val="0"/>
          <w:marTop w:val="0"/>
          <w:marBottom w:val="0"/>
          <w:divBdr>
            <w:top w:val="none" w:sz="0" w:space="0" w:color="auto"/>
            <w:left w:val="none" w:sz="0" w:space="0" w:color="auto"/>
            <w:bottom w:val="none" w:sz="0" w:space="0" w:color="auto"/>
            <w:right w:val="none" w:sz="0" w:space="0" w:color="auto"/>
          </w:divBdr>
        </w:div>
        <w:div w:id="349332845">
          <w:marLeft w:val="0"/>
          <w:marRight w:val="0"/>
          <w:marTop w:val="0"/>
          <w:marBottom w:val="0"/>
          <w:divBdr>
            <w:top w:val="none" w:sz="0" w:space="0" w:color="auto"/>
            <w:left w:val="none" w:sz="0" w:space="0" w:color="auto"/>
            <w:bottom w:val="none" w:sz="0" w:space="0" w:color="auto"/>
            <w:right w:val="none" w:sz="0" w:space="0" w:color="auto"/>
          </w:divBdr>
        </w:div>
        <w:div w:id="349332846">
          <w:marLeft w:val="0"/>
          <w:marRight w:val="0"/>
          <w:marTop w:val="0"/>
          <w:marBottom w:val="0"/>
          <w:divBdr>
            <w:top w:val="none" w:sz="0" w:space="0" w:color="auto"/>
            <w:left w:val="none" w:sz="0" w:space="0" w:color="auto"/>
            <w:bottom w:val="none" w:sz="0" w:space="0" w:color="auto"/>
            <w:right w:val="none" w:sz="0" w:space="0" w:color="auto"/>
          </w:divBdr>
        </w:div>
        <w:div w:id="349332847">
          <w:marLeft w:val="0"/>
          <w:marRight w:val="0"/>
          <w:marTop w:val="0"/>
          <w:marBottom w:val="0"/>
          <w:divBdr>
            <w:top w:val="none" w:sz="0" w:space="0" w:color="auto"/>
            <w:left w:val="none" w:sz="0" w:space="0" w:color="auto"/>
            <w:bottom w:val="none" w:sz="0" w:space="0" w:color="auto"/>
            <w:right w:val="none" w:sz="0" w:space="0" w:color="auto"/>
          </w:divBdr>
        </w:div>
        <w:div w:id="349332850">
          <w:marLeft w:val="0"/>
          <w:marRight w:val="0"/>
          <w:marTop w:val="0"/>
          <w:marBottom w:val="0"/>
          <w:divBdr>
            <w:top w:val="none" w:sz="0" w:space="0" w:color="auto"/>
            <w:left w:val="none" w:sz="0" w:space="0" w:color="auto"/>
            <w:bottom w:val="none" w:sz="0" w:space="0" w:color="auto"/>
            <w:right w:val="none" w:sz="0" w:space="0" w:color="auto"/>
          </w:divBdr>
        </w:div>
        <w:div w:id="349332851">
          <w:marLeft w:val="0"/>
          <w:marRight w:val="0"/>
          <w:marTop w:val="0"/>
          <w:marBottom w:val="0"/>
          <w:divBdr>
            <w:top w:val="none" w:sz="0" w:space="0" w:color="auto"/>
            <w:left w:val="none" w:sz="0" w:space="0" w:color="auto"/>
            <w:bottom w:val="none" w:sz="0" w:space="0" w:color="auto"/>
            <w:right w:val="none" w:sz="0" w:space="0" w:color="auto"/>
          </w:divBdr>
        </w:div>
        <w:div w:id="349332853">
          <w:marLeft w:val="0"/>
          <w:marRight w:val="0"/>
          <w:marTop w:val="0"/>
          <w:marBottom w:val="0"/>
          <w:divBdr>
            <w:top w:val="none" w:sz="0" w:space="0" w:color="auto"/>
            <w:left w:val="none" w:sz="0" w:space="0" w:color="auto"/>
            <w:bottom w:val="none" w:sz="0" w:space="0" w:color="auto"/>
            <w:right w:val="none" w:sz="0" w:space="0" w:color="auto"/>
          </w:divBdr>
        </w:div>
        <w:div w:id="349332855">
          <w:marLeft w:val="0"/>
          <w:marRight w:val="0"/>
          <w:marTop w:val="0"/>
          <w:marBottom w:val="0"/>
          <w:divBdr>
            <w:top w:val="none" w:sz="0" w:space="0" w:color="auto"/>
            <w:left w:val="none" w:sz="0" w:space="0" w:color="auto"/>
            <w:bottom w:val="none" w:sz="0" w:space="0" w:color="auto"/>
            <w:right w:val="none" w:sz="0" w:space="0" w:color="auto"/>
          </w:divBdr>
        </w:div>
        <w:div w:id="349332857">
          <w:marLeft w:val="0"/>
          <w:marRight w:val="0"/>
          <w:marTop w:val="0"/>
          <w:marBottom w:val="0"/>
          <w:divBdr>
            <w:top w:val="none" w:sz="0" w:space="0" w:color="auto"/>
            <w:left w:val="none" w:sz="0" w:space="0" w:color="auto"/>
            <w:bottom w:val="none" w:sz="0" w:space="0" w:color="auto"/>
            <w:right w:val="none" w:sz="0" w:space="0" w:color="auto"/>
          </w:divBdr>
        </w:div>
        <w:div w:id="349332858">
          <w:marLeft w:val="0"/>
          <w:marRight w:val="0"/>
          <w:marTop w:val="0"/>
          <w:marBottom w:val="0"/>
          <w:divBdr>
            <w:top w:val="none" w:sz="0" w:space="0" w:color="auto"/>
            <w:left w:val="none" w:sz="0" w:space="0" w:color="auto"/>
            <w:bottom w:val="none" w:sz="0" w:space="0" w:color="auto"/>
            <w:right w:val="none" w:sz="0" w:space="0" w:color="auto"/>
          </w:divBdr>
        </w:div>
        <w:div w:id="349332859">
          <w:marLeft w:val="0"/>
          <w:marRight w:val="0"/>
          <w:marTop w:val="0"/>
          <w:marBottom w:val="0"/>
          <w:divBdr>
            <w:top w:val="none" w:sz="0" w:space="0" w:color="auto"/>
            <w:left w:val="none" w:sz="0" w:space="0" w:color="auto"/>
            <w:bottom w:val="none" w:sz="0" w:space="0" w:color="auto"/>
            <w:right w:val="none" w:sz="0" w:space="0" w:color="auto"/>
          </w:divBdr>
        </w:div>
        <w:div w:id="349332860">
          <w:marLeft w:val="0"/>
          <w:marRight w:val="0"/>
          <w:marTop w:val="0"/>
          <w:marBottom w:val="0"/>
          <w:divBdr>
            <w:top w:val="none" w:sz="0" w:space="0" w:color="auto"/>
            <w:left w:val="none" w:sz="0" w:space="0" w:color="auto"/>
            <w:bottom w:val="none" w:sz="0" w:space="0" w:color="auto"/>
            <w:right w:val="none" w:sz="0" w:space="0" w:color="auto"/>
          </w:divBdr>
        </w:div>
        <w:div w:id="349332861">
          <w:marLeft w:val="0"/>
          <w:marRight w:val="0"/>
          <w:marTop w:val="0"/>
          <w:marBottom w:val="0"/>
          <w:divBdr>
            <w:top w:val="none" w:sz="0" w:space="0" w:color="auto"/>
            <w:left w:val="none" w:sz="0" w:space="0" w:color="auto"/>
            <w:bottom w:val="none" w:sz="0" w:space="0" w:color="auto"/>
            <w:right w:val="none" w:sz="0" w:space="0" w:color="auto"/>
          </w:divBdr>
        </w:div>
        <w:div w:id="349332862">
          <w:marLeft w:val="0"/>
          <w:marRight w:val="0"/>
          <w:marTop w:val="0"/>
          <w:marBottom w:val="0"/>
          <w:divBdr>
            <w:top w:val="none" w:sz="0" w:space="0" w:color="auto"/>
            <w:left w:val="none" w:sz="0" w:space="0" w:color="auto"/>
            <w:bottom w:val="none" w:sz="0" w:space="0" w:color="auto"/>
            <w:right w:val="none" w:sz="0" w:space="0" w:color="auto"/>
          </w:divBdr>
        </w:div>
        <w:div w:id="349332863">
          <w:marLeft w:val="0"/>
          <w:marRight w:val="0"/>
          <w:marTop w:val="0"/>
          <w:marBottom w:val="0"/>
          <w:divBdr>
            <w:top w:val="none" w:sz="0" w:space="0" w:color="auto"/>
            <w:left w:val="none" w:sz="0" w:space="0" w:color="auto"/>
            <w:bottom w:val="none" w:sz="0" w:space="0" w:color="auto"/>
            <w:right w:val="none" w:sz="0" w:space="0" w:color="auto"/>
          </w:divBdr>
        </w:div>
        <w:div w:id="349332873">
          <w:marLeft w:val="0"/>
          <w:marRight w:val="0"/>
          <w:marTop w:val="0"/>
          <w:marBottom w:val="0"/>
          <w:divBdr>
            <w:top w:val="none" w:sz="0" w:space="0" w:color="auto"/>
            <w:left w:val="none" w:sz="0" w:space="0" w:color="auto"/>
            <w:bottom w:val="none" w:sz="0" w:space="0" w:color="auto"/>
            <w:right w:val="none" w:sz="0" w:space="0" w:color="auto"/>
          </w:divBdr>
        </w:div>
        <w:div w:id="349332874">
          <w:marLeft w:val="0"/>
          <w:marRight w:val="0"/>
          <w:marTop w:val="0"/>
          <w:marBottom w:val="0"/>
          <w:divBdr>
            <w:top w:val="none" w:sz="0" w:space="0" w:color="auto"/>
            <w:left w:val="none" w:sz="0" w:space="0" w:color="auto"/>
            <w:bottom w:val="none" w:sz="0" w:space="0" w:color="auto"/>
            <w:right w:val="none" w:sz="0" w:space="0" w:color="auto"/>
          </w:divBdr>
        </w:div>
        <w:div w:id="349332882">
          <w:marLeft w:val="0"/>
          <w:marRight w:val="0"/>
          <w:marTop w:val="0"/>
          <w:marBottom w:val="0"/>
          <w:divBdr>
            <w:top w:val="none" w:sz="0" w:space="0" w:color="auto"/>
            <w:left w:val="none" w:sz="0" w:space="0" w:color="auto"/>
            <w:bottom w:val="none" w:sz="0" w:space="0" w:color="auto"/>
            <w:right w:val="none" w:sz="0" w:space="0" w:color="auto"/>
          </w:divBdr>
        </w:div>
        <w:div w:id="349332883">
          <w:marLeft w:val="0"/>
          <w:marRight w:val="0"/>
          <w:marTop w:val="0"/>
          <w:marBottom w:val="0"/>
          <w:divBdr>
            <w:top w:val="none" w:sz="0" w:space="0" w:color="auto"/>
            <w:left w:val="none" w:sz="0" w:space="0" w:color="auto"/>
            <w:bottom w:val="none" w:sz="0" w:space="0" w:color="auto"/>
            <w:right w:val="none" w:sz="0" w:space="0" w:color="auto"/>
          </w:divBdr>
        </w:div>
        <w:div w:id="349332886">
          <w:marLeft w:val="0"/>
          <w:marRight w:val="0"/>
          <w:marTop w:val="0"/>
          <w:marBottom w:val="0"/>
          <w:divBdr>
            <w:top w:val="none" w:sz="0" w:space="0" w:color="auto"/>
            <w:left w:val="none" w:sz="0" w:space="0" w:color="auto"/>
            <w:bottom w:val="none" w:sz="0" w:space="0" w:color="auto"/>
            <w:right w:val="none" w:sz="0" w:space="0" w:color="auto"/>
          </w:divBdr>
        </w:div>
        <w:div w:id="349332889">
          <w:marLeft w:val="0"/>
          <w:marRight w:val="0"/>
          <w:marTop w:val="0"/>
          <w:marBottom w:val="0"/>
          <w:divBdr>
            <w:top w:val="none" w:sz="0" w:space="0" w:color="auto"/>
            <w:left w:val="none" w:sz="0" w:space="0" w:color="auto"/>
            <w:bottom w:val="none" w:sz="0" w:space="0" w:color="auto"/>
            <w:right w:val="none" w:sz="0" w:space="0" w:color="auto"/>
          </w:divBdr>
        </w:div>
        <w:div w:id="349332894">
          <w:marLeft w:val="0"/>
          <w:marRight w:val="0"/>
          <w:marTop w:val="0"/>
          <w:marBottom w:val="0"/>
          <w:divBdr>
            <w:top w:val="none" w:sz="0" w:space="0" w:color="auto"/>
            <w:left w:val="none" w:sz="0" w:space="0" w:color="auto"/>
            <w:bottom w:val="none" w:sz="0" w:space="0" w:color="auto"/>
            <w:right w:val="none" w:sz="0" w:space="0" w:color="auto"/>
          </w:divBdr>
        </w:div>
        <w:div w:id="349332895">
          <w:marLeft w:val="0"/>
          <w:marRight w:val="0"/>
          <w:marTop w:val="0"/>
          <w:marBottom w:val="0"/>
          <w:divBdr>
            <w:top w:val="none" w:sz="0" w:space="0" w:color="auto"/>
            <w:left w:val="none" w:sz="0" w:space="0" w:color="auto"/>
            <w:bottom w:val="none" w:sz="0" w:space="0" w:color="auto"/>
            <w:right w:val="none" w:sz="0" w:space="0" w:color="auto"/>
          </w:divBdr>
        </w:div>
        <w:div w:id="349332898">
          <w:marLeft w:val="0"/>
          <w:marRight w:val="0"/>
          <w:marTop w:val="0"/>
          <w:marBottom w:val="0"/>
          <w:divBdr>
            <w:top w:val="none" w:sz="0" w:space="0" w:color="auto"/>
            <w:left w:val="none" w:sz="0" w:space="0" w:color="auto"/>
            <w:bottom w:val="none" w:sz="0" w:space="0" w:color="auto"/>
            <w:right w:val="none" w:sz="0" w:space="0" w:color="auto"/>
          </w:divBdr>
        </w:div>
        <w:div w:id="349332899">
          <w:marLeft w:val="0"/>
          <w:marRight w:val="0"/>
          <w:marTop w:val="0"/>
          <w:marBottom w:val="0"/>
          <w:divBdr>
            <w:top w:val="none" w:sz="0" w:space="0" w:color="auto"/>
            <w:left w:val="none" w:sz="0" w:space="0" w:color="auto"/>
            <w:bottom w:val="none" w:sz="0" w:space="0" w:color="auto"/>
            <w:right w:val="none" w:sz="0" w:space="0" w:color="auto"/>
          </w:divBdr>
        </w:div>
        <w:div w:id="349332901">
          <w:marLeft w:val="0"/>
          <w:marRight w:val="0"/>
          <w:marTop w:val="0"/>
          <w:marBottom w:val="0"/>
          <w:divBdr>
            <w:top w:val="none" w:sz="0" w:space="0" w:color="auto"/>
            <w:left w:val="none" w:sz="0" w:space="0" w:color="auto"/>
            <w:bottom w:val="none" w:sz="0" w:space="0" w:color="auto"/>
            <w:right w:val="none" w:sz="0" w:space="0" w:color="auto"/>
          </w:divBdr>
        </w:div>
        <w:div w:id="349332909">
          <w:marLeft w:val="0"/>
          <w:marRight w:val="0"/>
          <w:marTop w:val="0"/>
          <w:marBottom w:val="0"/>
          <w:divBdr>
            <w:top w:val="none" w:sz="0" w:space="0" w:color="auto"/>
            <w:left w:val="none" w:sz="0" w:space="0" w:color="auto"/>
            <w:bottom w:val="none" w:sz="0" w:space="0" w:color="auto"/>
            <w:right w:val="none" w:sz="0" w:space="0" w:color="auto"/>
          </w:divBdr>
        </w:div>
        <w:div w:id="349332912">
          <w:marLeft w:val="0"/>
          <w:marRight w:val="0"/>
          <w:marTop w:val="0"/>
          <w:marBottom w:val="0"/>
          <w:divBdr>
            <w:top w:val="none" w:sz="0" w:space="0" w:color="auto"/>
            <w:left w:val="none" w:sz="0" w:space="0" w:color="auto"/>
            <w:bottom w:val="none" w:sz="0" w:space="0" w:color="auto"/>
            <w:right w:val="none" w:sz="0" w:space="0" w:color="auto"/>
          </w:divBdr>
        </w:div>
        <w:div w:id="349332914">
          <w:marLeft w:val="0"/>
          <w:marRight w:val="0"/>
          <w:marTop w:val="0"/>
          <w:marBottom w:val="0"/>
          <w:divBdr>
            <w:top w:val="none" w:sz="0" w:space="0" w:color="auto"/>
            <w:left w:val="none" w:sz="0" w:space="0" w:color="auto"/>
            <w:bottom w:val="none" w:sz="0" w:space="0" w:color="auto"/>
            <w:right w:val="none" w:sz="0" w:space="0" w:color="auto"/>
          </w:divBdr>
        </w:div>
        <w:div w:id="349332915">
          <w:marLeft w:val="0"/>
          <w:marRight w:val="0"/>
          <w:marTop w:val="0"/>
          <w:marBottom w:val="0"/>
          <w:divBdr>
            <w:top w:val="none" w:sz="0" w:space="0" w:color="auto"/>
            <w:left w:val="none" w:sz="0" w:space="0" w:color="auto"/>
            <w:bottom w:val="none" w:sz="0" w:space="0" w:color="auto"/>
            <w:right w:val="none" w:sz="0" w:space="0" w:color="auto"/>
          </w:divBdr>
        </w:div>
        <w:div w:id="349332916">
          <w:marLeft w:val="0"/>
          <w:marRight w:val="0"/>
          <w:marTop w:val="0"/>
          <w:marBottom w:val="0"/>
          <w:divBdr>
            <w:top w:val="none" w:sz="0" w:space="0" w:color="auto"/>
            <w:left w:val="none" w:sz="0" w:space="0" w:color="auto"/>
            <w:bottom w:val="none" w:sz="0" w:space="0" w:color="auto"/>
            <w:right w:val="none" w:sz="0" w:space="0" w:color="auto"/>
          </w:divBdr>
        </w:div>
        <w:div w:id="349332918">
          <w:marLeft w:val="0"/>
          <w:marRight w:val="0"/>
          <w:marTop w:val="0"/>
          <w:marBottom w:val="0"/>
          <w:divBdr>
            <w:top w:val="none" w:sz="0" w:space="0" w:color="auto"/>
            <w:left w:val="none" w:sz="0" w:space="0" w:color="auto"/>
            <w:bottom w:val="none" w:sz="0" w:space="0" w:color="auto"/>
            <w:right w:val="none" w:sz="0" w:space="0" w:color="auto"/>
          </w:divBdr>
        </w:div>
        <w:div w:id="349332923">
          <w:marLeft w:val="0"/>
          <w:marRight w:val="0"/>
          <w:marTop w:val="0"/>
          <w:marBottom w:val="0"/>
          <w:divBdr>
            <w:top w:val="none" w:sz="0" w:space="0" w:color="auto"/>
            <w:left w:val="none" w:sz="0" w:space="0" w:color="auto"/>
            <w:bottom w:val="none" w:sz="0" w:space="0" w:color="auto"/>
            <w:right w:val="none" w:sz="0" w:space="0" w:color="auto"/>
          </w:divBdr>
        </w:div>
        <w:div w:id="349333361">
          <w:marLeft w:val="0"/>
          <w:marRight w:val="0"/>
          <w:marTop w:val="0"/>
          <w:marBottom w:val="0"/>
          <w:divBdr>
            <w:top w:val="none" w:sz="0" w:space="0" w:color="auto"/>
            <w:left w:val="none" w:sz="0" w:space="0" w:color="auto"/>
            <w:bottom w:val="none" w:sz="0" w:space="0" w:color="auto"/>
            <w:right w:val="none" w:sz="0" w:space="0" w:color="auto"/>
          </w:divBdr>
        </w:div>
        <w:div w:id="349333362">
          <w:marLeft w:val="0"/>
          <w:marRight w:val="0"/>
          <w:marTop w:val="0"/>
          <w:marBottom w:val="0"/>
          <w:divBdr>
            <w:top w:val="none" w:sz="0" w:space="0" w:color="auto"/>
            <w:left w:val="none" w:sz="0" w:space="0" w:color="auto"/>
            <w:bottom w:val="none" w:sz="0" w:space="0" w:color="auto"/>
            <w:right w:val="none" w:sz="0" w:space="0" w:color="auto"/>
          </w:divBdr>
        </w:div>
        <w:div w:id="349333371">
          <w:marLeft w:val="0"/>
          <w:marRight w:val="0"/>
          <w:marTop w:val="0"/>
          <w:marBottom w:val="0"/>
          <w:divBdr>
            <w:top w:val="none" w:sz="0" w:space="0" w:color="auto"/>
            <w:left w:val="none" w:sz="0" w:space="0" w:color="auto"/>
            <w:bottom w:val="none" w:sz="0" w:space="0" w:color="auto"/>
            <w:right w:val="none" w:sz="0" w:space="0" w:color="auto"/>
          </w:divBdr>
        </w:div>
        <w:div w:id="349333375">
          <w:marLeft w:val="0"/>
          <w:marRight w:val="0"/>
          <w:marTop w:val="0"/>
          <w:marBottom w:val="0"/>
          <w:divBdr>
            <w:top w:val="none" w:sz="0" w:space="0" w:color="auto"/>
            <w:left w:val="none" w:sz="0" w:space="0" w:color="auto"/>
            <w:bottom w:val="none" w:sz="0" w:space="0" w:color="auto"/>
            <w:right w:val="none" w:sz="0" w:space="0" w:color="auto"/>
          </w:divBdr>
        </w:div>
        <w:div w:id="349333377">
          <w:marLeft w:val="0"/>
          <w:marRight w:val="0"/>
          <w:marTop w:val="0"/>
          <w:marBottom w:val="0"/>
          <w:divBdr>
            <w:top w:val="none" w:sz="0" w:space="0" w:color="auto"/>
            <w:left w:val="none" w:sz="0" w:space="0" w:color="auto"/>
            <w:bottom w:val="none" w:sz="0" w:space="0" w:color="auto"/>
            <w:right w:val="none" w:sz="0" w:space="0" w:color="auto"/>
          </w:divBdr>
        </w:div>
        <w:div w:id="349333378">
          <w:marLeft w:val="0"/>
          <w:marRight w:val="0"/>
          <w:marTop w:val="0"/>
          <w:marBottom w:val="0"/>
          <w:divBdr>
            <w:top w:val="none" w:sz="0" w:space="0" w:color="auto"/>
            <w:left w:val="none" w:sz="0" w:space="0" w:color="auto"/>
            <w:bottom w:val="none" w:sz="0" w:space="0" w:color="auto"/>
            <w:right w:val="none" w:sz="0" w:space="0" w:color="auto"/>
          </w:divBdr>
        </w:div>
        <w:div w:id="349333387">
          <w:marLeft w:val="0"/>
          <w:marRight w:val="0"/>
          <w:marTop w:val="0"/>
          <w:marBottom w:val="0"/>
          <w:divBdr>
            <w:top w:val="none" w:sz="0" w:space="0" w:color="auto"/>
            <w:left w:val="none" w:sz="0" w:space="0" w:color="auto"/>
            <w:bottom w:val="none" w:sz="0" w:space="0" w:color="auto"/>
            <w:right w:val="none" w:sz="0" w:space="0" w:color="auto"/>
          </w:divBdr>
        </w:div>
        <w:div w:id="349333391">
          <w:marLeft w:val="0"/>
          <w:marRight w:val="0"/>
          <w:marTop w:val="0"/>
          <w:marBottom w:val="0"/>
          <w:divBdr>
            <w:top w:val="none" w:sz="0" w:space="0" w:color="auto"/>
            <w:left w:val="none" w:sz="0" w:space="0" w:color="auto"/>
            <w:bottom w:val="none" w:sz="0" w:space="0" w:color="auto"/>
            <w:right w:val="none" w:sz="0" w:space="0" w:color="auto"/>
          </w:divBdr>
        </w:div>
        <w:div w:id="349333394">
          <w:marLeft w:val="0"/>
          <w:marRight w:val="0"/>
          <w:marTop w:val="0"/>
          <w:marBottom w:val="0"/>
          <w:divBdr>
            <w:top w:val="none" w:sz="0" w:space="0" w:color="auto"/>
            <w:left w:val="none" w:sz="0" w:space="0" w:color="auto"/>
            <w:bottom w:val="none" w:sz="0" w:space="0" w:color="auto"/>
            <w:right w:val="none" w:sz="0" w:space="0" w:color="auto"/>
          </w:divBdr>
        </w:div>
        <w:div w:id="349333396">
          <w:marLeft w:val="0"/>
          <w:marRight w:val="0"/>
          <w:marTop w:val="0"/>
          <w:marBottom w:val="0"/>
          <w:divBdr>
            <w:top w:val="none" w:sz="0" w:space="0" w:color="auto"/>
            <w:left w:val="none" w:sz="0" w:space="0" w:color="auto"/>
            <w:bottom w:val="none" w:sz="0" w:space="0" w:color="auto"/>
            <w:right w:val="none" w:sz="0" w:space="0" w:color="auto"/>
          </w:divBdr>
        </w:div>
        <w:div w:id="349333400">
          <w:marLeft w:val="0"/>
          <w:marRight w:val="0"/>
          <w:marTop w:val="0"/>
          <w:marBottom w:val="0"/>
          <w:divBdr>
            <w:top w:val="none" w:sz="0" w:space="0" w:color="auto"/>
            <w:left w:val="none" w:sz="0" w:space="0" w:color="auto"/>
            <w:bottom w:val="none" w:sz="0" w:space="0" w:color="auto"/>
            <w:right w:val="none" w:sz="0" w:space="0" w:color="auto"/>
          </w:divBdr>
        </w:div>
        <w:div w:id="349333402">
          <w:marLeft w:val="0"/>
          <w:marRight w:val="0"/>
          <w:marTop w:val="0"/>
          <w:marBottom w:val="0"/>
          <w:divBdr>
            <w:top w:val="none" w:sz="0" w:space="0" w:color="auto"/>
            <w:left w:val="none" w:sz="0" w:space="0" w:color="auto"/>
            <w:bottom w:val="none" w:sz="0" w:space="0" w:color="auto"/>
            <w:right w:val="none" w:sz="0" w:space="0" w:color="auto"/>
          </w:divBdr>
        </w:div>
        <w:div w:id="349333404">
          <w:marLeft w:val="0"/>
          <w:marRight w:val="0"/>
          <w:marTop w:val="0"/>
          <w:marBottom w:val="0"/>
          <w:divBdr>
            <w:top w:val="none" w:sz="0" w:space="0" w:color="auto"/>
            <w:left w:val="none" w:sz="0" w:space="0" w:color="auto"/>
            <w:bottom w:val="none" w:sz="0" w:space="0" w:color="auto"/>
            <w:right w:val="none" w:sz="0" w:space="0" w:color="auto"/>
          </w:divBdr>
        </w:div>
        <w:div w:id="349333406">
          <w:marLeft w:val="0"/>
          <w:marRight w:val="0"/>
          <w:marTop w:val="0"/>
          <w:marBottom w:val="0"/>
          <w:divBdr>
            <w:top w:val="none" w:sz="0" w:space="0" w:color="auto"/>
            <w:left w:val="none" w:sz="0" w:space="0" w:color="auto"/>
            <w:bottom w:val="none" w:sz="0" w:space="0" w:color="auto"/>
            <w:right w:val="none" w:sz="0" w:space="0" w:color="auto"/>
          </w:divBdr>
        </w:div>
        <w:div w:id="349333408">
          <w:marLeft w:val="0"/>
          <w:marRight w:val="0"/>
          <w:marTop w:val="0"/>
          <w:marBottom w:val="0"/>
          <w:divBdr>
            <w:top w:val="none" w:sz="0" w:space="0" w:color="auto"/>
            <w:left w:val="none" w:sz="0" w:space="0" w:color="auto"/>
            <w:bottom w:val="none" w:sz="0" w:space="0" w:color="auto"/>
            <w:right w:val="none" w:sz="0" w:space="0" w:color="auto"/>
          </w:divBdr>
        </w:div>
        <w:div w:id="349333410">
          <w:marLeft w:val="0"/>
          <w:marRight w:val="0"/>
          <w:marTop w:val="0"/>
          <w:marBottom w:val="0"/>
          <w:divBdr>
            <w:top w:val="none" w:sz="0" w:space="0" w:color="auto"/>
            <w:left w:val="none" w:sz="0" w:space="0" w:color="auto"/>
            <w:bottom w:val="none" w:sz="0" w:space="0" w:color="auto"/>
            <w:right w:val="none" w:sz="0" w:space="0" w:color="auto"/>
          </w:divBdr>
        </w:div>
        <w:div w:id="349333411">
          <w:marLeft w:val="0"/>
          <w:marRight w:val="0"/>
          <w:marTop w:val="0"/>
          <w:marBottom w:val="0"/>
          <w:divBdr>
            <w:top w:val="none" w:sz="0" w:space="0" w:color="auto"/>
            <w:left w:val="none" w:sz="0" w:space="0" w:color="auto"/>
            <w:bottom w:val="none" w:sz="0" w:space="0" w:color="auto"/>
            <w:right w:val="none" w:sz="0" w:space="0" w:color="auto"/>
          </w:divBdr>
        </w:div>
        <w:div w:id="349333412">
          <w:marLeft w:val="0"/>
          <w:marRight w:val="0"/>
          <w:marTop w:val="0"/>
          <w:marBottom w:val="0"/>
          <w:divBdr>
            <w:top w:val="none" w:sz="0" w:space="0" w:color="auto"/>
            <w:left w:val="none" w:sz="0" w:space="0" w:color="auto"/>
            <w:bottom w:val="none" w:sz="0" w:space="0" w:color="auto"/>
            <w:right w:val="none" w:sz="0" w:space="0" w:color="auto"/>
          </w:divBdr>
        </w:div>
        <w:div w:id="349333414">
          <w:marLeft w:val="0"/>
          <w:marRight w:val="0"/>
          <w:marTop w:val="0"/>
          <w:marBottom w:val="0"/>
          <w:divBdr>
            <w:top w:val="none" w:sz="0" w:space="0" w:color="auto"/>
            <w:left w:val="none" w:sz="0" w:space="0" w:color="auto"/>
            <w:bottom w:val="none" w:sz="0" w:space="0" w:color="auto"/>
            <w:right w:val="none" w:sz="0" w:space="0" w:color="auto"/>
          </w:divBdr>
        </w:div>
        <w:div w:id="349333415">
          <w:marLeft w:val="0"/>
          <w:marRight w:val="0"/>
          <w:marTop w:val="0"/>
          <w:marBottom w:val="0"/>
          <w:divBdr>
            <w:top w:val="none" w:sz="0" w:space="0" w:color="auto"/>
            <w:left w:val="none" w:sz="0" w:space="0" w:color="auto"/>
            <w:bottom w:val="none" w:sz="0" w:space="0" w:color="auto"/>
            <w:right w:val="none" w:sz="0" w:space="0" w:color="auto"/>
          </w:divBdr>
        </w:div>
        <w:div w:id="349333419">
          <w:marLeft w:val="0"/>
          <w:marRight w:val="0"/>
          <w:marTop w:val="0"/>
          <w:marBottom w:val="0"/>
          <w:divBdr>
            <w:top w:val="none" w:sz="0" w:space="0" w:color="auto"/>
            <w:left w:val="none" w:sz="0" w:space="0" w:color="auto"/>
            <w:bottom w:val="none" w:sz="0" w:space="0" w:color="auto"/>
            <w:right w:val="none" w:sz="0" w:space="0" w:color="auto"/>
          </w:divBdr>
        </w:div>
        <w:div w:id="349333424">
          <w:marLeft w:val="0"/>
          <w:marRight w:val="0"/>
          <w:marTop w:val="0"/>
          <w:marBottom w:val="0"/>
          <w:divBdr>
            <w:top w:val="none" w:sz="0" w:space="0" w:color="auto"/>
            <w:left w:val="none" w:sz="0" w:space="0" w:color="auto"/>
            <w:bottom w:val="none" w:sz="0" w:space="0" w:color="auto"/>
            <w:right w:val="none" w:sz="0" w:space="0" w:color="auto"/>
          </w:divBdr>
        </w:div>
        <w:div w:id="349333425">
          <w:marLeft w:val="0"/>
          <w:marRight w:val="0"/>
          <w:marTop w:val="0"/>
          <w:marBottom w:val="0"/>
          <w:divBdr>
            <w:top w:val="none" w:sz="0" w:space="0" w:color="auto"/>
            <w:left w:val="none" w:sz="0" w:space="0" w:color="auto"/>
            <w:bottom w:val="none" w:sz="0" w:space="0" w:color="auto"/>
            <w:right w:val="none" w:sz="0" w:space="0" w:color="auto"/>
          </w:divBdr>
        </w:div>
        <w:div w:id="349333427">
          <w:marLeft w:val="0"/>
          <w:marRight w:val="0"/>
          <w:marTop w:val="0"/>
          <w:marBottom w:val="0"/>
          <w:divBdr>
            <w:top w:val="none" w:sz="0" w:space="0" w:color="auto"/>
            <w:left w:val="none" w:sz="0" w:space="0" w:color="auto"/>
            <w:bottom w:val="none" w:sz="0" w:space="0" w:color="auto"/>
            <w:right w:val="none" w:sz="0" w:space="0" w:color="auto"/>
          </w:divBdr>
        </w:div>
        <w:div w:id="349333431">
          <w:marLeft w:val="0"/>
          <w:marRight w:val="0"/>
          <w:marTop w:val="0"/>
          <w:marBottom w:val="0"/>
          <w:divBdr>
            <w:top w:val="none" w:sz="0" w:space="0" w:color="auto"/>
            <w:left w:val="none" w:sz="0" w:space="0" w:color="auto"/>
            <w:bottom w:val="none" w:sz="0" w:space="0" w:color="auto"/>
            <w:right w:val="none" w:sz="0" w:space="0" w:color="auto"/>
          </w:divBdr>
        </w:div>
        <w:div w:id="349333434">
          <w:marLeft w:val="0"/>
          <w:marRight w:val="0"/>
          <w:marTop w:val="0"/>
          <w:marBottom w:val="0"/>
          <w:divBdr>
            <w:top w:val="none" w:sz="0" w:space="0" w:color="auto"/>
            <w:left w:val="none" w:sz="0" w:space="0" w:color="auto"/>
            <w:bottom w:val="none" w:sz="0" w:space="0" w:color="auto"/>
            <w:right w:val="none" w:sz="0" w:space="0" w:color="auto"/>
          </w:divBdr>
        </w:div>
        <w:div w:id="349333436">
          <w:marLeft w:val="0"/>
          <w:marRight w:val="0"/>
          <w:marTop w:val="0"/>
          <w:marBottom w:val="0"/>
          <w:divBdr>
            <w:top w:val="none" w:sz="0" w:space="0" w:color="auto"/>
            <w:left w:val="none" w:sz="0" w:space="0" w:color="auto"/>
            <w:bottom w:val="none" w:sz="0" w:space="0" w:color="auto"/>
            <w:right w:val="none" w:sz="0" w:space="0" w:color="auto"/>
          </w:divBdr>
        </w:div>
        <w:div w:id="349333437">
          <w:marLeft w:val="0"/>
          <w:marRight w:val="0"/>
          <w:marTop w:val="0"/>
          <w:marBottom w:val="0"/>
          <w:divBdr>
            <w:top w:val="none" w:sz="0" w:space="0" w:color="auto"/>
            <w:left w:val="none" w:sz="0" w:space="0" w:color="auto"/>
            <w:bottom w:val="none" w:sz="0" w:space="0" w:color="auto"/>
            <w:right w:val="none" w:sz="0" w:space="0" w:color="auto"/>
          </w:divBdr>
        </w:div>
        <w:div w:id="349333438">
          <w:marLeft w:val="0"/>
          <w:marRight w:val="0"/>
          <w:marTop w:val="0"/>
          <w:marBottom w:val="0"/>
          <w:divBdr>
            <w:top w:val="none" w:sz="0" w:space="0" w:color="auto"/>
            <w:left w:val="none" w:sz="0" w:space="0" w:color="auto"/>
            <w:bottom w:val="none" w:sz="0" w:space="0" w:color="auto"/>
            <w:right w:val="none" w:sz="0" w:space="0" w:color="auto"/>
          </w:divBdr>
        </w:div>
        <w:div w:id="349333439">
          <w:marLeft w:val="0"/>
          <w:marRight w:val="0"/>
          <w:marTop w:val="0"/>
          <w:marBottom w:val="0"/>
          <w:divBdr>
            <w:top w:val="none" w:sz="0" w:space="0" w:color="auto"/>
            <w:left w:val="none" w:sz="0" w:space="0" w:color="auto"/>
            <w:bottom w:val="none" w:sz="0" w:space="0" w:color="auto"/>
            <w:right w:val="none" w:sz="0" w:space="0" w:color="auto"/>
          </w:divBdr>
        </w:div>
        <w:div w:id="349333442">
          <w:marLeft w:val="0"/>
          <w:marRight w:val="0"/>
          <w:marTop w:val="0"/>
          <w:marBottom w:val="0"/>
          <w:divBdr>
            <w:top w:val="none" w:sz="0" w:space="0" w:color="auto"/>
            <w:left w:val="none" w:sz="0" w:space="0" w:color="auto"/>
            <w:bottom w:val="none" w:sz="0" w:space="0" w:color="auto"/>
            <w:right w:val="none" w:sz="0" w:space="0" w:color="auto"/>
          </w:divBdr>
        </w:div>
        <w:div w:id="349333443">
          <w:marLeft w:val="0"/>
          <w:marRight w:val="0"/>
          <w:marTop w:val="0"/>
          <w:marBottom w:val="0"/>
          <w:divBdr>
            <w:top w:val="none" w:sz="0" w:space="0" w:color="auto"/>
            <w:left w:val="none" w:sz="0" w:space="0" w:color="auto"/>
            <w:bottom w:val="none" w:sz="0" w:space="0" w:color="auto"/>
            <w:right w:val="none" w:sz="0" w:space="0" w:color="auto"/>
          </w:divBdr>
        </w:div>
        <w:div w:id="349333444">
          <w:marLeft w:val="0"/>
          <w:marRight w:val="0"/>
          <w:marTop w:val="0"/>
          <w:marBottom w:val="0"/>
          <w:divBdr>
            <w:top w:val="none" w:sz="0" w:space="0" w:color="auto"/>
            <w:left w:val="none" w:sz="0" w:space="0" w:color="auto"/>
            <w:bottom w:val="none" w:sz="0" w:space="0" w:color="auto"/>
            <w:right w:val="none" w:sz="0" w:space="0" w:color="auto"/>
          </w:divBdr>
        </w:div>
        <w:div w:id="349333445">
          <w:marLeft w:val="0"/>
          <w:marRight w:val="0"/>
          <w:marTop w:val="0"/>
          <w:marBottom w:val="0"/>
          <w:divBdr>
            <w:top w:val="none" w:sz="0" w:space="0" w:color="auto"/>
            <w:left w:val="none" w:sz="0" w:space="0" w:color="auto"/>
            <w:bottom w:val="none" w:sz="0" w:space="0" w:color="auto"/>
            <w:right w:val="none" w:sz="0" w:space="0" w:color="auto"/>
          </w:divBdr>
        </w:div>
        <w:div w:id="349333450">
          <w:marLeft w:val="0"/>
          <w:marRight w:val="0"/>
          <w:marTop w:val="0"/>
          <w:marBottom w:val="0"/>
          <w:divBdr>
            <w:top w:val="none" w:sz="0" w:space="0" w:color="auto"/>
            <w:left w:val="none" w:sz="0" w:space="0" w:color="auto"/>
            <w:bottom w:val="none" w:sz="0" w:space="0" w:color="auto"/>
            <w:right w:val="none" w:sz="0" w:space="0" w:color="auto"/>
          </w:divBdr>
        </w:div>
        <w:div w:id="349333451">
          <w:marLeft w:val="0"/>
          <w:marRight w:val="0"/>
          <w:marTop w:val="0"/>
          <w:marBottom w:val="0"/>
          <w:divBdr>
            <w:top w:val="none" w:sz="0" w:space="0" w:color="auto"/>
            <w:left w:val="none" w:sz="0" w:space="0" w:color="auto"/>
            <w:bottom w:val="none" w:sz="0" w:space="0" w:color="auto"/>
            <w:right w:val="none" w:sz="0" w:space="0" w:color="auto"/>
          </w:divBdr>
        </w:div>
        <w:div w:id="349333453">
          <w:marLeft w:val="0"/>
          <w:marRight w:val="0"/>
          <w:marTop w:val="0"/>
          <w:marBottom w:val="0"/>
          <w:divBdr>
            <w:top w:val="none" w:sz="0" w:space="0" w:color="auto"/>
            <w:left w:val="none" w:sz="0" w:space="0" w:color="auto"/>
            <w:bottom w:val="none" w:sz="0" w:space="0" w:color="auto"/>
            <w:right w:val="none" w:sz="0" w:space="0" w:color="auto"/>
          </w:divBdr>
        </w:div>
        <w:div w:id="349333454">
          <w:marLeft w:val="0"/>
          <w:marRight w:val="0"/>
          <w:marTop w:val="0"/>
          <w:marBottom w:val="0"/>
          <w:divBdr>
            <w:top w:val="none" w:sz="0" w:space="0" w:color="auto"/>
            <w:left w:val="none" w:sz="0" w:space="0" w:color="auto"/>
            <w:bottom w:val="none" w:sz="0" w:space="0" w:color="auto"/>
            <w:right w:val="none" w:sz="0" w:space="0" w:color="auto"/>
          </w:divBdr>
        </w:div>
        <w:div w:id="349333456">
          <w:marLeft w:val="0"/>
          <w:marRight w:val="0"/>
          <w:marTop w:val="0"/>
          <w:marBottom w:val="0"/>
          <w:divBdr>
            <w:top w:val="none" w:sz="0" w:space="0" w:color="auto"/>
            <w:left w:val="none" w:sz="0" w:space="0" w:color="auto"/>
            <w:bottom w:val="none" w:sz="0" w:space="0" w:color="auto"/>
            <w:right w:val="none" w:sz="0" w:space="0" w:color="auto"/>
          </w:divBdr>
        </w:div>
        <w:div w:id="349333457">
          <w:marLeft w:val="0"/>
          <w:marRight w:val="0"/>
          <w:marTop w:val="0"/>
          <w:marBottom w:val="0"/>
          <w:divBdr>
            <w:top w:val="none" w:sz="0" w:space="0" w:color="auto"/>
            <w:left w:val="none" w:sz="0" w:space="0" w:color="auto"/>
            <w:bottom w:val="none" w:sz="0" w:space="0" w:color="auto"/>
            <w:right w:val="none" w:sz="0" w:space="0" w:color="auto"/>
          </w:divBdr>
        </w:div>
        <w:div w:id="349333460">
          <w:marLeft w:val="0"/>
          <w:marRight w:val="0"/>
          <w:marTop w:val="0"/>
          <w:marBottom w:val="0"/>
          <w:divBdr>
            <w:top w:val="none" w:sz="0" w:space="0" w:color="auto"/>
            <w:left w:val="none" w:sz="0" w:space="0" w:color="auto"/>
            <w:bottom w:val="none" w:sz="0" w:space="0" w:color="auto"/>
            <w:right w:val="none" w:sz="0" w:space="0" w:color="auto"/>
          </w:divBdr>
        </w:div>
        <w:div w:id="349333462">
          <w:marLeft w:val="0"/>
          <w:marRight w:val="0"/>
          <w:marTop w:val="0"/>
          <w:marBottom w:val="0"/>
          <w:divBdr>
            <w:top w:val="none" w:sz="0" w:space="0" w:color="auto"/>
            <w:left w:val="none" w:sz="0" w:space="0" w:color="auto"/>
            <w:bottom w:val="none" w:sz="0" w:space="0" w:color="auto"/>
            <w:right w:val="none" w:sz="0" w:space="0" w:color="auto"/>
          </w:divBdr>
        </w:div>
        <w:div w:id="349333463">
          <w:marLeft w:val="0"/>
          <w:marRight w:val="0"/>
          <w:marTop w:val="0"/>
          <w:marBottom w:val="0"/>
          <w:divBdr>
            <w:top w:val="none" w:sz="0" w:space="0" w:color="auto"/>
            <w:left w:val="none" w:sz="0" w:space="0" w:color="auto"/>
            <w:bottom w:val="none" w:sz="0" w:space="0" w:color="auto"/>
            <w:right w:val="none" w:sz="0" w:space="0" w:color="auto"/>
          </w:divBdr>
        </w:div>
        <w:div w:id="349333465">
          <w:marLeft w:val="0"/>
          <w:marRight w:val="0"/>
          <w:marTop w:val="0"/>
          <w:marBottom w:val="0"/>
          <w:divBdr>
            <w:top w:val="none" w:sz="0" w:space="0" w:color="auto"/>
            <w:left w:val="none" w:sz="0" w:space="0" w:color="auto"/>
            <w:bottom w:val="none" w:sz="0" w:space="0" w:color="auto"/>
            <w:right w:val="none" w:sz="0" w:space="0" w:color="auto"/>
          </w:divBdr>
        </w:div>
        <w:div w:id="349333467">
          <w:marLeft w:val="0"/>
          <w:marRight w:val="0"/>
          <w:marTop w:val="0"/>
          <w:marBottom w:val="0"/>
          <w:divBdr>
            <w:top w:val="none" w:sz="0" w:space="0" w:color="auto"/>
            <w:left w:val="none" w:sz="0" w:space="0" w:color="auto"/>
            <w:bottom w:val="none" w:sz="0" w:space="0" w:color="auto"/>
            <w:right w:val="none" w:sz="0" w:space="0" w:color="auto"/>
          </w:divBdr>
        </w:div>
        <w:div w:id="349333468">
          <w:marLeft w:val="0"/>
          <w:marRight w:val="0"/>
          <w:marTop w:val="0"/>
          <w:marBottom w:val="0"/>
          <w:divBdr>
            <w:top w:val="none" w:sz="0" w:space="0" w:color="auto"/>
            <w:left w:val="none" w:sz="0" w:space="0" w:color="auto"/>
            <w:bottom w:val="none" w:sz="0" w:space="0" w:color="auto"/>
            <w:right w:val="none" w:sz="0" w:space="0" w:color="auto"/>
          </w:divBdr>
        </w:div>
        <w:div w:id="349333470">
          <w:marLeft w:val="0"/>
          <w:marRight w:val="0"/>
          <w:marTop w:val="0"/>
          <w:marBottom w:val="0"/>
          <w:divBdr>
            <w:top w:val="none" w:sz="0" w:space="0" w:color="auto"/>
            <w:left w:val="none" w:sz="0" w:space="0" w:color="auto"/>
            <w:bottom w:val="none" w:sz="0" w:space="0" w:color="auto"/>
            <w:right w:val="none" w:sz="0" w:space="0" w:color="auto"/>
          </w:divBdr>
        </w:div>
        <w:div w:id="349333471">
          <w:marLeft w:val="0"/>
          <w:marRight w:val="0"/>
          <w:marTop w:val="0"/>
          <w:marBottom w:val="0"/>
          <w:divBdr>
            <w:top w:val="none" w:sz="0" w:space="0" w:color="auto"/>
            <w:left w:val="none" w:sz="0" w:space="0" w:color="auto"/>
            <w:bottom w:val="none" w:sz="0" w:space="0" w:color="auto"/>
            <w:right w:val="none" w:sz="0" w:space="0" w:color="auto"/>
          </w:divBdr>
        </w:div>
        <w:div w:id="3493334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5</Pages>
  <Words>645</Words>
  <Characters>3682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Before the</dc:title>
  <dc:subject/>
  <dc:creator>Ronald Maines</dc:creator>
  <cp:keywords/>
  <dc:description/>
  <cp:lastModifiedBy>Barry Wood</cp:lastModifiedBy>
  <cp:revision>3</cp:revision>
  <cp:lastPrinted>2017-08-12T04:40:00Z</cp:lastPrinted>
  <dcterms:created xsi:type="dcterms:W3CDTF">2017-09-21T03:36:00Z</dcterms:created>
  <dcterms:modified xsi:type="dcterms:W3CDTF">2017-09-21T03:55:00Z</dcterms:modified>
</cp:coreProperties>
</file>