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333"/>
        <w:gridCol w:w="2964"/>
        <w:gridCol w:w="3333"/>
      </w:tblGrid>
      <w:tr w:rsidR="005B02BB" w:rsidTr="00FB4559">
        <w:trPr>
          <w:trHeight w:val="1776"/>
          <w:jc w:val="center"/>
        </w:trPr>
        <w:tc>
          <w:tcPr>
            <w:tcW w:w="3333" w:type="dxa"/>
            <w:shd w:val="clear" w:color="auto" w:fill="auto"/>
          </w:tcPr>
          <w:p w:rsidR="005B02BB" w:rsidRDefault="005B02BB">
            <w:pPr>
              <w:pStyle w:val="ChairmanAddress"/>
            </w:pPr>
            <w:bookmarkStart w:id="0" w:name="Seal" w:colFirst="1" w:colLast="1"/>
          </w:p>
          <w:p w:rsidR="00235184" w:rsidRDefault="00235184" w:rsidP="00235184">
            <w:pPr>
              <w:pStyle w:val="ChairmanAddressSC"/>
            </w:pPr>
            <w:bookmarkStart w:id="1" w:name="leftAddress"/>
            <w:bookmarkEnd w:id="1"/>
            <w:r>
              <w:t>Commissioners:</w:t>
            </w:r>
          </w:p>
          <w:p w:rsidR="00235184" w:rsidRDefault="00235184" w:rsidP="00235184">
            <w:pPr>
              <w:pStyle w:val="ChairmanAddressSC"/>
            </w:pPr>
            <w:r>
              <w:t>Julie I. Brown, Chairman</w:t>
            </w:r>
          </w:p>
          <w:p w:rsidR="00235184" w:rsidRDefault="00235184" w:rsidP="00235184">
            <w:pPr>
              <w:pStyle w:val="ChairmanAddressSC"/>
            </w:pPr>
            <w:r>
              <w:t>Art Graham</w:t>
            </w:r>
          </w:p>
          <w:p w:rsidR="00235184" w:rsidRDefault="00235184" w:rsidP="00235184">
            <w:pPr>
              <w:pStyle w:val="ChairmanAddressSC"/>
            </w:pPr>
            <w:r>
              <w:t>Ronald A. Brisé</w:t>
            </w:r>
          </w:p>
          <w:p w:rsidR="00235184" w:rsidRDefault="00235184" w:rsidP="00235184">
            <w:pPr>
              <w:pStyle w:val="ChairmanAddressSC"/>
            </w:pPr>
            <w:r>
              <w:t>Donald J. Polmann</w:t>
            </w:r>
          </w:p>
          <w:p w:rsidR="005B02BB" w:rsidRDefault="00235184" w:rsidP="00235184">
            <w:pPr>
              <w:pStyle w:val="ChairmanAddressSC"/>
            </w:pPr>
            <w:r>
              <w:t>Gary F. Clark</w:t>
            </w:r>
          </w:p>
          <w:p w:rsidR="005B02BB" w:rsidRDefault="005B02BB">
            <w:pPr>
              <w:pStyle w:val="ChairmanAddress"/>
            </w:pPr>
          </w:p>
        </w:tc>
        <w:tc>
          <w:tcPr>
            <w:tcW w:w="2964" w:type="dxa"/>
            <w:shd w:val="clear" w:color="auto" w:fill="auto"/>
          </w:tcPr>
          <w:p w:rsidR="005B02BB" w:rsidRDefault="005B02BB">
            <w:pPr>
              <w:pStyle w:val="StateOfFlorida"/>
            </w:pPr>
            <w:r>
              <w:t>State of Florida</w:t>
            </w:r>
          </w:p>
          <w:p w:rsidR="005B02BB" w:rsidRDefault="00235184" w:rsidP="00FB455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20750" cy="914400"/>
                  <wp:effectExtent l="0" t="0" r="0" b="0"/>
                  <wp:docPr id="1" name="Picture 1" descr="pscSE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scSE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3" w:type="dxa"/>
            <w:shd w:val="clear" w:color="auto" w:fill="auto"/>
          </w:tcPr>
          <w:p w:rsidR="005B02BB" w:rsidRPr="00FB4559" w:rsidRDefault="005B02BB" w:rsidP="00FB4559">
            <w:pPr>
              <w:pStyle w:val="InsideAddress"/>
              <w:jc w:val="left"/>
              <w:rPr>
                <w:smallCaps/>
                <w:sz w:val="20"/>
              </w:rPr>
            </w:pPr>
          </w:p>
          <w:p w:rsidR="00235184" w:rsidRDefault="00235184" w:rsidP="00235184">
            <w:pPr>
              <w:pStyle w:val="ChairmanAddressSC2"/>
            </w:pPr>
            <w:bookmarkStart w:id="2" w:name="rightAddress"/>
            <w:bookmarkEnd w:id="2"/>
            <w:r>
              <w:t>Office of</w:t>
            </w:r>
          </w:p>
          <w:p w:rsidR="00235184" w:rsidRDefault="00235184" w:rsidP="00235184">
            <w:pPr>
              <w:pStyle w:val="ChairmanAddressSC2"/>
            </w:pPr>
            <w:r>
              <w:t>Industry Development &amp;</w:t>
            </w:r>
          </w:p>
          <w:p w:rsidR="00235184" w:rsidRDefault="00235184" w:rsidP="00235184">
            <w:pPr>
              <w:pStyle w:val="ChairmanAddressSC2"/>
            </w:pPr>
            <w:r>
              <w:t>Market Analysis</w:t>
            </w:r>
          </w:p>
          <w:p w:rsidR="00235184" w:rsidRDefault="00235184" w:rsidP="00235184">
            <w:pPr>
              <w:pStyle w:val="ChairmanAddressSC2"/>
            </w:pPr>
            <w:r>
              <w:t>Cayce Hinton</w:t>
            </w:r>
          </w:p>
          <w:p w:rsidR="00235184" w:rsidRDefault="00235184" w:rsidP="00235184">
            <w:pPr>
              <w:pStyle w:val="ChairmanAddressSC2"/>
            </w:pPr>
            <w:r>
              <w:t>Director</w:t>
            </w:r>
          </w:p>
          <w:p w:rsidR="005B02BB" w:rsidRPr="00FB4559" w:rsidRDefault="00235184" w:rsidP="00235184">
            <w:pPr>
              <w:pStyle w:val="ChairmanAddressSC2"/>
            </w:pPr>
            <w:r>
              <w:t>(850) 413-7160</w:t>
            </w:r>
          </w:p>
        </w:tc>
      </w:tr>
      <w:tr w:rsidR="005B02BB" w:rsidTr="00FB4559">
        <w:trPr>
          <w:trHeight w:val="735"/>
          <w:jc w:val="center"/>
        </w:trPr>
        <w:tc>
          <w:tcPr>
            <w:tcW w:w="9630" w:type="dxa"/>
            <w:gridSpan w:val="3"/>
            <w:shd w:val="clear" w:color="auto" w:fill="auto"/>
          </w:tcPr>
          <w:p w:rsidR="005B02BB" w:rsidRDefault="005B02BB">
            <w:pPr>
              <w:pStyle w:val="PSCTitle"/>
            </w:pPr>
            <w:bookmarkStart w:id="3" w:name="PSC"/>
            <w:bookmarkEnd w:id="0"/>
            <w:r>
              <w:t>Public Service Commission</w:t>
            </w:r>
            <w:bookmarkEnd w:id="3"/>
          </w:p>
        </w:tc>
      </w:tr>
    </w:tbl>
    <w:p w:rsidR="005B02BB" w:rsidRDefault="00235184" w:rsidP="00235184">
      <w:pPr>
        <w:pStyle w:val="MidPageDate"/>
      </w:pPr>
      <w:bookmarkStart w:id="4" w:name="currentDate"/>
      <w:bookmarkEnd w:id="4"/>
      <w:r>
        <w:t>September 28, 2017</w:t>
      </w:r>
    </w:p>
    <w:p w:rsidR="005B02BB" w:rsidRDefault="005B02BB"/>
    <w:p w:rsidR="005B02BB" w:rsidRDefault="005B02BB"/>
    <w:p w:rsidR="00235184" w:rsidRDefault="00235184" w:rsidP="00235184">
      <w:pPr>
        <w:pStyle w:val="LetterheadRecipient"/>
      </w:pPr>
      <w:bookmarkStart w:id="5" w:name="Recipient"/>
      <w:bookmarkEnd w:id="5"/>
      <w:r>
        <w:t>The Honorable Marlene Dortch</w:t>
      </w:r>
    </w:p>
    <w:p w:rsidR="00235184" w:rsidRDefault="00235184" w:rsidP="00235184">
      <w:pPr>
        <w:pStyle w:val="LetterheadRecipient"/>
      </w:pPr>
      <w:r>
        <w:t>Federal Communications Commission</w:t>
      </w:r>
    </w:p>
    <w:p w:rsidR="00235184" w:rsidRDefault="00235184" w:rsidP="00235184">
      <w:pPr>
        <w:pStyle w:val="LetterheadRecipient"/>
      </w:pPr>
      <w:r>
        <w:t>445 12th Street, S.W.</w:t>
      </w:r>
    </w:p>
    <w:p w:rsidR="005B02BB" w:rsidRDefault="00235184" w:rsidP="00235184">
      <w:pPr>
        <w:pStyle w:val="LetterheadRecipient"/>
      </w:pPr>
      <w:r>
        <w:t>Washington, DC 20554</w:t>
      </w:r>
    </w:p>
    <w:p w:rsidR="005B02BB" w:rsidRDefault="00235184">
      <w:pPr>
        <w:pStyle w:val="LetterheadSubject"/>
      </w:pPr>
      <w:bookmarkStart w:id="6" w:name="Subject"/>
      <w:r>
        <w:t>Re: CG Docket No. 03-123, TRS State Certification Application</w:t>
      </w:r>
    </w:p>
    <w:p w:rsidR="005B02BB" w:rsidRDefault="00235184">
      <w:pPr>
        <w:pStyle w:val="LetterheadSalutation"/>
      </w:pPr>
      <w:bookmarkStart w:id="7" w:name="Salutation"/>
      <w:bookmarkEnd w:id="6"/>
      <w:bookmarkEnd w:id="7"/>
      <w:r>
        <w:t xml:space="preserve">Dear Ms. </w:t>
      </w:r>
      <w:r w:rsidR="00E66133">
        <w:t>Dortch</w:t>
      </w:r>
      <w:r>
        <w:t>:</w:t>
      </w:r>
    </w:p>
    <w:p w:rsidR="005B02BB" w:rsidRDefault="00235184" w:rsidP="00235184">
      <w:pPr>
        <w:pStyle w:val="ModifiedBlock"/>
      </w:pPr>
      <w:bookmarkStart w:id="8" w:name="startType"/>
      <w:bookmarkEnd w:id="8"/>
      <w:r>
        <w:t>In accordance with the Public Notice (DA 17-697) release</w:t>
      </w:r>
      <w:r w:rsidR="00AE03F2">
        <w:t>d</w:t>
      </w:r>
      <w:r w:rsidR="005315D8">
        <w:t xml:space="preserve"> July 19, 2017, enclosed</w:t>
      </w:r>
      <w:r>
        <w:t xml:space="preserve"> is a copy of Florida’s relay recertification filing.  </w:t>
      </w:r>
    </w:p>
    <w:p w:rsidR="00AE03F2" w:rsidRDefault="00235184" w:rsidP="00AE03F2">
      <w:pPr>
        <w:pStyle w:val="ModifiedBlock"/>
        <w:spacing w:after="0"/>
      </w:pPr>
      <w:r>
        <w:t xml:space="preserve">If you have any questions, please contact me at (850) 413-6924 or </w:t>
      </w:r>
      <w:hyperlink r:id="rId9" w:history="1">
        <w:r w:rsidR="00AE03F2" w:rsidRPr="00C572B9">
          <w:rPr>
            <w:rStyle w:val="Hyperlink"/>
          </w:rPr>
          <w:t>cjwillia@psc.state.fl.us</w:t>
        </w:r>
      </w:hyperlink>
      <w:r w:rsidR="00AE03F2">
        <w:t>.</w:t>
      </w:r>
    </w:p>
    <w:p w:rsidR="00AE03F2" w:rsidRDefault="00AE03F2" w:rsidP="00AE03F2">
      <w:pPr>
        <w:pStyle w:val="ModifiedBlock"/>
        <w:spacing w:after="0"/>
      </w:pPr>
    </w:p>
    <w:p w:rsidR="00235184" w:rsidRDefault="00235184" w:rsidP="00AE03F2">
      <w:pPr>
        <w:pStyle w:val="ModifiedBlock"/>
        <w:spacing w:after="0"/>
        <w:ind w:left="3600" w:firstLine="720"/>
      </w:pPr>
      <w:r>
        <w:t>Sincerely,</w:t>
      </w:r>
    </w:p>
    <w:p w:rsidR="00235184" w:rsidRDefault="00235184" w:rsidP="00AE03F2">
      <w:pPr>
        <w:pStyle w:val="ModifiedBlock"/>
        <w:spacing w:after="0"/>
      </w:pPr>
    </w:p>
    <w:p w:rsidR="00AE03F2" w:rsidRDefault="005315D8" w:rsidP="00AE03F2">
      <w:pPr>
        <w:pStyle w:val="ModifiedBlock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/s/</w:t>
      </w:r>
    </w:p>
    <w:p w:rsidR="00AE03F2" w:rsidRDefault="00AE03F2" w:rsidP="00AE03F2">
      <w:pPr>
        <w:pStyle w:val="ModifiedBlock"/>
        <w:spacing w:after="0"/>
      </w:pPr>
    </w:p>
    <w:p w:rsidR="00235184" w:rsidRDefault="00235184" w:rsidP="00AE03F2">
      <w:pPr>
        <w:pStyle w:val="ModifiedBlock"/>
        <w:spacing w:after="0"/>
        <w:ind w:left="3600" w:firstLine="720"/>
      </w:pPr>
      <w:r>
        <w:t>Curtis J. Williams</w:t>
      </w:r>
    </w:p>
    <w:p w:rsidR="00235184" w:rsidRDefault="00235184" w:rsidP="00AE03F2">
      <w:pPr>
        <w:pStyle w:val="ModifiedBlock"/>
        <w:spacing w:after="0"/>
        <w:ind w:left="3600" w:firstLine="720"/>
      </w:pPr>
      <w:r>
        <w:t>Public Utility Analyst</w:t>
      </w:r>
    </w:p>
    <w:p w:rsidR="00CC3DA7" w:rsidRDefault="00CC3DA7" w:rsidP="00AE03F2">
      <w:pPr>
        <w:pStyle w:val="ModifiedBlock"/>
        <w:spacing w:after="0"/>
      </w:pPr>
    </w:p>
    <w:p w:rsidR="00AE03F2" w:rsidRDefault="00AE03F2" w:rsidP="00AE03F2">
      <w:pPr>
        <w:pStyle w:val="ModifiedBlock"/>
        <w:spacing w:after="0"/>
      </w:pPr>
    </w:p>
    <w:p w:rsidR="003D5A7E" w:rsidRDefault="003D5A7E" w:rsidP="00CF6F02">
      <w:pPr>
        <w:pStyle w:val="ModifiedBlock"/>
        <w:spacing w:after="0"/>
      </w:pPr>
    </w:p>
    <w:p w:rsidR="00CF6F02" w:rsidRDefault="00CF6F02" w:rsidP="00CF6F02">
      <w:pPr>
        <w:pStyle w:val="ModifiedBlock"/>
        <w:spacing w:after="0"/>
      </w:pPr>
      <w:r>
        <w:t>CJW/jp</w:t>
      </w:r>
      <w:bookmarkStart w:id="9" w:name="_GoBack"/>
      <w:bookmarkEnd w:id="9"/>
    </w:p>
    <w:p w:rsidR="00AE03F2" w:rsidRDefault="00AE03F2" w:rsidP="00AE03F2">
      <w:pPr>
        <w:pStyle w:val="ModifiedBlock"/>
        <w:spacing w:after="0"/>
      </w:pPr>
    </w:p>
    <w:p w:rsidR="00CF6F02" w:rsidRDefault="00235184" w:rsidP="00AE03F2">
      <w:pPr>
        <w:pStyle w:val="ModifiedBlock"/>
        <w:spacing w:after="0"/>
      </w:pPr>
      <w:r>
        <w:t>Enclosure</w:t>
      </w:r>
    </w:p>
    <w:p w:rsidR="00CF6F02" w:rsidRDefault="00CF6F02" w:rsidP="00AE03F2">
      <w:pPr>
        <w:pStyle w:val="ModifiedBlock"/>
        <w:spacing w:after="0"/>
      </w:pPr>
    </w:p>
    <w:p w:rsidR="00235184" w:rsidRDefault="00CF6F02" w:rsidP="00AE03F2">
      <w:pPr>
        <w:pStyle w:val="ModifiedBlock"/>
        <w:spacing w:after="0"/>
      </w:pPr>
      <w:r>
        <w:t>c</w:t>
      </w:r>
      <w:r w:rsidR="00235184">
        <w:t>c:</w:t>
      </w:r>
      <w:r w:rsidR="00445771">
        <w:tab/>
        <w:t>Patrick Webre</w:t>
      </w:r>
      <w:r w:rsidR="00235184">
        <w:t>, FCC Consumer &amp; Governmental Affairs Bureau</w:t>
      </w:r>
    </w:p>
    <w:p w:rsidR="00235184" w:rsidRDefault="00235184" w:rsidP="00AE03F2">
      <w:pPr>
        <w:pStyle w:val="ModifiedBlock"/>
        <w:spacing w:after="0"/>
      </w:pPr>
      <w:r>
        <w:tab/>
        <w:t>Office of General Counsel (Page)</w:t>
      </w:r>
    </w:p>
    <w:p w:rsidR="00235184" w:rsidRDefault="00235184" w:rsidP="00AE03F2">
      <w:pPr>
        <w:pStyle w:val="ModifiedBlock"/>
        <w:spacing w:after="0"/>
      </w:pPr>
      <w:r>
        <w:tab/>
        <w:t xml:space="preserve">Office of Industry Development </w:t>
      </w:r>
      <w:r w:rsidR="005315D8">
        <w:t xml:space="preserve">&amp; Marketing Analysis </w:t>
      </w:r>
      <w:r>
        <w:t>(Hinton, Fogleman, Long, Bates)</w:t>
      </w:r>
    </w:p>
    <w:p w:rsidR="005B02BB" w:rsidRPr="00A13F6A" w:rsidRDefault="005B02BB" w:rsidP="00AE03F2"/>
    <w:sectPr w:rsidR="005B02BB" w:rsidRPr="00A13F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864" w:right="1440" w:bottom="100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184" w:rsidRDefault="00235184">
      <w:r>
        <w:separator/>
      </w:r>
    </w:p>
  </w:endnote>
  <w:endnote w:type="continuationSeparator" w:id="0">
    <w:p w:rsidR="00235184" w:rsidRDefault="00235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2C8" w:rsidRDefault="004522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37" w:rsidRDefault="00A85237">
    <w:pPr>
      <w:pStyle w:val="Footer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84" w:rsidRDefault="00235184" w:rsidP="00235184">
    <w:pPr>
      <w:pStyle w:val="LetterheadAdrFooter"/>
    </w:pPr>
    <w:r>
      <w:t>Capital Circle Office Center ● 2540 Shumard Oak Boulevard ● Tallahassee, FL 32399-0850</w:t>
    </w:r>
  </w:p>
  <w:p w:rsidR="00A85237" w:rsidRDefault="00A85237">
    <w:pPr>
      <w:pStyle w:val="LetterheadFooter"/>
      <w:jc w:val="center"/>
    </w:pPr>
    <w:r>
      <w:t>An Affirmative Action / Equal Opportunity Employer</w:t>
    </w:r>
  </w:p>
  <w:p w:rsidR="00A85237" w:rsidRDefault="00A85237">
    <w:pPr>
      <w:pStyle w:val="LetterheadFooter"/>
      <w:tabs>
        <w:tab w:val="clear" w:pos="10080"/>
        <w:tab w:val="right" w:pos="9216"/>
      </w:tabs>
    </w:pPr>
    <w:r>
      <w:t xml:space="preserve">PSC Website: </w:t>
    </w:r>
    <w:hyperlink r:id="rId1" w:history="1">
      <w:r>
        <w:t>http://www.floridapsc.com</w:t>
      </w:r>
    </w:hyperlink>
    <w:r>
      <w:tab/>
    </w:r>
    <w:r>
      <w:tab/>
      <w:t>Internet E-mail: contact@psc.state.fl.us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184" w:rsidRDefault="00235184">
      <w:r>
        <w:separator/>
      </w:r>
    </w:p>
  </w:footnote>
  <w:footnote w:type="continuationSeparator" w:id="0">
    <w:p w:rsidR="00235184" w:rsidRDefault="00235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2C8" w:rsidRDefault="004522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37" w:rsidRDefault="00235184">
    <w:pPr>
      <w:pStyle w:val="InsideAddress"/>
    </w:pPr>
    <w:bookmarkStart w:id="10" w:name="bkmrkHeader"/>
    <w:bookmarkEnd w:id="10"/>
    <w:r>
      <w:t>The Honorable Marlene Dortch</w:t>
    </w:r>
    <w:r w:rsidR="00A85237">
      <w:tab/>
    </w:r>
  </w:p>
  <w:p w:rsidR="00A85237" w:rsidRDefault="00A85237">
    <w:pPr>
      <w:pStyle w:val="InsideAddress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ab/>
    </w:r>
  </w:p>
  <w:p w:rsidR="00A85237" w:rsidRDefault="00235184">
    <w:pPr>
      <w:pStyle w:val="InsideAddress"/>
    </w:pPr>
    <w:bookmarkStart w:id="11" w:name="bkmrkHeaderDate"/>
    <w:bookmarkEnd w:id="11"/>
    <w:r>
      <w:t>September 28, 2017</w:t>
    </w:r>
  </w:p>
  <w:p w:rsidR="00A85237" w:rsidRDefault="00A85237">
    <w:pPr>
      <w:pStyle w:val="InsideAddress"/>
      <w:rPr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2C8" w:rsidRDefault="004522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03435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EEC6E2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88C3E9E"/>
    <w:multiLevelType w:val="singleLevel"/>
    <w:tmpl w:val="37E252A4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right="360" w:hanging="360"/>
      </w:pPr>
      <w:rPr>
        <w:rFonts w:ascii="Wingdings" w:hAnsi="Wingdings" w:hint="default"/>
      </w:rPr>
    </w:lvl>
  </w:abstractNum>
  <w:abstractNum w:abstractNumId="3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right="36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541DEDB4-5CB0-4918-8384-DD2EF22CA2A8}"/>
    <w:docVar w:name="dgnword-eventsink" w:val="188240104"/>
  </w:docVars>
  <w:rsids>
    <w:rsidRoot w:val="00235184"/>
    <w:rsid w:val="00020E4E"/>
    <w:rsid w:val="00035BD7"/>
    <w:rsid w:val="00040299"/>
    <w:rsid w:val="000600DE"/>
    <w:rsid w:val="00062138"/>
    <w:rsid w:val="000B3F1B"/>
    <w:rsid w:val="000E5D0E"/>
    <w:rsid w:val="000F2CB7"/>
    <w:rsid w:val="00125683"/>
    <w:rsid w:val="00132592"/>
    <w:rsid w:val="0014036D"/>
    <w:rsid w:val="00147233"/>
    <w:rsid w:val="00167605"/>
    <w:rsid w:val="00170FFE"/>
    <w:rsid w:val="00174BEE"/>
    <w:rsid w:val="0018313C"/>
    <w:rsid w:val="0018653B"/>
    <w:rsid w:val="00186FFD"/>
    <w:rsid w:val="00190A5A"/>
    <w:rsid w:val="001A4992"/>
    <w:rsid w:val="001A5E47"/>
    <w:rsid w:val="001A7DE2"/>
    <w:rsid w:val="001B1643"/>
    <w:rsid w:val="001B1A49"/>
    <w:rsid w:val="001C6F6E"/>
    <w:rsid w:val="001E21EA"/>
    <w:rsid w:val="001E4F59"/>
    <w:rsid w:val="002035FE"/>
    <w:rsid w:val="00217B9F"/>
    <w:rsid w:val="00232101"/>
    <w:rsid w:val="00235184"/>
    <w:rsid w:val="0023599D"/>
    <w:rsid w:val="00241FE0"/>
    <w:rsid w:val="00255A32"/>
    <w:rsid w:val="00271454"/>
    <w:rsid w:val="00275907"/>
    <w:rsid w:val="0028141A"/>
    <w:rsid w:val="002B06AF"/>
    <w:rsid w:val="002B136C"/>
    <w:rsid w:val="002B7DC2"/>
    <w:rsid w:val="002C3DFA"/>
    <w:rsid w:val="002E56B7"/>
    <w:rsid w:val="002E6FD9"/>
    <w:rsid w:val="00300441"/>
    <w:rsid w:val="00304C65"/>
    <w:rsid w:val="00304D61"/>
    <w:rsid w:val="00312CE1"/>
    <w:rsid w:val="00330F6A"/>
    <w:rsid w:val="00332BE1"/>
    <w:rsid w:val="003772BD"/>
    <w:rsid w:val="003A470F"/>
    <w:rsid w:val="003B30E0"/>
    <w:rsid w:val="003C783A"/>
    <w:rsid w:val="003D5A7E"/>
    <w:rsid w:val="003E6FBF"/>
    <w:rsid w:val="00402ED1"/>
    <w:rsid w:val="00427033"/>
    <w:rsid w:val="00441681"/>
    <w:rsid w:val="004435BB"/>
    <w:rsid w:val="00445771"/>
    <w:rsid w:val="004522C8"/>
    <w:rsid w:val="004524B0"/>
    <w:rsid w:val="004832DE"/>
    <w:rsid w:val="0048438F"/>
    <w:rsid w:val="00490D19"/>
    <w:rsid w:val="00492E00"/>
    <w:rsid w:val="004A0056"/>
    <w:rsid w:val="004A06D1"/>
    <w:rsid w:val="004A2B83"/>
    <w:rsid w:val="004A2C1A"/>
    <w:rsid w:val="004B1978"/>
    <w:rsid w:val="004C33DC"/>
    <w:rsid w:val="004D7689"/>
    <w:rsid w:val="005036B8"/>
    <w:rsid w:val="005315D8"/>
    <w:rsid w:val="0055248F"/>
    <w:rsid w:val="0055658E"/>
    <w:rsid w:val="00580020"/>
    <w:rsid w:val="00594E98"/>
    <w:rsid w:val="005B02BB"/>
    <w:rsid w:val="005B075A"/>
    <w:rsid w:val="005B5027"/>
    <w:rsid w:val="005B7071"/>
    <w:rsid w:val="005E0A43"/>
    <w:rsid w:val="00631597"/>
    <w:rsid w:val="00651CDF"/>
    <w:rsid w:val="00653581"/>
    <w:rsid w:val="00657AFF"/>
    <w:rsid w:val="00685FC6"/>
    <w:rsid w:val="0068630E"/>
    <w:rsid w:val="006D09AC"/>
    <w:rsid w:val="006D0AE7"/>
    <w:rsid w:val="006D3CFF"/>
    <w:rsid w:val="006D5669"/>
    <w:rsid w:val="006D77A3"/>
    <w:rsid w:val="006E1847"/>
    <w:rsid w:val="006E6E94"/>
    <w:rsid w:val="0071013B"/>
    <w:rsid w:val="00717AAB"/>
    <w:rsid w:val="00722E81"/>
    <w:rsid w:val="00732D38"/>
    <w:rsid w:val="00737749"/>
    <w:rsid w:val="00742767"/>
    <w:rsid w:val="00751DC1"/>
    <w:rsid w:val="0075586F"/>
    <w:rsid w:val="007651FB"/>
    <w:rsid w:val="007708E4"/>
    <w:rsid w:val="007814B5"/>
    <w:rsid w:val="00781631"/>
    <w:rsid w:val="00781A9C"/>
    <w:rsid w:val="007A465C"/>
    <w:rsid w:val="007A76EE"/>
    <w:rsid w:val="007C077B"/>
    <w:rsid w:val="007C33D6"/>
    <w:rsid w:val="007C3CF4"/>
    <w:rsid w:val="007E16D1"/>
    <w:rsid w:val="007E32FF"/>
    <w:rsid w:val="007F4094"/>
    <w:rsid w:val="008148E8"/>
    <w:rsid w:val="0081746F"/>
    <w:rsid w:val="00822FAA"/>
    <w:rsid w:val="00825D7B"/>
    <w:rsid w:val="0083053B"/>
    <w:rsid w:val="0083462F"/>
    <w:rsid w:val="008357A3"/>
    <w:rsid w:val="00837543"/>
    <w:rsid w:val="00847D73"/>
    <w:rsid w:val="00856A6B"/>
    <w:rsid w:val="008737F5"/>
    <w:rsid w:val="00881B9C"/>
    <w:rsid w:val="00897AC4"/>
    <w:rsid w:val="008A1E7F"/>
    <w:rsid w:val="008A2B26"/>
    <w:rsid w:val="008A7792"/>
    <w:rsid w:val="008B7BF5"/>
    <w:rsid w:val="008D4510"/>
    <w:rsid w:val="008E132C"/>
    <w:rsid w:val="00904509"/>
    <w:rsid w:val="0090469B"/>
    <w:rsid w:val="00904E21"/>
    <w:rsid w:val="00907C36"/>
    <w:rsid w:val="009142DE"/>
    <w:rsid w:val="00920258"/>
    <w:rsid w:val="00932566"/>
    <w:rsid w:val="009344BB"/>
    <w:rsid w:val="009463CE"/>
    <w:rsid w:val="0095110C"/>
    <w:rsid w:val="00953FB8"/>
    <w:rsid w:val="0098174D"/>
    <w:rsid w:val="00981A9B"/>
    <w:rsid w:val="00990B63"/>
    <w:rsid w:val="00992496"/>
    <w:rsid w:val="009B325C"/>
    <w:rsid w:val="009C1C50"/>
    <w:rsid w:val="009E38EA"/>
    <w:rsid w:val="009E6277"/>
    <w:rsid w:val="009F37AE"/>
    <w:rsid w:val="009F40E8"/>
    <w:rsid w:val="00A003D2"/>
    <w:rsid w:val="00A13F6A"/>
    <w:rsid w:val="00A1472F"/>
    <w:rsid w:val="00A21B75"/>
    <w:rsid w:val="00A419D6"/>
    <w:rsid w:val="00A456DF"/>
    <w:rsid w:val="00A53732"/>
    <w:rsid w:val="00A70638"/>
    <w:rsid w:val="00A81CDF"/>
    <w:rsid w:val="00A85237"/>
    <w:rsid w:val="00A972EE"/>
    <w:rsid w:val="00AB50FF"/>
    <w:rsid w:val="00AC3629"/>
    <w:rsid w:val="00AC56C7"/>
    <w:rsid w:val="00AC598C"/>
    <w:rsid w:val="00AE03F2"/>
    <w:rsid w:val="00AF1262"/>
    <w:rsid w:val="00B01B6F"/>
    <w:rsid w:val="00B1017F"/>
    <w:rsid w:val="00B24266"/>
    <w:rsid w:val="00B26754"/>
    <w:rsid w:val="00B30621"/>
    <w:rsid w:val="00B50E18"/>
    <w:rsid w:val="00B65EF2"/>
    <w:rsid w:val="00B70B6F"/>
    <w:rsid w:val="00B90FD4"/>
    <w:rsid w:val="00B94E1F"/>
    <w:rsid w:val="00BA4A63"/>
    <w:rsid w:val="00BA5D1B"/>
    <w:rsid w:val="00BB2161"/>
    <w:rsid w:val="00BB6943"/>
    <w:rsid w:val="00BC36FC"/>
    <w:rsid w:val="00BC3CAF"/>
    <w:rsid w:val="00BE519F"/>
    <w:rsid w:val="00BE753A"/>
    <w:rsid w:val="00BF0D8F"/>
    <w:rsid w:val="00BF1856"/>
    <w:rsid w:val="00C032ED"/>
    <w:rsid w:val="00C1735D"/>
    <w:rsid w:val="00C20B4C"/>
    <w:rsid w:val="00C43082"/>
    <w:rsid w:val="00C601CE"/>
    <w:rsid w:val="00C664C9"/>
    <w:rsid w:val="00C767D0"/>
    <w:rsid w:val="00C76F07"/>
    <w:rsid w:val="00CA6134"/>
    <w:rsid w:val="00CC3DA7"/>
    <w:rsid w:val="00CD1E7E"/>
    <w:rsid w:val="00CE1CB6"/>
    <w:rsid w:val="00CE23A4"/>
    <w:rsid w:val="00CE32D7"/>
    <w:rsid w:val="00CF3905"/>
    <w:rsid w:val="00CF6F02"/>
    <w:rsid w:val="00D019C9"/>
    <w:rsid w:val="00D15795"/>
    <w:rsid w:val="00D308D6"/>
    <w:rsid w:val="00D54A7E"/>
    <w:rsid w:val="00D65275"/>
    <w:rsid w:val="00D84EDD"/>
    <w:rsid w:val="00DA2466"/>
    <w:rsid w:val="00DB62DD"/>
    <w:rsid w:val="00DC3830"/>
    <w:rsid w:val="00DC6B9D"/>
    <w:rsid w:val="00DD0693"/>
    <w:rsid w:val="00DF3EF5"/>
    <w:rsid w:val="00E25524"/>
    <w:rsid w:val="00E32F86"/>
    <w:rsid w:val="00E50A13"/>
    <w:rsid w:val="00E51829"/>
    <w:rsid w:val="00E56E15"/>
    <w:rsid w:val="00E621FD"/>
    <w:rsid w:val="00E66133"/>
    <w:rsid w:val="00E90BDB"/>
    <w:rsid w:val="00EA1500"/>
    <w:rsid w:val="00EB2209"/>
    <w:rsid w:val="00EB5109"/>
    <w:rsid w:val="00EC566C"/>
    <w:rsid w:val="00EC57B1"/>
    <w:rsid w:val="00EF32CD"/>
    <w:rsid w:val="00F07CBA"/>
    <w:rsid w:val="00F2458D"/>
    <w:rsid w:val="00F33BD8"/>
    <w:rsid w:val="00F522C3"/>
    <w:rsid w:val="00F61D2C"/>
    <w:rsid w:val="00F64D85"/>
    <w:rsid w:val="00F746E0"/>
    <w:rsid w:val="00F80DD2"/>
    <w:rsid w:val="00F916AF"/>
    <w:rsid w:val="00FB1ACB"/>
    <w:rsid w:val="00FB4559"/>
    <w:rsid w:val="00FB59CE"/>
    <w:rsid w:val="00FE3697"/>
    <w:rsid w:val="00FE6F78"/>
    <w:rsid w:val="00FE718B"/>
    <w:rsid w:val="00FF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9D6"/>
    <w:pPr>
      <w:jc w:val="both"/>
    </w:pPr>
    <w:rPr>
      <w:sz w:val="24"/>
    </w:rPr>
  </w:style>
  <w:style w:type="paragraph" w:styleId="Heading1">
    <w:name w:val="heading 1"/>
    <w:basedOn w:val="HeadingBase"/>
    <w:next w:val="BodyText"/>
    <w:qFormat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qFormat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qFormat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qFormat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qFormat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qFormat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InsideAddress">
    <w:name w:val="Inside Address"/>
    <w:basedOn w:val="Normal"/>
    <w:pPr>
      <w:spacing w:line="220" w:lineRule="atLeast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15" w:type="dxa"/>
        <w:right w:w="115" w:type="dxa"/>
      </w:tblCellMar>
    </w:tblPr>
  </w:style>
  <w:style w:type="paragraph" w:customStyle="1" w:styleId="StateOfFlorida">
    <w:name w:val="StateOfFlorida"/>
    <w:basedOn w:val="Normal"/>
    <w:pPr>
      <w:jc w:val="center"/>
    </w:pPr>
    <w:rPr>
      <w:b/>
      <w:smallCaps/>
      <w:sz w:val="28"/>
      <w:szCs w:val="28"/>
    </w:rPr>
  </w:style>
  <w:style w:type="paragraph" w:customStyle="1" w:styleId="ChairmanAddress">
    <w:name w:val="Chairman Address"/>
    <w:basedOn w:val="Normal"/>
    <w:rsid w:val="00A419D6"/>
    <w:rPr>
      <w:spacing w:val="-5"/>
      <w:sz w:val="20"/>
    </w:rPr>
  </w:style>
  <w:style w:type="paragraph" w:customStyle="1" w:styleId="LetterheadRecipient">
    <w:name w:val="Letterhead Recipient"/>
    <w:basedOn w:val="Normal"/>
    <w:rPr>
      <w:szCs w:val="24"/>
    </w:rPr>
  </w:style>
  <w:style w:type="paragraph" w:customStyle="1" w:styleId="PSCTitle">
    <w:name w:val="PSCTitle"/>
    <w:rsid w:val="00062138"/>
    <w:pPr>
      <w:jc w:val="center"/>
    </w:pPr>
    <w:rPr>
      <w:sz w:val="52"/>
      <w:szCs w:val="52"/>
    </w:rPr>
  </w:style>
  <w:style w:type="paragraph" w:customStyle="1" w:styleId="LetterheadFooter">
    <w:name w:val="Letterhead Footer"/>
    <w:basedOn w:val="Footer"/>
    <w:pPr>
      <w:pBdr>
        <w:top w:val="single" w:sz="4" w:space="1" w:color="auto"/>
      </w:pBdr>
      <w:tabs>
        <w:tab w:val="clear" w:pos="8640"/>
        <w:tab w:val="right" w:pos="10080"/>
      </w:tabs>
      <w:jc w:val="left"/>
    </w:pPr>
    <w:rPr>
      <w:b/>
      <w:sz w:val="16"/>
    </w:rPr>
  </w:style>
  <w:style w:type="paragraph" w:customStyle="1" w:styleId="MidPageClosing">
    <w:name w:val="MidPageClosing"/>
    <w:basedOn w:val="Closing"/>
    <w:pPr>
      <w:spacing w:line="240" w:lineRule="auto"/>
      <w:ind w:left="4464"/>
    </w:pPr>
    <w:rPr>
      <w:szCs w:val="24"/>
    </w:rPr>
  </w:style>
  <w:style w:type="paragraph" w:customStyle="1" w:styleId="LetterheadSalutation">
    <w:name w:val="Letterhead Salutation"/>
    <w:basedOn w:val="Normal"/>
    <w:next w:val="Normal"/>
    <w:pPr>
      <w:spacing w:before="240" w:after="240"/>
    </w:pPr>
  </w:style>
  <w:style w:type="paragraph" w:customStyle="1" w:styleId="LetterheadSubject">
    <w:name w:val="Letterhead Subject"/>
    <w:basedOn w:val="Normal"/>
    <w:next w:val="LetterheadSalutation"/>
    <w:pPr>
      <w:spacing w:before="240"/>
    </w:pPr>
    <w:rPr>
      <w:b/>
    </w:rPr>
  </w:style>
  <w:style w:type="paragraph" w:styleId="Closing">
    <w:name w:val="Closing"/>
    <w:basedOn w:val="Normal"/>
    <w:next w:val="Signature"/>
    <w:rsid w:val="0014036D"/>
    <w:pPr>
      <w:keepNext/>
      <w:spacing w:line="220" w:lineRule="atLeast"/>
    </w:pPr>
    <w:rPr>
      <w:spacing w:val="-5"/>
    </w:rPr>
  </w:style>
  <w:style w:type="paragraph" w:customStyle="1" w:styleId="AttentionLine">
    <w:name w:val="Attention Line"/>
    <w:basedOn w:val="Normal"/>
    <w:next w:val="Salutation"/>
    <w:pPr>
      <w:spacing w:before="220" w:after="220" w:line="220" w:lineRule="atLeast"/>
    </w:pPr>
    <w:rPr>
      <w:rFonts w:ascii="Arial" w:hAnsi="Arial"/>
      <w:spacing w:val="-5"/>
    </w:rPr>
  </w:style>
  <w:style w:type="paragraph" w:styleId="Salutation">
    <w:name w:val="Salutation"/>
    <w:basedOn w:val="Normal"/>
    <w:next w:val="Normal"/>
    <w:pPr>
      <w:spacing w:before="220" w:after="220" w:line="220" w:lineRule="atLeast"/>
      <w:jc w:val="left"/>
    </w:pPr>
  </w:style>
  <w:style w:type="paragraph" w:customStyle="1" w:styleId="BlockText5">
    <w:name w:val="Block Text .5&quot;"/>
    <w:basedOn w:val="Normal"/>
    <w:pPr>
      <w:spacing w:after="120"/>
      <w:ind w:left="720" w:right="720"/>
    </w:pPr>
  </w:style>
  <w:style w:type="paragraph" w:customStyle="1" w:styleId="BlockText1">
    <w:name w:val="Block Text 1&quot;"/>
    <w:basedOn w:val="Normal"/>
    <w:pPr>
      <w:spacing w:after="120"/>
      <w:ind w:left="1440" w:right="1440"/>
    </w:pPr>
  </w:style>
  <w:style w:type="paragraph" w:customStyle="1" w:styleId="BlockText15">
    <w:name w:val="Block Text 1.5&quot;"/>
    <w:basedOn w:val="Normal"/>
    <w:pPr>
      <w:spacing w:after="120"/>
      <w:ind w:left="2160" w:right="2160"/>
    </w:pPr>
  </w:style>
  <w:style w:type="paragraph" w:styleId="BodyText">
    <w:name w:val="Body Text"/>
    <w:basedOn w:val="Normal"/>
    <w:pPr>
      <w:spacing w:after="220" w:line="220" w:lineRule="atLeast"/>
    </w:pPr>
    <w:rPr>
      <w:spacing w:val="-5"/>
    </w:rPr>
  </w:style>
  <w:style w:type="paragraph" w:customStyle="1" w:styleId="CcList">
    <w:name w:val="Cc List"/>
    <w:basedOn w:val="Normal"/>
    <w:pPr>
      <w:keepLines/>
      <w:spacing w:line="220" w:lineRule="atLeast"/>
      <w:ind w:left="360" w:hanging="360"/>
    </w:pPr>
    <w:rPr>
      <w:spacing w:val="-5"/>
    </w:rPr>
  </w:style>
  <w:style w:type="paragraph" w:customStyle="1" w:styleId="CCList0">
    <w:name w:val="CCList"/>
    <w:basedOn w:val="Normal"/>
    <w:pPr>
      <w:ind w:left="720" w:hanging="720"/>
    </w:pPr>
    <w:rPr>
      <w:spacing w:val="-5"/>
    </w:rPr>
  </w:style>
  <w:style w:type="paragraph" w:customStyle="1" w:styleId="ChairmanAddress2">
    <w:name w:val="Chairman Address 2"/>
    <w:basedOn w:val="ChairmanAddress"/>
    <w:pPr>
      <w:jc w:val="center"/>
    </w:pPr>
  </w:style>
  <w:style w:type="paragraph" w:customStyle="1" w:styleId="ChairmanAddressSC">
    <w:name w:val="Chairman Address SC"/>
    <w:basedOn w:val="Normal"/>
    <w:rsid w:val="00A419D6"/>
    <w:rPr>
      <w:smallCaps/>
      <w:spacing w:val="-5"/>
      <w:sz w:val="20"/>
    </w:rPr>
  </w:style>
  <w:style w:type="paragraph" w:customStyle="1" w:styleId="ChairmanAddressSC2">
    <w:name w:val="Chairman Address SC 2"/>
    <w:basedOn w:val="ChairmanAddressSC"/>
    <w:pPr>
      <w:jc w:val="center"/>
    </w:pPr>
    <w:rPr>
      <w:szCs w:val="24"/>
    </w:rPr>
  </w:style>
  <w:style w:type="paragraph" w:customStyle="1" w:styleId="ChairmanDivisionSC">
    <w:name w:val="Chairman Division SC"/>
    <w:basedOn w:val="ChairmanAddressSC"/>
    <w:rPr>
      <w:sz w:val="16"/>
    </w:rPr>
  </w:style>
  <w:style w:type="paragraph" w:customStyle="1" w:styleId="ChairmanName">
    <w:name w:val="Chairman Name"/>
    <w:basedOn w:val="Normal"/>
    <w:rsid w:val="00A419D6"/>
    <w:pPr>
      <w:jc w:val="center"/>
    </w:pPr>
    <w:rPr>
      <w:smallCaps/>
      <w:spacing w:val="-5"/>
      <w:szCs w:val="22"/>
    </w:rPr>
  </w:style>
  <w:style w:type="paragraph" w:customStyle="1" w:styleId="ChairmanNameLeftJustified">
    <w:name w:val="Chairman Name Left Justified"/>
    <w:basedOn w:val="ChairmanName"/>
    <w:pPr>
      <w:jc w:val="left"/>
    </w:pPr>
  </w:style>
  <w:style w:type="paragraph" w:styleId="Signature">
    <w:name w:val="Signature"/>
    <w:basedOn w:val="Normal"/>
    <w:next w:val="Normal"/>
    <w:pPr>
      <w:keepNext/>
      <w:spacing w:before="880" w:line="220" w:lineRule="atLeast"/>
      <w:jc w:val="left"/>
    </w:pPr>
  </w:style>
  <w:style w:type="paragraph" w:customStyle="1" w:styleId="CompanyName">
    <w:name w:val="Company Name"/>
    <w:basedOn w:val="Normal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Normal"/>
    <w:pPr>
      <w:spacing w:after="220" w:line="220" w:lineRule="atLeast"/>
    </w:pPr>
    <w:rPr>
      <w:rFonts w:ascii="Arial" w:hAnsi="Arial"/>
      <w:spacing w:val="-5"/>
    </w:rPr>
  </w:style>
  <w:style w:type="paragraph" w:customStyle="1" w:styleId="DivisionInfo">
    <w:name w:val="Division Info"/>
    <w:basedOn w:val="Normal"/>
    <w:rsid w:val="00A419D6"/>
    <w:rPr>
      <w:smallCaps/>
      <w:spacing w:val="-5"/>
      <w:sz w:val="20"/>
    </w:rPr>
  </w:style>
  <w:style w:type="paragraph" w:customStyle="1" w:styleId="DivisionInfoSmall">
    <w:name w:val="Division Info Small"/>
    <w:basedOn w:val="DivisionInfo"/>
    <w:rPr>
      <w:sz w:val="18"/>
    </w:rPr>
  </w:style>
  <w:style w:type="paragraph" w:customStyle="1" w:styleId="DivisionInfoVerySmall">
    <w:name w:val="Division Info Very Small"/>
    <w:basedOn w:val="DivisionInfo"/>
    <w:rPr>
      <w:sz w:val="16"/>
    </w:rPr>
  </w:style>
  <w:style w:type="character" w:styleId="Emphasis">
    <w:name w:val="Emphasis"/>
    <w:qFormat/>
    <w:rPr>
      <w:rFonts w:ascii="Times New Roman" w:hAnsi="Times New Roman"/>
      <w:sz w:val="18"/>
      <w:szCs w:val="18"/>
    </w:rPr>
  </w:style>
  <w:style w:type="paragraph" w:customStyle="1" w:styleId="Enclosure">
    <w:name w:val="Enclosure"/>
    <w:basedOn w:val="Normal"/>
    <w:next w:val="CcList"/>
    <w:pPr>
      <w:keepNext/>
      <w:keepLines/>
      <w:spacing w:after="220" w:line="220" w:lineRule="atLeast"/>
    </w:pPr>
    <w:rPr>
      <w:rFonts w:ascii="Arial" w:hAnsi="Arial"/>
    </w:rPr>
  </w:style>
  <w:style w:type="paragraph" w:customStyle="1" w:styleId="HeadingBase">
    <w:name w:val="Heading Base"/>
    <w:basedOn w:val="Normal"/>
    <w:next w:val="BodyText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InsideAddressName">
    <w:name w:val="Inside Address Name"/>
    <w:basedOn w:val="InsideAddress"/>
    <w:next w:val="InsideAddress"/>
    <w:pPr>
      <w:spacing w:before="220"/>
    </w:pPr>
  </w:style>
  <w:style w:type="paragraph" w:customStyle="1" w:styleId="LetterheadAdrFooter">
    <w:name w:val="Letterhead Adr Footer"/>
    <w:basedOn w:val="LetterheadFooter"/>
    <w:next w:val="LetterheadFooter"/>
    <w:pPr>
      <w:jc w:val="center"/>
    </w:pPr>
    <w:rPr>
      <w:smallCaps/>
      <w:sz w:val="20"/>
    </w:rPr>
  </w:style>
  <w:style w:type="paragraph" w:customStyle="1" w:styleId="LetterheadBody">
    <w:name w:val="Letterhead Body"/>
    <w:basedOn w:val="Normal"/>
    <w:rsid w:val="006E1847"/>
    <w:pPr>
      <w:spacing w:after="240"/>
    </w:pPr>
    <w:rPr>
      <w:szCs w:val="24"/>
    </w:rPr>
  </w:style>
  <w:style w:type="paragraph" w:customStyle="1" w:styleId="LetterheadBodySingleSpace">
    <w:name w:val="Letterhead Body Single Space"/>
    <w:basedOn w:val="LetterheadBody"/>
    <w:pPr>
      <w:spacing w:after="0"/>
    </w:pPr>
  </w:style>
  <w:style w:type="paragraph" w:customStyle="1" w:styleId="LetterheadFooterCentered">
    <w:name w:val="Letterhead Footer Centered"/>
    <w:basedOn w:val="LetterheadFooter"/>
    <w:pPr>
      <w:jc w:val="center"/>
    </w:pPr>
  </w:style>
  <w:style w:type="paragraph" w:styleId="List">
    <w:name w:val="List"/>
    <w:basedOn w:val="BodyText"/>
    <w:pPr>
      <w:ind w:left="360" w:hanging="360"/>
    </w:pPr>
  </w:style>
  <w:style w:type="paragraph" w:styleId="ListBullet">
    <w:name w:val="List Bullet"/>
    <w:basedOn w:val="List"/>
    <w:autoRedefine/>
    <w:pPr>
      <w:numPr>
        <w:numId w:val="2"/>
      </w:numPr>
    </w:pPr>
  </w:style>
  <w:style w:type="paragraph" w:styleId="ListNumber">
    <w:name w:val="List Number"/>
    <w:basedOn w:val="BodyText"/>
    <w:pPr>
      <w:numPr>
        <w:numId w:val="4"/>
      </w:numPr>
    </w:pPr>
  </w:style>
  <w:style w:type="paragraph" w:customStyle="1" w:styleId="MailingInstructions">
    <w:name w:val="Mailing Instructions"/>
    <w:basedOn w:val="Normal"/>
    <w:next w:val="InsideAddressName"/>
    <w:pPr>
      <w:spacing w:after="220" w:line="220" w:lineRule="atLeast"/>
    </w:pPr>
    <w:rPr>
      <w:rFonts w:ascii="Arial" w:hAnsi="Arial"/>
      <w:caps/>
    </w:rPr>
  </w:style>
  <w:style w:type="paragraph" w:customStyle="1" w:styleId="ModifiedBlock">
    <w:name w:val="Modified Block"/>
    <w:basedOn w:val="LetterheadBody"/>
    <w:rsid w:val="00F2458D"/>
  </w:style>
  <w:style w:type="paragraph" w:customStyle="1" w:styleId="ReferenceInitials">
    <w:name w:val="Reference Initials"/>
    <w:basedOn w:val="Normal"/>
    <w:next w:val="Enclosure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z w:val="14"/>
    </w:rPr>
  </w:style>
  <w:style w:type="paragraph" w:customStyle="1" w:styleId="Semi-block">
    <w:name w:val="Semi-block"/>
    <w:basedOn w:val="LetterheadBody"/>
    <w:rsid w:val="00BF0D8F"/>
    <w:pPr>
      <w:ind w:firstLine="720"/>
    </w:pPr>
  </w:style>
  <w:style w:type="paragraph" w:customStyle="1" w:styleId="Semi-blockSingleSpace">
    <w:name w:val="Semi-block Single Space"/>
    <w:basedOn w:val="Semi-block"/>
    <w:pPr>
      <w:spacing w:after="0"/>
    </w:pPr>
  </w:style>
  <w:style w:type="paragraph" w:customStyle="1" w:styleId="SignatureCompany">
    <w:name w:val="Signature Company"/>
    <w:basedOn w:val="Signature"/>
    <w:next w:val="ReferenceInitials"/>
    <w:pPr>
      <w:spacing w:before="0"/>
    </w:pPr>
  </w:style>
  <w:style w:type="paragraph" w:customStyle="1" w:styleId="SignatureJobTitle">
    <w:name w:val="Signature Job Title"/>
    <w:basedOn w:val="Signature"/>
    <w:next w:val="SignatureCompany"/>
    <w:pPr>
      <w:spacing w:before="0"/>
    </w:pPr>
  </w:style>
  <w:style w:type="character" w:customStyle="1" w:styleId="Slogan">
    <w:name w:val="Slogan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customStyle="1" w:styleId="DeputyExecutiveDirector">
    <w:name w:val="Deputy Executive Director"/>
    <w:basedOn w:val="Normal"/>
    <w:rsid w:val="00A419D6"/>
    <w:pPr>
      <w:jc w:val="right"/>
    </w:pPr>
    <w:rPr>
      <w:smallCaps/>
      <w:spacing w:val="-5"/>
      <w:sz w:val="20"/>
    </w:rPr>
  </w:style>
  <w:style w:type="paragraph" w:customStyle="1" w:styleId="ExecutiveDirector">
    <w:name w:val="Executive Director"/>
    <w:basedOn w:val="Normal"/>
    <w:rsid w:val="00A419D6"/>
    <w:pPr>
      <w:ind w:left="1368"/>
    </w:pPr>
    <w:rPr>
      <w:smallCaps/>
      <w:spacing w:val="-5"/>
      <w:sz w:val="20"/>
    </w:rPr>
  </w:style>
  <w:style w:type="paragraph" w:customStyle="1" w:styleId="InspectorGeneral">
    <w:name w:val="Inspector General"/>
    <w:basedOn w:val="DeputyExecutiveDirector"/>
    <w:next w:val="Normal"/>
    <w:rsid w:val="00A13F6A"/>
  </w:style>
  <w:style w:type="paragraph" w:customStyle="1" w:styleId="MidPageDate">
    <w:name w:val="MidPage Date"/>
    <w:basedOn w:val="LetterheadBody"/>
    <w:next w:val="Normal"/>
    <w:rsid w:val="0055658E"/>
    <w:pPr>
      <w:spacing w:after="0"/>
      <w:jc w:val="center"/>
    </w:pPr>
  </w:style>
  <w:style w:type="paragraph" w:customStyle="1" w:styleId="ModifiedBlockSingleSpace">
    <w:name w:val="Modified Block Single Space"/>
    <w:basedOn w:val="ModifiedBlock"/>
    <w:qFormat/>
    <w:rsid w:val="00F2458D"/>
    <w:pPr>
      <w:spacing w:after="0"/>
    </w:pPr>
  </w:style>
  <w:style w:type="paragraph" w:customStyle="1" w:styleId="FullBlock">
    <w:name w:val="Full Block"/>
    <w:basedOn w:val="LetterheadBody"/>
    <w:rsid w:val="00856A6B"/>
  </w:style>
  <w:style w:type="paragraph" w:customStyle="1" w:styleId="GeneralCounsel">
    <w:name w:val="General Counsel"/>
    <w:basedOn w:val="Normal"/>
    <w:qFormat/>
    <w:rsid w:val="0018653B"/>
    <w:pPr>
      <w:jc w:val="right"/>
    </w:pPr>
    <w:rPr>
      <w:smallCaps/>
      <w:spacing w:val="-5"/>
      <w:sz w:val="20"/>
    </w:rPr>
  </w:style>
  <w:style w:type="paragraph" w:styleId="BalloonText">
    <w:name w:val="Balloon Text"/>
    <w:basedOn w:val="Normal"/>
    <w:link w:val="BalloonTextChar"/>
    <w:rsid w:val="00E661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613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AE03F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9D6"/>
    <w:pPr>
      <w:jc w:val="both"/>
    </w:pPr>
    <w:rPr>
      <w:sz w:val="24"/>
    </w:rPr>
  </w:style>
  <w:style w:type="paragraph" w:styleId="Heading1">
    <w:name w:val="heading 1"/>
    <w:basedOn w:val="HeadingBase"/>
    <w:next w:val="BodyText"/>
    <w:qFormat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qFormat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qFormat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qFormat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qFormat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qFormat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InsideAddress">
    <w:name w:val="Inside Address"/>
    <w:basedOn w:val="Normal"/>
    <w:pPr>
      <w:spacing w:line="220" w:lineRule="atLeast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15" w:type="dxa"/>
        <w:right w:w="115" w:type="dxa"/>
      </w:tblCellMar>
    </w:tblPr>
  </w:style>
  <w:style w:type="paragraph" w:customStyle="1" w:styleId="StateOfFlorida">
    <w:name w:val="StateOfFlorida"/>
    <w:basedOn w:val="Normal"/>
    <w:pPr>
      <w:jc w:val="center"/>
    </w:pPr>
    <w:rPr>
      <w:b/>
      <w:smallCaps/>
      <w:sz w:val="28"/>
      <w:szCs w:val="28"/>
    </w:rPr>
  </w:style>
  <w:style w:type="paragraph" w:customStyle="1" w:styleId="ChairmanAddress">
    <w:name w:val="Chairman Address"/>
    <w:basedOn w:val="Normal"/>
    <w:rsid w:val="00A419D6"/>
    <w:rPr>
      <w:spacing w:val="-5"/>
      <w:sz w:val="20"/>
    </w:rPr>
  </w:style>
  <w:style w:type="paragraph" w:customStyle="1" w:styleId="LetterheadRecipient">
    <w:name w:val="Letterhead Recipient"/>
    <w:basedOn w:val="Normal"/>
    <w:rPr>
      <w:szCs w:val="24"/>
    </w:rPr>
  </w:style>
  <w:style w:type="paragraph" w:customStyle="1" w:styleId="PSCTitle">
    <w:name w:val="PSCTitle"/>
    <w:rsid w:val="00062138"/>
    <w:pPr>
      <w:jc w:val="center"/>
    </w:pPr>
    <w:rPr>
      <w:sz w:val="52"/>
      <w:szCs w:val="52"/>
    </w:rPr>
  </w:style>
  <w:style w:type="paragraph" w:customStyle="1" w:styleId="LetterheadFooter">
    <w:name w:val="Letterhead Footer"/>
    <w:basedOn w:val="Footer"/>
    <w:pPr>
      <w:pBdr>
        <w:top w:val="single" w:sz="4" w:space="1" w:color="auto"/>
      </w:pBdr>
      <w:tabs>
        <w:tab w:val="clear" w:pos="8640"/>
        <w:tab w:val="right" w:pos="10080"/>
      </w:tabs>
      <w:jc w:val="left"/>
    </w:pPr>
    <w:rPr>
      <w:b/>
      <w:sz w:val="16"/>
    </w:rPr>
  </w:style>
  <w:style w:type="paragraph" w:customStyle="1" w:styleId="MidPageClosing">
    <w:name w:val="MidPageClosing"/>
    <w:basedOn w:val="Closing"/>
    <w:pPr>
      <w:spacing w:line="240" w:lineRule="auto"/>
      <w:ind w:left="4464"/>
    </w:pPr>
    <w:rPr>
      <w:szCs w:val="24"/>
    </w:rPr>
  </w:style>
  <w:style w:type="paragraph" w:customStyle="1" w:styleId="LetterheadSalutation">
    <w:name w:val="Letterhead Salutation"/>
    <w:basedOn w:val="Normal"/>
    <w:next w:val="Normal"/>
    <w:pPr>
      <w:spacing w:before="240" w:after="240"/>
    </w:pPr>
  </w:style>
  <w:style w:type="paragraph" w:customStyle="1" w:styleId="LetterheadSubject">
    <w:name w:val="Letterhead Subject"/>
    <w:basedOn w:val="Normal"/>
    <w:next w:val="LetterheadSalutation"/>
    <w:pPr>
      <w:spacing w:before="240"/>
    </w:pPr>
    <w:rPr>
      <w:b/>
    </w:rPr>
  </w:style>
  <w:style w:type="paragraph" w:styleId="Closing">
    <w:name w:val="Closing"/>
    <w:basedOn w:val="Normal"/>
    <w:next w:val="Signature"/>
    <w:rsid w:val="0014036D"/>
    <w:pPr>
      <w:keepNext/>
      <w:spacing w:line="220" w:lineRule="atLeast"/>
    </w:pPr>
    <w:rPr>
      <w:spacing w:val="-5"/>
    </w:rPr>
  </w:style>
  <w:style w:type="paragraph" w:customStyle="1" w:styleId="AttentionLine">
    <w:name w:val="Attention Line"/>
    <w:basedOn w:val="Normal"/>
    <w:next w:val="Salutation"/>
    <w:pPr>
      <w:spacing w:before="220" w:after="220" w:line="220" w:lineRule="atLeast"/>
    </w:pPr>
    <w:rPr>
      <w:rFonts w:ascii="Arial" w:hAnsi="Arial"/>
      <w:spacing w:val="-5"/>
    </w:rPr>
  </w:style>
  <w:style w:type="paragraph" w:styleId="Salutation">
    <w:name w:val="Salutation"/>
    <w:basedOn w:val="Normal"/>
    <w:next w:val="Normal"/>
    <w:pPr>
      <w:spacing w:before="220" w:after="220" w:line="220" w:lineRule="atLeast"/>
      <w:jc w:val="left"/>
    </w:pPr>
  </w:style>
  <w:style w:type="paragraph" w:customStyle="1" w:styleId="BlockText5">
    <w:name w:val="Block Text .5&quot;"/>
    <w:basedOn w:val="Normal"/>
    <w:pPr>
      <w:spacing w:after="120"/>
      <w:ind w:left="720" w:right="720"/>
    </w:pPr>
  </w:style>
  <w:style w:type="paragraph" w:customStyle="1" w:styleId="BlockText1">
    <w:name w:val="Block Text 1&quot;"/>
    <w:basedOn w:val="Normal"/>
    <w:pPr>
      <w:spacing w:after="120"/>
      <w:ind w:left="1440" w:right="1440"/>
    </w:pPr>
  </w:style>
  <w:style w:type="paragraph" w:customStyle="1" w:styleId="BlockText15">
    <w:name w:val="Block Text 1.5&quot;"/>
    <w:basedOn w:val="Normal"/>
    <w:pPr>
      <w:spacing w:after="120"/>
      <w:ind w:left="2160" w:right="2160"/>
    </w:pPr>
  </w:style>
  <w:style w:type="paragraph" w:styleId="BodyText">
    <w:name w:val="Body Text"/>
    <w:basedOn w:val="Normal"/>
    <w:pPr>
      <w:spacing w:after="220" w:line="220" w:lineRule="atLeast"/>
    </w:pPr>
    <w:rPr>
      <w:spacing w:val="-5"/>
    </w:rPr>
  </w:style>
  <w:style w:type="paragraph" w:customStyle="1" w:styleId="CcList">
    <w:name w:val="Cc List"/>
    <w:basedOn w:val="Normal"/>
    <w:pPr>
      <w:keepLines/>
      <w:spacing w:line="220" w:lineRule="atLeast"/>
      <w:ind w:left="360" w:hanging="360"/>
    </w:pPr>
    <w:rPr>
      <w:spacing w:val="-5"/>
    </w:rPr>
  </w:style>
  <w:style w:type="paragraph" w:customStyle="1" w:styleId="CCList0">
    <w:name w:val="CCList"/>
    <w:basedOn w:val="Normal"/>
    <w:pPr>
      <w:ind w:left="720" w:hanging="720"/>
    </w:pPr>
    <w:rPr>
      <w:spacing w:val="-5"/>
    </w:rPr>
  </w:style>
  <w:style w:type="paragraph" w:customStyle="1" w:styleId="ChairmanAddress2">
    <w:name w:val="Chairman Address 2"/>
    <w:basedOn w:val="ChairmanAddress"/>
    <w:pPr>
      <w:jc w:val="center"/>
    </w:pPr>
  </w:style>
  <w:style w:type="paragraph" w:customStyle="1" w:styleId="ChairmanAddressSC">
    <w:name w:val="Chairman Address SC"/>
    <w:basedOn w:val="Normal"/>
    <w:rsid w:val="00A419D6"/>
    <w:rPr>
      <w:smallCaps/>
      <w:spacing w:val="-5"/>
      <w:sz w:val="20"/>
    </w:rPr>
  </w:style>
  <w:style w:type="paragraph" w:customStyle="1" w:styleId="ChairmanAddressSC2">
    <w:name w:val="Chairman Address SC 2"/>
    <w:basedOn w:val="ChairmanAddressSC"/>
    <w:pPr>
      <w:jc w:val="center"/>
    </w:pPr>
    <w:rPr>
      <w:szCs w:val="24"/>
    </w:rPr>
  </w:style>
  <w:style w:type="paragraph" w:customStyle="1" w:styleId="ChairmanDivisionSC">
    <w:name w:val="Chairman Division SC"/>
    <w:basedOn w:val="ChairmanAddressSC"/>
    <w:rPr>
      <w:sz w:val="16"/>
    </w:rPr>
  </w:style>
  <w:style w:type="paragraph" w:customStyle="1" w:styleId="ChairmanName">
    <w:name w:val="Chairman Name"/>
    <w:basedOn w:val="Normal"/>
    <w:rsid w:val="00A419D6"/>
    <w:pPr>
      <w:jc w:val="center"/>
    </w:pPr>
    <w:rPr>
      <w:smallCaps/>
      <w:spacing w:val="-5"/>
      <w:szCs w:val="22"/>
    </w:rPr>
  </w:style>
  <w:style w:type="paragraph" w:customStyle="1" w:styleId="ChairmanNameLeftJustified">
    <w:name w:val="Chairman Name Left Justified"/>
    <w:basedOn w:val="ChairmanName"/>
    <w:pPr>
      <w:jc w:val="left"/>
    </w:pPr>
  </w:style>
  <w:style w:type="paragraph" w:styleId="Signature">
    <w:name w:val="Signature"/>
    <w:basedOn w:val="Normal"/>
    <w:next w:val="Normal"/>
    <w:pPr>
      <w:keepNext/>
      <w:spacing w:before="880" w:line="220" w:lineRule="atLeast"/>
      <w:jc w:val="left"/>
    </w:pPr>
  </w:style>
  <w:style w:type="paragraph" w:customStyle="1" w:styleId="CompanyName">
    <w:name w:val="Company Name"/>
    <w:basedOn w:val="Normal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Normal"/>
    <w:pPr>
      <w:spacing w:after="220" w:line="220" w:lineRule="atLeast"/>
    </w:pPr>
    <w:rPr>
      <w:rFonts w:ascii="Arial" w:hAnsi="Arial"/>
      <w:spacing w:val="-5"/>
    </w:rPr>
  </w:style>
  <w:style w:type="paragraph" w:customStyle="1" w:styleId="DivisionInfo">
    <w:name w:val="Division Info"/>
    <w:basedOn w:val="Normal"/>
    <w:rsid w:val="00A419D6"/>
    <w:rPr>
      <w:smallCaps/>
      <w:spacing w:val="-5"/>
      <w:sz w:val="20"/>
    </w:rPr>
  </w:style>
  <w:style w:type="paragraph" w:customStyle="1" w:styleId="DivisionInfoSmall">
    <w:name w:val="Division Info Small"/>
    <w:basedOn w:val="DivisionInfo"/>
    <w:rPr>
      <w:sz w:val="18"/>
    </w:rPr>
  </w:style>
  <w:style w:type="paragraph" w:customStyle="1" w:styleId="DivisionInfoVerySmall">
    <w:name w:val="Division Info Very Small"/>
    <w:basedOn w:val="DivisionInfo"/>
    <w:rPr>
      <w:sz w:val="16"/>
    </w:rPr>
  </w:style>
  <w:style w:type="character" w:styleId="Emphasis">
    <w:name w:val="Emphasis"/>
    <w:qFormat/>
    <w:rPr>
      <w:rFonts w:ascii="Times New Roman" w:hAnsi="Times New Roman"/>
      <w:sz w:val="18"/>
      <w:szCs w:val="18"/>
    </w:rPr>
  </w:style>
  <w:style w:type="paragraph" w:customStyle="1" w:styleId="Enclosure">
    <w:name w:val="Enclosure"/>
    <w:basedOn w:val="Normal"/>
    <w:next w:val="CcList"/>
    <w:pPr>
      <w:keepNext/>
      <w:keepLines/>
      <w:spacing w:after="220" w:line="220" w:lineRule="atLeast"/>
    </w:pPr>
    <w:rPr>
      <w:rFonts w:ascii="Arial" w:hAnsi="Arial"/>
    </w:rPr>
  </w:style>
  <w:style w:type="paragraph" w:customStyle="1" w:styleId="HeadingBase">
    <w:name w:val="Heading Base"/>
    <w:basedOn w:val="Normal"/>
    <w:next w:val="BodyText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InsideAddressName">
    <w:name w:val="Inside Address Name"/>
    <w:basedOn w:val="InsideAddress"/>
    <w:next w:val="InsideAddress"/>
    <w:pPr>
      <w:spacing w:before="220"/>
    </w:pPr>
  </w:style>
  <w:style w:type="paragraph" w:customStyle="1" w:styleId="LetterheadAdrFooter">
    <w:name w:val="Letterhead Adr Footer"/>
    <w:basedOn w:val="LetterheadFooter"/>
    <w:next w:val="LetterheadFooter"/>
    <w:pPr>
      <w:jc w:val="center"/>
    </w:pPr>
    <w:rPr>
      <w:smallCaps/>
      <w:sz w:val="20"/>
    </w:rPr>
  </w:style>
  <w:style w:type="paragraph" w:customStyle="1" w:styleId="LetterheadBody">
    <w:name w:val="Letterhead Body"/>
    <w:basedOn w:val="Normal"/>
    <w:rsid w:val="006E1847"/>
    <w:pPr>
      <w:spacing w:after="240"/>
    </w:pPr>
    <w:rPr>
      <w:szCs w:val="24"/>
    </w:rPr>
  </w:style>
  <w:style w:type="paragraph" w:customStyle="1" w:styleId="LetterheadBodySingleSpace">
    <w:name w:val="Letterhead Body Single Space"/>
    <w:basedOn w:val="LetterheadBody"/>
    <w:pPr>
      <w:spacing w:after="0"/>
    </w:pPr>
  </w:style>
  <w:style w:type="paragraph" w:customStyle="1" w:styleId="LetterheadFooterCentered">
    <w:name w:val="Letterhead Footer Centered"/>
    <w:basedOn w:val="LetterheadFooter"/>
    <w:pPr>
      <w:jc w:val="center"/>
    </w:pPr>
  </w:style>
  <w:style w:type="paragraph" w:styleId="List">
    <w:name w:val="List"/>
    <w:basedOn w:val="BodyText"/>
    <w:pPr>
      <w:ind w:left="360" w:hanging="360"/>
    </w:pPr>
  </w:style>
  <w:style w:type="paragraph" w:styleId="ListBullet">
    <w:name w:val="List Bullet"/>
    <w:basedOn w:val="List"/>
    <w:autoRedefine/>
    <w:pPr>
      <w:numPr>
        <w:numId w:val="2"/>
      </w:numPr>
    </w:pPr>
  </w:style>
  <w:style w:type="paragraph" w:styleId="ListNumber">
    <w:name w:val="List Number"/>
    <w:basedOn w:val="BodyText"/>
    <w:pPr>
      <w:numPr>
        <w:numId w:val="4"/>
      </w:numPr>
    </w:pPr>
  </w:style>
  <w:style w:type="paragraph" w:customStyle="1" w:styleId="MailingInstructions">
    <w:name w:val="Mailing Instructions"/>
    <w:basedOn w:val="Normal"/>
    <w:next w:val="InsideAddressName"/>
    <w:pPr>
      <w:spacing w:after="220" w:line="220" w:lineRule="atLeast"/>
    </w:pPr>
    <w:rPr>
      <w:rFonts w:ascii="Arial" w:hAnsi="Arial"/>
      <w:caps/>
    </w:rPr>
  </w:style>
  <w:style w:type="paragraph" w:customStyle="1" w:styleId="ModifiedBlock">
    <w:name w:val="Modified Block"/>
    <w:basedOn w:val="LetterheadBody"/>
    <w:rsid w:val="00F2458D"/>
  </w:style>
  <w:style w:type="paragraph" w:customStyle="1" w:styleId="ReferenceInitials">
    <w:name w:val="Reference Initials"/>
    <w:basedOn w:val="Normal"/>
    <w:next w:val="Enclosure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z w:val="14"/>
    </w:rPr>
  </w:style>
  <w:style w:type="paragraph" w:customStyle="1" w:styleId="Semi-block">
    <w:name w:val="Semi-block"/>
    <w:basedOn w:val="LetterheadBody"/>
    <w:rsid w:val="00BF0D8F"/>
    <w:pPr>
      <w:ind w:firstLine="720"/>
    </w:pPr>
  </w:style>
  <w:style w:type="paragraph" w:customStyle="1" w:styleId="Semi-blockSingleSpace">
    <w:name w:val="Semi-block Single Space"/>
    <w:basedOn w:val="Semi-block"/>
    <w:pPr>
      <w:spacing w:after="0"/>
    </w:pPr>
  </w:style>
  <w:style w:type="paragraph" w:customStyle="1" w:styleId="SignatureCompany">
    <w:name w:val="Signature Company"/>
    <w:basedOn w:val="Signature"/>
    <w:next w:val="ReferenceInitials"/>
    <w:pPr>
      <w:spacing w:before="0"/>
    </w:pPr>
  </w:style>
  <w:style w:type="paragraph" w:customStyle="1" w:styleId="SignatureJobTitle">
    <w:name w:val="Signature Job Title"/>
    <w:basedOn w:val="Signature"/>
    <w:next w:val="SignatureCompany"/>
    <w:pPr>
      <w:spacing w:before="0"/>
    </w:pPr>
  </w:style>
  <w:style w:type="character" w:customStyle="1" w:styleId="Slogan">
    <w:name w:val="Slogan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customStyle="1" w:styleId="DeputyExecutiveDirector">
    <w:name w:val="Deputy Executive Director"/>
    <w:basedOn w:val="Normal"/>
    <w:rsid w:val="00A419D6"/>
    <w:pPr>
      <w:jc w:val="right"/>
    </w:pPr>
    <w:rPr>
      <w:smallCaps/>
      <w:spacing w:val="-5"/>
      <w:sz w:val="20"/>
    </w:rPr>
  </w:style>
  <w:style w:type="paragraph" w:customStyle="1" w:styleId="ExecutiveDirector">
    <w:name w:val="Executive Director"/>
    <w:basedOn w:val="Normal"/>
    <w:rsid w:val="00A419D6"/>
    <w:pPr>
      <w:ind w:left="1368"/>
    </w:pPr>
    <w:rPr>
      <w:smallCaps/>
      <w:spacing w:val="-5"/>
      <w:sz w:val="20"/>
    </w:rPr>
  </w:style>
  <w:style w:type="paragraph" w:customStyle="1" w:styleId="InspectorGeneral">
    <w:name w:val="Inspector General"/>
    <w:basedOn w:val="DeputyExecutiveDirector"/>
    <w:next w:val="Normal"/>
    <w:rsid w:val="00A13F6A"/>
  </w:style>
  <w:style w:type="paragraph" w:customStyle="1" w:styleId="MidPageDate">
    <w:name w:val="MidPage Date"/>
    <w:basedOn w:val="LetterheadBody"/>
    <w:next w:val="Normal"/>
    <w:rsid w:val="0055658E"/>
    <w:pPr>
      <w:spacing w:after="0"/>
      <w:jc w:val="center"/>
    </w:pPr>
  </w:style>
  <w:style w:type="paragraph" w:customStyle="1" w:styleId="ModifiedBlockSingleSpace">
    <w:name w:val="Modified Block Single Space"/>
    <w:basedOn w:val="ModifiedBlock"/>
    <w:qFormat/>
    <w:rsid w:val="00F2458D"/>
    <w:pPr>
      <w:spacing w:after="0"/>
    </w:pPr>
  </w:style>
  <w:style w:type="paragraph" w:customStyle="1" w:styleId="FullBlock">
    <w:name w:val="Full Block"/>
    <w:basedOn w:val="LetterheadBody"/>
    <w:rsid w:val="00856A6B"/>
  </w:style>
  <w:style w:type="paragraph" w:customStyle="1" w:styleId="GeneralCounsel">
    <w:name w:val="General Counsel"/>
    <w:basedOn w:val="Normal"/>
    <w:qFormat/>
    <w:rsid w:val="0018653B"/>
    <w:pPr>
      <w:jc w:val="right"/>
    </w:pPr>
    <w:rPr>
      <w:smallCaps/>
      <w:spacing w:val="-5"/>
      <w:sz w:val="20"/>
    </w:rPr>
  </w:style>
  <w:style w:type="paragraph" w:styleId="BalloonText">
    <w:name w:val="Balloon Text"/>
    <w:basedOn w:val="Normal"/>
    <w:link w:val="BalloonTextChar"/>
    <w:rsid w:val="00E661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613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AE03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jwillia@psc.state.fl.us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loridapsc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pps\msword2002\templates\PSC\PSC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PSC Letterhead.dot</Template>
  <TotalTime>59</TotalTime>
  <Pages>1</Pages>
  <Words>132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OF FLORIDA</vt:lpstr>
    </vt:vector>
  </TitlesOfParts>
  <Company>Florida Public Service Commission</Company>
  <LinksUpToDate>false</LinksUpToDate>
  <CharactersWithSpaces>991</CharactersWithSpaces>
  <SharedDoc>false</SharedDoc>
  <HLinks>
    <vt:vector size="6" baseType="variant">
      <vt:variant>
        <vt:i4>3604535</vt:i4>
      </vt:variant>
      <vt:variant>
        <vt:i4>3</vt:i4>
      </vt:variant>
      <vt:variant>
        <vt:i4>0</vt:i4>
      </vt:variant>
      <vt:variant>
        <vt:i4>5</vt:i4>
      </vt:variant>
      <vt:variant>
        <vt:lpwstr>http://www.floridapsc.com/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OF FLORIDA</dc:title>
  <dc:creator>Joann Parsons</dc:creator>
  <cp:lastModifiedBy>Joann Parsons</cp:lastModifiedBy>
  <cp:revision>12</cp:revision>
  <cp:lastPrinted>2017-09-28T19:08:00Z</cp:lastPrinted>
  <dcterms:created xsi:type="dcterms:W3CDTF">2017-09-28T15:27:00Z</dcterms:created>
  <dcterms:modified xsi:type="dcterms:W3CDTF">2017-09-28T19:10:00Z</dcterms:modified>
</cp:coreProperties>
</file>