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E05" w:rsidRPr="00BB6556" w:rsidRDefault="00B82B86">
      <w:pPr>
        <w:rPr>
          <w:lang w:val="en-US"/>
        </w:rPr>
      </w:pPr>
      <w:bookmarkStart w:id="0" w:name="_GoBack"/>
      <w:bookmarkEnd w:id="0"/>
      <w:r>
        <w:rPr>
          <w:rFonts w:ascii="Helvetica" w:hAnsi="Helvetica"/>
          <w:color w:val="1D2B3E"/>
          <w:sz w:val="21"/>
          <w:szCs w:val="21"/>
          <w:shd w:val="clear" w:color="auto" w:fill="FFFFFF"/>
          <w:lang w:val="en-US"/>
        </w:rPr>
        <w:t>I support strong net neutrality, backed by Title II oversight of ISPs.</w:t>
      </w:r>
    </w:p>
    <w:sectPr w:rsidR="00694E05" w:rsidRPr="00BB655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B86" w:rsidRDefault="00B82B86">
      <w:r>
        <w:separator/>
      </w:r>
    </w:p>
  </w:endnote>
  <w:endnote w:type="continuationSeparator" w:id="0">
    <w:p w:rsidR="00B82B86" w:rsidRDefault="00B8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B86" w:rsidRDefault="00B82B86">
      <w:r>
        <w:rPr>
          <w:color w:val="000000"/>
        </w:rPr>
        <w:separator/>
      </w:r>
    </w:p>
  </w:footnote>
  <w:footnote w:type="continuationSeparator" w:id="0">
    <w:p w:rsidR="00B82B86" w:rsidRDefault="00B82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94E05"/>
    <w:rsid w:val="00694E05"/>
    <w:rsid w:val="00B82B86"/>
    <w:rsid w:val="00BB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47AF37-DB4C-4C21-B3A2-20992A70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Benne</cp:lastModifiedBy>
  <cp:revision>2</cp:revision>
  <dcterms:created xsi:type="dcterms:W3CDTF">2017-11-22T16:16:00Z</dcterms:created>
  <dcterms:modified xsi:type="dcterms:W3CDTF">2017-11-22T16:16:00Z</dcterms:modified>
</cp:coreProperties>
</file>