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B9C" w:rsidRDefault="00584800">
      <w:pPr>
        <w:pStyle w:val="Address"/>
      </w:pPr>
      <w:sdt>
        <w:sdtPr>
          <w:alias w:val="Your Name"/>
          <w:tag w:val=""/>
          <w:id w:val="-1334680274"/>
          <w:placeholder>
            <w:docPart w:val="E8DCAD6238354D889A9108DDC78DD640"/>
          </w:placeholder>
          <w:dataBinding w:prefixMappings="xmlns:ns0='http://purl.org/dc/elements/1.1/' xmlns:ns1='http://schemas.openxmlformats.org/package/2006/metadata/core-properties' " w:xpath="/ns1:coreProperties[1]/ns0:creator[1]" w:storeItemID="{6C3C8BC8-F283-45AE-878A-BAB7291924A1}"/>
          <w:text/>
        </w:sdtPr>
        <w:sdtEndPr/>
        <w:sdtContent>
          <w:r w:rsidR="00E82F85">
            <w:t>Louis VanDyck</w:t>
          </w:r>
        </w:sdtContent>
      </w:sdt>
    </w:p>
    <w:p w:rsidR="003D3B9C" w:rsidRDefault="00976688">
      <w:pPr>
        <w:pStyle w:val="Address"/>
      </w:pPr>
      <w:r>
        <w:t>88 Congress St</w:t>
      </w:r>
    </w:p>
    <w:p w:rsidR="003D3B9C" w:rsidRDefault="00976688">
      <w:pPr>
        <w:pStyle w:val="Address"/>
      </w:pPr>
      <w:r>
        <w:t>Saratoga Springs, NY 12866</w:t>
      </w:r>
    </w:p>
    <w:sdt>
      <w:sdtPr>
        <w:alias w:val="Date"/>
        <w:tag w:val="Date"/>
        <w:id w:val="-1797359151"/>
        <w:placeholder>
          <w:docPart w:val="EAC1D564DA454005A2907552A89A466A"/>
        </w:placeholder>
        <w:dataBinding w:prefixMappings="xmlns:ns0='http://schemas.microsoft.com/office/2006/coverPageProps' " w:xpath="/ns0:CoverPageProperties[1]/ns0:PublishDate[1]" w:storeItemID="{55AF091B-3C7A-41E3-B477-F2FDAA23CFDA}"/>
        <w:date w:fullDate="2017-11-21T00:00:00Z">
          <w:dateFormat w:val="MMMM d, yyyy"/>
          <w:lid w:val="en-US"/>
          <w:storeMappedDataAs w:val="dateTime"/>
          <w:calendar w:val="gregorian"/>
        </w:date>
      </w:sdtPr>
      <w:sdtEndPr/>
      <w:sdtContent>
        <w:p w:rsidR="003D3B9C" w:rsidRDefault="00976688">
          <w:pPr>
            <w:pStyle w:val="Date"/>
          </w:pPr>
          <w:r>
            <w:t>November 21, 2017</w:t>
          </w:r>
        </w:p>
      </w:sdtContent>
    </w:sdt>
    <w:sdt>
      <w:sdtPr>
        <w:alias w:val="Recipient Name"/>
        <w:tag w:val=""/>
        <w:id w:val="-2028854023"/>
        <w:placeholder>
          <w:docPart w:val="FDCCFA36BA074AE7A1EA77FB91AFCDEC"/>
        </w:placeholder>
        <w:dataBinding w:prefixMappings="xmlns:ns0='http://schemas.microsoft.com/office/2006/coverPageProps' " w:xpath="/ns0:CoverPageProperties[1]/ns0:CompanyFax[1]" w:storeItemID="{55AF091B-3C7A-41E3-B477-F2FDAA23CFDA}"/>
        <w:text/>
      </w:sdtPr>
      <w:sdtEndPr/>
      <w:sdtContent>
        <w:p w:rsidR="003D3B9C" w:rsidRDefault="00976688">
          <w:pPr>
            <w:pStyle w:val="Address"/>
          </w:pPr>
          <w:r>
            <w:t>Federal Communications Commission</w:t>
          </w:r>
        </w:p>
      </w:sdtContent>
    </w:sdt>
    <w:p w:rsidR="003D3B9C" w:rsidRDefault="00976688">
      <w:pPr>
        <w:pStyle w:val="Address"/>
      </w:pPr>
      <w:r>
        <w:t>455 12</w:t>
      </w:r>
      <w:r w:rsidRPr="00976688">
        <w:rPr>
          <w:vertAlign w:val="superscript"/>
        </w:rPr>
        <w:t>th</w:t>
      </w:r>
      <w:r>
        <w:t xml:space="preserve"> St SW</w:t>
      </w:r>
    </w:p>
    <w:p w:rsidR="003D3B9C" w:rsidRDefault="00976688">
      <w:pPr>
        <w:pStyle w:val="Address"/>
      </w:pPr>
      <w:r>
        <w:t>Washington DC</w:t>
      </w:r>
    </w:p>
    <w:p w:rsidR="003D3B9C" w:rsidRDefault="00584800">
      <w:pPr>
        <w:pStyle w:val="Salutation"/>
      </w:pPr>
      <w:r>
        <w:t xml:space="preserve">Dear </w:t>
      </w:r>
      <w:sdt>
        <w:sdtPr>
          <w:alias w:val="Recipient Name"/>
          <w:tag w:val=""/>
          <w:id w:val="-907770255"/>
          <w:placeholder>
            <w:docPart w:val="77A41CB576FA45CD93990822C8753F89"/>
          </w:placeholder>
          <w:dataBinding w:prefixMappings="xmlns:ns0='http://schemas.microsoft.com/office/2006/coverPageProps' " w:xpath="/ns0:CoverPageProperties[1]/ns0:CompanyFax[1]" w:storeItemID="{55AF091B-3C7A-41E3-B477-F2FDAA23CFDA}"/>
          <w:text/>
        </w:sdtPr>
        <w:sdtEndPr/>
        <w:sdtContent>
          <w:r w:rsidR="00976688">
            <w:t>Federal Communications Commission</w:t>
          </w:r>
        </w:sdtContent>
      </w:sdt>
      <w:r>
        <w:t>:</w:t>
      </w:r>
    </w:p>
    <w:p w:rsidR="003D3B9C" w:rsidRDefault="00976688">
      <w:pPr>
        <w:pStyle w:val="Closing"/>
      </w:pPr>
      <w:r>
        <w:t xml:space="preserve">I am in favor of maintaining Net Neutrality by keeping ISPs as Title II public utilities and Common Carriers. I view my internet access in the same way that I view my access to electricity, the public roads, water, and telephones. We pay equally high fees for access to the telecom services. They must be regulated for the general public good. </w:t>
      </w:r>
    </w:p>
    <w:p w:rsidR="003D3B9C" w:rsidRDefault="00584800">
      <w:pPr>
        <w:pStyle w:val="Signature"/>
      </w:pPr>
      <w:sdt>
        <w:sdtPr>
          <w:alias w:val="Your Name"/>
          <w:tag w:val=""/>
          <w:id w:val="1532381942"/>
          <w:placeholder>
            <w:docPart w:val="E8DCAD6238354D889A9108DDC78DD640"/>
          </w:placeholder>
          <w:dataBinding w:prefixMappings="xmlns:ns0='http://purl.org/dc/elements/1.1/' xmlns:ns1='http://schemas.openxmlformats.org/package/2006/metadata/core-properties' " w:xpath="/ns1:coreProperties[1]/ns0:creator[1]" w:storeItemID="{6C3C8BC8-F283-45AE-878A-BAB7291924A1}"/>
          <w:text/>
        </w:sdtPr>
        <w:sdtEndPr/>
        <w:sdtContent>
          <w:r w:rsidR="00E82F85">
            <w:t>Louis VanDyck</w:t>
          </w:r>
        </w:sdtContent>
      </w:sdt>
    </w:p>
    <w:p w:rsidR="003D3B9C" w:rsidRDefault="003D3B9C">
      <w:pPr>
        <w:pStyle w:val="Signature"/>
      </w:pPr>
    </w:p>
    <w:p w:rsidR="003D3B9C" w:rsidRDefault="00584800">
      <w:r>
        <w:t>Enclosure</w:t>
      </w:r>
    </w:p>
    <w:sectPr w:rsidR="003D3B9C">
      <w:headerReference w:type="default" r:id="rId8"/>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800" w:rsidRDefault="00584800">
      <w:pPr>
        <w:spacing w:after="0" w:line="240" w:lineRule="auto"/>
      </w:pPr>
      <w:r>
        <w:separator/>
      </w:r>
    </w:p>
  </w:endnote>
  <w:endnote w:type="continuationSeparator" w:id="0">
    <w:p w:rsidR="00584800" w:rsidRDefault="00584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800" w:rsidRDefault="00584800">
      <w:pPr>
        <w:spacing w:after="0" w:line="240" w:lineRule="auto"/>
      </w:pPr>
      <w:r>
        <w:separator/>
      </w:r>
    </w:p>
  </w:footnote>
  <w:footnote w:type="continuationSeparator" w:id="0">
    <w:p w:rsidR="00584800" w:rsidRDefault="00584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ED963F438469482287920CEA0DE775EC"/>
      </w:placeholder>
      <w:dataBinding w:prefixMappings="xmlns:ns0='http://schemas.microsoft.com/office/2006/coverPageProps' " w:xpath="/ns0:CoverPageProperties[1]/ns0:CompanyFax[1]" w:storeItemID="{55AF091B-3C7A-41E3-B477-F2FDAA23CFDA}"/>
      <w:text/>
    </w:sdtPr>
    <w:sdtEndPr/>
    <w:sdtContent>
      <w:p w:rsidR="003D3B9C" w:rsidRDefault="00976688">
        <w:pPr>
          <w:pStyle w:val="Header"/>
        </w:pPr>
        <w:r>
          <w:t>Federal Communications Commission</w:t>
        </w:r>
      </w:p>
    </w:sdtContent>
  </w:sdt>
  <w:p w:rsidR="003D3B9C" w:rsidRDefault="00584800">
    <w:pPr>
      <w:pStyle w:val="Header"/>
    </w:pPr>
    <w:sdt>
      <w:sdtPr>
        <w:alias w:val="Date"/>
        <w:tag w:val="Date"/>
        <w:id w:val="-447781685"/>
        <w:placeholder>
          <w:docPart w:val="C79B0775258D4A79BA07E16AC5FC53B1"/>
        </w:placeholder>
        <w:dataBinding w:prefixMappings="xmlns:ns0='http://schemas.microsoft.com/office/2006/coverPageProps' " w:xpath="/ns0:CoverPageProperties[1]/ns0:PublishDate[1]" w:storeItemID="{55AF091B-3C7A-41E3-B477-F2FDAA23CFDA}"/>
        <w:date w:fullDate="2017-11-21T00:00:00Z">
          <w:dateFormat w:val="MMMM d, yyyy"/>
          <w:lid w:val="en-US"/>
          <w:storeMappedDataAs w:val="dateTime"/>
          <w:calendar w:val="gregorian"/>
        </w:date>
      </w:sdtPr>
      <w:sdtEndPr/>
      <w:sdtContent>
        <w:r w:rsidR="00976688">
          <w:t>November 21, 2017</w:t>
        </w:r>
      </w:sdtContent>
    </w:sdt>
  </w:p>
  <w:p w:rsidR="003D3B9C" w:rsidRDefault="0058480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688"/>
    <w:rsid w:val="003D3B9C"/>
    <w:rsid w:val="00443B19"/>
    <w:rsid w:val="004768A0"/>
    <w:rsid w:val="00503F4E"/>
    <w:rsid w:val="00584800"/>
    <w:rsid w:val="00684966"/>
    <w:rsid w:val="007106F2"/>
    <w:rsid w:val="00976688"/>
    <w:rsid w:val="00B76A65"/>
    <w:rsid w:val="00CE5F9A"/>
    <w:rsid w:val="00DD345E"/>
    <w:rsid w:val="00DE7EAC"/>
    <w:rsid w:val="00E82F85"/>
    <w:rsid w:val="00F97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CAA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qFormat/>
    <w:pPr>
      <w:keepNext/>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qFormat/>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paragraph" w:styleId="Salutation">
    <w:name w:val="Salutation"/>
    <w:basedOn w:val="Normal"/>
    <w:next w:val="Normal"/>
    <w:qFormat/>
    <w:pPr>
      <w:spacing w:before="400" w:after="200"/>
    </w:p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uis\AppData\Roaming\Microsoft\Templates\Introductory%20letter%20to%20new%20cli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DCAD6238354D889A9108DDC78DD640"/>
        <w:category>
          <w:name w:val="General"/>
          <w:gallery w:val="placeholder"/>
        </w:category>
        <w:types>
          <w:type w:val="bbPlcHdr"/>
        </w:types>
        <w:behaviors>
          <w:behavior w:val="content"/>
        </w:behaviors>
        <w:guid w:val="{825DA3A9-3341-4676-B615-836987616054}"/>
      </w:docPartPr>
      <w:docPartBody>
        <w:p w:rsidR="00000000" w:rsidRDefault="00503C24">
          <w:pPr>
            <w:pStyle w:val="E8DCAD6238354D889A9108DDC78DD640"/>
          </w:pPr>
          <w:r>
            <w:t>[Your Name]</w:t>
          </w:r>
        </w:p>
      </w:docPartBody>
    </w:docPart>
    <w:docPart>
      <w:docPartPr>
        <w:name w:val="EAC1D564DA454005A2907552A89A466A"/>
        <w:category>
          <w:name w:val="General"/>
          <w:gallery w:val="placeholder"/>
        </w:category>
        <w:types>
          <w:type w:val="bbPlcHdr"/>
        </w:types>
        <w:behaviors>
          <w:behavior w:val="content"/>
        </w:behaviors>
        <w:guid w:val="{AB7FFC3A-15D5-4FD3-ADC5-558179574C26}"/>
      </w:docPartPr>
      <w:docPartBody>
        <w:p w:rsidR="00000000" w:rsidRDefault="00503C24">
          <w:pPr>
            <w:pStyle w:val="EAC1D564DA454005A2907552A89A466A"/>
          </w:pPr>
          <w:r>
            <w:t>[Date]</w:t>
          </w:r>
        </w:p>
      </w:docPartBody>
    </w:docPart>
    <w:docPart>
      <w:docPartPr>
        <w:name w:val="FDCCFA36BA074AE7A1EA77FB91AFCDEC"/>
        <w:category>
          <w:name w:val="General"/>
          <w:gallery w:val="placeholder"/>
        </w:category>
        <w:types>
          <w:type w:val="bbPlcHdr"/>
        </w:types>
        <w:behaviors>
          <w:behavior w:val="content"/>
        </w:behaviors>
        <w:guid w:val="{E06E084B-63B2-4384-B9E2-FAD8502C4F19}"/>
      </w:docPartPr>
      <w:docPartBody>
        <w:p w:rsidR="00000000" w:rsidRDefault="00503C24">
          <w:pPr>
            <w:pStyle w:val="FDCCFA36BA074AE7A1EA77FB91AFCDEC"/>
          </w:pPr>
          <w:r>
            <w:t>[Recipient Name]</w:t>
          </w:r>
        </w:p>
      </w:docPartBody>
    </w:docPart>
    <w:docPart>
      <w:docPartPr>
        <w:name w:val="77A41CB576FA45CD93990822C8753F89"/>
        <w:category>
          <w:name w:val="General"/>
          <w:gallery w:val="placeholder"/>
        </w:category>
        <w:types>
          <w:type w:val="bbPlcHdr"/>
        </w:types>
        <w:behaviors>
          <w:behavior w:val="content"/>
        </w:behaviors>
        <w:guid w:val="{34D58C20-3967-44E2-98E6-F35B4798F2E7}"/>
      </w:docPartPr>
      <w:docPartBody>
        <w:p w:rsidR="00000000" w:rsidRDefault="00503C24">
          <w:pPr>
            <w:pStyle w:val="77A41CB576FA45CD93990822C8753F89"/>
          </w:pPr>
          <w:r>
            <w:rPr>
              <w:rStyle w:val="PlaceholderText"/>
            </w:rPr>
            <w:t>[Recipient Name]</w:t>
          </w:r>
        </w:p>
      </w:docPartBody>
    </w:docPart>
    <w:docPart>
      <w:docPartPr>
        <w:name w:val="ED963F438469482287920CEA0DE775EC"/>
        <w:category>
          <w:name w:val="General"/>
          <w:gallery w:val="placeholder"/>
        </w:category>
        <w:types>
          <w:type w:val="bbPlcHdr"/>
        </w:types>
        <w:behaviors>
          <w:behavior w:val="content"/>
        </w:behaviors>
        <w:guid w:val="{D26C26F9-ABFC-496F-B364-56FA1CB0DD24}"/>
      </w:docPartPr>
      <w:docPartBody>
        <w:p w:rsidR="00000000" w:rsidRDefault="00503C24">
          <w:pPr>
            <w:pStyle w:val="ED963F438469482287920CEA0DE775EC"/>
          </w:pPr>
          <w:r>
            <w:rPr>
              <w:rStyle w:val="PlaceholderText"/>
            </w:rPr>
            <w:t>[business type]</w:t>
          </w:r>
        </w:p>
      </w:docPartBody>
    </w:docPart>
    <w:docPart>
      <w:docPartPr>
        <w:name w:val="C79B0775258D4A79BA07E16AC5FC53B1"/>
        <w:category>
          <w:name w:val="General"/>
          <w:gallery w:val="placeholder"/>
        </w:category>
        <w:types>
          <w:type w:val="bbPlcHdr"/>
        </w:types>
        <w:behaviors>
          <w:behavior w:val="content"/>
        </w:behaviors>
        <w:guid w:val="{0202DD95-BBCE-430B-B017-7B70C7F6193B}"/>
      </w:docPartPr>
      <w:docPartBody>
        <w:p w:rsidR="00000000" w:rsidRDefault="00503C24">
          <w:pPr>
            <w:pStyle w:val="C79B0775258D4A79BA07E16AC5FC53B1"/>
          </w:pPr>
          <w:r>
            <w:rPr>
              <w:rStyle w:val="PlaceholderText"/>
            </w:rPr>
            <w:t>[phone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C24"/>
    <w:rsid w:val="00503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DCAD6238354D889A9108DDC78DD640">
    <w:name w:val="E8DCAD6238354D889A9108DDC78DD640"/>
  </w:style>
  <w:style w:type="paragraph" w:customStyle="1" w:styleId="7C86CE467EA7455A9A6EF710ED2DE24E">
    <w:name w:val="7C86CE467EA7455A9A6EF710ED2DE24E"/>
  </w:style>
  <w:style w:type="paragraph" w:customStyle="1" w:styleId="28989A55A222463E8DDC592C8A2B6B81">
    <w:name w:val="28989A55A222463E8DDC592C8A2B6B81"/>
  </w:style>
  <w:style w:type="paragraph" w:customStyle="1" w:styleId="920FC4A3CFAA4B0BBC0E3B4F519861D8">
    <w:name w:val="920FC4A3CFAA4B0BBC0E3B4F519861D8"/>
  </w:style>
  <w:style w:type="paragraph" w:customStyle="1" w:styleId="EAC1D564DA454005A2907552A89A466A">
    <w:name w:val="EAC1D564DA454005A2907552A89A466A"/>
  </w:style>
  <w:style w:type="paragraph" w:customStyle="1" w:styleId="FDCCFA36BA074AE7A1EA77FB91AFCDEC">
    <w:name w:val="FDCCFA36BA074AE7A1EA77FB91AFCDEC"/>
  </w:style>
  <w:style w:type="paragraph" w:customStyle="1" w:styleId="D85203C64C90482089049F73975069F7">
    <w:name w:val="D85203C64C90482089049F73975069F7"/>
  </w:style>
  <w:style w:type="character" w:styleId="PlaceholderText">
    <w:name w:val="Placeholder Text"/>
    <w:basedOn w:val="DefaultParagraphFont"/>
    <w:uiPriority w:val="99"/>
    <w:semiHidden/>
    <w:rPr>
      <w:color w:val="808080"/>
    </w:rPr>
  </w:style>
  <w:style w:type="paragraph" w:customStyle="1" w:styleId="77A41CB576FA45CD93990822C8753F89">
    <w:name w:val="77A41CB576FA45CD93990822C8753F89"/>
  </w:style>
  <w:style w:type="paragraph" w:customStyle="1" w:styleId="ED963F438469482287920CEA0DE775EC">
    <w:name w:val="ED963F438469482287920CEA0DE775EC"/>
  </w:style>
  <w:style w:type="paragraph" w:customStyle="1" w:styleId="A59DDFD375A342A69F1FBF78C2EEC134">
    <w:name w:val="A59DDFD375A342A69F1FBF78C2EEC134"/>
  </w:style>
  <w:style w:type="paragraph" w:customStyle="1" w:styleId="C79B0775258D4A79BA07E16AC5FC53B1">
    <w:name w:val="C79B0775258D4A79BA07E16AC5FC53B1"/>
  </w:style>
  <w:style w:type="paragraph" w:customStyle="1" w:styleId="DFDA0E532A024E91986A90CFFE66F966">
    <w:name w:val="DFDA0E532A024E91986A90CFFE66F9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2017-11-21T00:00:00</PublishDate>
  <Abstract/>
  <CompanyAddress/>
  <CompanyPhone/>
  <CompanyFax>Federal Communications Commission</CompanyFax>
  <CompanyEmail/>
</CoverPageProperties>
</file>

<file path=customXml/itemProps1.xml><?xml version="1.0" encoding="utf-8"?>
<ds:datastoreItem xmlns:ds="http://schemas.openxmlformats.org/officeDocument/2006/customXml" ds:itemID="{C7593E6F-91FC-4AAD-8C29-FBDD4F6B0376}">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Introductory letter to new client</Template>
  <TotalTime>0</TotalTime>
  <Pages>1</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2017-11-22T01:41:00Z</dcterms:created>
  <dcterms:modified xsi:type="dcterms:W3CDTF">2017-11-22T01:49:00Z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TC034649139991</vt:lpwstr>
  </property>
</Properties>
</file>