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E25" w:rsidRDefault="003C2F54">
      <w:r>
        <w:t>Screw you FCC</w:t>
      </w:r>
      <w:bookmarkStart w:id="0" w:name="_GoBack"/>
      <w:bookmarkEnd w:id="0"/>
      <w:r>
        <w:t xml:space="preserve"> you are the worst thing that has happened to this country since the invention of the seatbelt. </w:t>
      </w:r>
    </w:p>
    <w:sectPr w:rsidR="00B27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54"/>
    <w:rsid w:val="003C2F54"/>
    <w:rsid w:val="00B2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9251"/>
  <w15:chartTrackingRefBased/>
  <w15:docId w15:val="{ADD4671F-2BD5-4D3F-8504-6280D0EC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1950694A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NKSD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Sironen, Ethan (Student)</dc:creator>
  <cp:keywords/>
  <dc:description/>
  <cp:lastModifiedBy>Sironen, Ethan (Student)</cp:lastModifiedBy>
  <cp:revision>1</cp:revision>
  <dcterms:created xsi:type="dcterms:W3CDTF">2017-11-22T15:44:00Z</dcterms:created>
  <dcterms:modified xsi:type="dcterms:W3CDTF">2017-11-22T15:45:00Z</dcterms:modified>
</cp:coreProperties>
</file>