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831E85" w14:textId="77777777" w:rsidR="007D4F07" w:rsidRPr="00556DF7" w:rsidRDefault="00556DF7">
      <w:pPr>
        <w:jc w:val="center"/>
        <w:rPr>
          <w:rFonts w:ascii="Times New Roman" w:hAnsi="Times New Roman"/>
          <w:szCs w:val="24"/>
        </w:rPr>
      </w:pPr>
      <w:r w:rsidRPr="00556DF7">
        <w:rPr>
          <w:rFonts w:ascii="Times New Roman" w:hAnsi="Times New Roman"/>
          <w:szCs w:val="24"/>
        </w:rPr>
        <w:t>Robert Ward</w:t>
      </w:r>
    </w:p>
    <w:p w14:paraId="56369B92" w14:textId="77777777" w:rsidR="007D4F07" w:rsidRPr="00556DF7" w:rsidRDefault="00556DF7">
      <w:pPr>
        <w:jc w:val="center"/>
        <w:rPr>
          <w:rFonts w:ascii="Times New Roman" w:hAnsi="Times New Roman"/>
          <w:szCs w:val="24"/>
        </w:rPr>
      </w:pPr>
      <w:r w:rsidRPr="00556DF7">
        <w:rPr>
          <w:rFonts w:ascii="Times New Roman" w:hAnsi="Times New Roman"/>
          <w:szCs w:val="24"/>
        </w:rPr>
        <w:t>2039 Asilomar Drive</w:t>
      </w:r>
    </w:p>
    <w:p w14:paraId="07FB2648" w14:textId="77777777" w:rsidR="007D4F07" w:rsidRPr="00556DF7" w:rsidRDefault="00556DF7">
      <w:pPr>
        <w:jc w:val="center"/>
        <w:rPr>
          <w:rFonts w:ascii="Times New Roman" w:hAnsi="Times New Roman"/>
          <w:szCs w:val="24"/>
        </w:rPr>
      </w:pPr>
      <w:r w:rsidRPr="00556DF7">
        <w:rPr>
          <w:rFonts w:ascii="Times New Roman" w:hAnsi="Times New Roman"/>
          <w:szCs w:val="24"/>
        </w:rPr>
        <w:t>Oakland, CA 94611</w:t>
      </w:r>
    </w:p>
    <w:p w14:paraId="48F83D65" w14:textId="77777777" w:rsidR="007D4F07" w:rsidRPr="00556DF7" w:rsidRDefault="00556DF7">
      <w:pPr>
        <w:jc w:val="center"/>
        <w:rPr>
          <w:rFonts w:ascii="Times New Roman" w:hAnsi="Times New Roman"/>
          <w:szCs w:val="24"/>
        </w:rPr>
      </w:pPr>
      <w:r w:rsidRPr="00556DF7">
        <w:rPr>
          <w:rFonts w:ascii="Times New Roman" w:hAnsi="Times New Roman"/>
          <w:szCs w:val="24"/>
        </w:rPr>
        <w:t>510.339.7447</w:t>
      </w:r>
    </w:p>
    <w:p w14:paraId="76583018" w14:textId="77777777" w:rsidR="007D4F07" w:rsidRPr="00556DF7" w:rsidRDefault="00556DF7">
      <w:pPr>
        <w:jc w:val="center"/>
        <w:rPr>
          <w:rFonts w:ascii="Times New Roman" w:hAnsi="Times New Roman"/>
          <w:szCs w:val="24"/>
        </w:rPr>
      </w:pPr>
      <w:r w:rsidRPr="00556DF7">
        <w:rPr>
          <w:rFonts w:ascii="Times New Roman" w:hAnsi="Times New Roman"/>
          <w:szCs w:val="24"/>
        </w:rPr>
        <w:t>rnward@comcast.net</w:t>
      </w:r>
    </w:p>
    <w:p w14:paraId="3039F1D8" w14:textId="77777777" w:rsidR="007D4F07" w:rsidRPr="00556DF7" w:rsidRDefault="00556DF7">
      <w:pPr>
        <w:jc w:val="center"/>
        <w:rPr>
          <w:rFonts w:ascii="Times New Roman" w:hAnsi="Times New Roman"/>
          <w:szCs w:val="24"/>
        </w:rPr>
      </w:pPr>
    </w:p>
    <w:p w14:paraId="39FFBF50" w14:textId="77777777" w:rsidR="007D4F07" w:rsidRPr="00556DF7" w:rsidRDefault="00556DF7">
      <w:pPr>
        <w:jc w:val="right"/>
        <w:rPr>
          <w:rFonts w:ascii="Times New Roman" w:hAnsi="Times New Roman"/>
          <w:szCs w:val="24"/>
        </w:rPr>
      </w:pPr>
      <w:r w:rsidRPr="00556DF7">
        <w:rPr>
          <w:rFonts w:ascii="Times New Roman" w:hAnsi="Times New Roman"/>
          <w:szCs w:val="24"/>
        </w:rPr>
        <w:fldChar w:fldCharType="begin"/>
      </w:r>
      <w:r w:rsidRPr="00556DF7">
        <w:rPr>
          <w:rFonts w:ascii="Times New Roman" w:hAnsi="Times New Roman"/>
          <w:szCs w:val="24"/>
        </w:rPr>
        <w:instrText xml:space="preserve"> TIME \@ "d MMMM yyyy" </w:instrText>
      </w:r>
      <w:r w:rsidRPr="00556DF7">
        <w:rPr>
          <w:rFonts w:ascii="Times New Roman" w:hAnsi="Times New Roman"/>
          <w:szCs w:val="24"/>
        </w:rPr>
        <w:fldChar w:fldCharType="separate"/>
      </w:r>
      <w:r w:rsidRPr="00556DF7">
        <w:rPr>
          <w:rFonts w:ascii="Times New Roman" w:hAnsi="Times New Roman"/>
          <w:noProof/>
          <w:szCs w:val="24"/>
        </w:rPr>
        <w:t>26 November 2017</w:t>
      </w:r>
      <w:r w:rsidRPr="00556DF7">
        <w:rPr>
          <w:rFonts w:ascii="Times New Roman" w:hAnsi="Times New Roman"/>
          <w:szCs w:val="24"/>
        </w:rPr>
        <w:fldChar w:fldCharType="end"/>
      </w:r>
    </w:p>
    <w:p w14:paraId="235B43B8" w14:textId="77777777" w:rsidR="007D4F07" w:rsidRPr="00556DF7" w:rsidRDefault="00556DF7">
      <w:pPr>
        <w:jc w:val="right"/>
        <w:rPr>
          <w:rFonts w:ascii="Times New Roman" w:hAnsi="Times New Roman"/>
          <w:szCs w:val="24"/>
        </w:rPr>
      </w:pPr>
    </w:p>
    <w:p w14:paraId="7F41B3A5" w14:textId="77777777" w:rsidR="007D4F07" w:rsidRPr="00556DF7" w:rsidRDefault="00556DF7">
      <w:pPr>
        <w:rPr>
          <w:rFonts w:ascii="Times New Roman" w:hAnsi="Times New Roman"/>
          <w:szCs w:val="24"/>
        </w:rPr>
      </w:pPr>
    </w:p>
    <w:p w14:paraId="1695BDED" w14:textId="77777777" w:rsidR="007D4F07" w:rsidRPr="00556DF7" w:rsidRDefault="00556DF7">
      <w:pPr>
        <w:rPr>
          <w:rFonts w:ascii="Times New Roman" w:hAnsi="Times New Roman"/>
          <w:szCs w:val="24"/>
        </w:rPr>
      </w:pPr>
      <w:r w:rsidRPr="00556DF7">
        <w:rPr>
          <w:rFonts w:ascii="Times New Roman" w:hAnsi="Times New Roman"/>
          <w:szCs w:val="24"/>
        </w:rPr>
        <w:t>Dear Sirs,</w:t>
      </w:r>
    </w:p>
    <w:p w14:paraId="09A3DFAE" w14:textId="77777777" w:rsidR="00556DF7" w:rsidRPr="00556DF7" w:rsidRDefault="00556DF7">
      <w:pPr>
        <w:rPr>
          <w:rFonts w:ascii="Times New Roman" w:hAnsi="Times New Roman"/>
          <w:szCs w:val="24"/>
        </w:rPr>
      </w:pPr>
    </w:p>
    <w:p w14:paraId="6EC8BAA0" w14:textId="77777777" w:rsidR="00556DF7" w:rsidRDefault="00556DF7" w:rsidP="00556DF7">
      <w:pPr>
        <w:rPr>
          <w:rFonts w:ascii="Times New Roman" w:eastAsia=".SFNSText-Regular" w:hAnsi="Times New Roman"/>
          <w:color w:val="1D2129"/>
          <w:szCs w:val="24"/>
          <w:shd w:val="clear" w:color="auto" w:fill="FFFFFF"/>
        </w:rPr>
      </w:pPr>
      <w:r w:rsidRPr="00556DF7">
        <w:rPr>
          <w:rFonts w:ascii="Times New Roman" w:eastAsia=".SFNSText-Regular" w:hAnsi="Times New Roman"/>
          <w:color w:val="1D2129"/>
          <w:szCs w:val="24"/>
          <w:shd w:val="clear" w:color="auto" w:fill="FFFFFF"/>
        </w:rPr>
        <w:t>Dear FCC,</w:t>
      </w:r>
      <w:r w:rsidRPr="00556DF7">
        <w:rPr>
          <w:rFonts w:ascii="Times New Roman" w:eastAsia=".SFNSText-Regular" w:hAnsi="Times New Roman"/>
          <w:color w:val="1D2129"/>
          <w:szCs w:val="24"/>
        </w:rPr>
        <w:br/>
      </w:r>
      <w:r w:rsidRPr="00556DF7">
        <w:rPr>
          <w:rFonts w:ascii="Times New Roman" w:eastAsia=".SFNSText-Regular" w:hAnsi="Times New Roman"/>
          <w:color w:val="1D2129"/>
          <w:szCs w:val="24"/>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14:paraId="25AC709B" w14:textId="77777777" w:rsidR="00556DF7" w:rsidRDefault="00556DF7" w:rsidP="00556DF7">
      <w:pPr>
        <w:rPr>
          <w:rFonts w:ascii="Times New Roman" w:eastAsia=".SFNSText-Regular" w:hAnsi="Times New Roman"/>
          <w:color w:val="1D2129"/>
          <w:szCs w:val="24"/>
          <w:shd w:val="clear" w:color="auto" w:fill="FFFFFF"/>
        </w:rPr>
      </w:pPr>
      <w:r w:rsidRPr="00556DF7">
        <w:rPr>
          <w:rFonts w:ascii="Times New Roman" w:eastAsia=".SFNSText-Regular" w:hAnsi="Times New Roman"/>
          <w:color w:val="1D2129"/>
          <w:szCs w:val="24"/>
        </w:rPr>
        <w:br/>
      </w:r>
      <w:r w:rsidRPr="00556DF7">
        <w:rPr>
          <w:rFonts w:ascii="Times New Roman" w:eastAsia=".SFNSText-Regular" w:hAnsi="Times New Roman"/>
          <w:color w:val="1D2129"/>
          <w:szCs w:val="24"/>
          <w:shd w:val="clear" w:color="auto" w:fill="FFFFFF"/>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p>
    <w:p w14:paraId="6368B41C" w14:textId="77777777" w:rsidR="00556DF7" w:rsidRDefault="00556DF7" w:rsidP="00556DF7">
      <w:pPr>
        <w:rPr>
          <w:rFonts w:ascii="Times New Roman" w:eastAsia=".SFNSText-Regular" w:hAnsi="Times New Roman"/>
          <w:color w:val="1D2129"/>
          <w:szCs w:val="24"/>
          <w:shd w:val="clear" w:color="auto" w:fill="FFFFFF"/>
        </w:rPr>
      </w:pPr>
      <w:r w:rsidRPr="00556DF7">
        <w:rPr>
          <w:rFonts w:ascii="Times New Roman" w:eastAsia=".SFNSText-Regular" w:hAnsi="Times New Roman"/>
          <w:color w:val="1D2129"/>
          <w:szCs w:val="24"/>
        </w:rPr>
        <w:br/>
      </w:r>
      <w:r w:rsidRPr="00556DF7">
        <w:rPr>
          <w:rFonts w:ascii="Times New Roman" w:eastAsia=".SFNSText-Regular" w:hAnsi="Times New Roman"/>
          <w:color w:val="1D2129"/>
          <w:szCs w:val="24"/>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w:t>
      </w:r>
      <w:r w:rsidRPr="00556DF7">
        <w:rPr>
          <w:rFonts w:ascii="Times New Roman" w:eastAsia="System Font" w:hAnsi="Times New Roman"/>
          <w:color w:val="1D2129"/>
          <w:szCs w:val="24"/>
          <w:shd w:val="clear" w:color="auto" w:fill="FFFFFF"/>
        </w:rPr>
        <w:t>’</w:t>
      </w:r>
      <w:r w:rsidRPr="00556DF7">
        <w:rPr>
          <w:rFonts w:ascii="Times New Roman" w:eastAsia=".SFNSText-Regular" w:hAnsi="Times New Roman"/>
          <w:color w:val="1D2129"/>
          <w:szCs w:val="24"/>
          <w:shd w:val="clear" w:color="auto" w:fill="FFFFFF"/>
        </w:rPr>
        <w:t>s horrible regulating skills &amp; practices.</w:t>
      </w:r>
    </w:p>
    <w:p w14:paraId="42D29327" w14:textId="77777777" w:rsidR="00556DF7" w:rsidRDefault="00556DF7" w:rsidP="00556DF7">
      <w:pPr>
        <w:rPr>
          <w:rFonts w:ascii="Times New Roman" w:eastAsia=".SFNSText-Regular" w:hAnsi="Times New Roman"/>
          <w:color w:val="1D2129"/>
          <w:szCs w:val="24"/>
          <w:shd w:val="clear" w:color="auto" w:fill="FFFFFF"/>
        </w:rPr>
      </w:pPr>
      <w:r w:rsidRPr="00556DF7">
        <w:rPr>
          <w:rFonts w:ascii="Times New Roman" w:eastAsia=".SFNSText-Regular" w:hAnsi="Times New Roman"/>
          <w:color w:val="1D2129"/>
          <w:szCs w:val="24"/>
        </w:rPr>
        <w:br/>
      </w:r>
      <w:r w:rsidRPr="00556DF7">
        <w:rPr>
          <w:rFonts w:ascii="Times New Roman" w:eastAsia=".SFNSText-Regular" w:hAnsi="Times New Roman"/>
          <w:color w:val="1D2129"/>
          <w:szCs w:val="24"/>
          <w:shd w:val="clear" w:color="auto" w:fill="FFFFFF"/>
        </w:rPr>
        <w:t>Please help the millions of people in the US that don</w:t>
      </w:r>
      <w:r w:rsidRPr="00556DF7">
        <w:rPr>
          <w:rFonts w:ascii="Times New Roman" w:eastAsia="System Font" w:hAnsi="Times New Roman"/>
          <w:color w:val="1D2129"/>
          <w:szCs w:val="24"/>
          <w:shd w:val="clear" w:color="auto" w:fill="FFFFFF"/>
        </w:rPr>
        <w:t>’</w:t>
      </w:r>
      <w:r w:rsidRPr="00556DF7">
        <w:rPr>
          <w:rFonts w:ascii="Times New Roman" w:eastAsia=".SFNSText-Regular" w:hAnsi="Times New Roman"/>
          <w:color w:val="1D2129"/>
          <w:szCs w:val="24"/>
          <w:shd w:val="clear" w:color="auto" w:fill="FFFFFF"/>
        </w:rPr>
        <w:t>t have a voice and don</w:t>
      </w:r>
      <w:r w:rsidRPr="00556DF7">
        <w:rPr>
          <w:rFonts w:ascii="Times New Roman" w:eastAsia="System Font" w:hAnsi="Times New Roman"/>
          <w:color w:val="1D2129"/>
          <w:szCs w:val="24"/>
          <w:shd w:val="clear" w:color="auto" w:fill="FFFFFF"/>
        </w:rPr>
        <w:t>’</w:t>
      </w:r>
      <w:r w:rsidRPr="00556DF7">
        <w:rPr>
          <w:rFonts w:ascii="Times New Roman" w:eastAsia=".SFNSText-Regular" w:hAnsi="Times New Roman"/>
          <w:color w:val="1D2129"/>
          <w:szCs w:val="24"/>
          <w:shd w:val="clear" w:color="auto" w:fill="FFFFFF"/>
        </w:rPr>
        <w:t>t have the means to afford the looming prices you will be inflicting if you repeal net neutrality. Vote to keep net neutrality as it is.</w:t>
      </w:r>
    </w:p>
    <w:p w14:paraId="2364181C" w14:textId="77777777" w:rsidR="00556DF7" w:rsidRPr="00556DF7" w:rsidRDefault="00556DF7" w:rsidP="00556DF7">
      <w:pPr>
        <w:rPr>
          <w:rFonts w:ascii="Times New Roman" w:eastAsia="Times New Roman" w:hAnsi="Times New Roman"/>
          <w:szCs w:val="24"/>
        </w:rPr>
      </w:pPr>
      <w:r w:rsidRPr="00556DF7">
        <w:rPr>
          <w:rFonts w:ascii="Times New Roman" w:eastAsia=".SFNSText-Regular" w:hAnsi="Times New Roman"/>
          <w:color w:val="1D2129"/>
          <w:szCs w:val="24"/>
        </w:rPr>
        <w:br/>
      </w:r>
      <w:r w:rsidRPr="00556DF7">
        <w:rPr>
          <w:rFonts w:ascii="Times New Roman" w:eastAsia=".SFNSText-Regular" w:hAnsi="Times New Roman"/>
          <w:color w:val="1D2129"/>
          <w:szCs w:val="24"/>
          <w:shd w:val="clear" w:color="auto" w:fill="FFFFFF"/>
        </w:rPr>
        <w:t>Best Regards.</w:t>
      </w:r>
    </w:p>
    <w:p w14:paraId="51FDB4F3" w14:textId="77777777" w:rsidR="00556DF7" w:rsidRPr="00556DF7" w:rsidRDefault="00556DF7">
      <w:pPr>
        <w:rPr>
          <w:rFonts w:ascii="Times New Roman" w:hAnsi="Times New Roman"/>
          <w:szCs w:val="24"/>
        </w:rPr>
      </w:pPr>
    </w:p>
    <w:p w14:paraId="0D13B2C2" w14:textId="6E799D3E" w:rsidR="007D4F07" w:rsidRPr="00556DF7" w:rsidRDefault="00556DF7">
      <w:pPr>
        <w:rPr>
          <w:rFonts w:ascii="Times New Roman" w:hAnsi="Times New Roman"/>
          <w:szCs w:val="24"/>
        </w:rPr>
      </w:pPr>
      <w:bookmarkStart w:id="0" w:name="_GoBack"/>
      <w:bookmarkEnd w:id="0"/>
      <w:r w:rsidRPr="00556DF7">
        <w:rPr>
          <w:rFonts w:ascii="Times New Roman" w:hAnsi="Times New Roman"/>
          <w:noProof/>
          <w:szCs w:val="24"/>
        </w:rPr>
        <w:drawing>
          <wp:inline distT="0" distB="0" distL="0" distR="0" wp14:anchorId="706F691B" wp14:editId="5B0BCB0D">
            <wp:extent cx="2641600" cy="1028700"/>
            <wp:effectExtent l="0" t="0" r="0" b="1270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641600" cy="1028700"/>
                    </a:xfrm>
                    <a:prstGeom prst="rect">
                      <a:avLst/>
                    </a:prstGeom>
                    <a:noFill/>
                    <a:ln>
                      <a:noFill/>
                    </a:ln>
                  </pic:spPr>
                </pic:pic>
              </a:graphicData>
            </a:graphic>
          </wp:inline>
        </w:drawing>
      </w:r>
    </w:p>
    <w:p w14:paraId="47BD8635" w14:textId="77777777" w:rsidR="007D4F07" w:rsidRPr="00556DF7" w:rsidRDefault="00556DF7">
      <w:pPr>
        <w:rPr>
          <w:rFonts w:ascii="Times New Roman" w:hAnsi="Times New Roman"/>
          <w:szCs w:val="24"/>
        </w:rPr>
      </w:pPr>
    </w:p>
    <w:p w14:paraId="4CD26EE7" w14:textId="77777777" w:rsidR="007D4F07" w:rsidRPr="00556DF7" w:rsidRDefault="00556DF7">
      <w:pPr>
        <w:rPr>
          <w:rFonts w:ascii="Times New Roman" w:hAnsi="Times New Roman"/>
          <w:szCs w:val="24"/>
        </w:rPr>
      </w:pPr>
    </w:p>
    <w:p w14:paraId="3FF570FB" w14:textId="77777777" w:rsidR="007D4F07" w:rsidRPr="00556DF7" w:rsidRDefault="00556DF7">
      <w:pPr>
        <w:rPr>
          <w:rFonts w:ascii="Times New Roman" w:hAnsi="Times New Roman"/>
          <w:szCs w:val="24"/>
        </w:rPr>
      </w:pPr>
      <w:r w:rsidRPr="00556DF7">
        <w:rPr>
          <w:rFonts w:ascii="Times New Roman" w:hAnsi="Times New Roman"/>
          <w:szCs w:val="24"/>
        </w:rPr>
        <w:t>Robert Ward</w:t>
      </w:r>
    </w:p>
    <w:p w14:paraId="45FC1796" w14:textId="77777777" w:rsidR="007D4F07" w:rsidRPr="00556DF7" w:rsidRDefault="00556DF7">
      <w:pPr>
        <w:rPr>
          <w:rFonts w:ascii="Times New Roman" w:hAnsi="Times New Roman"/>
          <w:szCs w:val="24"/>
        </w:rPr>
      </w:pPr>
      <w:r w:rsidRPr="00556DF7">
        <w:rPr>
          <w:rFonts w:ascii="Times New Roman" w:hAnsi="Times New Roman"/>
          <w:szCs w:val="24"/>
        </w:rPr>
        <w:t>Principal Horn</w:t>
      </w:r>
    </w:p>
    <w:p w14:paraId="7321BD7D" w14:textId="77777777" w:rsidR="007D4F07" w:rsidRPr="00556DF7" w:rsidRDefault="00556DF7">
      <w:pPr>
        <w:rPr>
          <w:rFonts w:ascii="Times New Roman" w:hAnsi="Times New Roman"/>
          <w:szCs w:val="24"/>
        </w:rPr>
      </w:pPr>
      <w:r w:rsidRPr="00556DF7">
        <w:rPr>
          <w:rFonts w:ascii="Times New Roman" w:hAnsi="Times New Roman"/>
          <w:szCs w:val="24"/>
        </w:rPr>
        <w:t>San Francisco Symphony</w:t>
      </w:r>
    </w:p>
    <w:sectPr w:rsidR="007D4F07" w:rsidRPr="00556DF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SFNSText-Regular">
    <w:charset w:val="88"/>
    <w:family w:val="swiss"/>
    <w:pitch w:val="variable"/>
    <w:sig w:usb0="2000028F" w:usb1="0A080003" w:usb2="00000010" w:usb3="00000000" w:csb0="0010019F" w:csb1="00000000"/>
  </w:font>
  <w:font w:name="System Font">
    <w:panose1 w:val="00000500000000000000"/>
    <w:charset w:val="88"/>
    <w:family w:val="swiss"/>
    <w:pitch w:val="variable"/>
    <w:sig w:usb0="2000028F" w:usb1="0A080003" w:usb2="00000010" w:usb3="00000000" w:csb0="001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DF7"/>
    <w:rsid w:val="00556DF7"/>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875F0B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33150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bward/Documents/lettermaker%2020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lettermaker 2008.dot</Template>
  <TotalTime>2</TotalTime>
  <Pages>1</Pages>
  <Words>244</Words>
  <Characters>1395</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Robert Ward</vt:lpstr>
    </vt:vector>
  </TitlesOfParts>
  <Company>SFSO</Company>
  <LinksUpToDate>false</LinksUpToDate>
  <CharactersWithSpaces>1636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Robert Ward</dc:title>
  <dc:subject/>
  <dc:creator>Ward, Robert</dc:creator>
  <cp:keywords/>
  <cp:lastModifiedBy>Ward, Robert</cp:lastModifiedBy>
  <cp:revision>1</cp:revision>
  <dcterms:created xsi:type="dcterms:W3CDTF">2017-11-26T19:55:00Z</dcterms:created>
  <dcterms:modified xsi:type="dcterms:W3CDTF">2017-11-26T19:57:00Z</dcterms:modified>
</cp:coreProperties>
</file>