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3D94CB" w14:textId="20CD57A8" w:rsidR="00481354" w:rsidRPr="00A479ED" w:rsidRDefault="00F12CE1" w:rsidP="00A837C3">
      <w:pPr>
        <w:pStyle w:val="LetterDate"/>
        <w:rPr>
          <w:rFonts w:ascii="Times New Roman" w:hAnsi="Times New Roman" w:cs="Times New Roman"/>
          <w:szCs w:val="24"/>
        </w:rPr>
      </w:pPr>
      <w:sdt>
        <w:sdtPr>
          <w:rPr>
            <w:rFonts w:ascii="Times New Roman" w:hAnsi="Times New Roman" w:cs="Times New Roman"/>
            <w:szCs w:val="24"/>
          </w:rPr>
          <w:alias w:val="swiCalendar1"/>
          <w:tag w:val="swiCalendar1"/>
          <w:id w:val="-863283000"/>
          <w:placeholder>
            <w:docPart w:val="585C9FA9921B4776A64ECE11D5631E69"/>
          </w:placeholder>
          <w:date w:fullDate="2019-11-26T00:00:00Z">
            <w:dateFormat w:val="MMMM d, yyyy"/>
            <w:lid w:val="en-US"/>
            <w:storeMappedDataAs w:val="dateTime"/>
            <w:calendar w:val="gregorian"/>
          </w:date>
        </w:sdtPr>
        <w:sdtEndPr/>
        <w:sdtContent>
          <w:r w:rsidR="00531954">
            <w:rPr>
              <w:rFonts w:ascii="Times New Roman" w:hAnsi="Times New Roman" w:cs="Times New Roman"/>
              <w:szCs w:val="24"/>
            </w:rPr>
            <w:t>November 26, 2019</w:t>
          </w:r>
        </w:sdtContent>
      </w:sdt>
    </w:p>
    <w:p w14:paraId="12FFEA10" w14:textId="77777777" w:rsidR="00A51F4F" w:rsidRDefault="00A51F4F" w:rsidP="006D631B">
      <w:pPr>
        <w:pStyle w:val="Addressee"/>
        <w:rPr>
          <w:rFonts w:ascii="Times New Roman" w:hAnsi="Times New Roman" w:cs="Times New Roman"/>
          <w:b/>
          <w:i/>
          <w:szCs w:val="24"/>
          <w:u w:val="single"/>
        </w:rPr>
      </w:pPr>
      <w:bookmarkStart w:id="0" w:name="To"/>
    </w:p>
    <w:p w14:paraId="2482004C" w14:textId="52F819BB" w:rsidR="00A334B1" w:rsidRPr="00A479ED" w:rsidRDefault="00A334B1" w:rsidP="006D631B">
      <w:pPr>
        <w:pStyle w:val="Addressee"/>
        <w:rPr>
          <w:rFonts w:ascii="Times New Roman" w:hAnsi="Times New Roman" w:cs="Times New Roman"/>
          <w:b/>
          <w:szCs w:val="24"/>
          <w:u w:val="single"/>
        </w:rPr>
      </w:pPr>
      <w:r w:rsidRPr="00C65B62">
        <w:rPr>
          <w:rFonts w:ascii="Times New Roman" w:hAnsi="Times New Roman" w:cs="Times New Roman"/>
          <w:b/>
          <w:i/>
          <w:szCs w:val="24"/>
          <w:u w:val="single"/>
        </w:rPr>
        <w:t>Ex Parte</w:t>
      </w:r>
      <w:r w:rsidRPr="00A479ED">
        <w:rPr>
          <w:rFonts w:ascii="Times New Roman" w:hAnsi="Times New Roman" w:cs="Times New Roman"/>
          <w:b/>
          <w:szCs w:val="24"/>
          <w:u w:val="single"/>
        </w:rPr>
        <w:t xml:space="preserve"> Communication</w:t>
      </w:r>
    </w:p>
    <w:p w14:paraId="2A522134" w14:textId="77777777" w:rsidR="00A334B1" w:rsidRPr="00A479ED" w:rsidRDefault="00A334B1" w:rsidP="006D631B">
      <w:pPr>
        <w:pStyle w:val="Addressee"/>
        <w:rPr>
          <w:rFonts w:ascii="Times New Roman" w:hAnsi="Times New Roman" w:cs="Times New Roman"/>
          <w:szCs w:val="24"/>
        </w:rPr>
      </w:pPr>
    </w:p>
    <w:p w14:paraId="0D5E5EC3" w14:textId="77777777" w:rsidR="00A51F4F" w:rsidRDefault="00A51F4F" w:rsidP="006D631B">
      <w:pPr>
        <w:pStyle w:val="Addressee"/>
        <w:rPr>
          <w:rFonts w:ascii="Times New Roman" w:hAnsi="Times New Roman" w:cs="Times New Roman"/>
          <w:szCs w:val="24"/>
        </w:rPr>
      </w:pPr>
    </w:p>
    <w:p w14:paraId="021DF978" w14:textId="77777777" w:rsidR="00A51F4F" w:rsidRDefault="00A51F4F" w:rsidP="006D631B">
      <w:pPr>
        <w:pStyle w:val="Addressee"/>
        <w:rPr>
          <w:rFonts w:ascii="Times New Roman" w:hAnsi="Times New Roman" w:cs="Times New Roman"/>
          <w:szCs w:val="24"/>
        </w:rPr>
      </w:pPr>
    </w:p>
    <w:p w14:paraId="2BD08735" w14:textId="7866281E" w:rsidR="00481354" w:rsidRPr="00A479ED" w:rsidRDefault="00F705B3" w:rsidP="006D631B">
      <w:pPr>
        <w:pStyle w:val="Addressee"/>
        <w:rPr>
          <w:rFonts w:ascii="Times New Roman" w:hAnsi="Times New Roman" w:cs="Times New Roman"/>
          <w:szCs w:val="24"/>
        </w:rPr>
      </w:pPr>
      <w:r w:rsidRPr="00A479ED">
        <w:rPr>
          <w:rFonts w:ascii="Times New Roman" w:hAnsi="Times New Roman" w:cs="Times New Roman"/>
          <w:szCs w:val="24"/>
        </w:rPr>
        <w:t>Marlene H. Dortch</w:t>
      </w:r>
      <w:r w:rsidR="00556D3B" w:rsidRPr="00A479ED">
        <w:rPr>
          <w:rFonts w:ascii="Times New Roman" w:hAnsi="Times New Roman" w:cs="Times New Roman"/>
          <w:szCs w:val="24"/>
        </w:rPr>
        <w:t xml:space="preserve"> </w:t>
      </w:r>
      <w:r w:rsidRPr="00A479ED">
        <w:rPr>
          <w:rFonts w:ascii="Times New Roman" w:hAnsi="Times New Roman" w:cs="Times New Roman"/>
          <w:szCs w:val="24"/>
        </w:rPr>
        <w:br/>
        <w:t>Secretary</w:t>
      </w:r>
      <w:r w:rsidRPr="00A479ED">
        <w:rPr>
          <w:rFonts w:ascii="Times New Roman" w:hAnsi="Times New Roman" w:cs="Times New Roman"/>
          <w:szCs w:val="24"/>
        </w:rPr>
        <w:br/>
        <w:t>Federal Communications Commission</w:t>
      </w:r>
      <w:r w:rsidRPr="00A479ED">
        <w:rPr>
          <w:rFonts w:ascii="Times New Roman" w:hAnsi="Times New Roman" w:cs="Times New Roman"/>
          <w:szCs w:val="24"/>
        </w:rPr>
        <w:br/>
        <w:t>445 12</w:t>
      </w:r>
      <w:r w:rsidRPr="00A479ED">
        <w:rPr>
          <w:rFonts w:ascii="Times New Roman" w:hAnsi="Times New Roman" w:cs="Times New Roman"/>
          <w:szCs w:val="24"/>
          <w:vertAlign w:val="superscript"/>
        </w:rPr>
        <w:t>th</w:t>
      </w:r>
      <w:r w:rsidRPr="00A479ED">
        <w:rPr>
          <w:rFonts w:ascii="Times New Roman" w:hAnsi="Times New Roman" w:cs="Times New Roman"/>
          <w:szCs w:val="24"/>
        </w:rPr>
        <w:t xml:space="preserve"> Street, SW</w:t>
      </w:r>
      <w:r w:rsidRPr="00A479ED">
        <w:rPr>
          <w:rFonts w:ascii="Times New Roman" w:hAnsi="Times New Roman" w:cs="Times New Roman"/>
          <w:szCs w:val="24"/>
        </w:rPr>
        <w:br/>
        <w:t>Washington, DC 20554</w:t>
      </w:r>
    </w:p>
    <w:bookmarkEnd w:id="0"/>
    <w:p w14:paraId="79DFC262" w14:textId="67AD5C87" w:rsidR="00481354" w:rsidRPr="00A479ED" w:rsidRDefault="00481354" w:rsidP="006D631B">
      <w:pPr>
        <w:pStyle w:val="ReLine"/>
        <w:rPr>
          <w:rFonts w:ascii="Times New Roman" w:hAnsi="Times New Roman" w:cs="Times New Roman"/>
          <w:b/>
          <w:szCs w:val="24"/>
        </w:rPr>
      </w:pPr>
      <w:r w:rsidRPr="00A479ED">
        <w:rPr>
          <w:rFonts w:ascii="Times New Roman" w:hAnsi="Times New Roman" w:cs="Times New Roman"/>
          <w:b/>
          <w:szCs w:val="24"/>
        </w:rPr>
        <w:t>Re:</w:t>
      </w:r>
      <w:r w:rsidRPr="00A479ED">
        <w:rPr>
          <w:rFonts w:ascii="Times New Roman" w:hAnsi="Times New Roman" w:cs="Times New Roman"/>
          <w:b/>
          <w:szCs w:val="24"/>
        </w:rPr>
        <w:tab/>
      </w:r>
      <w:bookmarkStart w:id="1" w:name="Re"/>
      <w:r w:rsidR="00F705B3" w:rsidRPr="00C65B62">
        <w:rPr>
          <w:rFonts w:ascii="Times New Roman" w:hAnsi="Times New Roman" w:cs="Times New Roman"/>
          <w:b/>
          <w:i/>
          <w:szCs w:val="24"/>
        </w:rPr>
        <w:t>Ex Parte</w:t>
      </w:r>
      <w:r w:rsidR="00F705B3" w:rsidRPr="00A479ED">
        <w:rPr>
          <w:rFonts w:ascii="Times New Roman" w:hAnsi="Times New Roman" w:cs="Times New Roman"/>
          <w:b/>
          <w:szCs w:val="24"/>
        </w:rPr>
        <w:t xml:space="preserve">, </w:t>
      </w:r>
      <w:r w:rsidR="005728D9">
        <w:rPr>
          <w:rFonts w:ascii="Times New Roman" w:hAnsi="Times New Roman" w:cs="Times New Roman"/>
          <w:b/>
          <w:szCs w:val="24"/>
        </w:rPr>
        <w:t xml:space="preserve">ET Docket No. 19-89, Massachusetts Institute of Technology Request for Waiver of Part 15 Ultra-Wideband Rules for </w:t>
      </w:r>
      <w:proofErr w:type="spellStart"/>
      <w:r w:rsidR="005728D9">
        <w:rPr>
          <w:rFonts w:ascii="Times New Roman" w:hAnsi="Times New Roman" w:cs="Times New Roman"/>
          <w:b/>
          <w:szCs w:val="24"/>
        </w:rPr>
        <w:t>WiTtack</w:t>
      </w:r>
      <w:proofErr w:type="spellEnd"/>
      <w:r w:rsidR="005728D9">
        <w:rPr>
          <w:rFonts w:ascii="Times New Roman" w:hAnsi="Times New Roman" w:cs="Times New Roman"/>
          <w:b/>
          <w:szCs w:val="24"/>
        </w:rPr>
        <w:t xml:space="preserve"> Medical Device </w:t>
      </w:r>
    </w:p>
    <w:p w14:paraId="18312A68" w14:textId="090ECFC0" w:rsidR="00481354" w:rsidRPr="00A479ED" w:rsidRDefault="00F705B3" w:rsidP="006D631B">
      <w:pPr>
        <w:pStyle w:val="Salutation"/>
        <w:rPr>
          <w:rFonts w:ascii="Times New Roman" w:hAnsi="Times New Roman" w:cs="Times New Roman"/>
          <w:szCs w:val="24"/>
        </w:rPr>
      </w:pPr>
      <w:bookmarkStart w:id="2" w:name="Salutation"/>
      <w:bookmarkEnd w:id="1"/>
      <w:r w:rsidRPr="00A479ED">
        <w:rPr>
          <w:rFonts w:ascii="Times New Roman" w:hAnsi="Times New Roman" w:cs="Times New Roman"/>
          <w:szCs w:val="24"/>
        </w:rPr>
        <w:t>Dear Ms. Dortch:</w:t>
      </w:r>
      <w:r w:rsidR="00456770" w:rsidRPr="00A479ED">
        <w:rPr>
          <w:rStyle w:val="FootnoteReference"/>
          <w:rFonts w:ascii="Times New Roman" w:hAnsi="Times New Roman" w:cs="Times New Roman"/>
          <w:szCs w:val="24"/>
        </w:rPr>
        <w:t xml:space="preserve"> </w:t>
      </w:r>
    </w:p>
    <w:p w14:paraId="5D6F1F51" w14:textId="2B6C344A" w:rsidR="00AC2C7C" w:rsidRDefault="005728D9" w:rsidP="0071309A">
      <w:pPr>
        <w:pStyle w:val="BodyText"/>
        <w:rPr>
          <w:rFonts w:ascii="Times New Roman" w:hAnsi="Times New Roman" w:cs="Times New Roman"/>
          <w:szCs w:val="24"/>
        </w:rPr>
      </w:pPr>
      <w:bookmarkStart w:id="3" w:name="swiBeginHere"/>
      <w:bookmarkEnd w:id="3"/>
      <w:bookmarkEnd w:id="2"/>
      <w:r>
        <w:rPr>
          <w:rFonts w:ascii="Times New Roman" w:hAnsi="Times New Roman" w:cs="Times New Roman"/>
          <w:szCs w:val="24"/>
        </w:rPr>
        <w:t>Massachusetts Institute of Technology (MIT)</w:t>
      </w:r>
      <w:r w:rsidR="00F705B3" w:rsidRPr="00A479ED">
        <w:rPr>
          <w:rFonts w:ascii="Times New Roman" w:hAnsi="Times New Roman" w:cs="Times New Roman"/>
          <w:szCs w:val="24"/>
        </w:rPr>
        <w:t xml:space="preserve">, by its attorneys, files this </w:t>
      </w:r>
      <w:r w:rsidR="00F705B3" w:rsidRPr="00A479ED">
        <w:rPr>
          <w:rFonts w:ascii="Times New Roman" w:hAnsi="Times New Roman" w:cs="Times New Roman"/>
          <w:i/>
          <w:szCs w:val="24"/>
        </w:rPr>
        <w:t>ex parte</w:t>
      </w:r>
      <w:r w:rsidR="00F705B3" w:rsidRPr="00A479ED">
        <w:rPr>
          <w:rFonts w:ascii="Times New Roman" w:hAnsi="Times New Roman" w:cs="Times New Roman"/>
          <w:szCs w:val="24"/>
        </w:rPr>
        <w:t xml:space="preserve"> </w:t>
      </w:r>
      <w:r w:rsidR="00A233BD" w:rsidRPr="00A479ED">
        <w:rPr>
          <w:rFonts w:ascii="Times New Roman" w:hAnsi="Times New Roman" w:cs="Times New Roman"/>
          <w:szCs w:val="24"/>
        </w:rPr>
        <w:t>letter</w:t>
      </w:r>
      <w:r w:rsidR="00F705B3" w:rsidRPr="00A479ED">
        <w:rPr>
          <w:rFonts w:ascii="Times New Roman" w:hAnsi="Times New Roman" w:cs="Times New Roman"/>
          <w:szCs w:val="24"/>
        </w:rPr>
        <w:t xml:space="preserve"> to</w:t>
      </w:r>
      <w:r w:rsidR="001A16EF">
        <w:rPr>
          <w:rFonts w:ascii="Times New Roman" w:hAnsi="Times New Roman" w:cs="Times New Roman"/>
          <w:szCs w:val="24"/>
        </w:rPr>
        <w:t xml:space="preserve"> </w:t>
      </w:r>
      <w:r w:rsidR="00B005E7">
        <w:rPr>
          <w:rFonts w:ascii="Times New Roman" w:hAnsi="Times New Roman" w:cs="Times New Roman"/>
          <w:szCs w:val="24"/>
        </w:rPr>
        <w:t xml:space="preserve">inform you that on November 25, 2019, </w:t>
      </w:r>
      <w:r w:rsidR="00F12CE1">
        <w:rPr>
          <w:rFonts w:ascii="Times New Roman" w:hAnsi="Times New Roman" w:cs="Times New Roman"/>
          <w:szCs w:val="24"/>
        </w:rPr>
        <w:t>the undersigned and representatives of MIT met</w:t>
      </w:r>
      <w:r>
        <w:rPr>
          <w:rFonts w:ascii="Times New Roman" w:hAnsi="Times New Roman" w:cs="Times New Roman"/>
          <w:szCs w:val="24"/>
        </w:rPr>
        <w:t xml:space="preserve"> with several staff of the Office of Engineering and Technology on November 25, 2019.  At that meeting were Julius Knapp, Michael Ha, Jamison Prime, Karen Rackley and Syed Hasan (by phone) from OET, Dina Katabi</w:t>
      </w:r>
      <w:r w:rsidR="00AC2C7C">
        <w:rPr>
          <w:rFonts w:ascii="Times New Roman" w:hAnsi="Times New Roman" w:cs="Times New Roman"/>
          <w:szCs w:val="24"/>
        </w:rPr>
        <w:t xml:space="preserve"> and Phillip </w:t>
      </w:r>
      <w:proofErr w:type="spellStart"/>
      <w:r w:rsidR="00AC2C7C">
        <w:rPr>
          <w:rFonts w:ascii="Times New Roman" w:hAnsi="Times New Roman" w:cs="Times New Roman"/>
          <w:szCs w:val="24"/>
        </w:rPr>
        <w:t>Lippel</w:t>
      </w:r>
      <w:proofErr w:type="spellEnd"/>
      <w:r w:rsidR="00AC2C7C">
        <w:rPr>
          <w:rFonts w:ascii="Times New Roman" w:hAnsi="Times New Roman" w:cs="Times New Roman"/>
          <w:szCs w:val="24"/>
        </w:rPr>
        <w:t xml:space="preserve"> from MIT, and the undersigned.</w:t>
      </w:r>
    </w:p>
    <w:p w14:paraId="4CEFA717" w14:textId="2B1BD2DC" w:rsidR="00C52215" w:rsidRDefault="00AC2C7C" w:rsidP="00AC2C7C">
      <w:pPr>
        <w:pStyle w:val="BodyText"/>
        <w:rPr>
          <w:rFonts w:ascii="Times New Roman" w:hAnsi="Times New Roman" w:cs="Times New Roman"/>
          <w:szCs w:val="24"/>
        </w:rPr>
      </w:pPr>
      <w:r>
        <w:rPr>
          <w:rFonts w:ascii="Times New Roman" w:hAnsi="Times New Roman" w:cs="Times New Roman"/>
          <w:szCs w:val="24"/>
        </w:rPr>
        <w:t>At this meeting, MIT explained to the OET personnel the urgency in having its petition for waiver granted in order to provide for the medical benefits promised by the WiTrack device to be available to the public at the earliest feasibl</w:t>
      </w:r>
      <w:r w:rsidR="00F12CE1">
        <w:rPr>
          <w:rFonts w:ascii="Times New Roman" w:hAnsi="Times New Roman" w:cs="Times New Roman"/>
          <w:szCs w:val="24"/>
        </w:rPr>
        <w:t>e</w:t>
      </w:r>
      <w:r>
        <w:rPr>
          <w:rFonts w:ascii="Times New Roman" w:hAnsi="Times New Roman" w:cs="Times New Roman"/>
          <w:szCs w:val="24"/>
        </w:rPr>
        <w:t xml:space="preserve"> opportunity. It also reviewed certain of its technical </w:t>
      </w:r>
      <w:r w:rsidR="00F12CE1">
        <w:rPr>
          <w:rFonts w:ascii="Times New Roman" w:hAnsi="Times New Roman" w:cs="Times New Roman"/>
          <w:szCs w:val="24"/>
        </w:rPr>
        <w:t>information already submitted in the docket.</w:t>
      </w:r>
    </w:p>
    <w:p w14:paraId="2A6C7865" w14:textId="332158DA" w:rsidR="00FB504E" w:rsidRPr="00A479ED" w:rsidRDefault="00AD75FC" w:rsidP="00C4740F">
      <w:pPr>
        <w:rPr>
          <w:rFonts w:ascii="Times New Roman" w:hAnsi="Times New Roman" w:cs="Times New Roman"/>
        </w:rPr>
      </w:pPr>
      <w:r w:rsidRPr="00A479ED">
        <w:rPr>
          <w:rFonts w:ascii="Times New Roman" w:hAnsi="Times New Roman" w:cs="Times New Roman"/>
        </w:rPr>
        <w:t>Please direct any questions regarding this filing to the undersigned.</w:t>
      </w:r>
    </w:p>
    <w:p w14:paraId="7544904C" w14:textId="77777777" w:rsidR="006A1269" w:rsidRPr="00A479ED" w:rsidRDefault="006A1269" w:rsidP="00C4740F">
      <w:pPr>
        <w:pStyle w:val="BodyText"/>
        <w:spacing w:after="0"/>
        <w:rPr>
          <w:rFonts w:ascii="Times New Roman" w:hAnsi="Times New Roman" w:cs="Times New Roman"/>
          <w:szCs w:val="24"/>
        </w:rPr>
      </w:pPr>
    </w:p>
    <w:p w14:paraId="1E537A4F" w14:textId="5893FCC2" w:rsidR="00883D7D" w:rsidRPr="00A479ED" w:rsidRDefault="00883D7D" w:rsidP="00C4740F">
      <w:pPr>
        <w:pStyle w:val="BodyText"/>
        <w:spacing w:after="0"/>
        <w:rPr>
          <w:rFonts w:ascii="Times New Roman" w:hAnsi="Times New Roman" w:cs="Times New Roman"/>
          <w:szCs w:val="24"/>
        </w:rPr>
      </w:pPr>
      <w:r w:rsidRPr="00A479ED">
        <w:rPr>
          <w:rFonts w:ascii="Times New Roman" w:hAnsi="Times New Roman" w:cs="Times New Roman"/>
          <w:szCs w:val="24"/>
        </w:rPr>
        <w:t>Respectfully submitted,</w:t>
      </w:r>
    </w:p>
    <w:p w14:paraId="6EE851B9" w14:textId="77777777" w:rsidR="00C4740F" w:rsidRDefault="00C4740F" w:rsidP="00C4740F">
      <w:pPr>
        <w:pStyle w:val="LetterSignature"/>
        <w:spacing w:before="0"/>
        <w:rPr>
          <w:rFonts w:ascii="Times New Roman" w:hAnsi="Times New Roman" w:cs="Times New Roman"/>
        </w:rPr>
      </w:pPr>
    </w:p>
    <w:p w14:paraId="0387E459" w14:textId="68F442E3" w:rsidR="00244FCF" w:rsidRPr="007F0F62" w:rsidRDefault="007F0F62" w:rsidP="00C4740F">
      <w:pPr>
        <w:pStyle w:val="LetterSignature"/>
        <w:spacing w:before="0"/>
        <w:rPr>
          <w:rFonts w:ascii="Times New Roman" w:hAnsi="Times New Roman" w:cs="Times New Roman"/>
          <w:i/>
          <w:u w:val="single"/>
        </w:rPr>
      </w:pPr>
      <w:r w:rsidRPr="007F0F62">
        <w:rPr>
          <w:rFonts w:ascii="Times New Roman" w:hAnsi="Times New Roman" w:cs="Times New Roman"/>
          <w:i/>
          <w:u w:val="single"/>
        </w:rPr>
        <w:t xml:space="preserve">/s/ </w:t>
      </w:r>
      <w:r w:rsidR="00AC2C7C">
        <w:rPr>
          <w:rFonts w:ascii="Times New Roman" w:hAnsi="Times New Roman" w:cs="Times New Roman"/>
          <w:i/>
          <w:u w:val="single"/>
        </w:rPr>
        <w:t>Bruce A Romano</w:t>
      </w:r>
    </w:p>
    <w:p w14:paraId="6CB59C07" w14:textId="77777777" w:rsidR="00AC2C7C" w:rsidRDefault="00AC2C7C" w:rsidP="00C4740F">
      <w:pPr>
        <w:pStyle w:val="LetterSignature"/>
        <w:spacing w:before="0"/>
        <w:rPr>
          <w:rFonts w:ascii="Times New Roman" w:hAnsi="Times New Roman" w:cs="Times New Roman"/>
        </w:rPr>
      </w:pPr>
    </w:p>
    <w:p w14:paraId="5270DDA8" w14:textId="1D6B829E" w:rsidR="00F705B3" w:rsidRPr="00A479ED" w:rsidRDefault="00AC2C7C" w:rsidP="00C4740F">
      <w:pPr>
        <w:pStyle w:val="LetterSignature"/>
        <w:spacing w:before="0"/>
        <w:rPr>
          <w:rFonts w:ascii="Times New Roman" w:hAnsi="Times New Roman" w:cs="Times New Roman"/>
          <w:i/>
        </w:rPr>
      </w:pPr>
      <w:r>
        <w:rPr>
          <w:rFonts w:ascii="Times New Roman" w:hAnsi="Times New Roman" w:cs="Times New Roman"/>
        </w:rPr>
        <w:t xml:space="preserve">Bruce A Romano, </w:t>
      </w:r>
      <w:r w:rsidR="00F705B3" w:rsidRPr="00A51F4F">
        <w:rPr>
          <w:rFonts w:ascii="Times New Roman" w:hAnsi="Times New Roman" w:cs="Times New Roman"/>
        </w:rPr>
        <w:t xml:space="preserve">Counsel </w:t>
      </w:r>
      <w:r w:rsidR="00996FBE" w:rsidRPr="00A51F4F">
        <w:rPr>
          <w:rFonts w:ascii="Times New Roman" w:hAnsi="Times New Roman" w:cs="Times New Roman"/>
        </w:rPr>
        <w:t>for</w:t>
      </w:r>
      <w:r w:rsidR="00F705B3" w:rsidRPr="00A51F4F">
        <w:rPr>
          <w:rFonts w:ascii="Times New Roman" w:hAnsi="Times New Roman" w:cs="Times New Roman"/>
        </w:rPr>
        <w:t xml:space="preserve"> </w:t>
      </w:r>
      <w:r w:rsidR="00A51F4F" w:rsidRPr="00A51F4F">
        <w:rPr>
          <w:rFonts w:ascii="Times New Roman" w:hAnsi="Times New Roman" w:cs="Times New Roman"/>
        </w:rPr>
        <w:t>Massachusetts Institute of T</w:t>
      </w:r>
      <w:r w:rsidR="00A51F4F">
        <w:rPr>
          <w:rFonts w:ascii="Times New Roman" w:hAnsi="Times New Roman" w:cs="Times New Roman"/>
        </w:rPr>
        <w:t>e</w:t>
      </w:r>
      <w:r w:rsidR="00A51F4F" w:rsidRPr="00A51F4F">
        <w:rPr>
          <w:rFonts w:ascii="Times New Roman" w:hAnsi="Times New Roman" w:cs="Times New Roman"/>
        </w:rPr>
        <w:t>chnology</w:t>
      </w:r>
    </w:p>
    <w:p w14:paraId="5233C0B7" w14:textId="7484DC72" w:rsidR="00996FBE" w:rsidRDefault="00996FBE" w:rsidP="00996FBE">
      <w:pPr>
        <w:pStyle w:val="BodyText"/>
        <w:spacing w:after="0"/>
        <w:rPr>
          <w:rFonts w:ascii="Times New Roman" w:hAnsi="Times New Roman" w:cs="Times New Roman"/>
          <w:szCs w:val="24"/>
        </w:rPr>
      </w:pPr>
    </w:p>
    <w:p w14:paraId="709D0358" w14:textId="4A04FFCF" w:rsidR="008F1EBF" w:rsidRDefault="00A51F4F" w:rsidP="00A51F4F">
      <w:pPr>
        <w:pStyle w:val="BodyText"/>
        <w:spacing w:after="0"/>
        <w:rPr>
          <w:rFonts w:ascii="Times New Roman" w:hAnsi="Times New Roman" w:cs="Times New Roman"/>
          <w:szCs w:val="24"/>
        </w:rPr>
      </w:pPr>
      <w:bookmarkStart w:id="4" w:name="_GoBack"/>
      <w:bookmarkEnd w:id="4"/>
      <w:r>
        <w:rPr>
          <w:rFonts w:ascii="Times New Roman" w:hAnsi="Times New Roman" w:cs="Times New Roman"/>
          <w:szCs w:val="24"/>
        </w:rPr>
        <w:t>cc:  Julius Knapp, Michael Ha, Jamison Prime, Karen Rackley, Syed Hasan</w:t>
      </w:r>
    </w:p>
    <w:sectPr w:rsidR="008F1EBF" w:rsidSect="00741DAF">
      <w:headerReference w:type="default" r:id="rId8"/>
      <w:headerReference w:type="first" r:id="rId9"/>
      <w:pgSz w:w="12240" w:h="15840" w:code="1"/>
      <w:pgMar w:top="1440" w:right="1440" w:bottom="1440" w:left="1440" w:header="1440" w:footer="720" w:gutter="0"/>
      <w:pgNumType w:start="1"/>
      <w:cols w:space="720"/>
      <w:formProt w:val="0"/>
      <w:titlePg/>
      <w:docGrid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DD4096" w14:textId="77777777" w:rsidR="00B24293" w:rsidRDefault="00B24293">
      <w:r>
        <w:separator/>
      </w:r>
    </w:p>
  </w:endnote>
  <w:endnote w:type="continuationSeparator" w:id="0">
    <w:p w14:paraId="3CE04644" w14:textId="77777777" w:rsidR="00B24293" w:rsidRDefault="00B24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9525BB" w14:textId="77777777" w:rsidR="00B24293" w:rsidRDefault="00B24293">
      <w:r>
        <w:separator/>
      </w:r>
    </w:p>
  </w:footnote>
  <w:footnote w:type="continuationSeparator" w:id="0">
    <w:p w14:paraId="61208FBA" w14:textId="77777777" w:rsidR="00B24293" w:rsidRDefault="00B24293">
      <w:r>
        <w:separator/>
      </w:r>
    </w:p>
    <w:p w14:paraId="3936B314" w14:textId="77777777" w:rsidR="00B24293" w:rsidRDefault="00B24293">
      <w:r>
        <w:t>(Continued . .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18056C" w14:textId="5AB0EA56" w:rsidR="00B24293" w:rsidRPr="00A479ED" w:rsidRDefault="00B24293" w:rsidP="004102B2">
    <w:pPr>
      <w:rPr>
        <w:rFonts w:ascii="Times New Roman" w:hAnsi="Times New Roman" w:cs="Times New Roman"/>
      </w:rPr>
    </w:pPr>
    <w:bookmarkStart w:id="5" w:name="ToInHeader"/>
    <w:r w:rsidRPr="00A479ED">
      <w:rPr>
        <w:rFonts w:ascii="Times New Roman" w:hAnsi="Times New Roman" w:cs="Times New Roman"/>
      </w:rPr>
      <w:t>Marlene H. Dortch</w:t>
    </w:r>
    <w:bookmarkEnd w:id="5"/>
  </w:p>
  <w:p w14:paraId="1D950BD4" w14:textId="040AF930" w:rsidR="00B24293" w:rsidRPr="00A479ED" w:rsidRDefault="00B24293">
    <w:pPr>
      <w:pStyle w:val="Header"/>
      <w:rPr>
        <w:rFonts w:ascii="Times New Roman" w:hAnsi="Times New Roman" w:cs="Times New Roman"/>
      </w:rPr>
    </w:pPr>
    <w:r w:rsidRPr="00A479ED">
      <w:rPr>
        <w:rFonts w:ascii="Times New Roman" w:hAnsi="Times New Roman" w:cs="Times New Roman"/>
        <w:noProof/>
      </w:rPr>
      <w:fldChar w:fldCharType="begin"/>
    </w:r>
    <w:r w:rsidRPr="00A479ED">
      <w:rPr>
        <w:rFonts w:ascii="Times New Roman" w:hAnsi="Times New Roman" w:cs="Times New Roman"/>
        <w:noProof/>
      </w:rPr>
      <w:instrText xml:space="preserve"> STYLEREF "Letter Date" \* MERGEFORMAT </w:instrText>
    </w:r>
    <w:r w:rsidRPr="00A479ED">
      <w:rPr>
        <w:rFonts w:ascii="Times New Roman" w:hAnsi="Times New Roman" w:cs="Times New Roman"/>
        <w:noProof/>
      </w:rPr>
      <w:fldChar w:fldCharType="separate"/>
    </w:r>
    <w:r w:rsidR="00AC2C7C">
      <w:rPr>
        <w:rFonts w:ascii="Times New Roman" w:hAnsi="Times New Roman" w:cs="Times New Roman"/>
        <w:noProof/>
      </w:rPr>
      <w:t>November 26, 2019</w:t>
    </w:r>
    <w:r w:rsidRPr="00A479ED">
      <w:rPr>
        <w:rFonts w:ascii="Times New Roman" w:hAnsi="Times New Roman" w:cs="Times New Roman"/>
        <w:noProof/>
      </w:rPr>
      <w:fldChar w:fldCharType="end"/>
    </w:r>
  </w:p>
  <w:p w14:paraId="79F386C6" w14:textId="77777777" w:rsidR="00B24293" w:rsidRPr="00A479ED" w:rsidRDefault="00B24293">
    <w:pPr>
      <w:pStyle w:val="Header"/>
      <w:spacing w:after="480"/>
      <w:rPr>
        <w:rFonts w:ascii="Times New Roman" w:hAnsi="Times New Roman" w:cs="Times New Roman"/>
      </w:rPr>
    </w:pPr>
    <w:r w:rsidRPr="00A479ED">
      <w:rPr>
        <w:rFonts w:ascii="Times New Roman" w:hAnsi="Times New Roman" w:cs="Times New Roman"/>
      </w:rPr>
      <w:t xml:space="preserve">Page </w:t>
    </w:r>
    <w:r w:rsidRPr="00A479ED">
      <w:rPr>
        <w:rFonts w:ascii="Times New Roman" w:hAnsi="Times New Roman" w:cs="Times New Roman"/>
      </w:rPr>
      <w:fldChar w:fldCharType="begin"/>
    </w:r>
    <w:r w:rsidRPr="00A479ED">
      <w:rPr>
        <w:rFonts w:ascii="Times New Roman" w:hAnsi="Times New Roman" w:cs="Times New Roman"/>
      </w:rPr>
      <w:instrText xml:space="preserve"> PAGE \* MERGEFORMAT </w:instrText>
    </w:r>
    <w:r w:rsidRPr="00A479ED">
      <w:rPr>
        <w:rFonts w:ascii="Times New Roman" w:hAnsi="Times New Roman" w:cs="Times New Roman"/>
      </w:rPr>
      <w:fldChar w:fldCharType="separate"/>
    </w:r>
    <w:r w:rsidRPr="00A479ED">
      <w:rPr>
        <w:rFonts w:ascii="Times New Roman" w:hAnsi="Times New Roman" w:cs="Times New Roman"/>
        <w:noProof/>
      </w:rPr>
      <w:t>2</w:t>
    </w:r>
    <w:r w:rsidRPr="00A479ED">
      <w:rPr>
        <w:rFonts w:ascii="Times New Roman" w:hAnsi="Times New Roman" w:cs="Times New Roman"/>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rightFromText="187" w:vertAnchor="page" w:horzAnchor="page" w:tblpX="5401" w:tblpY="764"/>
      <w:tblW w:w="5688" w:type="dxa"/>
      <w:tblLayout w:type="fixed"/>
      <w:tblCellMar>
        <w:left w:w="0" w:type="dxa"/>
        <w:right w:w="115" w:type="dxa"/>
      </w:tblCellMar>
      <w:tblLook w:val="0000" w:firstRow="0" w:lastRow="0" w:firstColumn="0" w:lastColumn="0" w:noHBand="0" w:noVBand="0"/>
    </w:tblPr>
    <w:tblGrid>
      <w:gridCol w:w="5688"/>
    </w:tblGrid>
    <w:tr w:rsidR="00B24293" w:rsidRPr="00A31A6D" w14:paraId="3D4629F0" w14:textId="77777777" w:rsidTr="00DE2F47">
      <w:tc>
        <w:tcPr>
          <w:tcW w:w="5688" w:type="dxa"/>
          <w:shd w:val="clear" w:color="auto" w:fill="auto"/>
        </w:tcPr>
        <w:p w14:paraId="5253C6A6" w14:textId="77777777" w:rsidR="00B24293" w:rsidRPr="00A479ED" w:rsidRDefault="00B24293" w:rsidP="00A31A6D">
          <w:pPr>
            <w:jc w:val="right"/>
            <w:rPr>
              <w:rFonts w:ascii="Times New Roman" w:hAnsi="Times New Roman" w:cs="Times New Roman"/>
              <w:b/>
              <w:sz w:val="22"/>
              <w:szCs w:val="22"/>
            </w:rPr>
          </w:pPr>
        </w:p>
        <w:p w14:paraId="72F8AA2A" w14:textId="77777777" w:rsidR="00B24293" w:rsidRPr="00A479ED" w:rsidRDefault="00B24293" w:rsidP="00A31A6D">
          <w:pPr>
            <w:pStyle w:val="LetterheadAuthor"/>
            <w:rPr>
              <w:rFonts w:ascii="Times New Roman" w:hAnsi="Times New Roman" w:cs="Times New Roman"/>
              <w:sz w:val="22"/>
            </w:rPr>
          </w:pPr>
        </w:p>
        <w:p w14:paraId="48A5019F" w14:textId="5B1C6378" w:rsidR="00B24293" w:rsidRPr="00A479ED" w:rsidRDefault="00B24293" w:rsidP="00A31A6D">
          <w:pPr>
            <w:pStyle w:val="LetterheadAuthor"/>
            <w:rPr>
              <w:rFonts w:ascii="Times New Roman" w:hAnsi="Times New Roman" w:cs="Times New Roman"/>
              <w:sz w:val="22"/>
            </w:rPr>
          </w:pPr>
          <w:r w:rsidRPr="00A479ED">
            <w:rPr>
              <w:rFonts w:ascii="Times New Roman" w:hAnsi="Times New Roman" w:cs="Times New Roman"/>
              <w:sz w:val="22"/>
            </w:rPr>
            <w:t xml:space="preserve">                                                </w:t>
          </w:r>
          <w:r w:rsidR="00531954">
            <w:rPr>
              <w:rFonts w:ascii="Times New Roman" w:hAnsi="Times New Roman" w:cs="Times New Roman"/>
              <w:sz w:val="22"/>
            </w:rPr>
            <w:t>Bruce Romano</w:t>
          </w:r>
        </w:p>
        <w:p w14:paraId="7D3C0E0B" w14:textId="4F446CB2" w:rsidR="00B24293" w:rsidRPr="00A479ED" w:rsidRDefault="00B24293" w:rsidP="00A31A6D">
          <w:pPr>
            <w:pStyle w:val="LetterheadAuthor"/>
            <w:rPr>
              <w:rFonts w:ascii="Times New Roman" w:hAnsi="Times New Roman" w:cs="Times New Roman"/>
              <w:sz w:val="22"/>
            </w:rPr>
          </w:pPr>
          <w:r w:rsidRPr="00A479ED">
            <w:rPr>
              <w:rFonts w:ascii="Times New Roman" w:hAnsi="Times New Roman" w:cs="Times New Roman"/>
              <w:sz w:val="22"/>
            </w:rPr>
            <w:t xml:space="preserve">                                                202.719.</w:t>
          </w:r>
          <w:r w:rsidR="00531954">
            <w:rPr>
              <w:rFonts w:ascii="Times New Roman" w:hAnsi="Times New Roman" w:cs="Times New Roman"/>
              <w:sz w:val="22"/>
            </w:rPr>
            <w:t>3558</w:t>
          </w:r>
        </w:p>
        <w:p w14:paraId="03F3C1AC" w14:textId="44D501AA" w:rsidR="00B24293" w:rsidRPr="00A479ED" w:rsidRDefault="00B24293" w:rsidP="00A31A6D">
          <w:pPr>
            <w:pStyle w:val="LetterheadAuthor"/>
            <w:rPr>
              <w:rFonts w:ascii="Times New Roman" w:hAnsi="Times New Roman" w:cs="Times New Roman"/>
              <w:sz w:val="22"/>
            </w:rPr>
          </w:pPr>
          <w:r w:rsidRPr="00A479ED">
            <w:rPr>
              <w:rFonts w:ascii="Times New Roman" w:hAnsi="Times New Roman" w:cs="Times New Roman"/>
              <w:sz w:val="22"/>
            </w:rPr>
            <w:t xml:space="preserve">                                                </w:t>
          </w:r>
          <w:r w:rsidR="00531954">
            <w:rPr>
              <w:rFonts w:ascii="Times New Roman" w:hAnsi="Times New Roman" w:cs="Times New Roman"/>
              <w:sz w:val="22"/>
            </w:rPr>
            <w:t>BRomano</w:t>
          </w:r>
          <w:r w:rsidRPr="00A479ED">
            <w:rPr>
              <w:rFonts w:ascii="Times New Roman" w:hAnsi="Times New Roman" w:cs="Times New Roman"/>
              <w:sz w:val="22"/>
            </w:rPr>
            <w:t>@wileyrein.com</w:t>
          </w:r>
        </w:p>
        <w:p w14:paraId="395998C2" w14:textId="77777777" w:rsidR="00B24293" w:rsidRPr="00A479ED" w:rsidRDefault="00B24293" w:rsidP="00A31A6D">
          <w:pPr>
            <w:pStyle w:val="LetterheadAuthor"/>
            <w:rPr>
              <w:rFonts w:ascii="Times New Roman" w:hAnsi="Times New Roman" w:cs="Times New Roman"/>
              <w:sz w:val="22"/>
            </w:rPr>
          </w:pPr>
        </w:p>
      </w:tc>
    </w:tr>
    <w:tr w:rsidR="00B24293" w14:paraId="36C6E346" w14:textId="77777777" w:rsidTr="00A31A6D">
      <w:tc>
        <w:tcPr>
          <w:tcW w:w="5688" w:type="dxa"/>
        </w:tcPr>
        <w:p w14:paraId="47C39F66" w14:textId="6557229F" w:rsidR="00B24293" w:rsidRPr="00A479ED" w:rsidRDefault="00B24293" w:rsidP="00A31A6D">
          <w:pPr>
            <w:pStyle w:val="DeliveryPhrase"/>
            <w:rPr>
              <w:rFonts w:ascii="Times New Roman" w:hAnsi="Times New Roman" w:cs="Times New Roman"/>
              <w:sz w:val="22"/>
              <w:szCs w:val="22"/>
            </w:rPr>
          </w:pPr>
          <w:r w:rsidRPr="00A479ED">
            <w:rPr>
              <w:rFonts w:ascii="Times New Roman" w:hAnsi="Times New Roman" w:cs="Times New Roman"/>
              <w:sz w:val="22"/>
              <w:szCs w:val="22"/>
            </w:rPr>
            <w:t xml:space="preserve">                                                </w:t>
          </w:r>
          <w:r>
            <w:rPr>
              <w:rFonts w:ascii="Times New Roman" w:hAnsi="Times New Roman" w:cs="Times New Roman"/>
              <w:sz w:val="22"/>
              <w:szCs w:val="22"/>
            </w:rPr>
            <w:t>VIA</w:t>
          </w:r>
          <w:r w:rsidRPr="00A479ED">
            <w:rPr>
              <w:rFonts w:ascii="Times New Roman" w:hAnsi="Times New Roman" w:cs="Times New Roman"/>
              <w:sz w:val="22"/>
              <w:szCs w:val="22"/>
            </w:rPr>
            <w:t xml:space="preserve"> ELECTRONIC FILING</w:t>
          </w:r>
        </w:p>
      </w:tc>
    </w:tr>
  </w:tbl>
  <w:p w14:paraId="0709B865" w14:textId="77777777" w:rsidR="00B24293" w:rsidRDefault="00B24293" w:rsidP="00481354">
    <w:pPr>
      <w:pStyle w:val="Header"/>
      <w:spacing w:after="72"/>
    </w:pPr>
  </w:p>
  <w:p w14:paraId="1AF3A481" w14:textId="77777777" w:rsidR="00B24293" w:rsidRPr="00481354" w:rsidRDefault="00B24293" w:rsidP="00481354">
    <w:pPr>
      <w:pStyle w:val="Header"/>
      <w:spacing w:after="72"/>
    </w:pPr>
    <w:r>
      <w:rPr>
        <w:noProof/>
      </w:rPr>
      <w:drawing>
        <wp:anchor distT="0" distB="0" distL="114300" distR="114300" simplePos="0" relativeHeight="251658240" behindDoc="0" locked="0" layoutInCell="1" allowOverlap="1" wp14:anchorId="24FDD049" wp14:editId="382C4634">
          <wp:simplePos x="0" y="0"/>
          <wp:positionH relativeFrom="page">
            <wp:posOffset>914400</wp:posOffset>
          </wp:positionH>
          <wp:positionV relativeFrom="page">
            <wp:posOffset>457200</wp:posOffset>
          </wp:positionV>
          <wp:extent cx="877824" cy="877824"/>
          <wp:effectExtent l="0" t="0" r="0" b="0"/>
          <wp:wrapSquare wrapText="bothSides"/>
          <wp:docPr id="425" name="Picture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 name="Picture 425"/>
                  <pic:cNvPicPr>
                    <a:picLocks noChangeAspect="1"/>
                  </pic:cNvPicPr>
                </pic:nvPicPr>
                <pic:blipFill>
                  <a:blip r:embed="rId1">
                    <a:lum/>
                    <a:extLst>
                      <a:ext uri="{28A0092B-C50C-407E-A947-70E740481C1C}">
                        <a14:useLocalDpi xmlns:a14="http://schemas.microsoft.com/office/drawing/2010/main" val="0"/>
                      </a:ext>
                    </a:extLst>
                  </a:blip>
                  <a:srcRect/>
                  <a:stretch>
                    <a:fillRect/>
                  </a:stretch>
                </pic:blipFill>
                <pic:spPr bwMode="auto">
                  <a:xfrm>
                    <a:off x="0" y="0"/>
                    <a:ext cx="877824" cy="87782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B57727"/>
    <w:multiLevelType w:val="hybridMultilevel"/>
    <w:tmpl w:val="A6408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F052C5"/>
    <w:multiLevelType w:val="hybridMultilevel"/>
    <w:tmpl w:val="523063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3FF0950"/>
    <w:multiLevelType w:val="hybridMultilevel"/>
    <w:tmpl w:val="E850C8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974DC2"/>
    <w:multiLevelType w:val="hybridMultilevel"/>
    <w:tmpl w:val="8FE0FDB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9E005C0"/>
    <w:multiLevelType w:val="hybridMultilevel"/>
    <w:tmpl w:val="7F38F3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0F06E3"/>
    <w:multiLevelType w:val="hybridMultilevel"/>
    <w:tmpl w:val="047C65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80525CE"/>
    <w:multiLevelType w:val="hybridMultilevel"/>
    <w:tmpl w:val="2870A9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E9F7B14"/>
    <w:multiLevelType w:val="hybridMultilevel"/>
    <w:tmpl w:val="B372A1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967A8B"/>
    <w:multiLevelType w:val="hybridMultilevel"/>
    <w:tmpl w:val="8AA2E23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2A54B14"/>
    <w:multiLevelType w:val="hybridMultilevel"/>
    <w:tmpl w:val="CD9C758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B1D2550"/>
    <w:multiLevelType w:val="hybridMultilevel"/>
    <w:tmpl w:val="533A2E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B296B3C"/>
    <w:multiLevelType w:val="hybridMultilevel"/>
    <w:tmpl w:val="724C48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2A46F12"/>
    <w:multiLevelType w:val="hybridMultilevel"/>
    <w:tmpl w:val="C2166A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007999"/>
    <w:multiLevelType w:val="hybridMultilevel"/>
    <w:tmpl w:val="0582BDE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8584296"/>
    <w:multiLevelType w:val="hybridMultilevel"/>
    <w:tmpl w:val="6B9A763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D1C23D9"/>
    <w:multiLevelType w:val="hybridMultilevel"/>
    <w:tmpl w:val="E36895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E341E70"/>
    <w:multiLevelType w:val="hybridMultilevel"/>
    <w:tmpl w:val="A7AE3A8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2085EBA"/>
    <w:multiLevelType w:val="hybridMultilevel"/>
    <w:tmpl w:val="12663E04"/>
    <w:lvl w:ilvl="0" w:tplc="811C9E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7D32368"/>
    <w:multiLevelType w:val="hybridMultilevel"/>
    <w:tmpl w:val="8B4ED42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F4B27FE"/>
    <w:multiLevelType w:val="hybridMultilevel"/>
    <w:tmpl w:val="28BE4474"/>
    <w:lvl w:ilvl="0" w:tplc="AABEB736">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0"/>
  </w:num>
  <w:num w:numId="3">
    <w:abstractNumId w:val="12"/>
  </w:num>
  <w:num w:numId="4">
    <w:abstractNumId w:val="7"/>
  </w:num>
  <w:num w:numId="5">
    <w:abstractNumId w:val="8"/>
  </w:num>
  <w:num w:numId="6">
    <w:abstractNumId w:val="16"/>
  </w:num>
  <w:num w:numId="7">
    <w:abstractNumId w:val="2"/>
  </w:num>
  <w:num w:numId="8">
    <w:abstractNumId w:val="9"/>
  </w:num>
  <w:num w:numId="9">
    <w:abstractNumId w:val="4"/>
  </w:num>
  <w:num w:numId="10">
    <w:abstractNumId w:val="6"/>
  </w:num>
  <w:num w:numId="11">
    <w:abstractNumId w:val="1"/>
  </w:num>
  <w:num w:numId="12">
    <w:abstractNumId w:val="3"/>
  </w:num>
  <w:num w:numId="13">
    <w:abstractNumId w:val="11"/>
  </w:num>
  <w:num w:numId="14">
    <w:abstractNumId w:val="10"/>
  </w:num>
  <w:num w:numId="15">
    <w:abstractNumId w:val="19"/>
  </w:num>
  <w:num w:numId="16">
    <w:abstractNumId w:val="14"/>
  </w:num>
  <w:num w:numId="17">
    <w:abstractNumId w:val="15"/>
  </w:num>
  <w:num w:numId="18">
    <w:abstractNumId w:val="18"/>
  </w:num>
  <w:num w:numId="19">
    <w:abstractNumId w:val="13"/>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204"/>
  <w:displayHorizontalDrawingGridEvery w:val="2"/>
  <w:displayVerticalDrawingGridEvery w:val="2"/>
  <w:noPunctuationKerning/>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85TrailerDate" w:val="~}˜Îg"/>
    <w:docVar w:name="85TrailerDateField" w:val="~}¢Î]"/>
    <w:docVar w:name="85TrailerDraft" w:val="~}¤Î["/>
    <w:docVar w:name="85TrailerTime" w:val="~}›Îd"/>
    <w:docVar w:name="85TrailerType" w:val="~}”Îllo"/>
    <w:docVar w:name="bpfile" w:val="Letter.mbp"/>
    <w:docVar w:name="ClientMatterControl" w:val="swiClientMatter1"/>
    <w:docVar w:name="ClientMatterSuite" w:val="|||"/>
    <w:docVar w:name="CustomProperty_1_Matter Description" w:val="~}’Î|}"/>
    <w:docVar w:name="Letter_1_Alignment" w:val="~}œÎc"/>
    <w:docVar w:name="Letter_1_Author" w:val="~}¥Î^_cc"/>
    <w:docVar w:name="Letter_1_AuthorFirmName" w:val="~}¡Î¦NN{|"/>
    <w:docVar w:name="Letter_1_AuthorName" w:val="~}•Îª¦¬Z~¡¯­ª¦"/>
    <w:docVar w:name="Letter_1_AuthorTitle" w:val="~}žÎs§¦¥¦Tª¥§¤Rt¢«¦¨"/>
    <w:docVar w:name="Letter_1_BCC" w:val="~}–Î"/>
    <w:docVar w:name="Letter_1_CarrierReline" w:val="~}›Î"/>
    <w:docVar w:name="Letter_1_CC" w:val="~}˜Î"/>
    <w:docVar w:name="Letter_1_ClientMatterNumber" w:val="~}¢Îd^_`\Z^_ab"/>
    <w:docVar w:name="Letter_1_ClosingPhrase" w:val="~}œÎ¨¦¨«­U¯¡¨¦¨b"/>
    <w:docVar w:name="Letter_1_CMFilterString" w:val="~}•Î"/>
    <w:docVar w:name="Letter_1_DateType" w:val="~}¡Î{|}~M[Pª¦§¨"/>
    <w:docVar w:name="Letter_1_DeliveryPhrases" w:val="~}Îy{z|"/>
    <w:docVar w:name="Letter_1_Enclosures" w:val="~}›Î"/>
    <w:docVar w:name="Letter_1_FirstLineIndent" w:val="~}—Îh"/>
    <w:docVar w:name="Letter_1_FontName" w:val="~}—Î¢§ ªX²W¨§¥"/>
    <w:docVar w:name="Letter_1_FontSize" w:val="~}’Înp"/>
    <w:docVar w:name="Letter_1_HeaderAdditionalText" w:val="~}žÎ~¥aTsuw"/>
    <w:docVar w:name="Letter_1_HeaderDeliveryPhrases" w:val="~}žÎa"/>
    <w:docVar w:name="Letter_1_IncludeAuthorTitle" w:val="~}žÎ^c"/>
    <w:docVar w:name="Letter_1_IncludeFirmName" w:val="~}–Îi"/>
    <w:docVar w:name="Letter_1_Recipients" w:val="~}–Î­i\{}HFikmo\y§³[¬« °ECª©­©²ªdY}Xklmnj"/>
    <w:docVar w:name="Letter_1_Reline" w:val="~} Î{¥¦¡P^RrrPx¢¦"/>
    <w:docVar w:name="Letter_1_SalParsedData" w:val="~}•Î"/>
    <w:docVar w:name="Letter_1_Salutation" w:val="~}›Îx©S¨dWvxzp"/>
    <w:docVar w:name="Letter_1_TypistInitials" w:val="~}’Î"/>
    <w:docVar w:name="LetterLH_1_Author" w:val="~}£Î`aee"/>
    <w:docVar w:name="LetterLH_1_IncludeLetterheadEMail" w:val="~}›Îaf"/>
    <w:docVar w:name="LetterLH_1_IncludeLetterheadFax" w:val="~}–Îi"/>
    <w:docVar w:name="LetterLH_1_IncludeLetterheadName" w:val="~}ŸÎ]b"/>
    <w:docVar w:name="LetterLH_1_IncludeLetterheadPhone" w:val="~}œÎ`e"/>
    <w:docVar w:name="LetterLH_1_IncludeLetterheadTitle" w:val="~}—Îej"/>
    <w:docVar w:name="LetterLH_1_LetterheadAddress" w:val="~}—Î"/>
    <w:docVar w:name="LetterLH_1_LetterheadAdmittedIn" w:val="~}”Î"/>
    <w:docVar w:name="LetterLH_1_LetterheadEMail" w:val="~}¤Î j¢£X"/>
    <w:docVar w:name="LetterLH_1_LetterheadFax" w:val="~}Î"/>
    <w:docVar w:name="LetterLH_1_LetterheadFirmFax" w:val="~}Îdcfchclblafl"/>
    <w:docVar w:name="LetterLH_1_LetterheadFirmName" w:val="~}—Î¢¦ °X¤¥X"/>
    <w:docVar w:name="LetterLH_1_LetterheadFirmPhone" w:val="~}‘Îporotoxnxmno"/>
    <w:docVar w:name="LetterLH_1_LetterheadFirmURL" w:val="~}˜Î®¯°h­ ¤³¨¡§h¦¥"/>
    <w:docVar w:name="LetterLH_1_LetterheadName" w:val="~}œÎ}£¥Sw¨¦£"/>
    <w:docVar w:name="LetterLH_1_LetterheadPhone" w:val="~}“Înmpmrmvlsqls"/>
    <w:docVar w:name="LetterLH_1_LetterheadTitle" w:val="~}”Î}±°§¨ ¯°^´¯±£§®\~¬§µ°²"/>
    <w:docVar w:name="LetterLH_1_LetterheadType" w:val="~}‘Îo"/>
    <w:docVar w:name="liInnovaVariables" w:val="c=swiCalendar1`c=Closing`c=Initials`c=Enclosure`b=Delivery`b=From`b=Re`b=Salutation`b=swiBeginHere`b=swiOFAutoCityStateZipCountryHoriz`b=swiOFAutoCityStateZipCountryHoriz1`b=swiOFPhone`b=swiOFPhone1`b=swiOFStreetAddressHoriz`b=swiOFStreetAddressHoriz1`b=swiOFWebsite`b=swiOFWebsite1`b=To`b=ToInHeader`v=SWOtherInfo`v=ClientMatterControl`v=ClientMatterSuite`v=SWCLCString1`v=SWCLCContacts`v=SWBasicControls`"/>
    <w:docVar w:name="MPDocID" w:val="~}–Î|t«¬®¤¢£­®¬¥¯«¨ °¬¬[{Y ª«¯¡gª"/>
    <w:docVar w:name="NewDocStampType" w:val="~}œÎj"/>
    <w:docVar w:name="ReUseAuthor" w:val="~}Îfgkk­u¦¤¡aQ|¢¤®£¦£rª¡«¥`£¢­®}£¥¯~¦Tx¤§¯~¦Tx¤§¯~x­®y¡¤¯w£¦£®¯e±cbeblbkahkah¯vª¤¡¨¤R­¨¥ §Ur  ®¤¦¯®¯¢t¢¦§z rs±¥¦¦§pqcmiej"/>
    <w:docVar w:name="ReuseAuthorOptions" w:val="~}¡Îzqmn]b©}¡£u¢mnc`^]a`a]NcjfehcgQ}{«z¤¥ ¨ lme¬s¥¨ lm|}~zN\Q¦§¨©­y¤y£¤{pl[`¬x£}¢££pl[`¬x£}¢££vzpl[`¬x£}¢££¢pl^«w¢|¡¢¢v¥mn`­s¡}¡¤¡no£¨\­y¤n££ ¤mn`­y¤s¡op]ª{¡t¥{pl N}¨Mª¢ {¡t¥©pl_a¬q¦¨¥n¤pl^«£¡pª§¤w ¢¤}y¤pl^"/>
    <w:docVar w:name="SWBasicControls" w:val="Wiley Rein Letter=`EndLanguage=&lt;ControlFalseAction:DeleteBm&gt;`Language=&lt;ControlFalseAction:DeleteBm&gt;`lblBCC=&amp;BCC:`lblCC=&amp;CC:`lblClosing=C&amp;losing:`lblSalutation=&amp;Salutation:`lblDeliveryMethod=Deli&amp;very Method:`lblEnclosure=&amp;Enclosure:`lblFormat=F&amp;ormat:`lblFrom=&amp;From:`lblTypistInitials=Typist &amp;Initials:`lblTo=&amp;To:`Initials=`Salutation=Dear Ms. Dortch:`Closing=Respectfully Submitted,`Delivery=Via Electronic Filing`Enclosure=Attachment`Format=Electronic`Open QF=`Save QF=`OK=OK`Cancel=Cancel`lblConfidentiality=&amp;Confidentiality:`lblDate=&amp;Date:`lblRe=&amp;Re:`Re=Ex Parte`Confidentiality=&lt;none&gt;`lblClientMatter=Client/&amp;Matter:`DeliveryHeader=&lt;ControlFalseAction:DeleteBmPara&gt;`lblLocation=Locatio&amp;n:`Location=Washington DC`SWICalendarDate_DateFormat_swiCalendar1=MMMM d, yyyy`SWICalendarDate_CalendarDate_swiCalendar1=10/4/2018 10:37:37 AM`"/>
    <w:docVar w:name="SWCLCContacts" w:val="BCC=0;CC=0;To=1;ToInHeader=1;Salutation=1;From=1;FromInHeader=1;"/>
    <w:docVar w:name="SWCLCString1" w:val="&lt;Dialog&gt;&lt;BCC&gt;OgEAAB+LCAAAAAAABABd0EEKwjAQBdC94B16g0FwOQRsVkIpQsH92EYJTTOQTARvb4hVaZb/8Rl+gk9yyaj9rmnwlISHHIXEsld3ctEgVFqag314khRM63icFUIFpXSlYOnmTCwxg+50yzwvFOaVMn6lp8WoVmuEjfx6Hb04iU4hGC/nSR2OCLX9j1LQPJkLR1tG9+zzS2pdZ0G9C2E7HTV7oVFiAzkjfL7sDSzXz3k6AQAA&lt;/BCC&gt;&lt;CC&gt;OQEAAB+LCAAAAAAABABd0EEKwjAQBdC94B16g0FwOQRsVkIpQsH92EYJTTOQTARvb4hVaZb/8Rl+gk9yyaj9rmnwlISHHIXEsld3ctEgVFqag314khRM63icFUIFpXSlYOnmTCwxg+50yzwvFOaVMn6lp8UorRE28Kt19OIkOoVgvJwndTgi1Pa/SUHzZC4cbdncs88PqXVdBfUshO1y1OyFRokN5Izw+bE3ykGM7DkBAAA=&lt;/CC&gt;&lt;To&gt;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&lt;/To&gt;&lt;From&gt;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&lt;/From&gt;&lt;/Dialog&gt;"/>
    <w:docVar w:name="SWDocIDLayout" w:val="2"/>
    <w:docVar w:name="SWDocIDLocation" w:val="0"/>
    <w:docVar w:name="SWOtherInfo" w:val="DocTypeID=1|FormID=186|"/>
    <w:docVar w:name="zzmpFixed_MacPacVersion" w:val="9.0"/>
    <w:docVar w:name="zzmpFixed_Variable" w:val="~}™Îgikª°jkgopm"/>
    <w:docVar w:name="zzmpLTFontsClean" w:val="True"/>
  </w:docVars>
  <w:rsids>
    <w:rsidRoot w:val="00F705B3"/>
    <w:rsid w:val="00003AF8"/>
    <w:rsid w:val="00004A27"/>
    <w:rsid w:val="00007E27"/>
    <w:rsid w:val="00010A25"/>
    <w:rsid w:val="000140B3"/>
    <w:rsid w:val="00016AE4"/>
    <w:rsid w:val="00016C28"/>
    <w:rsid w:val="0002151D"/>
    <w:rsid w:val="00023761"/>
    <w:rsid w:val="000257D3"/>
    <w:rsid w:val="00025FCB"/>
    <w:rsid w:val="00026214"/>
    <w:rsid w:val="00027B6C"/>
    <w:rsid w:val="00032918"/>
    <w:rsid w:val="00033991"/>
    <w:rsid w:val="0004011C"/>
    <w:rsid w:val="00041852"/>
    <w:rsid w:val="0004591B"/>
    <w:rsid w:val="00054AF9"/>
    <w:rsid w:val="00054F0D"/>
    <w:rsid w:val="00054F7A"/>
    <w:rsid w:val="00056A4E"/>
    <w:rsid w:val="00057C8E"/>
    <w:rsid w:val="00063349"/>
    <w:rsid w:val="000644BB"/>
    <w:rsid w:val="00065A5F"/>
    <w:rsid w:val="00072F09"/>
    <w:rsid w:val="0007473D"/>
    <w:rsid w:val="000754FA"/>
    <w:rsid w:val="00075B56"/>
    <w:rsid w:val="0007737B"/>
    <w:rsid w:val="000823C1"/>
    <w:rsid w:val="000835C3"/>
    <w:rsid w:val="00083D1A"/>
    <w:rsid w:val="000842F8"/>
    <w:rsid w:val="000877FB"/>
    <w:rsid w:val="000905C6"/>
    <w:rsid w:val="00094539"/>
    <w:rsid w:val="00094A82"/>
    <w:rsid w:val="00095402"/>
    <w:rsid w:val="000976E1"/>
    <w:rsid w:val="00097785"/>
    <w:rsid w:val="000A1428"/>
    <w:rsid w:val="000A26CD"/>
    <w:rsid w:val="000A3272"/>
    <w:rsid w:val="000A3DF5"/>
    <w:rsid w:val="000A4FDB"/>
    <w:rsid w:val="000A7249"/>
    <w:rsid w:val="000B0EA7"/>
    <w:rsid w:val="000B355A"/>
    <w:rsid w:val="000B6E02"/>
    <w:rsid w:val="000C4D76"/>
    <w:rsid w:val="000C54B8"/>
    <w:rsid w:val="000C604E"/>
    <w:rsid w:val="000D0005"/>
    <w:rsid w:val="000D048C"/>
    <w:rsid w:val="000D04FF"/>
    <w:rsid w:val="000D1F63"/>
    <w:rsid w:val="000D2600"/>
    <w:rsid w:val="000D4E28"/>
    <w:rsid w:val="000D5CB1"/>
    <w:rsid w:val="000D621F"/>
    <w:rsid w:val="000D6615"/>
    <w:rsid w:val="000D7BC9"/>
    <w:rsid w:val="000E03CF"/>
    <w:rsid w:val="000E2014"/>
    <w:rsid w:val="000E3427"/>
    <w:rsid w:val="000E3677"/>
    <w:rsid w:val="000E37A2"/>
    <w:rsid w:val="000E3E09"/>
    <w:rsid w:val="000E7881"/>
    <w:rsid w:val="000F5E9C"/>
    <w:rsid w:val="001032B5"/>
    <w:rsid w:val="00103966"/>
    <w:rsid w:val="00103DB9"/>
    <w:rsid w:val="0010406E"/>
    <w:rsid w:val="00105DEB"/>
    <w:rsid w:val="00112750"/>
    <w:rsid w:val="00112A42"/>
    <w:rsid w:val="00114DDF"/>
    <w:rsid w:val="0011639F"/>
    <w:rsid w:val="00116F13"/>
    <w:rsid w:val="00116FA0"/>
    <w:rsid w:val="00117761"/>
    <w:rsid w:val="00120594"/>
    <w:rsid w:val="00125D40"/>
    <w:rsid w:val="00126909"/>
    <w:rsid w:val="00126F84"/>
    <w:rsid w:val="001355ED"/>
    <w:rsid w:val="00135FCD"/>
    <w:rsid w:val="00136CB6"/>
    <w:rsid w:val="00140DE5"/>
    <w:rsid w:val="00144243"/>
    <w:rsid w:val="001477B0"/>
    <w:rsid w:val="00150461"/>
    <w:rsid w:val="001509B9"/>
    <w:rsid w:val="0015104C"/>
    <w:rsid w:val="0015276F"/>
    <w:rsid w:val="00153E48"/>
    <w:rsid w:val="001542EE"/>
    <w:rsid w:val="00160FB1"/>
    <w:rsid w:val="00164A82"/>
    <w:rsid w:val="00165005"/>
    <w:rsid w:val="001659DC"/>
    <w:rsid w:val="00165A53"/>
    <w:rsid w:val="00167F38"/>
    <w:rsid w:val="0017202A"/>
    <w:rsid w:val="001726E1"/>
    <w:rsid w:val="00175236"/>
    <w:rsid w:val="00175832"/>
    <w:rsid w:val="00175B40"/>
    <w:rsid w:val="001765F2"/>
    <w:rsid w:val="001803D2"/>
    <w:rsid w:val="00180A4A"/>
    <w:rsid w:val="001810BC"/>
    <w:rsid w:val="001870D9"/>
    <w:rsid w:val="001902CA"/>
    <w:rsid w:val="0019273E"/>
    <w:rsid w:val="00193F35"/>
    <w:rsid w:val="0019517B"/>
    <w:rsid w:val="00196060"/>
    <w:rsid w:val="00196BE8"/>
    <w:rsid w:val="001A0B73"/>
    <w:rsid w:val="001A0C09"/>
    <w:rsid w:val="001A13D6"/>
    <w:rsid w:val="001A16EF"/>
    <w:rsid w:val="001A2F8E"/>
    <w:rsid w:val="001A4FD3"/>
    <w:rsid w:val="001A5AD0"/>
    <w:rsid w:val="001A5CC3"/>
    <w:rsid w:val="001A5EEF"/>
    <w:rsid w:val="001B4042"/>
    <w:rsid w:val="001B4A72"/>
    <w:rsid w:val="001B57E2"/>
    <w:rsid w:val="001B5ECE"/>
    <w:rsid w:val="001B70A2"/>
    <w:rsid w:val="001C099B"/>
    <w:rsid w:val="001C0F66"/>
    <w:rsid w:val="001C215A"/>
    <w:rsid w:val="001C2967"/>
    <w:rsid w:val="001C5D35"/>
    <w:rsid w:val="001C65BD"/>
    <w:rsid w:val="001D002D"/>
    <w:rsid w:val="001D0962"/>
    <w:rsid w:val="001D3240"/>
    <w:rsid w:val="001D64E4"/>
    <w:rsid w:val="001E330B"/>
    <w:rsid w:val="001E39FF"/>
    <w:rsid w:val="001E3DAF"/>
    <w:rsid w:val="001E489B"/>
    <w:rsid w:val="001E4C5E"/>
    <w:rsid w:val="001E535D"/>
    <w:rsid w:val="001E71FD"/>
    <w:rsid w:val="001F49F5"/>
    <w:rsid w:val="001F5BBD"/>
    <w:rsid w:val="001F5CCA"/>
    <w:rsid w:val="0020233A"/>
    <w:rsid w:val="002031B4"/>
    <w:rsid w:val="00203337"/>
    <w:rsid w:val="00203DAA"/>
    <w:rsid w:val="00215653"/>
    <w:rsid w:val="00215F27"/>
    <w:rsid w:val="00220251"/>
    <w:rsid w:val="002206F0"/>
    <w:rsid w:val="002219D7"/>
    <w:rsid w:val="0022386F"/>
    <w:rsid w:val="00223E14"/>
    <w:rsid w:val="002266C2"/>
    <w:rsid w:val="002309B1"/>
    <w:rsid w:val="00232145"/>
    <w:rsid w:val="00235182"/>
    <w:rsid w:val="002351A9"/>
    <w:rsid w:val="002354F0"/>
    <w:rsid w:val="00236208"/>
    <w:rsid w:val="00237507"/>
    <w:rsid w:val="0023793B"/>
    <w:rsid w:val="002402F3"/>
    <w:rsid w:val="0024042F"/>
    <w:rsid w:val="00240B2F"/>
    <w:rsid w:val="00240FE6"/>
    <w:rsid w:val="00242153"/>
    <w:rsid w:val="0024235D"/>
    <w:rsid w:val="00244FCF"/>
    <w:rsid w:val="00245FA1"/>
    <w:rsid w:val="002465AD"/>
    <w:rsid w:val="002523EC"/>
    <w:rsid w:val="00254114"/>
    <w:rsid w:val="00254367"/>
    <w:rsid w:val="00257DD9"/>
    <w:rsid w:val="002609B2"/>
    <w:rsid w:val="00261A48"/>
    <w:rsid w:val="002648F2"/>
    <w:rsid w:val="00265693"/>
    <w:rsid w:val="002660A8"/>
    <w:rsid w:val="00270B3C"/>
    <w:rsid w:val="00274404"/>
    <w:rsid w:val="00274C27"/>
    <w:rsid w:val="00283FD5"/>
    <w:rsid w:val="00291C49"/>
    <w:rsid w:val="00292243"/>
    <w:rsid w:val="0029296A"/>
    <w:rsid w:val="00292FDF"/>
    <w:rsid w:val="00293DD2"/>
    <w:rsid w:val="002A1FE8"/>
    <w:rsid w:val="002A448A"/>
    <w:rsid w:val="002B1461"/>
    <w:rsid w:val="002B24D5"/>
    <w:rsid w:val="002B2585"/>
    <w:rsid w:val="002B33D2"/>
    <w:rsid w:val="002B3D4C"/>
    <w:rsid w:val="002B5198"/>
    <w:rsid w:val="002B6980"/>
    <w:rsid w:val="002B7A7A"/>
    <w:rsid w:val="002C22E4"/>
    <w:rsid w:val="002C27A7"/>
    <w:rsid w:val="002C4B7A"/>
    <w:rsid w:val="002C684B"/>
    <w:rsid w:val="002D0457"/>
    <w:rsid w:val="002D77E4"/>
    <w:rsid w:val="002D7ADB"/>
    <w:rsid w:val="002E2A94"/>
    <w:rsid w:val="002E3464"/>
    <w:rsid w:val="002E3B7E"/>
    <w:rsid w:val="002F3A31"/>
    <w:rsid w:val="00306869"/>
    <w:rsid w:val="00306DB8"/>
    <w:rsid w:val="0030711E"/>
    <w:rsid w:val="00310537"/>
    <w:rsid w:val="003107FA"/>
    <w:rsid w:val="00310C36"/>
    <w:rsid w:val="00312879"/>
    <w:rsid w:val="00313569"/>
    <w:rsid w:val="00314067"/>
    <w:rsid w:val="00314D93"/>
    <w:rsid w:val="003155CA"/>
    <w:rsid w:val="00315B10"/>
    <w:rsid w:val="00320B80"/>
    <w:rsid w:val="00322374"/>
    <w:rsid w:val="003231CA"/>
    <w:rsid w:val="00326C5F"/>
    <w:rsid w:val="00327097"/>
    <w:rsid w:val="0033046A"/>
    <w:rsid w:val="00333496"/>
    <w:rsid w:val="00333E54"/>
    <w:rsid w:val="00335DD2"/>
    <w:rsid w:val="0033778E"/>
    <w:rsid w:val="003419E4"/>
    <w:rsid w:val="00342620"/>
    <w:rsid w:val="00346338"/>
    <w:rsid w:val="0034758C"/>
    <w:rsid w:val="0034776E"/>
    <w:rsid w:val="00350A39"/>
    <w:rsid w:val="00350AF1"/>
    <w:rsid w:val="00352395"/>
    <w:rsid w:val="00357AA0"/>
    <w:rsid w:val="0036281E"/>
    <w:rsid w:val="0036434D"/>
    <w:rsid w:val="003649A8"/>
    <w:rsid w:val="00365A01"/>
    <w:rsid w:val="00365C47"/>
    <w:rsid w:val="00370CA3"/>
    <w:rsid w:val="00371488"/>
    <w:rsid w:val="00371791"/>
    <w:rsid w:val="003721CE"/>
    <w:rsid w:val="00377E4E"/>
    <w:rsid w:val="003804DF"/>
    <w:rsid w:val="0038262F"/>
    <w:rsid w:val="003826EC"/>
    <w:rsid w:val="00382731"/>
    <w:rsid w:val="003856A5"/>
    <w:rsid w:val="00385892"/>
    <w:rsid w:val="00387B91"/>
    <w:rsid w:val="00390ECB"/>
    <w:rsid w:val="00391581"/>
    <w:rsid w:val="0039342E"/>
    <w:rsid w:val="003943FB"/>
    <w:rsid w:val="00396CA7"/>
    <w:rsid w:val="003A05EA"/>
    <w:rsid w:val="003A0A43"/>
    <w:rsid w:val="003A0E3B"/>
    <w:rsid w:val="003A2690"/>
    <w:rsid w:val="003A27B5"/>
    <w:rsid w:val="003A3808"/>
    <w:rsid w:val="003A42AE"/>
    <w:rsid w:val="003A5C04"/>
    <w:rsid w:val="003A787F"/>
    <w:rsid w:val="003A7FB5"/>
    <w:rsid w:val="003B1BB7"/>
    <w:rsid w:val="003B6C44"/>
    <w:rsid w:val="003B6C61"/>
    <w:rsid w:val="003B7EF7"/>
    <w:rsid w:val="003C192A"/>
    <w:rsid w:val="003C258E"/>
    <w:rsid w:val="003C66AB"/>
    <w:rsid w:val="003D1A43"/>
    <w:rsid w:val="003D1EAF"/>
    <w:rsid w:val="003D3A65"/>
    <w:rsid w:val="003D539B"/>
    <w:rsid w:val="003D620E"/>
    <w:rsid w:val="003D6B0A"/>
    <w:rsid w:val="003D6CDC"/>
    <w:rsid w:val="003E05DB"/>
    <w:rsid w:val="003E0831"/>
    <w:rsid w:val="003E1816"/>
    <w:rsid w:val="003E44E4"/>
    <w:rsid w:val="003E4FDE"/>
    <w:rsid w:val="003E50F0"/>
    <w:rsid w:val="003E57E0"/>
    <w:rsid w:val="003E74DC"/>
    <w:rsid w:val="003F505D"/>
    <w:rsid w:val="003F59D8"/>
    <w:rsid w:val="003F6903"/>
    <w:rsid w:val="003F79E0"/>
    <w:rsid w:val="003F7CC7"/>
    <w:rsid w:val="00402208"/>
    <w:rsid w:val="004024C8"/>
    <w:rsid w:val="00402597"/>
    <w:rsid w:val="0040290A"/>
    <w:rsid w:val="00402E41"/>
    <w:rsid w:val="004058EF"/>
    <w:rsid w:val="00405DAA"/>
    <w:rsid w:val="00405E8F"/>
    <w:rsid w:val="00406FD5"/>
    <w:rsid w:val="004102B2"/>
    <w:rsid w:val="00411F02"/>
    <w:rsid w:val="00412007"/>
    <w:rsid w:val="0041339F"/>
    <w:rsid w:val="004149D5"/>
    <w:rsid w:val="00414EC9"/>
    <w:rsid w:val="00417BE1"/>
    <w:rsid w:val="00427CF7"/>
    <w:rsid w:val="00436A4E"/>
    <w:rsid w:val="004400CB"/>
    <w:rsid w:val="00440692"/>
    <w:rsid w:val="00441846"/>
    <w:rsid w:val="00443725"/>
    <w:rsid w:val="0044424A"/>
    <w:rsid w:val="00444C5F"/>
    <w:rsid w:val="004452FD"/>
    <w:rsid w:val="004459D2"/>
    <w:rsid w:val="00445C1F"/>
    <w:rsid w:val="00446033"/>
    <w:rsid w:val="00451048"/>
    <w:rsid w:val="0045378F"/>
    <w:rsid w:val="00453CEE"/>
    <w:rsid w:val="00454EAF"/>
    <w:rsid w:val="00456770"/>
    <w:rsid w:val="00456A97"/>
    <w:rsid w:val="00456CEC"/>
    <w:rsid w:val="00463708"/>
    <w:rsid w:val="00465432"/>
    <w:rsid w:val="00470748"/>
    <w:rsid w:val="00472E32"/>
    <w:rsid w:val="00480345"/>
    <w:rsid w:val="004803E2"/>
    <w:rsid w:val="00480688"/>
    <w:rsid w:val="00481354"/>
    <w:rsid w:val="00483D07"/>
    <w:rsid w:val="00485F60"/>
    <w:rsid w:val="00487B4F"/>
    <w:rsid w:val="00491F2F"/>
    <w:rsid w:val="0049251E"/>
    <w:rsid w:val="00497F1B"/>
    <w:rsid w:val="004A1445"/>
    <w:rsid w:val="004A2872"/>
    <w:rsid w:val="004A4EE6"/>
    <w:rsid w:val="004A6AAA"/>
    <w:rsid w:val="004A6F89"/>
    <w:rsid w:val="004B0E40"/>
    <w:rsid w:val="004B1457"/>
    <w:rsid w:val="004B2DCC"/>
    <w:rsid w:val="004B3222"/>
    <w:rsid w:val="004B4817"/>
    <w:rsid w:val="004C3282"/>
    <w:rsid w:val="004C3AA2"/>
    <w:rsid w:val="004C4928"/>
    <w:rsid w:val="004C4FF9"/>
    <w:rsid w:val="004C76EC"/>
    <w:rsid w:val="004D3234"/>
    <w:rsid w:val="004D46FD"/>
    <w:rsid w:val="004E467C"/>
    <w:rsid w:val="004E4F78"/>
    <w:rsid w:val="004E580C"/>
    <w:rsid w:val="004E73D8"/>
    <w:rsid w:val="004F0D39"/>
    <w:rsid w:val="004F0D6D"/>
    <w:rsid w:val="004F56F0"/>
    <w:rsid w:val="005002B7"/>
    <w:rsid w:val="00504EAC"/>
    <w:rsid w:val="0050503B"/>
    <w:rsid w:val="005058DD"/>
    <w:rsid w:val="005063AD"/>
    <w:rsid w:val="00506C2C"/>
    <w:rsid w:val="005110F3"/>
    <w:rsid w:val="00511B24"/>
    <w:rsid w:val="0051497B"/>
    <w:rsid w:val="00515D03"/>
    <w:rsid w:val="00515EFE"/>
    <w:rsid w:val="00516438"/>
    <w:rsid w:val="00523DCF"/>
    <w:rsid w:val="005240FA"/>
    <w:rsid w:val="00524E9F"/>
    <w:rsid w:val="0052645A"/>
    <w:rsid w:val="00527CF7"/>
    <w:rsid w:val="005302C6"/>
    <w:rsid w:val="00531954"/>
    <w:rsid w:val="00535156"/>
    <w:rsid w:val="00536939"/>
    <w:rsid w:val="00537A99"/>
    <w:rsid w:val="00540ABE"/>
    <w:rsid w:val="00540B2A"/>
    <w:rsid w:val="00542FE5"/>
    <w:rsid w:val="0054725F"/>
    <w:rsid w:val="00547719"/>
    <w:rsid w:val="0055247C"/>
    <w:rsid w:val="00552D5B"/>
    <w:rsid w:val="005548F8"/>
    <w:rsid w:val="00556D3B"/>
    <w:rsid w:val="005600E1"/>
    <w:rsid w:val="0056087F"/>
    <w:rsid w:val="00562572"/>
    <w:rsid w:val="00562809"/>
    <w:rsid w:val="00562C6E"/>
    <w:rsid w:val="00562D4E"/>
    <w:rsid w:val="00563CC4"/>
    <w:rsid w:val="00564F5C"/>
    <w:rsid w:val="005728D9"/>
    <w:rsid w:val="005759A6"/>
    <w:rsid w:val="00576BEE"/>
    <w:rsid w:val="00577485"/>
    <w:rsid w:val="005800F7"/>
    <w:rsid w:val="005826C2"/>
    <w:rsid w:val="0058306B"/>
    <w:rsid w:val="005835AF"/>
    <w:rsid w:val="005849E3"/>
    <w:rsid w:val="00585E2A"/>
    <w:rsid w:val="00590792"/>
    <w:rsid w:val="0059440F"/>
    <w:rsid w:val="005A0283"/>
    <w:rsid w:val="005A2E73"/>
    <w:rsid w:val="005A363B"/>
    <w:rsid w:val="005B0639"/>
    <w:rsid w:val="005B0CC0"/>
    <w:rsid w:val="005B4246"/>
    <w:rsid w:val="005B4F3A"/>
    <w:rsid w:val="005B57A6"/>
    <w:rsid w:val="005B6AC2"/>
    <w:rsid w:val="005C2E47"/>
    <w:rsid w:val="005C31F0"/>
    <w:rsid w:val="005C4A70"/>
    <w:rsid w:val="005C67EE"/>
    <w:rsid w:val="005D0891"/>
    <w:rsid w:val="005D36CF"/>
    <w:rsid w:val="005D3905"/>
    <w:rsid w:val="005E185D"/>
    <w:rsid w:val="005E1BD7"/>
    <w:rsid w:val="005E3913"/>
    <w:rsid w:val="005E64A3"/>
    <w:rsid w:val="005F2254"/>
    <w:rsid w:val="005F2463"/>
    <w:rsid w:val="005F24AC"/>
    <w:rsid w:val="005F25AC"/>
    <w:rsid w:val="005F2D0D"/>
    <w:rsid w:val="005F3B43"/>
    <w:rsid w:val="0060165D"/>
    <w:rsid w:val="006045D7"/>
    <w:rsid w:val="006103F8"/>
    <w:rsid w:val="0061066F"/>
    <w:rsid w:val="00611BFD"/>
    <w:rsid w:val="0061342A"/>
    <w:rsid w:val="0062182E"/>
    <w:rsid w:val="00623153"/>
    <w:rsid w:val="006246F2"/>
    <w:rsid w:val="00624D73"/>
    <w:rsid w:val="006256FE"/>
    <w:rsid w:val="00630073"/>
    <w:rsid w:val="0063197D"/>
    <w:rsid w:val="00631E88"/>
    <w:rsid w:val="006358D3"/>
    <w:rsid w:val="00637767"/>
    <w:rsid w:val="00641A9F"/>
    <w:rsid w:val="00641F2E"/>
    <w:rsid w:val="00642017"/>
    <w:rsid w:val="006435C1"/>
    <w:rsid w:val="006477FD"/>
    <w:rsid w:val="00651613"/>
    <w:rsid w:val="00653DC1"/>
    <w:rsid w:val="00654426"/>
    <w:rsid w:val="006549F8"/>
    <w:rsid w:val="006602BC"/>
    <w:rsid w:val="006633A2"/>
    <w:rsid w:val="00664E8A"/>
    <w:rsid w:val="00667089"/>
    <w:rsid w:val="00671967"/>
    <w:rsid w:val="00671DA4"/>
    <w:rsid w:val="00672B14"/>
    <w:rsid w:val="00677725"/>
    <w:rsid w:val="00680C4C"/>
    <w:rsid w:val="00684EF8"/>
    <w:rsid w:val="00684FA7"/>
    <w:rsid w:val="0068544C"/>
    <w:rsid w:val="00686C3A"/>
    <w:rsid w:val="0068703C"/>
    <w:rsid w:val="0068767F"/>
    <w:rsid w:val="00690A81"/>
    <w:rsid w:val="00691FC8"/>
    <w:rsid w:val="00692FD8"/>
    <w:rsid w:val="00693056"/>
    <w:rsid w:val="00694212"/>
    <w:rsid w:val="006951E3"/>
    <w:rsid w:val="0069575B"/>
    <w:rsid w:val="00695803"/>
    <w:rsid w:val="006A1269"/>
    <w:rsid w:val="006A1D81"/>
    <w:rsid w:val="006A255C"/>
    <w:rsid w:val="006A2E03"/>
    <w:rsid w:val="006A4102"/>
    <w:rsid w:val="006A5335"/>
    <w:rsid w:val="006A66BA"/>
    <w:rsid w:val="006A6E83"/>
    <w:rsid w:val="006B0F85"/>
    <w:rsid w:val="006B15FF"/>
    <w:rsid w:val="006B1659"/>
    <w:rsid w:val="006B1A32"/>
    <w:rsid w:val="006B1F53"/>
    <w:rsid w:val="006B290A"/>
    <w:rsid w:val="006B2D6B"/>
    <w:rsid w:val="006B2F38"/>
    <w:rsid w:val="006B53DD"/>
    <w:rsid w:val="006B5C56"/>
    <w:rsid w:val="006B77A0"/>
    <w:rsid w:val="006C485A"/>
    <w:rsid w:val="006C5900"/>
    <w:rsid w:val="006C76A6"/>
    <w:rsid w:val="006D1603"/>
    <w:rsid w:val="006D1AD2"/>
    <w:rsid w:val="006D3B24"/>
    <w:rsid w:val="006D3CAB"/>
    <w:rsid w:val="006D5846"/>
    <w:rsid w:val="006D6106"/>
    <w:rsid w:val="006D631B"/>
    <w:rsid w:val="006E1DFE"/>
    <w:rsid w:val="006E2D96"/>
    <w:rsid w:val="006E683F"/>
    <w:rsid w:val="006E76EC"/>
    <w:rsid w:val="006F2321"/>
    <w:rsid w:val="006F33E3"/>
    <w:rsid w:val="006F68AB"/>
    <w:rsid w:val="00700C99"/>
    <w:rsid w:val="007018C6"/>
    <w:rsid w:val="0070390C"/>
    <w:rsid w:val="0071110C"/>
    <w:rsid w:val="00711391"/>
    <w:rsid w:val="0071309A"/>
    <w:rsid w:val="00713F9A"/>
    <w:rsid w:val="00715CB6"/>
    <w:rsid w:val="00715D14"/>
    <w:rsid w:val="00715EEE"/>
    <w:rsid w:val="00716776"/>
    <w:rsid w:val="0072014C"/>
    <w:rsid w:val="00724EB8"/>
    <w:rsid w:val="007252D7"/>
    <w:rsid w:val="0073093E"/>
    <w:rsid w:val="00733C20"/>
    <w:rsid w:val="00734002"/>
    <w:rsid w:val="00736432"/>
    <w:rsid w:val="0073762E"/>
    <w:rsid w:val="00741DAF"/>
    <w:rsid w:val="00743355"/>
    <w:rsid w:val="00744D60"/>
    <w:rsid w:val="007454F1"/>
    <w:rsid w:val="007478A2"/>
    <w:rsid w:val="00747CF6"/>
    <w:rsid w:val="00752DC2"/>
    <w:rsid w:val="00755FE0"/>
    <w:rsid w:val="00761134"/>
    <w:rsid w:val="00762248"/>
    <w:rsid w:val="00762717"/>
    <w:rsid w:val="00765EDC"/>
    <w:rsid w:val="00766748"/>
    <w:rsid w:val="00770827"/>
    <w:rsid w:val="0077090F"/>
    <w:rsid w:val="00771A23"/>
    <w:rsid w:val="0077651F"/>
    <w:rsid w:val="0078073B"/>
    <w:rsid w:val="007807E9"/>
    <w:rsid w:val="00780CE5"/>
    <w:rsid w:val="00783BC8"/>
    <w:rsid w:val="00790D35"/>
    <w:rsid w:val="00791A50"/>
    <w:rsid w:val="0079590C"/>
    <w:rsid w:val="0079608C"/>
    <w:rsid w:val="007968D7"/>
    <w:rsid w:val="00796C4D"/>
    <w:rsid w:val="00797779"/>
    <w:rsid w:val="007A0241"/>
    <w:rsid w:val="007A06BF"/>
    <w:rsid w:val="007A16A2"/>
    <w:rsid w:val="007A2762"/>
    <w:rsid w:val="007A327D"/>
    <w:rsid w:val="007A3D7A"/>
    <w:rsid w:val="007A55BE"/>
    <w:rsid w:val="007A77D9"/>
    <w:rsid w:val="007A7DAA"/>
    <w:rsid w:val="007B0CBC"/>
    <w:rsid w:val="007B18F9"/>
    <w:rsid w:val="007B1BF1"/>
    <w:rsid w:val="007B298F"/>
    <w:rsid w:val="007C0C70"/>
    <w:rsid w:val="007C104B"/>
    <w:rsid w:val="007C2604"/>
    <w:rsid w:val="007C441A"/>
    <w:rsid w:val="007C454E"/>
    <w:rsid w:val="007C76DC"/>
    <w:rsid w:val="007D3AFF"/>
    <w:rsid w:val="007D5B8C"/>
    <w:rsid w:val="007D5D1D"/>
    <w:rsid w:val="007E31A8"/>
    <w:rsid w:val="007E46E6"/>
    <w:rsid w:val="007E483D"/>
    <w:rsid w:val="007E5F26"/>
    <w:rsid w:val="007E5F38"/>
    <w:rsid w:val="007E7329"/>
    <w:rsid w:val="007F0F62"/>
    <w:rsid w:val="007F0F85"/>
    <w:rsid w:val="007F2C51"/>
    <w:rsid w:val="007F38C9"/>
    <w:rsid w:val="007F6805"/>
    <w:rsid w:val="008014F6"/>
    <w:rsid w:val="00806873"/>
    <w:rsid w:val="00806AED"/>
    <w:rsid w:val="0081060D"/>
    <w:rsid w:val="00811537"/>
    <w:rsid w:val="00813E26"/>
    <w:rsid w:val="00814F03"/>
    <w:rsid w:val="0082424F"/>
    <w:rsid w:val="00825BAC"/>
    <w:rsid w:val="00827132"/>
    <w:rsid w:val="008357A2"/>
    <w:rsid w:val="00837564"/>
    <w:rsid w:val="00837648"/>
    <w:rsid w:val="0083798A"/>
    <w:rsid w:val="008405B5"/>
    <w:rsid w:val="008405FD"/>
    <w:rsid w:val="008410F3"/>
    <w:rsid w:val="00843A56"/>
    <w:rsid w:val="0084431D"/>
    <w:rsid w:val="0084657B"/>
    <w:rsid w:val="00846801"/>
    <w:rsid w:val="00851A49"/>
    <w:rsid w:val="008548B2"/>
    <w:rsid w:val="008601DB"/>
    <w:rsid w:val="00860464"/>
    <w:rsid w:val="00864840"/>
    <w:rsid w:val="0086745E"/>
    <w:rsid w:val="00867E92"/>
    <w:rsid w:val="008713ED"/>
    <w:rsid w:val="00872600"/>
    <w:rsid w:val="00876429"/>
    <w:rsid w:val="008804B1"/>
    <w:rsid w:val="00883D7D"/>
    <w:rsid w:val="00885114"/>
    <w:rsid w:val="00886B07"/>
    <w:rsid w:val="00887A9A"/>
    <w:rsid w:val="008903BC"/>
    <w:rsid w:val="0089046F"/>
    <w:rsid w:val="00890EAE"/>
    <w:rsid w:val="008912B8"/>
    <w:rsid w:val="00892C9C"/>
    <w:rsid w:val="008935C3"/>
    <w:rsid w:val="00896D82"/>
    <w:rsid w:val="0089780F"/>
    <w:rsid w:val="008A0C4F"/>
    <w:rsid w:val="008A186B"/>
    <w:rsid w:val="008A1E2F"/>
    <w:rsid w:val="008A377A"/>
    <w:rsid w:val="008A419A"/>
    <w:rsid w:val="008A5B94"/>
    <w:rsid w:val="008A611C"/>
    <w:rsid w:val="008A7B47"/>
    <w:rsid w:val="008B02EE"/>
    <w:rsid w:val="008B126A"/>
    <w:rsid w:val="008B45A8"/>
    <w:rsid w:val="008C136A"/>
    <w:rsid w:val="008C16B2"/>
    <w:rsid w:val="008C2D9F"/>
    <w:rsid w:val="008C3723"/>
    <w:rsid w:val="008C44AA"/>
    <w:rsid w:val="008C508E"/>
    <w:rsid w:val="008C57E8"/>
    <w:rsid w:val="008D1E20"/>
    <w:rsid w:val="008D2A4C"/>
    <w:rsid w:val="008D6B73"/>
    <w:rsid w:val="008E24F0"/>
    <w:rsid w:val="008E26FB"/>
    <w:rsid w:val="008E479A"/>
    <w:rsid w:val="008E4F1F"/>
    <w:rsid w:val="008E56C7"/>
    <w:rsid w:val="008E5B04"/>
    <w:rsid w:val="008F0242"/>
    <w:rsid w:val="008F1021"/>
    <w:rsid w:val="008F154E"/>
    <w:rsid w:val="008F1A41"/>
    <w:rsid w:val="008F1EBF"/>
    <w:rsid w:val="008F7B18"/>
    <w:rsid w:val="0090016B"/>
    <w:rsid w:val="00902427"/>
    <w:rsid w:val="00903A13"/>
    <w:rsid w:val="0090413E"/>
    <w:rsid w:val="00904B25"/>
    <w:rsid w:val="00910BBD"/>
    <w:rsid w:val="0091227D"/>
    <w:rsid w:val="00915151"/>
    <w:rsid w:val="00916C9B"/>
    <w:rsid w:val="00916FA1"/>
    <w:rsid w:val="00925A7D"/>
    <w:rsid w:val="00926190"/>
    <w:rsid w:val="009261D1"/>
    <w:rsid w:val="00926C0B"/>
    <w:rsid w:val="00926E59"/>
    <w:rsid w:val="00927256"/>
    <w:rsid w:val="00927D70"/>
    <w:rsid w:val="00930487"/>
    <w:rsid w:val="00932CBE"/>
    <w:rsid w:val="00936A5D"/>
    <w:rsid w:val="009413A8"/>
    <w:rsid w:val="00942E25"/>
    <w:rsid w:val="009430D9"/>
    <w:rsid w:val="0094476D"/>
    <w:rsid w:val="00944CF8"/>
    <w:rsid w:val="009463C7"/>
    <w:rsid w:val="009467E6"/>
    <w:rsid w:val="00946C15"/>
    <w:rsid w:val="00946EED"/>
    <w:rsid w:val="009501E1"/>
    <w:rsid w:val="00951358"/>
    <w:rsid w:val="00951742"/>
    <w:rsid w:val="00953B88"/>
    <w:rsid w:val="00955AA5"/>
    <w:rsid w:val="00955BD8"/>
    <w:rsid w:val="00963756"/>
    <w:rsid w:val="00963B88"/>
    <w:rsid w:val="00965714"/>
    <w:rsid w:val="00970730"/>
    <w:rsid w:val="00972069"/>
    <w:rsid w:val="00974E22"/>
    <w:rsid w:val="009750FE"/>
    <w:rsid w:val="00975F56"/>
    <w:rsid w:val="00976579"/>
    <w:rsid w:val="00980894"/>
    <w:rsid w:val="00986363"/>
    <w:rsid w:val="009906F6"/>
    <w:rsid w:val="009911F4"/>
    <w:rsid w:val="009934FE"/>
    <w:rsid w:val="00996FBE"/>
    <w:rsid w:val="009A02A5"/>
    <w:rsid w:val="009A2B7F"/>
    <w:rsid w:val="009A5943"/>
    <w:rsid w:val="009A65BB"/>
    <w:rsid w:val="009A6A1D"/>
    <w:rsid w:val="009A76DC"/>
    <w:rsid w:val="009A7D04"/>
    <w:rsid w:val="009B0592"/>
    <w:rsid w:val="009B14AF"/>
    <w:rsid w:val="009B5336"/>
    <w:rsid w:val="009B5C82"/>
    <w:rsid w:val="009C68FF"/>
    <w:rsid w:val="009D0110"/>
    <w:rsid w:val="009D0428"/>
    <w:rsid w:val="009D0C62"/>
    <w:rsid w:val="009D0F87"/>
    <w:rsid w:val="009D1592"/>
    <w:rsid w:val="009D23FF"/>
    <w:rsid w:val="009D370A"/>
    <w:rsid w:val="009D527F"/>
    <w:rsid w:val="009E063D"/>
    <w:rsid w:val="009E16A9"/>
    <w:rsid w:val="009E1D52"/>
    <w:rsid w:val="009E2015"/>
    <w:rsid w:val="009F29C4"/>
    <w:rsid w:val="009F2BC6"/>
    <w:rsid w:val="009F3672"/>
    <w:rsid w:val="009F36BB"/>
    <w:rsid w:val="009F3F7F"/>
    <w:rsid w:val="009F490E"/>
    <w:rsid w:val="009F5836"/>
    <w:rsid w:val="00A006A3"/>
    <w:rsid w:val="00A027FD"/>
    <w:rsid w:val="00A04BA5"/>
    <w:rsid w:val="00A06EB0"/>
    <w:rsid w:val="00A124C3"/>
    <w:rsid w:val="00A12FFA"/>
    <w:rsid w:val="00A14080"/>
    <w:rsid w:val="00A148B3"/>
    <w:rsid w:val="00A16347"/>
    <w:rsid w:val="00A164D8"/>
    <w:rsid w:val="00A21A78"/>
    <w:rsid w:val="00A233BD"/>
    <w:rsid w:val="00A25DF5"/>
    <w:rsid w:val="00A263D0"/>
    <w:rsid w:val="00A27981"/>
    <w:rsid w:val="00A303B6"/>
    <w:rsid w:val="00A315DA"/>
    <w:rsid w:val="00A31A6D"/>
    <w:rsid w:val="00A334B1"/>
    <w:rsid w:val="00A3594B"/>
    <w:rsid w:val="00A423AA"/>
    <w:rsid w:val="00A4356E"/>
    <w:rsid w:val="00A456A6"/>
    <w:rsid w:val="00A47131"/>
    <w:rsid w:val="00A479ED"/>
    <w:rsid w:val="00A5027A"/>
    <w:rsid w:val="00A506B3"/>
    <w:rsid w:val="00A51F4F"/>
    <w:rsid w:val="00A57733"/>
    <w:rsid w:val="00A6001A"/>
    <w:rsid w:val="00A60B44"/>
    <w:rsid w:val="00A61ACE"/>
    <w:rsid w:val="00A61DFE"/>
    <w:rsid w:val="00A654DA"/>
    <w:rsid w:val="00A71375"/>
    <w:rsid w:val="00A72617"/>
    <w:rsid w:val="00A73F05"/>
    <w:rsid w:val="00A77D82"/>
    <w:rsid w:val="00A803A0"/>
    <w:rsid w:val="00A8081B"/>
    <w:rsid w:val="00A82A05"/>
    <w:rsid w:val="00A837C3"/>
    <w:rsid w:val="00A85986"/>
    <w:rsid w:val="00A866C3"/>
    <w:rsid w:val="00A9050A"/>
    <w:rsid w:val="00A92184"/>
    <w:rsid w:val="00A96F11"/>
    <w:rsid w:val="00AA0009"/>
    <w:rsid w:val="00AA32BA"/>
    <w:rsid w:val="00AA449E"/>
    <w:rsid w:val="00AA5AA6"/>
    <w:rsid w:val="00AB10C5"/>
    <w:rsid w:val="00AB1549"/>
    <w:rsid w:val="00AB20E7"/>
    <w:rsid w:val="00AB3AEF"/>
    <w:rsid w:val="00AB5FDE"/>
    <w:rsid w:val="00AC049F"/>
    <w:rsid w:val="00AC10FA"/>
    <w:rsid w:val="00AC156A"/>
    <w:rsid w:val="00AC2C7C"/>
    <w:rsid w:val="00AC33CC"/>
    <w:rsid w:val="00AC513C"/>
    <w:rsid w:val="00AC6069"/>
    <w:rsid w:val="00AC6115"/>
    <w:rsid w:val="00AC7266"/>
    <w:rsid w:val="00AD04E0"/>
    <w:rsid w:val="00AD3B6A"/>
    <w:rsid w:val="00AD5DE3"/>
    <w:rsid w:val="00AD75FC"/>
    <w:rsid w:val="00AE109B"/>
    <w:rsid w:val="00AE5F4A"/>
    <w:rsid w:val="00AF02E2"/>
    <w:rsid w:val="00AF221C"/>
    <w:rsid w:val="00AF257C"/>
    <w:rsid w:val="00AF368D"/>
    <w:rsid w:val="00AF3D7E"/>
    <w:rsid w:val="00AF42F7"/>
    <w:rsid w:val="00AF56FE"/>
    <w:rsid w:val="00B005E7"/>
    <w:rsid w:val="00B01F15"/>
    <w:rsid w:val="00B02E56"/>
    <w:rsid w:val="00B04C9A"/>
    <w:rsid w:val="00B05B32"/>
    <w:rsid w:val="00B078E3"/>
    <w:rsid w:val="00B07F8F"/>
    <w:rsid w:val="00B107AB"/>
    <w:rsid w:val="00B1163E"/>
    <w:rsid w:val="00B11A22"/>
    <w:rsid w:val="00B17A75"/>
    <w:rsid w:val="00B23AFF"/>
    <w:rsid w:val="00B24293"/>
    <w:rsid w:val="00B27585"/>
    <w:rsid w:val="00B30D57"/>
    <w:rsid w:val="00B34F12"/>
    <w:rsid w:val="00B360D4"/>
    <w:rsid w:val="00B40A9F"/>
    <w:rsid w:val="00B40FE8"/>
    <w:rsid w:val="00B415E6"/>
    <w:rsid w:val="00B42EA3"/>
    <w:rsid w:val="00B536D1"/>
    <w:rsid w:val="00B54558"/>
    <w:rsid w:val="00B54819"/>
    <w:rsid w:val="00B54C40"/>
    <w:rsid w:val="00B613DB"/>
    <w:rsid w:val="00B618F8"/>
    <w:rsid w:val="00B625A2"/>
    <w:rsid w:val="00B62F4E"/>
    <w:rsid w:val="00B63FF5"/>
    <w:rsid w:val="00B7133C"/>
    <w:rsid w:val="00B71363"/>
    <w:rsid w:val="00B71972"/>
    <w:rsid w:val="00B72238"/>
    <w:rsid w:val="00B73047"/>
    <w:rsid w:val="00B73C3B"/>
    <w:rsid w:val="00B73D2E"/>
    <w:rsid w:val="00B8232B"/>
    <w:rsid w:val="00B82DC9"/>
    <w:rsid w:val="00B831A1"/>
    <w:rsid w:val="00B83C69"/>
    <w:rsid w:val="00B8756B"/>
    <w:rsid w:val="00B9127C"/>
    <w:rsid w:val="00B91856"/>
    <w:rsid w:val="00B9428A"/>
    <w:rsid w:val="00BA0F5A"/>
    <w:rsid w:val="00BA25D7"/>
    <w:rsid w:val="00BA53AD"/>
    <w:rsid w:val="00BA6BD3"/>
    <w:rsid w:val="00BB137E"/>
    <w:rsid w:val="00BB1566"/>
    <w:rsid w:val="00BB1EB7"/>
    <w:rsid w:val="00BB39B6"/>
    <w:rsid w:val="00BB5AE5"/>
    <w:rsid w:val="00BB7A66"/>
    <w:rsid w:val="00BB7C18"/>
    <w:rsid w:val="00BB7C6E"/>
    <w:rsid w:val="00BC6505"/>
    <w:rsid w:val="00BD15C9"/>
    <w:rsid w:val="00BD2865"/>
    <w:rsid w:val="00BD4E4B"/>
    <w:rsid w:val="00BD525C"/>
    <w:rsid w:val="00BD607E"/>
    <w:rsid w:val="00BE0153"/>
    <w:rsid w:val="00BE790E"/>
    <w:rsid w:val="00BE7BB9"/>
    <w:rsid w:val="00BF1C14"/>
    <w:rsid w:val="00BF3676"/>
    <w:rsid w:val="00BF4195"/>
    <w:rsid w:val="00BF4747"/>
    <w:rsid w:val="00BF50F0"/>
    <w:rsid w:val="00BF5A09"/>
    <w:rsid w:val="00BF6174"/>
    <w:rsid w:val="00C00DB8"/>
    <w:rsid w:val="00C04D62"/>
    <w:rsid w:val="00C05476"/>
    <w:rsid w:val="00C10002"/>
    <w:rsid w:val="00C13CFA"/>
    <w:rsid w:val="00C140D3"/>
    <w:rsid w:val="00C1489D"/>
    <w:rsid w:val="00C15AD9"/>
    <w:rsid w:val="00C21F85"/>
    <w:rsid w:val="00C22B13"/>
    <w:rsid w:val="00C253BF"/>
    <w:rsid w:val="00C25C3F"/>
    <w:rsid w:val="00C30096"/>
    <w:rsid w:val="00C30728"/>
    <w:rsid w:val="00C30F35"/>
    <w:rsid w:val="00C3150C"/>
    <w:rsid w:val="00C31BA9"/>
    <w:rsid w:val="00C31C63"/>
    <w:rsid w:val="00C3347D"/>
    <w:rsid w:val="00C33E9D"/>
    <w:rsid w:val="00C348FD"/>
    <w:rsid w:val="00C362B1"/>
    <w:rsid w:val="00C411D2"/>
    <w:rsid w:val="00C43708"/>
    <w:rsid w:val="00C45D69"/>
    <w:rsid w:val="00C462A2"/>
    <w:rsid w:val="00C4740F"/>
    <w:rsid w:val="00C5040F"/>
    <w:rsid w:val="00C51680"/>
    <w:rsid w:val="00C51FBA"/>
    <w:rsid w:val="00C52215"/>
    <w:rsid w:val="00C52A49"/>
    <w:rsid w:val="00C555C2"/>
    <w:rsid w:val="00C5600B"/>
    <w:rsid w:val="00C56647"/>
    <w:rsid w:val="00C60643"/>
    <w:rsid w:val="00C65127"/>
    <w:rsid w:val="00C653EB"/>
    <w:rsid w:val="00C65B62"/>
    <w:rsid w:val="00C660F9"/>
    <w:rsid w:val="00C674EE"/>
    <w:rsid w:val="00C6778A"/>
    <w:rsid w:val="00C710E4"/>
    <w:rsid w:val="00C75E56"/>
    <w:rsid w:val="00C76371"/>
    <w:rsid w:val="00C83E5C"/>
    <w:rsid w:val="00C852C7"/>
    <w:rsid w:val="00C874EE"/>
    <w:rsid w:val="00C95025"/>
    <w:rsid w:val="00C9704E"/>
    <w:rsid w:val="00C9777B"/>
    <w:rsid w:val="00CA1E08"/>
    <w:rsid w:val="00CA3003"/>
    <w:rsid w:val="00CA72CD"/>
    <w:rsid w:val="00CB0293"/>
    <w:rsid w:val="00CB02FC"/>
    <w:rsid w:val="00CB16B9"/>
    <w:rsid w:val="00CB32C0"/>
    <w:rsid w:val="00CB5032"/>
    <w:rsid w:val="00CB6FED"/>
    <w:rsid w:val="00CB7287"/>
    <w:rsid w:val="00CC0249"/>
    <w:rsid w:val="00CC0359"/>
    <w:rsid w:val="00CC1FE7"/>
    <w:rsid w:val="00CC4AB4"/>
    <w:rsid w:val="00CC4E8F"/>
    <w:rsid w:val="00CC7D6A"/>
    <w:rsid w:val="00CD0137"/>
    <w:rsid w:val="00CD1378"/>
    <w:rsid w:val="00CD44B9"/>
    <w:rsid w:val="00CD5187"/>
    <w:rsid w:val="00CD7918"/>
    <w:rsid w:val="00CE0218"/>
    <w:rsid w:val="00CE05C4"/>
    <w:rsid w:val="00CE06B9"/>
    <w:rsid w:val="00CE24DA"/>
    <w:rsid w:val="00CE43D9"/>
    <w:rsid w:val="00CE5453"/>
    <w:rsid w:val="00CF4D6D"/>
    <w:rsid w:val="00CF4DE1"/>
    <w:rsid w:val="00CF5314"/>
    <w:rsid w:val="00CF5F96"/>
    <w:rsid w:val="00CF6014"/>
    <w:rsid w:val="00CF7A87"/>
    <w:rsid w:val="00D01E68"/>
    <w:rsid w:val="00D0290D"/>
    <w:rsid w:val="00D12509"/>
    <w:rsid w:val="00D12926"/>
    <w:rsid w:val="00D136AB"/>
    <w:rsid w:val="00D143CE"/>
    <w:rsid w:val="00D158B0"/>
    <w:rsid w:val="00D16002"/>
    <w:rsid w:val="00D17575"/>
    <w:rsid w:val="00D17AE7"/>
    <w:rsid w:val="00D17CDD"/>
    <w:rsid w:val="00D203DE"/>
    <w:rsid w:val="00D2067F"/>
    <w:rsid w:val="00D22D64"/>
    <w:rsid w:val="00D27814"/>
    <w:rsid w:val="00D33143"/>
    <w:rsid w:val="00D37C90"/>
    <w:rsid w:val="00D45212"/>
    <w:rsid w:val="00D455CA"/>
    <w:rsid w:val="00D47A9A"/>
    <w:rsid w:val="00D51400"/>
    <w:rsid w:val="00D56B4D"/>
    <w:rsid w:val="00D57E1C"/>
    <w:rsid w:val="00D60F73"/>
    <w:rsid w:val="00D64346"/>
    <w:rsid w:val="00D66585"/>
    <w:rsid w:val="00D66772"/>
    <w:rsid w:val="00D669E4"/>
    <w:rsid w:val="00D70B9E"/>
    <w:rsid w:val="00D712EB"/>
    <w:rsid w:val="00D726A7"/>
    <w:rsid w:val="00D75660"/>
    <w:rsid w:val="00D76091"/>
    <w:rsid w:val="00D80567"/>
    <w:rsid w:val="00D8474A"/>
    <w:rsid w:val="00D86622"/>
    <w:rsid w:val="00D86632"/>
    <w:rsid w:val="00D86C29"/>
    <w:rsid w:val="00D91D01"/>
    <w:rsid w:val="00D92B9F"/>
    <w:rsid w:val="00D92E6A"/>
    <w:rsid w:val="00D95384"/>
    <w:rsid w:val="00D95BBA"/>
    <w:rsid w:val="00DA1428"/>
    <w:rsid w:val="00DA234C"/>
    <w:rsid w:val="00DA6277"/>
    <w:rsid w:val="00DA6334"/>
    <w:rsid w:val="00DB04D6"/>
    <w:rsid w:val="00DC05A8"/>
    <w:rsid w:val="00DC19B0"/>
    <w:rsid w:val="00DC1FB8"/>
    <w:rsid w:val="00DC2111"/>
    <w:rsid w:val="00DC2F90"/>
    <w:rsid w:val="00DC497D"/>
    <w:rsid w:val="00DC4C38"/>
    <w:rsid w:val="00DC6A89"/>
    <w:rsid w:val="00DC7118"/>
    <w:rsid w:val="00DC7AAA"/>
    <w:rsid w:val="00DD209F"/>
    <w:rsid w:val="00DD2B3E"/>
    <w:rsid w:val="00DD4579"/>
    <w:rsid w:val="00DD4B53"/>
    <w:rsid w:val="00DD555D"/>
    <w:rsid w:val="00DD62C1"/>
    <w:rsid w:val="00DD6849"/>
    <w:rsid w:val="00DD6975"/>
    <w:rsid w:val="00DE1400"/>
    <w:rsid w:val="00DE2B98"/>
    <w:rsid w:val="00DE2F47"/>
    <w:rsid w:val="00DE3485"/>
    <w:rsid w:val="00DF28A1"/>
    <w:rsid w:val="00DF34E0"/>
    <w:rsid w:val="00DF4CCD"/>
    <w:rsid w:val="00DF5FC9"/>
    <w:rsid w:val="00E01124"/>
    <w:rsid w:val="00E02233"/>
    <w:rsid w:val="00E06EB4"/>
    <w:rsid w:val="00E1171B"/>
    <w:rsid w:val="00E11CBF"/>
    <w:rsid w:val="00E122FC"/>
    <w:rsid w:val="00E12B45"/>
    <w:rsid w:val="00E12E91"/>
    <w:rsid w:val="00E20319"/>
    <w:rsid w:val="00E225C6"/>
    <w:rsid w:val="00E22707"/>
    <w:rsid w:val="00E233FC"/>
    <w:rsid w:val="00E267A8"/>
    <w:rsid w:val="00E301C4"/>
    <w:rsid w:val="00E3072D"/>
    <w:rsid w:val="00E3350C"/>
    <w:rsid w:val="00E343BA"/>
    <w:rsid w:val="00E35439"/>
    <w:rsid w:val="00E3722A"/>
    <w:rsid w:val="00E3722B"/>
    <w:rsid w:val="00E372F9"/>
    <w:rsid w:val="00E41EED"/>
    <w:rsid w:val="00E429F4"/>
    <w:rsid w:val="00E43EB4"/>
    <w:rsid w:val="00E44C6C"/>
    <w:rsid w:val="00E46226"/>
    <w:rsid w:val="00E50CB0"/>
    <w:rsid w:val="00E601AE"/>
    <w:rsid w:val="00E63753"/>
    <w:rsid w:val="00E63EF2"/>
    <w:rsid w:val="00E649C2"/>
    <w:rsid w:val="00E65219"/>
    <w:rsid w:val="00E65296"/>
    <w:rsid w:val="00E6562C"/>
    <w:rsid w:val="00E662AD"/>
    <w:rsid w:val="00E746C6"/>
    <w:rsid w:val="00E82DC3"/>
    <w:rsid w:val="00E8441E"/>
    <w:rsid w:val="00E8482B"/>
    <w:rsid w:val="00E87674"/>
    <w:rsid w:val="00E92C6A"/>
    <w:rsid w:val="00E932B3"/>
    <w:rsid w:val="00E943E5"/>
    <w:rsid w:val="00E95F82"/>
    <w:rsid w:val="00EA07A9"/>
    <w:rsid w:val="00EA0D13"/>
    <w:rsid w:val="00EA0DEB"/>
    <w:rsid w:val="00EA0E37"/>
    <w:rsid w:val="00EA2E14"/>
    <w:rsid w:val="00EA399B"/>
    <w:rsid w:val="00EA61F9"/>
    <w:rsid w:val="00EB00C2"/>
    <w:rsid w:val="00EB1119"/>
    <w:rsid w:val="00EB1AD3"/>
    <w:rsid w:val="00EB1CB8"/>
    <w:rsid w:val="00EB214E"/>
    <w:rsid w:val="00EB42BF"/>
    <w:rsid w:val="00EB51A4"/>
    <w:rsid w:val="00EB522C"/>
    <w:rsid w:val="00EC2395"/>
    <w:rsid w:val="00EC4584"/>
    <w:rsid w:val="00EC521B"/>
    <w:rsid w:val="00EC57E3"/>
    <w:rsid w:val="00EC57F8"/>
    <w:rsid w:val="00EC5B62"/>
    <w:rsid w:val="00EC67A5"/>
    <w:rsid w:val="00EC67F2"/>
    <w:rsid w:val="00EC7C99"/>
    <w:rsid w:val="00ED1D1B"/>
    <w:rsid w:val="00ED671C"/>
    <w:rsid w:val="00EE4C7D"/>
    <w:rsid w:val="00EE5B64"/>
    <w:rsid w:val="00EE74CD"/>
    <w:rsid w:val="00EF1C08"/>
    <w:rsid w:val="00EF28BA"/>
    <w:rsid w:val="00EF3B14"/>
    <w:rsid w:val="00EF488D"/>
    <w:rsid w:val="00EF58C3"/>
    <w:rsid w:val="00EF64D7"/>
    <w:rsid w:val="00EF74B8"/>
    <w:rsid w:val="00F014DB"/>
    <w:rsid w:val="00F03E61"/>
    <w:rsid w:val="00F059A0"/>
    <w:rsid w:val="00F05B51"/>
    <w:rsid w:val="00F112D4"/>
    <w:rsid w:val="00F12CE1"/>
    <w:rsid w:val="00F12F33"/>
    <w:rsid w:val="00F1589F"/>
    <w:rsid w:val="00F167A3"/>
    <w:rsid w:val="00F177DB"/>
    <w:rsid w:val="00F21FE9"/>
    <w:rsid w:val="00F22BFE"/>
    <w:rsid w:val="00F22EC6"/>
    <w:rsid w:val="00F237A5"/>
    <w:rsid w:val="00F23FF5"/>
    <w:rsid w:val="00F24A10"/>
    <w:rsid w:val="00F26DC5"/>
    <w:rsid w:val="00F26FE0"/>
    <w:rsid w:val="00F3074A"/>
    <w:rsid w:val="00F331F6"/>
    <w:rsid w:val="00F34626"/>
    <w:rsid w:val="00F3490F"/>
    <w:rsid w:val="00F374B1"/>
    <w:rsid w:val="00F42D22"/>
    <w:rsid w:val="00F439A9"/>
    <w:rsid w:val="00F43B02"/>
    <w:rsid w:val="00F45AA4"/>
    <w:rsid w:val="00F569BE"/>
    <w:rsid w:val="00F579E9"/>
    <w:rsid w:val="00F57A46"/>
    <w:rsid w:val="00F60527"/>
    <w:rsid w:val="00F61A1E"/>
    <w:rsid w:val="00F61C1E"/>
    <w:rsid w:val="00F665DA"/>
    <w:rsid w:val="00F66AD2"/>
    <w:rsid w:val="00F67FDB"/>
    <w:rsid w:val="00F705B3"/>
    <w:rsid w:val="00F714AC"/>
    <w:rsid w:val="00F71CA9"/>
    <w:rsid w:val="00F7330C"/>
    <w:rsid w:val="00F75506"/>
    <w:rsid w:val="00F761C9"/>
    <w:rsid w:val="00F8586A"/>
    <w:rsid w:val="00F90295"/>
    <w:rsid w:val="00F9330A"/>
    <w:rsid w:val="00F93C32"/>
    <w:rsid w:val="00F95A37"/>
    <w:rsid w:val="00F95E4D"/>
    <w:rsid w:val="00F96CAA"/>
    <w:rsid w:val="00FA25C7"/>
    <w:rsid w:val="00FA3F10"/>
    <w:rsid w:val="00FA4FBF"/>
    <w:rsid w:val="00FA50D1"/>
    <w:rsid w:val="00FA7246"/>
    <w:rsid w:val="00FB030F"/>
    <w:rsid w:val="00FB2050"/>
    <w:rsid w:val="00FB504E"/>
    <w:rsid w:val="00FC02E8"/>
    <w:rsid w:val="00FC4B96"/>
    <w:rsid w:val="00FD14CF"/>
    <w:rsid w:val="00FD34B1"/>
    <w:rsid w:val="00FD3CD5"/>
    <w:rsid w:val="00FD47F4"/>
    <w:rsid w:val="00FD6A6D"/>
    <w:rsid w:val="00FD6F2F"/>
    <w:rsid w:val="00FE2A41"/>
    <w:rsid w:val="00FE3537"/>
    <w:rsid w:val="00FE38D5"/>
    <w:rsid w:val="00FE40CC"/>
    <w:rsid w:val="00FE6107"/>
    <w:rsid w:val="00FE7027"/>
    <w:rsid w:val="00FE7BD3"/>
    <w:rsid w:val="00FF174B"/>
    <w:rsid w:val="00FF2954"/>
    <w:rsid w:val="00FF56F6"/>
    <w:rsid w:val="00FF64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o:shapelayout v:ext="edit">
      <o:idmap v:ext="edit" data="1"/>
    </o:shapelayout>
  </w:shapeDefaults>
  <w:decimalSymbol w:val="."/>
  <w:listSeparator w:val=","/>
  <w14:docId w14:val="439F7530"/>
  <w15:docId w15:val="{E10BEF7C-1F19-4063-9C04-AE7E4F4A0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before="240"/>
      </w:pPr>
    </w:pPrDefault>
  </w:docDefaults>
  <w:latentStyles w:defLockedState="0" w:defUIPriority="12" w:defSemiHidden="0" w:defUnhideWhenUsed="0" w:defQFormat="0" w:count="375">
    <w:lsdException w:name="Normal" w:uiPriority="0" w:qFormat="1"/>
    <w:lsdException w:name="heading 2" w:semiHidden="1" w:uiPriority="11" w:unhideWhenUsed="1" w:qFormat="1"/>
    <w:lsdException w:name="heading 3" w:semiHidden="1" w:unhideWhenUsed="1" w:qFormat="1"/>
    <w:lsdException w:name="heading 4" w:semiHidden="1" w:uiPriority="13" w:unhideWhenUsed="1" w:qFormat="1"/>
    <w:lsdException w:name="heading 5" w:semiHidden="1" w:uiPriority="13" w:unhideWhenUsed="1" w:qFormat="1"/>
    <w:lsdException w:name="heading 6" w:semiHidden="1" w:uiPriority="13" w:unhideWhenUsed="1" w:qFormat="1"/>
    <w:lsdException w:name="heading 7" w:semiHidden="1" w:uiPriority="13" w:unhideWhenUsed="1" w:qFormat="1"/>
    <w:lsdException w:name="heading 8" w:semiHidden="1" w:uiPriority="13" w:unhideWhenUsed="1" w:qFormat="1"/>
    <w:lsdException w:name="heading 9" w:semiHidden="1" w:uiPriority="1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iPriority="7" w:unhideWhenUsed="1"/>
    <w:lsdException w:name="Signature" w:semiHidden="1" w:uiPriority="9"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Subtitle" w:uiPriority="2"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5" w:unhideWhenUsed="1" w:qFormat="1"/>
    <w:lsdException w:name="Body Text 3" w:semiHidden="1" w:uiPriority="6" w:unhideWhenUsed="1" w:qFormat="1"/>
    <w:lsdException w:name="Body Text Indent 2" w:semiHidden="1" w:unhideWhenUsed="1"/>
    <w:lsdException w:name="Body Text Indent 3" w:semiHidden="1" w:unhideWhenUsed="1"/>
    <w:lsdException w:name="Block Text" w:semiHidden="1" w:uiPriority="3" w:unhideWhenUsed="1" w:qFormat="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uiPriority="0"/>
    <w:lsdException w:name="Table Grid" w:uiPriority="0"/>
    <w:lsdException w:name="Table Theme" w:semiHidden="1" w:uiPriority="0" w:unhideWhenUsed="1"/>
    <w:lsdException w:name="Placeholder Text" w:semiHidden="1" w:uiPriority="99"/>
    <w:lsdException w:name="No Spacing" w:uiPriority="5"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uiPriority="4"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uiPriority w:val="12"/>
    <w:qFormat/>
    <w:rsid w:val="00741DAF"/>
    <w:pPr>
      <w:spacing w:before="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A377A"/>
    <w:pPr>
      <w:spacing w:after="240"/>
    </w:pPr>
    <w:rPr>
      <w:szCs w:val="22"/>
    </w:rPr>
  </w:style>
  <w:style w:type="paragraph" w:styleId="Header">
    <w:name w:val="header"/>
    <w:basedOn w:val="Normal"/>
    <w:uiPriority w:val="12"/>
    <w:rsid w:val="00481354"/>
    <w:pPr>
      <w:tabs>
        <w:tab w:val="center" w:pos="4680"/>
      </w:tabs>
    </w:pPr>
    <w:rPr>
      <w:szCs w:val="20"/>
    </w:rPr>
  </w:style>
  <w:style w:type="paragraph" w:styleId="Footer">
    <w:name w:val="footer"/>
    <w:basedOn w:val="Normal"/>
    <w:uiPriority w:val="12"/>
    <w:rsid w:val="00481354"/>
    <w:pPr>
      <w:tabs>
        <w:tab w:val="center" w:pos="4680"/>
        <w:tab w:val="right" w:pos="9360"/>
      </w:tabs>
    </w:pPr>
    <w:rPr>
      <w:szCs w:val="20"/>
    </w:rPr>
  </w:style>
  <w:style w:type="paragraph" w:customStyle="1" w:styleId="Letterhead">
    <w:name w:val="Letterhead"/>
    <w:uiPriority w:val="12"/>
    <w:rsid w:val="00F96CAA"/>
    <w:pPr>
      <w:spacing w:before="0" w:line="220" w:lineRule="exact"/>
    </w:pPr>
    <w:rPr>
      <w:rFonts w:ascii="Tahoma" w:hAnsi="Tahoma"/>
      <w:noProof/>
      <w:spacing w:val="10"/>
      <w:sz w:val="12"/>
    </w:rPr>
  </w:style>
  <w:style w:type="paragraph" w:customStyle="1" w:styleId="DeliveryPhrase">
    <w:name w:val="Delivery Phrase"/>
    <w:basedOn w:val="Normal"/>
    <w:next w:val="Addressee"/>
    <w:uiPriority w:val="1"/>
    <w:rsid w:val="007C76DC"/>
    <w:pPr>
      <w:ind w:left="115"/>
    </w:pPr>
    <w:rPr>
      <w:b/>
      <w:caps/>
      <w:szCs w:val="20"/>
    </w:rPr>
  </w:style>
  <w:style w:type="paragraph" w:styleId="FootnoteText">
    <w:name w:val="footnote text"/>
    <w:basedOn w:val="Normal"/>
    <w:link w:val="FootnoteTextChar"/>
    <w:uiPriority w:val="99"/>
    <w:rPr>
      <w:sz w:val="20"/>
      <w:szCs w:val="20"/>
    </w:rPr>
  </w:style>
  <w:style w:type="character" w:styleId="FootnoteReference">
    <w:name w:val="footnote reference"/>
    <w:basedOn w:val="DefaultParagraphFont"/>
    <w:uiPriority w:val="99"/>
    <w:semiHidden/>
    <w:rPr>
      <w:vertAlign w:val="superscript"/>
    </w:rPr>
  </w:style>
  <w:style w:type="paragraph" w:customStyle="1" w:styleId="LetterDate">
    <w:name w:val="Letter Date"/>
    <w:basedOn w:val="Normal"/>
    <w:next w:val="BodyText"/>
    <w:rsid w:val="00A837C3"/>
    <w:pPr>
      <w:spacing w:before="360" w:after="360"/>
    </w:pPr>
    <w:rPr>
      <w:szCs w:val="20"/>
    </w:rPr>
  </w:style>
  <w:style w:type="paragraph" w:customStyle="1" w:styleId="Addressee">
    <w:name w:val="Addressee"/>
    <w:basedOn w:val="Normal"/>
    <w:uiPriority w:val="2"/>
    <w:rsid w:val="00481354"/>
    <w:rPr>
      <w:szCs w:val="20"/>
    </w:rPr>
  </w:style>
  <w:style w:type="paragraph" w:customStyle="1" w:styleId="LetterSignature">
    <w:name w:val="Letter Signature"/>
    <w:basedOn w:val="Normal"/>
    <w:uiPriority w:val="9"/>
    <w:rsid w:val="00F96CAA"/>
    <w:pPr>
      <w:keepNext/>
      <w:keepLines/>
      <w:spacing w:before="240"/>
    </w:pPr>
  </w:style>
  <w:style w:type="paragraph" w:customStyle="1" w:styleId="ReLine">
    <w:name w:val="ReLine"/>
    <w:basedOn w:val="Normal"/>
    <w:next w:val="Normal"/>
    <w:uiPriority w:val="3"/>
    <w:rsid w:val="00481354"/>
    <w:pPr>
      <w:spacing w:before="240"/>
      <w:ind w:left="720" w:hanging="720"/>
    </w:pPr>
    <w:rPr>
      <w:szCs w:val="20"/>
    </w:rPr>
  </w:style>
  <w:style w:type="paragraph" w:styleId="Salutation">
    <w:name w:val="Salutation"/>
    <w:basedOn w:val="Normal"/>
    <w:next w:val="BodyText"/>
    <w:uiPriority w:val="4"/>
    <w:rsid w:val="00481354"/>
    <w:pPr>
      <w:spacing w:before="240" w:after="240"/>
    </w:pPr>
    <w:rPr>
      <w:szCs w:val="20"/>
    </w:rPr>
  </w:style>
  <w:style w:type="paragraph" w:customStyle="1" w:styleId="LetterheadAuthor">
    <w:name w:val="Letterhead Author"/>
    <w:uiPriority w:val="12"/>
    <w:rsid w:val="006246F2"/>
    <w:pPr>
      <w:spacing w:before="0"/>
      <w:ind w:left="115"/>
    </w:pPr>
    <w:rPr>
      <w:noProof/>
      <w:sz w:val="24"/>
    </w:rPr>
  </w:style>
  <w:style w:type="paragraph" w:customStyle="1" w:styleId="LetterSignatureSub">
    <w:name w:val="Letter Signature Sub"/>
    <w:basedOn w:val="LetterSignature"/>
    <w:uiPriority w:val="9"/>
    <w:rsid w:val="00F96CAA"/>
    <w:pPr>
      <w:ind w:left="720" w:hanging="720"/>
    </w:pPr>
  </w:style>
  <w:style w:type="paragraph" w:customStyle="1" w:styleId="CarrierReLine">
    <w:name w:val="Carrier ReLine"/>
    <w:basedOn w:val="ReLine"/>
    <w:next w:val="Normal"/>
    <w:uiPriority w:val="12"/>
    <w:rsid w:val="00481354"/>
    <w:pPr>
      <w:tabs>
        <w:tab w:val="left" w:pos="3874"/>
        <w:tab w:val="left" w:pos="4320"/>
      </w:tabs>
      <w:spacing w:before="0"/>
      <w:ind w:left="2160" w:hanging="1440"/>
    </w:pPr>
    <w:rPr>
      <w:b/>
      <w:bCs/>
    </w:rPr>
  </w:style>
  <w:style w:type="character" w:styleId="PlaceholderText">
    <w:name w:val="Placeholder Text"/>
    <w:basedOn w:val="DefaultParagraphFont"/>
    <w:uiPriority w:val="99"/>
    <w:semiHidden/>
    <w:rsid w:val="006D631B"/>
    <w:rPr>
      <w:color w:val="808080"/>
    </w:rPr>
  </w:style>
  <w:style w:type="paragraph" w:styleId="BalloonText">
    <w:name w:val="Balloon Text"/>
    <w:basedOn w:val="Normal"/>
    <w:link w:val="BalloonTextChar"/>
    <w:uiPriority w:val="12"/>
    <w:rsid w:val="006D631B"/>
    <w:rPr>
      <w:rFonts w:ascii="Tahoma" w:hAnsi="Tahoma" w:cs="Tahoma"/>
      <w:sz w:val="16"/>
      <w:szCs w:val="16"/>
    </w:rPr>
  </w:style>
  <w:style w:type="character" w:customStyle="1" w:styleId="BalloonTextChar">
    <w:name w:val="Balloon Text Char"/>
    <w:basedOn w:val="DefaultParagraphFont"/>
    <w:link w:val="BalloonText"/>
    <w:uiPriority w:val="12"/>
    <w:rsid w:val="00165005"/>
    <w:rPr>
      <w:rFonts w:ascii="Tahoma" w:hAnsi="Tahoma" w:cs="Tahoma"/>
      <w:sz w:val="16"/>
      <w:szCs w:val="16"/>
    </w:rPr>
  </w:style>
  <w:style w:type="paragraph" w:customStyle="1" w:styleId="CC">
    <w:name w:val="CC"/>
    <w:basedOn w:val="LetterSignatureSub"/>
    <w:uiPriority w:val="10"/>
    <w:rsid w:val="00F96CAA"/>
  </w:style>
  <w:style w:type="paragraph" w:customStyle="1" w:styleId="SignatureBy">
    <w:name w:val="Signature By:"/>
    <w:basedOn w:val="Normal"/>
    <w:uiPriority w:val="9"/>
    <w:qFormat/>
    <w:rsid w:val="00F96CAA"/>
    <w:pPr>
      <w:tabs>
        <w:tab w:val="left" w:pos="5580"/>
        <w:tab w:val="right" w:leader="underscore" w:pos="9360"/>
      </w:tabs>
      <w:ind w:left="5580" w:hanging="540"/>
    </w:pPr>
    <w:rPr>
      <w:szCs w:val="22"/>
    </w:rPr>
  </w:style>
  <w:style w:type="paragraph" w:styleId="Title">
    <w:name w:val="Title"/>
    <w:basedOn w:val="Normal"/>
    <w:next w:val="Normal"/>
    <w:link w:val="TitleChar"/>
    <w:uiPriority w:val="4"/>
    <w:qFormat/>
    <w:rsid w:val="00F96CAA"/>
    <w:pPr>
      <w:spacing w:after="120"/>
      <w:contextualSpacing/>
    </w:pPr>
    <w:rPr>
      <w:rFonts w:eastAsiaTheme="majorEastAsia" w:cstheme="majorBidi"/>
      <w:b/>
      <w:color w:val="17365D" w:themeColor="text2" w:themeShade="BF"/>
      <w:kern w:val="28"/>
      <w:szCs w:val="52"/>
    </w:rPr>
  </w:style>
  <w:style w:type="character" w:customStyle="1" w:styleId="TitleChar">
    <w:name w:val="Title Char"/>
    <w:basedOn w:val="DefaultParagraphFont"/>
    <w:link w:val="Title"/>
    <w:uiPriority w:val="4"/>
    <w:rsid w:val="00165005"/>
    <w:rPr>
      <w:rFonts w:ascii="Times New Roman" w:eastAsiaTheme="majorEastAsia" w:hAnsi="Times New Roman" w:cstheme="majorBidi"/>
      <w:b/>
      <w:color w:val="17365D" w:themeColor="text2" w:themeShade="BF"/>
      <w:kern w:val="28"/>
      <w:sz w:val="24"/>
      <w:szCs w:val="52"/>
    </w:rPr>
  </w:style>
  <w:style w:type="character" w:customStyle="1" w:styleId="BodyTextChar">
    <w:name w:val="Body Text Char"/>
    <w:basedOn w:val="DefaultParagraphFont"/>
    <w:link w:val="BodyText"/>
    <w:rsid w:val="00165005"/>
    <w:rPr>
      <w:rFonts w:ascii="Times New Roman" w:hAnsi="Times New Roman"/>
      <w:sz w:val="24"/>
    </w:rPr>
  </w:style>
  <w:style w:type="paragraph" w:styleId="Subtitle">
    <w:name w:val="Subtitle"/>
    <w:basedOn w:val="Normal"/>
    <w:next w:val="Normal"/>
    <w:link w:val="SubtitleChar"/>
    <w:uiPriority w:val="5"/>
    <w:qFormat/>
    <w:rsid w:val="00F96CAA"/>
    <w:pPr>
      <w:numPr>
        <w:ilvl w:val="1"/>
      </w:numPr>
    </w:pPr>
    <w:rPr>
      <w:rFonts w:eastAsiaTheme="majorEastAsia" w:cstheme="majorBidi"/>
      <w:b/>
      <w:iCs/>
    </w:rPr>
  </w:style>
  <w:style w:type="character" w:customStyle="1" w:styleId="SubtitleChar">
    <w:name w:val="Subtitle Char"/>
    <w:basedOn w:val="DefaultParagraphFont"/>
    <w:link w:val="Subtitle"/>
    <w:uiPriority w:val="5"/>
    <w:rsid w:val="00165005"/>
    <w:rPr>
      <w:rFonts w:ascii="Times New Roman" w:eastAsiaTheme="majorEastAsia" w:hAnsi="Times New Roman" w:cstheme="majorBidi"/>
      <w:b/>
      <w:iCs/>
      <w:sz w:val="24"/>
      <w:szCs w:val="24"/>
    </w:rPr>
  </w:style>
  <w:style w:type="paragraph" w:styleId="BodyText2">
    <w:name w:val="Body Text 2"/>
    <w:basedOn w:val="Normal"/>
    <w:link w:val="BodyText2Char"/>
    <w:uiPriority w:val="6"/>
    <w:qFormat/>
    <w:rsid w:val="00F96CAA"/>
    <w:rPr>
      <w:szCs w:val="22"/>
    </w:rPr>
  </w:style>
  <w:style w:type="character" w:customStyle="1" w:styleId="BodyText2Char">
    <w:name w:val="Body Text 2 Char"/>
    <w:basedOn w:val="DefaultParagraphFont"/>
    <w:link w:val="BodyText2"/>
    <w:uiPriority w:val="6"/>
    <w:rsid w:val="00165005"/>
    <w:rPr>
      <w:rFonts w:ascii="Times New Roman" w:hAnsi="Times New Roman"/>
      <w:sz w:val="24"/>
    </w:rPr>
  </w:style>
  <w:style w:type="paragraph" w:styleId="BodyText3">
    <w:name w:val="Body Text 3"/>
    <w:basedOn w:val="Normal"/>
    <w:link w:val="BodyText3Char"/>
    <w:uiPriority w:val="6"/>
    <w:qFormat/>
    <w:rsid w:val="00F96CAA"/>
    <w:pPr>
      <w:framePr w:wrap="notBeside" w:vAnchor="text" w:hAnchor="text" w:y="1"/>
      <w:ind w:firstLine="1440"/>
    </w:pPr>
    <w:rPr>
      <w:szCs w:val="16"/>
    </w:rPr>
  </w:style>
  <w:style w:type="character" w:customStyle="1" w:styleId="BodyText3Char">
    <w:name w:val="Body Text 3 Char"/>
    <w:basedOn w:val="DefaultParagraphFont"/>
    <w:link w:val="BodyText3"/>
    <w:uiPriority w:val="6"/>
    <w:rsid w:val="00165005"/>
    <w:rPr>
      <w:rFonts w:ascii="Times New Roman" w:hAnsi="Times New Roman"/>
      <w:sz w:val="24"/>
      <w:szCs w:val="16"/>
    </w:rPr>
  </w:style>
  <w:style w:type="paragraph" w:customStyle="1" w:styleId="Attachment">
    <w:name w:val="Attachment"/>
    <w:basedOn w:val="LetterSignatureSub"/>
    <w:uiPriority w:val="11"/>
    <w:rsid w:val="00165005"/>
  </w:style>
  <w:style w:type="paragraph" w:styleId="BlockText">
    <w:name w:val="Block Text"/>
    <w:basedOn w:val="Normal"/>
    <w:uiPriority w:val="7"/>
    <w:qFormat/>
    <w:rsid w:val="00165005"/>
    <w:pPr>
      <w:spacing w:after="240"/>
      <w:ind w:left="720" w:right="720"/>
    </w:pPr>
    <w:rPr>
      <w:rFonts w:eastAsiaTheme="minorEastAsia"/>
      <w:iCs/>
    </w:rPr>
  </w:style>
  <w:style w:type="paragraph" w:styleId="Quote">
    <w:name w:val="Quote"/>
    <w:basedOn w:val="Normal"/>
    <w:next w:val="Normal"/>
    <w:link w:val="QuoteChar"/>
    <w:uiPriority w:val="8"/>
    <w:qFormat/>
    <w:rsid w:val="00165005"/>
    <w:rPr>
      <w:i/>
      <w:iCs/>
      <w:color w:val="000000" w:themeColor="text1"/>
    </w:rPr>
  </w:style>
  <w:style w:type="character" w:customStyle="1" w:styleId="QuoteChar">
    <w:name w:val="Quote Char"/>
    <w:basedOn w:val="DefaultParagraphFont"/>
    <w:link w:val="Quote"/>
    <w:uiPriority w:val="8"/>
    <w:rsid w:val="00165005"/>
    <w:rPr>
      <w:rFonts w:ascii="Times New Roman" w:hAnsi="Times New Roman"/>
      <w:i/>
      <w:iCs/>
      <w:color w:val="000000" w:themeColor="text1"/>
      <w:sz w:val="24"/>
      <w:szCs w:val="24"/>
    </w:rPr>
  </w:style>
  <w:style w:type="paragraph" w:styleId="NoSpacing">
    <w:name w:val="No Spacing"/>
    <w:uiPriority w:val="12"/>
    <w:qFormat/>
    <w:rsid w:val="00165005"/>
    <w:pPr>
      <w:spacing w:before="0"/>
    </w:pPr>
    <w:rPr>
      <w:rFonts w:ascii="Times New Roman" w:hAnsi="Times New Roman"/>
      <w:sz w:val="24"/>
      <w:szCs w:val="24"/>
    </w:rPr>
  </w:style>
  <w:style w:type="paragraph" w:customStyle="1" w:styleId="Title2">
    <w:name w:val="Title 2"/>
    <w:basedOn w:val="Normal"/>
    <w:uiPriority w:val="4"/>
    <w:rsid w:val="00165005"/>
    <w:pPr>
      <w:spacing w:after="240"/>
      <w:jc w:val="center"/>
    </w:pPr>
    <w:rPr>
      <w:b/>
      <w:u w:val="single"/>
    </w:rPr>
  </w:style>
  <w:style w:type="paragraph" w:customStyle="1" w:styleId="Title3">
    <w:name w:val="Title 3"/>
    <w:basedOn w:val="Normal"/>
    <w:uiPriority w:val="4"/>
    <w:rsid w:val="00165005"/>
    <w:pPr>
      <w:spacing w:after="240"/>
      <w:jc w:val="center"/>
    </w:pPr>
    <w:rPr>
      <w:b/>
      <w:i/>
    </w:rPr>
  </w:style>
  <w:style w:type="paragraph" w:customStyle="1" w:styleId="Subtitle2">
    <w:name w:val="Subtitle 2"/>
    <w:basedOn w:val="Normal"/>
    <w:uiPriority w:val="5"/>
    <w:rsid w:val="00165005"/>
    <w:pPr>
      <w:spacing w:after="240"/>
    </w:pPr>
    <w:rPr>
      <w:b/>
      <w:u w:val="single"/>
    </w:rPr>
  </w:style>
  <w:style w:type="paragraph" w:customStyle="1" w:styleId="Subtitle3">
    <w:name w:val="Subtitle 3"/>
    <w:basedOn w:val="Normal"/>
    <w:uiPriority w:val="5"/>
    <w:rsid w:val="00165005"/>
    <w:pPr>
      <w:spacing w:after="240"/>
    </w:pPr>
    <w:rPr>
      <w:b/>
      <w:i/>
    </w:rPr>
  </w:style>
  <w:style w:type="paragraph" w:customStyle="1" w:styleId="LetterFooter">
    <w:name w:val="Letter Footer"/>
    <w:basedOn w:val="Footer"/>
    <w:next w:val="Footer"/>
    <w:uiPriority w:val="12"/>
    <w:qFormat/>
    <w:rsid w:val="00C874EE"/>
    <w:rPr>
      <w:color w:val="00664F"/>
      <w:sz w:val="22"/>
      <w:szCs w:val="22"/>
    </w:rPr>
  </w:style>
  <w:style w:type="paragraph" w:styleId="ListParagraph">
    <w:name w:val="List Paragraph"/>
    <w:basedOn w:val="Normal"/>
    <w:uiPriority w:val="34"/>
    <w:qFormat/>
    <w:rsid w:val="00F705B3"/>
    <w:pPr>
      <w:spacing w:after="160" w:line="259" w:lineRule="auto"/>
      <w:ind w:left="720"/>
      <w:contextualSpacing/>
    </w:pPr>
    <w:rPr>
      <w:sz w:val="22"/>
      <w:szCs w:val="22"/>
    </w:rPr>
  </w:style>
  <w:style w:type="character" w:customStyle="1" w:styleId="FootnoteTextChar">
    <w:name w:val="Footnote Text Char"/>
    <w:basedOn w:val="DefaultParagraphFont"/>
    <w:link w:val="FootnoteText"/>
    <w:uiPriority w:val="99"/>
    <w:rsid w:val="009B5336"/>
    <w:rPr>
      <w:sz w:val="20"/>
      <w:szCs w:val="20"/>
    </w:rPr>
  </w:style>
  <w:style w:type="character" w:styleId="Hyperlink">
    <w:name w:val="Hyperlink"/>
    <w:basedOn w:val="DefaultParagraphFont"/>
    <w:uiPriority w:val="12"/>
    <w:unhideWhenUsed/>
    <w:rsid w:val="00D158B0"/>
    <w:rPr>
      <w:color w:val="0000FF" w:themeColor="hyperlink"/>
      <w:u w:val="single"/>
    </w:rPr>
  </w:style>
  <w:style w:type="character" w:styleId="UnresolvedMention">
    <w:name w:val="Unresolved Mention"/>
    <w:basedOn w:val="DefaultParagraphFont"/>
    <w:uiPriority w:val="99"/>
    <w:semiHidden/>
    <w:unhideWhenUsed/>
    <w:rsid w:val="00D158B0"/>
    <w:rPr>
      <w:color w:val="605E5C"/>
      <w:shd w:val="clear" w:color="auto" w:fill="E1DFDD"/>
    </w:rPr>
  </w:style>
  <w:style w:type="table" w:styleId="TableGrid">
    <w:name w:val="Table Grid"/>
    <w:basedOn w:val="TableNormal"/>
    <w:rsid w:val="00562809"/>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72F09"/>
    <w:rPr>
      <w:sz w:val="16"/>
      <w:szCs w:val="16"/>
    </w:rPr>
  </w:style>
  <w:style w:type="paragraph" w:styleId="CommentText">
    <w:name w:val="annotation text"/>
    <w:basedOn w:val="Normal"/>
    <w:link w:val="CommentTextChar"/>
    <w:uiPriority w:val="99"/>
    <w:semiHidden/>
    <w:unhideWhenUsed/>
    <w:rsid w:val="00072F09"/>
    <w:pPr>
      <w:spacing w:after="160"/>
    </w:pPr>
    <w:rPr>
      <w:sz w:val="20"/>
      <w:szCs w:val="20"/>
    </w:rPr>
  </w:style>
  <w:style w:type="character" w:customStyle="1" w:styleId="CommentTextChar">
    <w:name w:val="Comment Text Char"/>
    <w:basedOn w:val="DefaultParagraphFont"/>
    <w:link w:val="CommentText"/>
    <w:uiPriority w:val="99"/>
    <w:semiHidden/>
    <w:rsid w:val="00072F09"/>
    <w:rPr>
      <w:sz w:val="20"/>
      <w:szCs w:val="20"/>
    </w:rPr>
  </w:style>
  <w:style w:type="character" w:styleId="FollowedHyperlink">
    <w:name w:val="FollowedHyperlink"/>
    <w:basedOn w:val="DefaultParagraphFont"/>
    <w:uiPriority w:val="12"/>
    <w:semiHidden/>
    <w:unhideWhenUsed/>
    <w:rsid w:val="002A1FE8"/>
    <w:rPr>
      <w:color w:val="800080" w:themeColor="followedHyperlink"/>
      <w:u w:val="single"/>
    </w:rPr>
  </w:style>
  <w:style w:type="paragraph" w:styleId="EndnoteText">
    <w:name w:val="endnote text"/>
    <w:basedOn w:val="Normal"/>
    <w:link w:val="EndnoteTextChar"/>
    <w:uiPriority w:val="12"/>
    <w:semiHidden/>
    <w:unhideWhenUsed/>
    <w:rsid w:val="003A27B5"/>
    <w:rPr>
      <w:sz w:val="20"/>
      <w:szCs w:val="20"/>
    </w:rPr>
  </w:style>
  <w:style w:type="character" w:customStyle="1" w:styleId="EndnoteTextChar">
    <w:name w:val="Endnote Text Char"/>
    <w:basedOn w:val="DefaultParagraphFont"/>
    <w:link w:val="EndnoteText"/>
    <w:uiPriority w:val="12"/>
    <w:semiHidden/>
    <w:rsid w:val="003A27B5"/>
    <w:rPr>
      <w:sz w:val="20"/>
      <w:szCs w:val="20"/>
    </w:rPr>
  </w:style>
  <w:style w:type="character" w:styleId="EndnoteReference">
    <w:name w:val="endnote reference"/>
    <w:basedOn w:val="DefaultParagraphFont"/>
    <w:uiPriority w:val="12"/>
    <w:semiHidden/>
    <w:unhideWhenUsed/>
    <w:rsid w:val="003A27B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801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Litera\Innova\Templates\EN\Associated%20Templates\WR%20Let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85C9FA9921B4776A64ECE11D5631E69"/>
        <w:category>
          <w:name w:val="General"/>
          <w:gallery w:val="placeholder"/>
        </w:category>
        <w:types>
          <w:type w:val="bbPlcHdr"/>
        </w:types>
        <w:behaviors>
          <w:behavior w:val="content"/>
        </w:behaviors>
        <w:guid w:val="{559077B3-8C61-4692-B760-D8371B141AD3}"/>
      </w:docPartPr>
      <w:docPartBody>
        <w:p w:rsidR="00404997" w:rsidRDefault="00404997"/>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FF4"/>
    <w:rsid w:val="00036FF4"/>
    <w:rsid w:val="001661A8"/>
    <w:rsid w:val="002122F4"/>
    <w:rsid w:val="00404997"/>
    <w:rsid w:val="00503F8F"/>
    <w:rsid w:val="007919A3"/>
    <w:rsid w:val="007A1003"/>
    <w:rsid w:val="008B3C74"/>
    <w:rsid w:val="009C75A1"/>
    <w:rsid w:val="00AB307B"/>
    <w:rsid w:val="00EA10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36FF4"/>
    <w:rPr>
      <w:color w:val="808080"/>
    </w:rPr>
  </w:style>
  <w:style w:type="paragraph" w:customStyle="1" w:styleId="79C556AF96B044A99F70B7162AC3987A">
    <w:name w:val="79C556AF96B044A99F70B7162AC3987A"/>
  </w:style>
  <w:style w:type="paragraph" w:customStyle="1" w:styleId="ADA30D259CB74872A78C02D36C6187DA">
    <w:name w:val="ADA30D259CB74872A78C02D36C6187DA"/>
  </w:style>
  <w:style w:type="paragraph" w:customStyle="1" w:styleId="739278D61B5D4DFCB4AA23DD4C801A98">
    <w:name w:val="739278D61B5D4DFCB4AA23DD4C801A98"/>
  </w:style>
  <w:style w:type="paragraph" w:customStyle="1" w:styleId="9BD4926E7BA04B849D12941A007BB43D">
    <w:name w:val="9BD4926E7BA04B849D12941A007BB4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58B8A4-F2B9-46B8-95ED-391FDCFF0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WR Letter.dotx</Template>
  <TotalTime>32</TotalTime>
  <Pages>1</Pages>
  <Words>208</Words>
  <Characters>1143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February 24, 2012</vt:lpstr>
    </vt:vector>
  </TitlesOfParts>
  <Company>Wiley Rein</Company>
  <LinksUpToDate>false</LinksUpToDate>
  <CharactersWithSpaces>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February 24, 2012</dc:title>
  <dc:creator>Class, Edgar</dc:creator>
  <cp:lastModifiedBy>Romano, Bruce</cp:lastModifiedBy>
  <cp:revision>4</cp:revision>
  <cp:lastPrinted>2019-05-13T20:43:00Z</cp:lastPrinted>
  <dcterms:created xsi:type="dcterms:W3CDTF">2019-11-26T15:04:00Z</dcterms:created>
  <dcterms:modified xsi:type="dcterms:W3CDTF">2019-11-26T15:34:00Z</dcterms:modified>
</cp:coreProperties>
</file>