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glossary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_rels/document.xml.rels" ContentType="application/vnd.openxmlformats-package.relationship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2.xml" ContentType="application/xml"/>
  <Override PartName="/customXml/item1.xml" ContentType="application/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sdt>
      <w:sdtPr>
        <w:text/>
        <w:id w:val="2119446498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alias w:val="Name"/>
      </w:sdtPr>
      <w:sdtContent>
        <w:p>
          <w:pPr>
            <w:pStyle w:val="SendersAddress"/>
            <w:rPr/>
          </w:pPr>
          <w:r>
            <w:rPr/>
            <w:t>Zachary Livingston</w:t>
          </w:r>
        </w:p>
      </w:sdtContent>
    </w:sdt>
    <w:p>
      <w:pPr>
        <w:pStyle w:val="SendersAddress"/>
        <w:rPr/>
      </w:pPr>
      <w:r>
        <w:rPr/>
        <w:t xml:space="preserve">205 Renshaw Ave </w:t>
      </w:r>
    </w:p>
    <w:p>
      <w:pPr>
        <w:pStyle w:val="SendersAddress"/>
        <w:rPr/>
      </w:pPr>
      <w:r>
        <w:rPr/>
        <w:t>Clawson, MI 48017</w:t>
      </w:r>
    </w:p>
    <w:sdt>
      <w:sdtPr>
        <w:text/>
        <w:id w:val="105835991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alias w:val="Date"/>
      </w:sdtPr>
      <w:sdtContent>
        <w:p>
          <w:pPr>
            <w:pStyle w:val="Date"/>
            <w:rPr/>
          </w:pPr>
          <w:r>
            <w:rPr/>
            <w:t>1</w:t>
          </w:r>
          <w:r>
            <w:rPr/>
            <w:t>1</w:t>
          </w:r>
          <w:r>
            <w:rPr/>
            <w:t>/</w:t>
          </w:r>
          <w:r>
            <w:rPr/>
            <w:t>27</w:t>
          </w:r>
          <w:r>
            <w:rPr/>
            <w:t>/2017</w:t>
          </w:r>
        </w:p>
      </w:sdtContent>
    </w:sdt>
    <w:p>
      <w:pPr>
        <w:pStyle w:val="RecipientAddress"/>
        <w:rPr/>
      </w:pPr>
      <w:r>
        <w:rPr/>
        <w:t>Federal Communications Commission</w:t>
      </w:r>
    </w:p>
    <w:p>
      <w:pPr>
        <w:pStyle w:val="ComplimentaryClose"/>
        <w:rPr/>
      </w:pPr>
      <w:r>
        <w:rPr/>
        <w:t xml:space="preserve">Dear </w:t>
      </w:r>
      <w:r>
        <w:rPr/>
        <w:t>FCC</w:t>
      </w:r>
      <w:bookmarkStart w:id="0" w:name="_GoBack"/>
      <w:bookmarkEnd w:id="0"/>
      <w:r>
        <w:rPr/>
        <w:t xml:space="preserve"> Representative,</w:t>
      </w:r>
    </w:p>
    <w:p>
      <w:pPr>
        <w:pStyle w:val="Normal"/>
        <w:rPr/>
      </w:pPr>
      <w:r>
        <w:rPr/>
        <w:t xml:space="preserve">Hello, my name is Zachary Livingston and I live in Clawson Michigan. I am contacting you regarding proceeding 17-108, “Restoring Internet Freedom” proposal. I’m a firm opponent to removing net neutrality </w:t>
      </w:r>
      <w:r>
        <w:rPr/>
        <w:t>and this act</w:t>
      </w:r>
      <w:r>
        <w:rPr/>
        <w:t xml:space="preserve">. A free and universally accessible Internet provides opportunities for any </w:t>
      </w:r>
      <w:r>
        <w:rPr/>
        <w:t>American</w:t>
      </w:r>
      <w:r>
        <w:rPr/>
        <w:t xml:space="preserve"> to rise above their current station through </w:t>
      </w:r>
      <w:r>
        <w:rPr/>
        <w:t>freely available</w:t>
      </w:r>
      <w:r>
        <w:rPr/>
        <w:t xml:space="preserve"> education. </w:t>
      </w:r>
      <w:r>
        <w:rPr/>
        <w:t xml:space="preserve">Removing restrictions that allow ISPs to pick and choose what content they’ll distribute is not fair </w:t>
      </w:r>
      <w:bookmarkStart w:id="1" w:name="__DdeLink__97_781367900"/>
      <w:r>
        <w:rPr/>
        <w:t>equitable</w:t>
      </w:r>
      <w:bookmarkEnd w:id="1"/>
      <w:r>
        <w:rPr/>
        <w:t xml:space="preserve"> to Americans. </w:t>
      </w:r>
    </w:p>
    <w:p>
      <w:pPr>
        <w:pStyle w:val="Normal"/>
        <w:rPr/>
      </w:pPr>
      <w:r>
        <w:rPr/>
        <w:t>Thank you for your time and attention to this matter.</w:t>
      </w:r>
    </w:p>
    <w:p>
      <w:pPr>
        <w:pStyle w:val="Closing"/>
        <w:rPr/>
      </w:pPr>
      <w:r>
        <w:rPr/>
        <w:t>Sincerely,</w:t>
      </w:r>
    </w:p>
    <w:sdt>
      <w:sdtPr>
        <w:text/>
        <w:id w:val="196373681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alias w:val="Name"/>
      </w:sdtPr>
      <w:sdtContent>
        <w:p>
          <w:pPr>
            <w:pStyle w:val="Signature"/>
            <w:rPr/>
          </w:pPr>
          <w:r>
            <w:rPr/>
            <w:t>Zachary Livingston</w:t>
          </w:r>
        </w:p>
      </w:sdtContent>
    </w:sdt>
    <w:p>
      <w:pPr>
        <w:pStyle w:val="Signature"/>
        <w:rPr/>
      </w:pPr>
      <w:r>
        <w:rPr/>
      </w:r>
    </w:p>
    <w:p>
      <w:pPr>
        <w:pStyle w:val="REEnclosure"/>
        <w:spacing w:before="240" w:after="240"/>
        <w:ind w:left="1440" w:hanging="1440"/>
        <w:rPr/>
      </w:pPr>
      <w:r>
        <w:rPr/>
      </w:r>
    </w:p>
    <w:sectPr>
      <w:headerReference w:type="default" r:id="rId2"/>
      <w:type w:val="nextPage"/>
      <w:pgSz w:w="12240" w:h="15840"/>
      <w:pgMar w:left="1440" w:right="1440" w:header="720" w:top="1800" w:footer="0" w:bottom="1440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text/>
      <w:id w:val="358756183"/>
      <w:dataBinding w:prefixMappings="xmlns:ns0='http://schemas.microsoft.com/office/2006/coverPageProps' " w:xpath="/ns0:CoverPageProperties[1]/ns0:CompanyAddress[1]" w:storeItemID="{55AF091B-3C7A-41E3-B477-F2FDAA23CFDA}"/>
      <w:alias w:val="Name"/>
    </w:sdtPr>
    <w:sdtContent>
      <w:p>
        <w:pPr>
          <w:pStyle w:val="Header"/>
          <w:rPr/>
        </w:pPr>
        <w:r>
          <w:rPr/>
          <w:t xml:space="preserve"> </w:t>
        </w:r>
      </w:p>
    </w:sdtContent>
  </w:sdt>
  <w:sdt>
    <w:sdtPr>
      <w:text/>
      <w:id w:val="117792719"/>
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<w:alias w:val="Date"/>
    </w:sdtPr>
    <w:sdtContent>
      <w:p>
        <w:pPr>
          <w:pStyle w:val="Header"/>
          <w:rPr/>
        </w:pPr>
        <w:r>
          <w:rPr/>
          <w:t>10/28/2017</w:t>
        </w:r>
      </w:p>
    </w:sdtContent>
  </w:sdt>
  <w:p>
    <w:pPr>
      <w:pStyle w:val="Header"/>
      <w:spacing w:before="0" w:after="480"/>
      <w:contextualSpacing/>
      <w:rPr/>
    </w:pPr>
    <w:r>
      <w:rPr/>
      <w:t xml:space="preserve">Page </w:t>
    </w:r>
    <w:r>
      <w:rPr>
        <w:rStyle w:val="Pagenumber"/>
      </w:rPr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qFormat="1"/>
    <w:lsdException w:name="Signature" w:qFormat="1"/>
    <w:lsdException w:name="Default Paragraph Font" w:uiPriority="1"/>
    <w:lsdException w:name="Subtitle" w:uiPriority="11" w:qFormat="1"/>
    <w:lsdException w:name="Salutation" w:qFormat="1"/>
    <w:lsdException w:name="Date" w:qFormat="1"/>
    <w:lsdException w:name="Strong" w:uiPriority="22" w:qFormat="1"/>
    <w:lsdException w:name="Emphasis" w:uiPriority="20" w:qFormat="1"/>
    <w:lsdException w:name="Table Grid" w:uiPriority="59" w:semiHidden="0" w:unhideWhenUsed="0"/>
    <w:lsdException w:name="Placeholder Text" w:unhideWhenUsed="0"/>
    <w:lsdException w:name="No Spacing" w:uiPriority="1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24a0d"/>
    <w:pPr>
      <w:widowControl/>
      <w:bidi w:val="0"/>
      <w:spacing w:lineRule="auto" w:line="276" w:before="0" w:after="240"/>
      <w:jc w:val="left"/>
    </w:pPr>
    <w:rPr>
      <w:rFonts w:ascii="Times New Roman" w:hAnsi="Times New Roman" w:asciiTheme="minorHAnsi" w:hAnsiTheme="minorHAnsi" w:eastAsia="Times New Roman" w:cs="Times New Roman"/>
      <w:color w:val="auto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qFormat/>
    <w:rsid w:val="00e46837"/>
    <w:pPr>
      <w:keepNext/>
      <w:spacing w:before="240" w:after="60"/>
      <w:outlineLvl w:val="0"/>
    </w:pPr>
    <w:rPr>
      <w:rFonts w:ascii="Arial" w:hAnsi="Arial" w:cs="Arial" w:asciiTheme="majorHAnsi" w:hAnsiTheme="majorHAnsi"/>
      <w:b/>
      <w:bCs/>
      <w:sz w:val="32"/>
      <w:szCs w:val="32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b87be8"/>
    <w:rPr>
      <w:color w:val="808080"/>
    </w:rPr>
  </w:style>
  <w:style w:type="character" w:styleId="Pagenumber">
    <w:name w:val="page number"/>
    <w:basedOn w:val="DefaultParagraphFont"/>
    <w:qFormat/>
    <w:rsid w:val="000b7da8"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SendersAddress" w:customStyle="1">
    <w:name w:val="Sender's Address"/>
    <w:basedOn w:val="Normal"/>
    <w:qFormat/>
    <w:rsid w:val="00b87be8"/>
    <w:pPr>
      <w:spacing w:before="0" w:after="0"/>
      <w:ind w:left="4320" w:hanging="0"/>
    </w:pPr>
    <w:rPr/>
  </w:style>
  <w:style w:type="paragraph" w:styleId="Date">
    <w:name w:val="Date"/>
    <w:basedOn w:val="Normal"/>
    <w:next w:val="Normal"/>
    <w:qFormat/>
    <w:rsid w:val="00a2206c"/>
    <w:pPr>
      <w:spacing w:before="0" w:after="480"/>
      <w:ind w:left="4320" w:hanging="0"/>
    </w:pPr>
    <w:rPr/>
  </w:style>
  <w:style w:type="paragraph" w:styleId="RecipientAddress" w:customStyle="1">
    <w:name w:val="Recipient Address"/>
    <w:basedOn w:val="Normal"/>
    <w:qFormat/>
    <w:rsid w:val="00b87be8"/>
    <w:pPr>
      <w:spacing w:before="0" w:after="0"/>
    </w:pPr>
    <w:rPr/>
  </w:style>
  <w:style w:type="paragraph" w:styleId="ComplimentaryClose">
    <w:name w:val="Salutation"/>
    <w:basedOn w:val="Normal"/>
    <w:next w:val="Normal"/>
    <w:qFormat/>
    <w:rsid w:val="00a2206c"/>
    <w:pPr>
      <w:spacing w:before="480" w:after="240"/>
    </w:pPr>
    <w:rPr/>
  </w:style>
  <w:style w:type="paragraph" w:styleId="Closing">
    <w:name w:val="Closing"/>
    <w:basedOn w:val="Normal"/>
    <w:qFormat/>
    <w:rsid w:val="00a2206c"/>
    <w:pPr>
      <w:keepNext/>
      <w:spacing w:before="0" w:after="960"/>
      <w:ind w:left="4320" w:hanging="0"/>
    </w:pPr>
    <w:rPr/>
  </w:style>
  <w:style w:type="paragraph" w:styleId="Signature">
    <w:name w:val="Signature"/>
    <w:basedOn w:val="SendersAddress"/>
    <w:qFormat/>
    <w:rsid w:val="00e46837"/>
    <w:pPr/>
    <w:rPr/>
  </w:style>
  <w:style w:type="paragraph" w:styleId="REEnclosure" w:customStyle="1">
    <w:name w:val="RE:/Enclosure"/>
    <w:basedOn w:val="Normal"/>
    <w:qFormat/>
    <w:rsid w:val="00e46837"/>
    <w:pPr>
      <w:spacing w:before="240" w:after="240"/>
      <w:ind w:left="1440" w:hanging="1440"/>
    </w:pPr>
    <w:rPr/>
  </w:style>
  <w:style w:type="paragraph" w:styleId="BalloonText">
    <w:name w:val="Balloon Text"/>
    <w:basedOn w:val="Normal"/>
    <w:semiHidden/>
    <w:qFormat/>
    <w:rsid w:val="007834bf"/>
    <w:pPr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46837"/>
    <w:pPr>
      <w:spacing w:before="0" w:after="480"/>
      <w:contextualSpacing/>
    </w:pPr>
    <w:rPr/>
  </w:style>
  <w:style w:type="paragraph" w:styleId="Footer">
    <w:name w:val="Footer"/>
    <w:basedOn w:val="Normal"/>
    <w:semiHidden/>
    <w:unhideWhenUsed/>
    <w:rsid w:val="00cf13d7"/>
    <w:pPr>
      <w:tabs>
        <w:tab w:val="center" w:pos="4320" w:leader="none"/>
        <w:tab w:val="right" w:pos="864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glossaryDocument" Target="glossary/document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2F0B8726664F2EAA35B3426CB23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1551C-A339-48D1-9092-3602E70EC5E3}"/>
      </w:docPartPr>
      <w:docPartBody>
        <w:p w:rsidR="00000000" w:rsidRDefault="001F5083">
          <w:pPr>
            <w:pStyle w:val="592F0B8726664F2EAA35B3426CB2398A"/>
          </w:pPr>
          <w:r>
            <w:t>[Your Name]</w:t>
          </w:r>
        </w:p>
      </w:docPartBody>
    </w:docPart>
    <w:docPart>
      <w:docPartPr>
        <w:name w:val="D56E7FE540964C03B2459CE3AB4B2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2AABD1-0AB6-4109-B996-F77634DE8E2B}"/>
      </w:docPartPr>
      <w:docPartBody>
        <w:p w:rsidR="00000000" w:rsidRDefault="001F5083">
          <w:pPr>
            <w:pStyle w:val="D56E7FE540964C03B2459CE3AB4B29BC"/>
          </w:pPr>
          <w:r>
            <w:t>[Date]</w:t>
          </w:r>
        </w:p>
      </w:docPartBody>
    </w:docPart>
    <w:docPart>
      <w:docPartPr>
        <w:name w:val="C7EB6CF419754D7CAE44F99330EEFB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4CD6B-1350-4219-855F-5BBF5E12AAA7}"/>
      </w:docPartPr>
      <w:docPartBody>
        <w:p w:rsidR="00000000" w:rsidRDefault="001F5083">
          <w:pPr>
            <w:pStyle w:val="C7EB6CF419754D7CAE44F99330EEFB9D"/>
          </w:pPr>
          <w:r w:rsidRPr="00D24A0D">
            <w:t>[Merchant Name]</w:t>
          </w:r>
        </w:p>
      </w:docPartBody>
    </w:docPart>
    <w:docPart>
      <w:docPartPr>
        <w:name w:val="6444A784AFB8464BBDB21D7FC7DB21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EB9D7-073E-4853-9E27-589DC909CFA0}"/>
      </w:docPartPr>
      <w:docPartBody>
        <w:p w:rsidR="00000000" w:rsidRDefault="001F5083">
          <w:pPr>
            <w:pStyle w:val="6444A784AFB8464BBDB21D7FC7DB217B"/>
          </w:pPr>
          <w:r w:rsidRPr="00D24A0D">
            <w:rPr>
              <w:rStyle w:val="PlaceholderText"/>
            </w:rPr>
            <w:t>[click to select a date]</w:t>
          </w:r>
        </w:p>
      </w:docPartBody>
    </w:docPart>
    <w:docPart>
      <w:docPartPr>
        <w:name w:val="5EE47F0CEDD34C75AF7FCB63BBF94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8BF63-3A64-463C-9905-48C553137BEC}"/>
      </w:docPartPr>
      <w:docPartBody>
        <w:p w:rsidR="00000000" w:rsidRDefault="001F5083">
          <w:pPr>
            <w:pStyle w:val="5EE47F0CEDD34C75AF7FCB63BBF94C59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83"/>
    <w:rsid w:val="001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92F0B8726664F2EAA35B3426CB2398A">
    <w:name w:val="592F0B8726664F2EAA35B3426CB2398A"/>
  </w:style>
  <w:style w:type="paragraph" w:customStyle="1" w:styleId="27D30CF922224768A0F8ADC622CAF91B">
    <w:name w:val="27D30CF922224768A0F8ADC622CAF91B"/>
  </w:style>
  <w:style w:type="paragraph" w:customStyle="1" w:styleId="3B470E5A68894FC9BC8F87595FCFBFEE">
    <w:name w:val="3B470E5A68894FC9BC8F87595FCFBFEE"/>
  </w:style>
  <w:style w:type="paragraph" w:customStyle="1" w:styleId="D56E7FE540964C03B2459CE3AB4B29BC">
    <w:name w:val="D56E7FE540964C03B2459CE3AB4B29BC"/>
  </w:style>
  <w:style w:type="paragraph" w:customStyle="1" w:styleId="31A4C791901648489B67570921D9016E">
    <w:name w:val="31A4C791901648489B67570921D9016E"/>
  </w:style>
  <w:style w:type="paragraph" w:customStyle="1" w:styleId="1D890BD4C36040D0AF7B083ACA8CFD38">
    <w:name w:val="1D890BD4C36040D0AF7B083ACA8CFD38"/>
  </w:style>
  <w:style w:type="paragraph" w:customStyle="1" w:styleId="62567E4A7A3A494EB716A753D5368737">
    <w:name w:val="62567E4A7A3A494EB716A753D5368737"/>
  </w:style>
  <w:style w:type="paragraph" w:customStyle="1" w:styleId="E026CDC365344320A416B8C41A9361CA">
    <w:name w:val="E026CDC365344320A416B8C41A9361CA"/>
  </w:style>
  <w:style w:type="paragraph" w:customStyle="1" w:styleId="C588A7C939394999A7F2E0B84AE14CF2">
    <w:name w:val="C588A7C939394999A7F2E0B84AE14CF2"/>
  </w:style>
  <w:style w:type="paragraph" w:customStyle="1" w:styleId="B40B2DDEB80D4ECEBF9FCEFB922C7A3A">
    <w:name w:val="B40B2DDEB80D4ECEBF9FCEFB922C7A3A"/>
  </w:style>
  <w:style w:type="paragraph" w:customStyle="1" w:styleId="1ED00CDF9F804C149FF1C4DF56365459">
    <w:name w:val="1ED00CDF9F804C149FF1C4DF5636545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9EFD137224347669EE86C2789B967A6">
    <w:name w:val="09EFD137224347669EE86C2789B967A6"/>
  </w:style>
  <w:style w:type="paragraph" w:customStyle="1" w:styleId="B96CCC1368614940BD820563071AA7B8">
    <w:name w:val="B96CCC1368614940BD820563071AA7B8"/>
  </w:style>
  <w:style w:type="paragraph" w:customStyle="1" w:styleId="3EB04F04A4C04921A176572D29CEE27E">
    <w:name w:val="3EB04F04A4C04921A176572D29CEE27E"/>
  </w:style>
  <w:style w:type="paragraph" w:customStyle="1" w:styleId="5F3BF441672D40A5850DA87A9A777863">
    <w:name w:val="5F3BF441672D40A5850DA87A9A777863"/>
  </w:style>
  <w:style w:type="paragraph" w:customStyle="1" w:styleId="762A914AA7A44510984E01990B440F44">
    <w:name w:val="762A914AA7A44510984E01990B440F44"/>
  </w:style>
  <w:style w:type="paragraph" w:customStyle="1" w:styleId="AC3E08B1BB414A10A223F41FF4ED5984">
    <w:name w:val="AC3E08B1BB414A10A223F41FF4ED5984"/>
  </w:style>
  <w:style w:type="paragraph" w:customStyle="1" w:styleId="52E02332F9484A028356A9F871182173">
    <w:name w:val="52E02332F9484A028356A9F871182173"/>
  </w:style>
  <w:style w:type="paragraph" w:customStyle="1" w:styleId="C7EB6CF419754D7CAE44F99330EEFB9D">
    <w:name w:val="C7EB6CF419754D7CAE44F99330EEFB9D"/>
  </w:style>
  <w:style w:type="paragraph" w:customStyle="1" w:styleId="6444A784AFB8464BBDB21D7FC7DB217B">
    <w:name w:val="6444A784AFB8464BBDB21D7FC7DB217B"/>
  </w:style>
  <w:style w:type="paragraph" w:customStyle="1" w:styleId="94178FC2290B4138AE99D65BEE796149">
    <w:name w:val="94178FC2290B4138AE99D65BEE796149"/>
  </w:style>
  <w:style w:type="paragraph" w:customStyle="1" w:styleId="00440542DF8E4ABCA225C0416DF0BA47">
    <w:name w:val="00440542DF8E4ABCA225C0416DF0BA47"/>
  </w:style>
  <w:style w:type="paragraph" w:customStyle="1" w:styleId="41BEDAEED1554C0784DC55FE70ED9C23">
    <w:name w:val="41BEDAEED1554C0784DC55FE70ED9C23"/>
  </w:style>
  <w:style w:type="paragraph" w:customStyle="1" w:styleId="66C926AD516A4CD0A15DF2FD0F97AB16">
    <w:name w:val="66C926AD516A4CD0A15DF2FD0F97AB16"/>
  </w:style>
  <w:style w:type="paragraph" w:customStyle="1" w:styleId="06ADDCDB58D94CF7AE5ADCB1AFCB2A75">
    <w:name w:val="06ADDCDB58D94CF7AE5ADCB1AFCB2A75"/>
  </w:style>
  <w:style w:type="paragraph" w:customStyle="1" w:styleId="5EE47F0CEDD34C75AF7FCB63BBF94C59">
    <w:name w:val="5EE47F0CEDD34C75AF7FCB63BBF94C59"/>
  </w:style>
  <w:style w:type="paragraph" w:customStyle="1" w:styleId="EAE075C415E540B39BFA455CD631AB78">
    <w:name w:val="EAE075C415E540B39BFA455CD631AB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/>
  <Abstract/>
  <CompanyAddress>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09F858D-7AD2-4FD5-8F3F-FD1E8B5F0E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Dispute of charge to credit card company</Template>
  <TotalTime>91</TotalTime>
  <Application>LibreOffice/5.1.6.2$Linux_X86_64 LibreOffice_project/10m0$Build-2</Application>
  <Pages>1</Pages>
  <Words>105</Words>
  <Characters>618</Characters>
  <CharactersWithSpaces>714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2017-10-28T14:23:00Z</dcterms:created>
  <dc:creator>Zack</dc:creator>
  <dc:description/>
  <dc:language>en-CA</dc:language>
  <cp:lastModifiedBy/>
  <cp:lastPrinted>2017-10-28T14:36:00Z</cp:lastPrinted>
  <dcterms:modified xsi:type="dcterms:W3CDTF">2017-11-27T22:36:07Z</dcterms:modified>
  <cp:revision>3</cp:revision>
  <dc:subject>Zachary Livingston</dc:subject>
  <dc:title>Dispute of charge to credit card company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_TemplateID">
    <vt:lpwstr>TC060784441033</vt:lpwstr>
  </property>
  <property fmtid="{D5CDD505-2E9C-101B-9397-08002B2CF9AE}" pid="9" name="category">
    <vt:lpwstr>10/28/2017</vt:lpwstr>
  </property>
</Properties>
</file>