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23" w:rsidRDefault="009909C7">
      <w:pPr>
        <w:spacing w:line="360" w:lineRule="auto"/>
        <w:jc w:val="right"/>
      </w:pPr>
      <w:r>
        <w:rPr>
          <w:noProof/>
        </w:rPr>
        <w:drawing>
          <wp:inline distT="0" distB="0" distL="0" distR="0">
            <wp:extent cx="1727200" cy="406400"/>
            <wp:effectExtent l="0" t="0" r="0" b="0"/>
            <wp:docPr id="1" name="Picture 1" descr="Silver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lverm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A23" w:rsidRDefault="009909C7">
      <w:pPr>
        <w:ind w:left="6930"/>
        <w:rPr>
          <w:rFonts w:ascii="Helvetica" w:hAnsi="Helvetica"/>
          <w:spacing w:val="-2"/>
          <w:kern w:val="16"/>
          <w:sz w:val="18"/>
        </w:rPr>
      </w:pPr>
      <w:r>
        <w:rPr>
          <w:rFonts w:ascii="Helvetica" w:hAnsi="Helvetica"/>
          <w:spacing w:val="-2"/>
          <w:kern w:val="16"/>
          <w:sz w:val="18"/>
        </w:rPr>
        <w:t>18 Twin Ponds Drive</w:t>
      </w:r>
    </w:p>
    <w:p w:rsidR="00AA5A23" w:rsidRDefault="009909C7">
      <w:pPr>
        <w:ind w:left="6930"/>
        <w:rPr>
          <w:rFonts w:ascii="Helvetica" w:hAnsi="Helvetica"/>
          <w:spacing w:val="-2"/>
          <w:kern w:val="16"/>
          <w:sz w:val="18"/>
        </w:rPr>
      </w:pPr>
      <w:r>
        <w:rPr>
          <w:rFonts w:ascii="Helvetica" w:hAnsi="Helvetica"/>
          <w:spacing w:val="-2"/>
          <w:kern w:val="16"/>
          <w:sz w:val="18"/>
        </w:rPr>
        <w:t>Bedford Hills, NY  10507</w:t>
      </w:r>
    </w:p>
    <w:p w:rsidR="00AA5A23" w:rsidRDefault="009909C7" w:rsidP="009909C7">
      <w:pPr>
        <w:ind w:left="6930"/>
        <w:rPr>
          <w:rFonts w:ascii="Helvetica" w:hAnsi="Helvetica"/>
          <w:spacing w:val="-2"/>
          <w:kern w:val="16"/>
          <w:sz w:val="18"/>
        </w:rPr>
      </w:pPr>
      <w:r>
        <w:rPr>
          <w:rFonts w:ascii="Helvetica" w:hAnsi="Helvetica"/>
          <w:spacing w:val="-2"/>
          <w:kern w:val="16"/>
          <w:sz w:val="18"/>
        </w:rPr>
        <w:t>Tel   (914) 282-3989</w:t>
      </w:r>
    </w:p>
    <w:p w:rsidR="00AA5A23" w:rsidRDefault="009909C7">
      <w:pPr>
        <w:ind w:left="6930"/>
        <w:rPr>
          <w:spacing w:val="-2"/>
        </w:rPr>
      </w:pPr>
      <w:r>
        <w:rPr>
          <w:rFonts w:ascii="Helvetica" w:hAnsi="Helvetica"/>
          <w:spacing w:val="-2"/>
          <w:kern w:val="16"/>
          <w:sz w:val="18"/>
        </w:rPr>
        <w:t>E-mail fs@silcomm.net</w:t>
      </w:r>
    </w:p>
    <w:p w:rsidR="00AA5A23" w:rsidRDefault="00AA5A23"/>
    <w:p w:rsidR="00AA5A23" w:rsidRDefault="00AA5A23"/>
    <w:p w:rsidR="00AA5A23" w:rsidRDefault="00AA5A23"/>
    <w:p w:rsidR="00AA5A23" w:rsidRDefault="00AA5A23"/>
    <w:p w:rsidR="00AA5A23" w:rsidRDefault="00B81862">
      <w:r>
        <w:t>To Whom It May Concern:</w:t>
      </w:r>
    </w:p>
    <w:p w:rsidR="00B81862" w:rsidRDefault="00B81862"/>
    <w:p w:rsidR="00B81862" w:rsidRDefault="00B81862">
      <w:r>
        <w:t xml:space="preserve">I am writing to ask that you maintain the current Net Neutrality regulations in place.  The web is a vital and important part of a democratic society.  </w:t>
      </w:r>
      <w:bookmarkStart w:id="0" w:name="_GoBack"/>
      <w:bookmarkEnd w:id="0"/>
      <w:r>
        <w:t>The very essence of our democracy depends this.</w:t>
      </w:r>
    </w:p>
    <w:p w:rsidR="00B81862" w:rsidRDefault="00B81862"/>
    <w:p w:rsidR="00B81862" w:rsidRDefault="00B81862"/>
    <w:p w:rsidR="00B81862" w:rsidRDefault="00B81862"/>
    <w:p w:rsidR="00B81862" w:rsidRDefault="00B81862">
      <w:r>
        <w:t>Fred Silverman</w:t>
      </w:r>
    </w:p>
    <w:sectPr w:rsidR="00B81862">
      <w:pgSz w:w="12240" w:h="15840"/>
      <w:pgMar w:top="1728" w:right="1296" w:bottom="1440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62"/>
    <w:rsid w:val="009909C7"/>
    <w:rsid w:val="00AA5A23"/>
    <w:rsid w:val="00B8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8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8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8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8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s:Library:Application%20Support:Microsoft:Office:User%20Templates:My%20Templates:Silverman%20Communication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Silverman Communications Letterhead.dotx</Template>
  <TotalTime>1</TotalTime>
  <Pages>1</Pages>
  <Words>50</Words>
  <Characters>287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336</CharactersWithSpaces>
  <SharedDoc>false</SharedDoc>
  <HLinks>
    <vt:vector size="6" baseType="variant">
      <vt:variant>
        <vt:i4>7929868</vt:i4>
      </vt:variant>
      <vt:variant>
        <vt:i4>1536</vt:i4>
      </vt:variant>
      <vt:variant>
        <vt:i4>1025</vt:i4>
      </vt:variant>
      <vt:variant>
        <vt:i4>1</vt:i4>
      </vt:variant>
      <vt:variant>
        <vt:lpwstr>Silverman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Fred Silverman</dc:creator>
  <cp:keywords/>
  <cp:lastModifiedBy>Fred Silverman</cp:lastModifiedBy>
  <cp:revision>1</cp:revision>
  <cp:lastPrinted>2002-11-08T21:33:00Z</cp:lastPrinted>
  <dcterms:created xsi:type="dcterms:W3CDTF">2017-11-29T21:45:00Z</dcterms:created>
  <dcterms:modified xsi:type="dcterms:W3CDTF">2017-11-29T21:48:00Z</dcterms:modified>
</cp:coreProperties>
</file>