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A7" w:rsidRDefault="00CC52A7">
      <w:pPr>
        <w:widowControl w:val="0"/>
      </w:pPr>
      <w:r>
        <w:fldChar w:fldCharType="begin"/>
      </w:r>
      <w:r>
        <w:instrText xml:space="preserve"> SEQ CHAPTER \h \r 1</w:instrText>
      </w:r>
      <w:r>
        <w:fldChar w:fldCharType="end"/>
      </w:r>
      <w:r>
        <w:t xml:space="preserve">Please protect Net Neutrality. Abolishing it moves us one step further from democracy, toward a fascist corporate oligarchy. </w:t>
      </w:r>
    </w:p>
    <w:sectPr w:rsidR="00CC52A7" w:rsidSect="00CC52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0"/>
  <w:bordersDoNotSurroundHeader/>
  <w:bordersDoNotSurroundFooter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2A7"/>
    <w:rsid w:val="00CC5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2015-01-28T18:30:00Z</dcterms:created>
  <dcterms:modified xsi:type="dcterms:W3CDTF">2015-01-28T18:30:00Z</dcterms:modified>
</cp:coreProperties>
</file>