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336" w:rsidRDefault="00157938" w:rsidP="00E231D1">
      <w:r>
        <w:t>December 11, 2018</w:t>
      </w:r>
    </w:p>
    <w:p w:rsidR="00157938" w:rsidRDefault="00157938" w:rsidP="00E231D1"/>
    <w:p w:rsidR="00157938" w:rsidRDefault="00157938" w:rsidP="00E231D1">
      <w:r>
        <w:t>Federal Communications Commission</w:t>
      </w:r>
    </w:p>
    <w:p w:rsidR="00157938" w:rsidRDefault="00157938" w:rsidP="00E231D1"/>
    <w:p w:rsidR="00157938" w:rsidRDefault="00157938" w:rsidP="00E231D1">
      <w:r>
        <w:t>Dear Sir/ Madam</w:t>
      </w:r>
    </w:p>
    <w:p w:rsidR="00157938" w:rsidRDefault="00157938" w:rsidP="00E231D1"/>
    <w:p w:rsidR="00157938" w:rsidRDefault="00157938" w:rsidP="00E231D1">
      <w:r>
        <w:tab/>
        <w:t>This letter is in regards to proceeding 05-311 regarding the f</w:t>
      </w:r>
      <w:r w:rsidR="00335AFC">
        <w:t>unding of local cable access television stations.  As the Fire C</w:t>
      </w:r>
      <w:r>
        <w:t>hief for a co</w:t>
      </w:r>
      <w:r w:rsidR="00335AFC">
        <w:t>mmunity of 25,000 I have found o</w:t>
      </w:r>
      <w:r>
        <w:t>ur local access station, WCAT, to be a great community partner.   WCAT provides important service to Wakefield, including the live televising of our open Town Meetings, Town Council meeting and other pertinent committee and board meetings in town.  This coverage is essential to keep our citizens informed regarding their town government.  Many citizens may be housebound and as such not capable of attending these meetings i</w:t>
      </w:r>
      <w:r w:rsidR="00335AFC">
        <w:t>n person.  WCAT provides a vital</w:t>
      </w:r>
      <w:r>
        <w:t xml:space="preserve"> role in allowing these citizens</w:t>
      </w:r>
      <w:r w:rsidR="00335AFC">
        <w:t xml:space="preserve"> input into the daily governmental decision making process of Wakefield.</w:t>
      </w:r>
    </w:p>
    <w:p w:rsidR="00335AFC" w:rsidRDefault="00335AFC" w:rsidP="00E231D1"/>
    <w:p w:rsidR="00335AFC" w:rsidRDefault="00335AFC" w:rsidP="00E231D1">
      <w:r>
        <w:tab/>
        <w:t>WCAT also does a fantastic job of covering civic events such as the Memorial Day and Veteran’s Day ceremonies as well as our annual Fourth of July parade in Wakefield.  These events can be viewed by members of the audience who are disabled and not able to attend them in person.  There are ma</w:t>
      </w:r>
      <w:r w:rsidR="009925FC">
        <w:t>ny historical, political, and in</w:t>
      </w:r>
      <w:r>
        <w:t xml:space="preserve">formational programs offered </w:t>
      </w:r>
      <w:r w:rsidR="009925FC">
        <w:t>by WCAT that promote the many positive destinations in Wakefield as well as numero</w:t>
      </w:r>
      <w:r w:rsidR="00823830">
        <w:t>us forums to discuss issues important to Wakefield’s citizens.</w:t>
      </w:r>
    </w:p>
    <w:p w:rsidR="00823830" w:rsidRDefault="00823830" w:rsidP="00E231D1"/>
    <w:p w:rsidR="00823830" w:rsidRDefault="00823830" w:rsidP="00E231D1">
      <w:r>
        <w:tab/>
        <w:t xml:space="preserve">I am strongly opposed to any measure or regulation that would cut public funding to local access stations such as WCAT.  Please contact me at (781) 246-6435 or via email at </w:t>
      </w:r>
      <w:hyperlink r:id="rId6" w:history="1">
        <w:r w:rsidRPr="008A14DE">
          <w:rPr>
            <w:rStyle w:val="Hyperlink"/>
          </w:rPr>
          <w:t>msullivan@wakefield.ma.us</w:t>
        </w:r>
      </w:hyperlink>
      <w:r>
        <w:t xml:space="preserve"> with any questions regarding this matter.</w:t>
      </w:r>
    </w:p>
    <w:p w:rsidR="00823830" w:rsidRDefault="00823830" w:rsidP="00E231D1"/>
    <w:p w:rsidR="00823830" w:rsidRDefault="00823830" w:rsidP="00E231D1">
      <w:r>
        <w:tab/>
      </w:r>
      <w:r>
        <w:tab/>
      </w:r>
      <w:r>
        <w:tab/>
      </w:r>
      <w:r>
        <w:tab/>
      </w:r>
      <w:r>
        <w:tab/>
      </w:r>
      <w:r>
        <w:tab/>
      </w:r>
      <w:r>
        <w:tab/>
      </w:r>
      <w:r>
        <w:tab/>
        <w:t>Sincerely,</w:t>
      </w:r>
    </w:p>
    <w:p w:rsidR="00823830" w:rsidRDefault="00823830" w:rsidP="00E231D1"/>
    <w:p w:rsidR="00823830" w:rsidRDefault="00823830" w:rsidP="00E231D1"/>
    <w:p w:rsidR="00823830" w:rsidRDefault="00823830" w:rsidP="00E231D1"/>
    <w:p w:rsidR="00823830" w:rsidRDefault="00823830" w:rsidP="00E231D1">
      <w:r>
        <w:tab/>
      </w:r>
      <w:r>
        <w:tab/>
      </w:r>
      <w:r>
        <w:tab/>
      </w:r>
      <w:r>
        <w:tab/>
      </w:r>
      <w:r>
        <w:tab/>
      </w:r>
      <w:r>
        <w:tab/>
      </w:r>
      <w:r>
        <w:tab/>
      </w:r>
      <w:r>
        <w:tab/>
        <w:t>Chief Michael J. Sullivan</w:t>
      </w:r>
    </w:p>
    <w:p w:rsidR="00823830" w:rsidRDefault="00823830" w:rsidP="00E231D1">
      <w:r>
        <w:tab/>
      </w:r>
      <w:r>
        <w:tab/>
      </w:r>
      <w:r>
        <w:tab/>
      </w:r>
      <w:r>
        <w:tab/>
      </w:r>
      <w:r>
        <w:tab/>
      </w:r>
      <w:r>
        <w:tab/>
      </w:r>
      <w:r>
        <w:tab/>
      </w:r>
      <w:r>
        <w:tab/>
        <w:t>Wakefield F</w:t>
      </w:r>
      <w:bookmarkStart w:id="0" w:name="_GoBack"/>
      <w:bookmarkEnd w:id="0"/>
      <w:r>
        <w:t>ire Department</w:t>
      </w:r>
    </w:p>
    <w:p w:rsidR="00823830" w:rsidRDefault="00823830" w:rsidP="00E231D1"/>
    <w:p w:rsidR="00335AFC" w:rsidRDefault="00335AFC" w:rsidP="00E231D1"/>
    <w:p w:rsidR="00335AFC" w:rsidRDefault="00335AFC" w:rsidP="00E231D1">
      <w:r>
        <w:tab/>
      </w:r>
    </w:p>
    <w:p w:rsidR="00C05C20" w:rsidRDefault="00C05C20" w:rsidP="00E231D1"/>
    <w:p w:rsidR="00C05C20" w:rsidRDefault="00C05C20" w:rsidP="00E231D1"/>
    <w:p w:rsidR="00C05C20" w:rsidRPr="00C05C20" w:rsidRDefault="00C05C20" w:rsidP="00E231D1">
      <w:pPr>
        <w:rPr>
          <w:sz w:val="32"/>
          <w:szCs w:val="32"/>
        </w:rPr>
      </w:pPr>
    </w:p>
    <w:p w:rsidR="00C05C20" w:rsidRDefault="00C05C20" w:rsidP="00E231D1"/>
    <w:p w:rsidR="00C05C20" w:rsidRDefault="00C05C20" w:rsidP="00E231D1"/>
    <w:p w:rsidR="00C05C20" w:rsidRDefault="00C05C20" w:rsidP="00E231D1"/>
    <w:sectPr w:rsidR="00C05C20" w:rsidSect="003157C1">
      <w:headerReference w:type="first" r:id="rId7"/>
      <w:pgSz w:w="12240" w:h="15840"/>
      <w:pgMar w:top="533" w:right="1152" w:bottom="245" w:left="1152" w:header="36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499" w:rsidRDefault="00506499">
      <w:r>
        <w:separator/>
      </w:r>
    </w:p>
  </w:endnote>
  <w:endnote w:type="continuationSeparator" w:id="0">
    <w:p w:rsidR="00506499" w:rsidRDefault="00506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499" w:rsidRDefault="00506499">
      <w:r>
        <w:separator/>
      </w:r>
    </w:p>
  </w:footnote>
  <w:footnote w:type="continuationSeparator" w:id="0">
    <w:p w:rsidR="00506499" w:rsidRDefault="00506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2408"/>
      <w:gridCol w:w="5147"/>
      <w:gridCol w:w="2381"/>
    </w:tblGrid>
    <w:tr w:rsidR="003157C1">
      <w:tc>
        <w:tcPr>
          <w:tcW w:w="2448" w:type="dxa"/>
          <w:vAlign w:val="center"/>
        </w:tcPr>
        <w:p w:rsidR="003157C1" w:rsidRDefault="00615DCD" w:rsidP="00F17207">
          <w:pPr>
            <w:pStyle w:val="Header"/>
            <w:jc w:val="center"/>
          </w:pPr>
          <w:r>
            <w:rPr>
              <w:noProof/>
            </w:rPr>
            <w:drawing>
              <wp:inline distT="0" distB="0" distL="0" distR="0">
                <wp:extent cx="981075" cy="904875"/>
                <wp:effectExtent l="0" t="0" r="0" b="0"/>
                <wp:docPr id="1" name="Picture 1" descr="wakefiel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kefield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904875"/>
                        </a:xfrm>
                        <a:prstGeom prst="rect">
                          <a:avLst/>
                        </a:prstGeom>
                        <a:noFill/>
                        <a:ln>
                          <a:noFill/>
                        </a:ln>
                      </pic:spPr>
                    </pic:pic>
                  </a:graphicData>
                </a:graphic>
              </wp:inline>
            </w:drawing>
          </w:r>
        </w:p>
      </w:tc>
      <w:tc>
        <w:tcPr>
          <w:tcW w:w="5328" w:type="dxa"/>
        </w:tcPr>
        <w:p w:rsidR="003157C1" w:rsidRDefault="003157C1" w:rsidP="00F17207">
          <w:pPr>
            <w:pStyle w:val="Header"/>
            <w:spacing w:line="360" w:lineRule="exact"/>
            <w:jc w:val="center"/>
            <w:rPr>
              <w:b/>
              <w:bCs/>
              <w:sz w:val="32"/>
            </w:rPr>
          </w:pPr>
          <w:r>
            <w:rPr>
              <w:b/>
              <w:bCs/>
              <w:sz w:val="32"/>
            </w:rPr>
            <w:t xml:space="preserve">TOWN OF </w:t>
          </w:r>
          <w:smartTag w:uri="urn:schemas-microsoft-com:office:smarttags" w:element="place">
            <w:smartTag w:uri="urn:schemas-microsoft-com:office:smarttags" w:element="City">
              <w:r>
                <w:rPr>
                  <w:b/>
                  <w:bCs/>
                  <w:sz w:val="32"/>
                </w:rPr>
                <w:t>WAKEFIELD</w:t>
              </w:r>
            </w:smartTag>
          </w:smartTag>
        </w:p>
        <w:p w:rsidR="003157C1" w:rsidRDefault="003157C1" w:rsidP="00F17207">
          <w:pPr>
            <w:pStyle w:val="Header"/>
            <w:spacing w:line="360" w:lineRule="exact"/>
            <w:jc w:val="center"/>
            <w:rPr>
              <w:sz w:val="20"/>
            </w:rPr>
          </w:pPr>
          <w:smartTag w:uri="urn:schemas-microsoft-com:office:smarttags" w:element="place">
            <w:smartTag w:uri="urn:schemas-microsoft-com:office:smarttags" w:element="State">
              <w:r>
                <w:rPr>
                  <w:sz w:val="20"/>
                </w:rPr>
                <w:t>MASSACHUSETTS</w:t>
              </w:r>
            </w:smartTag>
          </w:smartTag>
        </w:p>
        <w:p w:rsidR="003157C1" w:rsidRDefault="003157C1" w:rsidP="00F17207">
          <w:pPr>
            <w:pStyle w:val="Header"/>
            <w:spacing w:line="360" w:lineRule="exact"/>
            <w:jc w:val="center"/>
          </w:pPr>
          <w:r>
            <w:t>FIRE DEPARTMENT HEADQUARTERS</w:t>
          </w:r>
        </w:p>
        <w:p w:rsidR="003157C1" w:rsidRDefault="003157C1" w:rsidP="00F17207">
          <w:pPr>
            <w:pStyle w:val="Header"/>
            <w:jc w:val="center"/>
            <w:rPr>
              <w:sz w:val="12"/>
            </w:rPr>
          </w:pPr>
        </w:p>
        <w:p w:rsidR="003157C1" w:rsidRDefault="003157C1" w:rsidP="00F17207">
          <w:pPr>
            <w:pStyle w:val="Header"/>
            <w:jc w:val="center"/>
            <w:rPr>
              <w:sz w:val="20"/>
            </w:rPr>
          </w:pPr>
          <w:smartTag w:uri="urn:schemas-microsoft-com:office:smarttags" w:element="Street">
            <w:smartTag w:uri="urn:schemas-microsoft-com:office:smarttags" w:element="address">
              <w:r>
                <w:rPr>
                  <w:sz w:val="20"/>
                </w:rPr>
                <w:t>ONE UNION STREET</w:t>
              </w:r>
            </w:smartTag>
          </w:smartTag>
        </w:p>
        <w:p w:rsidR="003157C1" w:rsidRDefault="003157C1" w:rsidP="00F17207">
          <w:pPr>
            <w:pStyle w:val="Header"/>
            <w:jc w:val="center"/>
          </w:pPr>
          <w:smartTag w:uri="urn:schemas-microsoft-com:office:smarttags" w:element="place">
            <w:smartTag w:uri="urn:schemas-microsoft-com:office:smarttags" w:element="City">
              <w:r>
                <w:rPr>
                  <w:sz w:val="20"/>
                </w:rPr>
                <w:t>WAKEFIELD</w:t>
              </w:r>
            </w:smartTag>
            <w:r>
              <w:rPr>
                <w:sz w:val="20"/>
              </w:rPr>
              <w:t xml:space="preserve">, </w:t>
            </w:r>
            <w:smartTag w:uri="urn:schemas-microsoft-com:office:smarttags" w:element="State">
              <w:r>
                <w:rPr>
                  <w:sz w:val="20"/>
                </w:rPr>
                <w:t>MA</w:t>
              </w:r>
            </w:smartTag>
            <w:r>
              <w:rPr>
                <w:sz w:val="20"/>
              </w:rPr>
              <w:t xml:space="preserve">  </w:t>
            </w:r>
            <w:smartTag w:uri="urn:schemas-microsoft-com:office:smarttags" w:element="PostalCode">
              <w:r>
                <w:rPr>
                  <w:sz w:val="20"/>
                </w:rPr>
                <w:t>01880</w:t>
              </w:r>
            </w:smartTag>
          </w:smartTag>
          <w:r>
            <w:rPr>
              <w:sz w:val="20"/>
            </w:rPr>
            <w:t>-2495</w:t>
          </w:r>
        </w:p>
      </w:tc>
      <w:tc>
        <w:tcPr>
          <w:tcW w:w="2448" w:type="dxa"/>
        </w:tcPr>
        <w:p w:rsidR="003157C1" w:rsidRDefault="003157C1" w:rsidP="00F17207">
          <w:pPr>
            <w:pStyle w:val="Header"/>
          </w:pPr>
        </w:p>
      </w:tc>
    </w:tr>
    <w:tr w:rsidR="003157C1">
      <w:tc>
        <w:tcPr>
          <w:tcW w:w="2448" w:type="dxa"/>
          <w:vAlign w:val="bottom"/>
        </w:tcPr>
        <w:p w:rsidR="003157C1" w:rsidRDefault="003157C1" w:rsidP="00F17207">
          <w:pPr>
            <w:pStyle w:val="Header"/>
            <w:spacing w:line="480" w:lineRule="auto"/>
            <w:jc w:val="center"/>
            <w:rPr>
              <w:b/>
              <w:bCs/>
              <w:sz w:val="18"/>
            </w:rPr>
          </w:pPr>
          <w:r>
            <w:rPr>
              <w:b/>
              <w:bCs/>
              <w:sz w:val="18"/>
            </w:rPr>
            <w:t>MICHAEL J. SULLIVAN</w:t>
          </w:r>
        </w:p>
        <w:p w:rsidR="003157C1" w:rsidRDefault="003157C1" w:rsidP="00F17207">
          <w:pPr>
            <w:pStyle w:val="Header"/>
            <w:spacing w:line="480" w:lineRule="auto"/>
            <w:jc w:val="center"/>
            <w:rPr>
              <w:b/>
              <w:bCs/>
              <w:sz w:val="18"/>
            </w:rPr>
          </w:pPr>
          <w:r>
            <w:rPr>
              <w:b/>
              <w:bCs/>
              <w:sz w:val="18"/>
            </w:rPr>
            <w:t xml:space="preserve"> FIRE CHIEF</w:t>
          </w:r>
        </w:p>
        <w:p w:rsidR="003157C1" w:rsidRDefault="003157C1" w:rsidP="00F17207">
          <w:pPr>
            <w:pStyle w:val="Header"/>
            <w:jc w:val="center"/>
          </w:pPr>
          <w:r>
            <w:rPr>
              <w:b/>
              <w:bCs/>
              <w:sz w:val="18"/>
            </w:rPr>
            <w:t>(781) 246-6435</w:t>
          </w:r>
        </w:p>
      </w:tc>
      <w:tc>
        <w:tcPr>
          <w:tcW w:w="5328" w:type="dxa"/>
          <w:vAlign w:val="bottom"/>
        </w:tcPr>
        <w:p w:rsidR="003157C1" w:rsidRDefault="003157C1" w:rsidP="00F17207">
          <w:pPr>
            <w:pStyle w:val="Header"/>
            <w:jc w:val="center"/>
            <w:rPr>
              <w:sz w:val="16"/>
            </w:rPr>
          </w:pPr>
          <w:r>
            <w:rPr>
              <w:sz w:val="16"/>
            </w:rPr>
            <w:t>FAX: (781) 246-6433</w:t>
          </w:r>
        </w:p>
        <w:p w:rsidR="003157C1" w:rsidRDefault="003157C1" w:rsidP="00F17207">
          <w:pPr>
            <w:pStyle w:val="Header"/>
            <w:jc w:val="center"/>
            <w:rPr>
              <w:sz w:val="16"/>
            </w:rPr>
          </w:pPr>
          <w:r>
            <w:rPr>
              <w:sz w:val="16"/>
            </w:rPr>
            <w:t>BUSINESS PHONE: (781) 246-6432</w:t>
          </w:r>
        </w:p>
        <w:p w:rsidR="003157C1" w:rsidRDefault="003157C1" w:rsidP="00F17207">
          <w:pPr>
            <w:pStyle w:val="Header"/>
            <w:jc w:val="center"/>
            <w:rPr>
              <w:sz w:val="16"/>
            </w:rPr>
          </w:pPr>
          <w:r>
            <w:rPr>
              <w:sz w:val="16"/>
            </w:rPr>
            <w:t>EMAIL – msullivan@wakefield.ma.us</w:t>
          </w:r>
        </w:p>
      </w:tc>
      <w:tc>
        <w:tcPr>
          <w:tcW w:w="2448" w:type="dxa"/>
          <w:vAlign w:val="bottom"/>
        </w:tcPr>
        <w:p w:rsidR="003157C1" w:rsidRPr="004C15D9" w:rsidRDefault="003157C1" w:rsidP="00F17207">
          <w:pPr>
            <w:pStyle w:val="Header"/>
            <w:rPr>
              <w:b/>
              <w:sz w:val="16"/>
            </w:rPr>
          </w:pPr>
          <w:r w:rsidRPr="004C15D9">
            <w:rPr>
              <w:b/>
              <w:sz w:val="16"/>
            </w:rPr>
            <w:t xml:space="preserve">           FIRE PREVENTION</w:t>
          </w:r>
        </w:p>
        <w:p w:rsidR="003157C1" w:rsidRPr="004C15D9" w:rsidRDefault="003157C1" w:rsidP="00F17207">
          <w:pPr>
            <w:pStyle w:val="Header"/>
            <w:jc w:val="center"/>
            <w:rPr>
              <w:b/>
              <w:sz w:val="16"/>
            </w:rPr>
          </w:pPr>
        </w:p>
        <w:p w:rsidR="003157C1" w:rsidRDefault="003157C1" w:rsidP="00F17207">
          <w:pPr>
            <w:pStyle w:val="Header"/>
            <w:jc w:val="center"/>
            <w:rPr>
              <w:sz w:val="16"/>
            </w:rPr>
          </w:pPr>
          <w:r>
            <w:rPr>
              <w:b/>
              <w:sz w:val="16"/>
            </w:rPr>
            <w:t>(781) 246-6435</w:t>
          </w:r>
        </w:p>
      </w:tc>
    </w:tr>
  </w:tbl>
  <w:p w:rsidR="003157C1" w:rsidRDefault="003157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7"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8E"/>
    <w:rsid w:val="00005344"/>
    <w:rsid w:val="0000659B"/>
    <w:rsid w:val="00030F0A"/>
    <w:rsid w:val="0003351D"/>
    <w:rsid w:val="00034E24"/>
    <w:rsid w:val="0003520B"/>
    <w:rsid w:val="0003653A"/>
    <w:rsid w:val="00036DC0"/>
    <w:rsid w:val="0003755F"/>
    <w:rsid w:val="0004003D"/>
    <w:rsid w:val="000464AC"/>
    <w:rsid w:val="00051088"/>
    <w:rsid w:val="000564B5"/>
    <w:rsid w:val="0005675E"/>
    <w:rsid w:val="0006146E"/>
    <w:rsid w:val="000765E6"/>
    <w:rsid w:val="000916D7"/>
    <w:rsid w:val="00096983"/>
    <w:rsid w:val="000974DB"/>
    <w:rsid w:val="000A2CD6"/>
    <w:rsid w:val="000A5AE8"/>
    <w:rsid w:val="000D11B0"/>
    <w:rsid w:val="000D3EC7"/>
    <w:rsid w:val="000D73EE"/>
    <w:rsid w:val="000E3BE8"/>
    <w:rsid w:val="000F3BA3"/>
    <w:rsid w:val="000F5404"/>
    <w:rsid w:val="00100F11"/>
    <w:rsid w:val="00103A2B"/>
    <w:rsid w:val="001120AE"/>
    <w:rsid w:val="001179FA"/>
    <w:rsid w:val="00136745"/>
    <w:rsid w:val="00143D39"/>
    <w:rsid w:val="001457D7"/>
    <w:rsid w:val="001543B3"/>
    <w:rsid w:val="00157938"/>
    <w:rsid w:val="00171913"/>
    <w:rsid w:val="00171914"/>
    <w:rsid w:val="00174050"/>
    <w:rsid w:val="00193476"/>
    <w:rsid w:val="001A5BFA"/>
    <w:rsid w:val="001B1459"/>
    <w:rsid w:val="001C5E1E"/>
    <w:rsid w:val="001D1412"/>
    <w:rsid w:val="001D15E2"/>
    <w:rsid w:val="001D31A6"/>
    <w:rsid w:val="001D3D5C"/>
    <w:rsid w:val="001E42A6"/>
    <w:rsid w:val="001E6D14"/>
    <w:rsid w:val="00212244"/>
    <w:rsid w:val="00214516"/>
    <w:rsid w:val="002251F8"/>
    <w:rsid w:val="00225550"/>
    <w:rsid w:val="00230348"/>
    <w:rsid w:val="002305F4"/>
    <w:rsid w:val="00234FE8"/>
    <w:rsid w:val="00242998"/>
    <w:rsid w:val="00253234"/>
    <w:rsid w:val="002639B9"/>
    <w:rsid w:val="00266FE0"/>
    <w:rsid w:val="0027542B"/>
    <w:rsid w:val="002765E9"/>
    <w:rsid w:val="0029636E"/>
    <w:rsid w:val="00296FE1"/>
    <w:rsid w:val="00297D3D"/>
    <w:rsid w:val="002A08F8"/>
    <w:rsid w:val="002A5CF0"/>
    <w:rsid w:val="002A66F4"/>
    <w:rsid w:val="002B0726"/>
    <w:rsid w:val="002B1589"/>
    <w:rsid w:val="002B54F7"/>
    <w:rsid w:val="002B5DA0"/>
    <w:rsid w:val="002C0D80"/>
    <w:rsid w:val="002D3EE9"/>
    <w:rsid w:val="002D3FFA"/>
    <w:rsid w:val="002D54C2"/>
    <w:rsid w:val="002E16A2"/>
    <w:rsid w:val="002E16E9"/>
    <w:rsid w:val="002F1D41"/>
    <w:rsid w:val="0031025B"/>
    <w:rsid w:val="003157C1"/>
    <w:rsid w:val="00332C7A"/>
    <w:rsid w:val="00333B3A"/>
    <w:rsid w:val="0033541A"/>
    <w:rsid w:val="003358F6"/>
    <w:rsid w:val="00335AFC"/>
    <w:rsid w:val="00340A1F"/>
    <w:rsid w:val="003428A9"/>
    <w:rsid w:val="00345AF7"/>
    <w:rsid w:val="0035620C"/>
    <w:rsid w:val="0035651B"/>
    <w:rsid w:val="0036374B"/>
    <w:rsid w:val="003676D6"/>
    <w:rsid w:val="003718CE"/>
    <w:rsid w:val="00376BBA"/>
    <w:rsid w:val="00380E13"/>
    <w:rsid w:val="00381BA1"/>
    <w:rsid w:val="003851FC"/>
    <w:rsid w:val="00391BFA"/>
    <w:rsid w:val="003A015D"/>
    <w:rsid w:val="003A27BA"/>
    <w:rsid w:val="003A2907"/>
    <w:rsid w:val="003D3ACF"/>
    <w:rsid w:val="003D515E"/>
    <w:rsid w:val="003E0083"/>
    <w:rsid w:val="003E2C8C"/>
    <w:rsid w:val="003F2E7A"/>
    <w:rsid w:val="003F4823"/>
    <w:rsid w:val="004035B1"/>
    <w:rsid w:val="00404861"/>
    <w:rsid w:val="004113BD"/>
    <w:rsid w:val="00414502"/>
    <w:rsid w:val="00417C68"/>
    <w:rsid w:val="00421701"/>
    <w:rsid w:val="00444EFC"/>
    <w:rsid w:val="004603B3"/>
    <w:rsid w:val="00471854"/>
    <w:rsid w:val="00475887"/>
    <w:rsid w:val="00480C66"/>
    <w:rsid w:val="00481DE9"/>
    <w:rsid w:val="00487B81"/>
    <w:rsid w:val="00491C7B"/>
    <w:rsid w:val="004A6FD1"/>
    <w:rsid w:val="004A7852"/>
    <w:rsid w:val="004B4F92"/>
    <w:rsid w:val="004C15D9"/>
    <w:rsid w:val="004C44C1"/>
    <w:rsid w:val="004C5A2D"/>
    <w:rsid w:val="004D5311"/>
    <w:rsid w:val="004D58FE"/>
    <w:rsid w:val="004E6F68"/>
    <w:rsid w:val="004F3B8A"/>
    <w:rsid w:val="00503CAD"/>
    <w:rsid w:val="00506499"/>
    <w:rsid w:val="00512828"/>
    <w:rsid w:val="0052271D"/>
    <w:rsid w:val="005302B3"/>
    <w:rsid w:val="00533DD2"/>
    <w:rsid w:val="00534E03"/>
    <w:rsid w:val="00537819"/>
    <w:rsid w:val="005426B4"/>
    <w:rsid w:val="00560DD8"/>
    <w:rsid w:val="005624FE"/>
    <w:rsid w:val="00576798"/>
    <w:rsid w:val="00583DF6"/>
    <w:rsid w:val="005918D1"/>
    <w:rsid w:val="005A7D77"/>
    <w:rsid w:val="005B1D08"/>
    <w:rsid w:val="005D57A7"/>
    <w:rsid w:val="005D78F5"/>
    <w:rsid w:val="005E5C9D"/>
    <w:rsid w:val="005E7904"/>
    <w:rsid w:val="00603D93"/>
    <w:rsid w:val="00611E92"/>
    <w:rsid w:val="00615DCD"/>
    <w:rsid w:val="00620E4D"/>
    <w:rsid w:val="006228AE"/>
    <w:rsid w:val="006245DE"/>
    <w:rsid w:val="006310C0"/>
    <w:rsid w:val="00633339"/>
    <w:rsid w:val="006349D7"/>
    <w:rsid w:val="00634E07"/>
    <w:rsid w:val="00634EE4"/>
    <w:rsid w:val="0063540C"/>
    <w:rsid w:val="00637921"/>
    <w:rsid w:val="00640C0D"/>
    <w:rsid w:val="00654B31"/>
    <w:rsid w:val="00662A14"/>
    <w:rsid w:val="00665EFE"/>
    <w:rsid w:val="00670D66"/>
    <w:rsid w:val="0067703F"/>
    <w:rsid w:val="006848FC"/>
    <w:rsid w:val="00685BA7"/>
    <w:rsid w:val="006B0052"/>
    <w:rsid w:val="006B43BF"/>
    <w:rsid w:val="006C28F1"/>
    <w:rsid w:val="006C72F2"/>
    <w:rsid w:val="006D2050"/>
    <w:rsid w:val="006D3FB3"/>
    <w:rsid w:val="006D5C53"/>
    <w:rsid w:val="006E0A47"/>
    <w:rsid w:val="006E1F89"/>
    <w:rsid w:val="006E1FC2"/>
    <w:rsid w:val="006E3DBD"/>
    <w:rsid w:val="006E6DEB"/>
    <w:rsid w:val="006F0D9D"/>
    <w:rsid w:val="007075B6"/>
    <w:rsid w:val="00707E65"/>
    <w:rsid w:val="00730F69"/>
    <w:rsid w:val="00736A9F"/>
    <w:rsid w:val="00742B77"/>
    <w:rsid w:val="00750A49"/>
    <w:rsid w:val="00762A84"/>
    <w:rsid w:val="007672EC"/>
    <w:rsid w:val="007716A6"/>
    <w:rsid w:val="007910AD"/>
    <w:rsid w:val="0079136D"/>
    <w:rsid w:val="007956C4"/>
    <w:rsid w:val="007C1900"/>
    <w:rsid w:val="007C2D88"/>
    <w:rsid w:val="007E2521"/>
    <w:rsid w:val="007F3EED"/>
    <w:rsid w:val="00806A3D"/>
    <w:rsid w:val="00813D67"/>
    <w:rsid w:val="00821228"/>
    <w:rsid w:val="0082281B"/>
    <w:rsid w:val="00823830"/>
    <w:rsid w:val="008349AE"/>
    <w:rsid w:val="008354FA"/>
    <w:rsid w:val="0083630A"/>
    <w:rsid w:val="0084300E"/>
    <w:rsid w:val="00843C95"/>
    <w:rsid w:val="008470DA"/>
    <w:rsid w:val="00850CEC"/>
    <w:rsid w:val="00862FBA"/>
    <w:rsid w:val="00865244"/>
    <w:rsid w:val="008676ED"/>
    <w:rsid w:val="00871D31"/>
    <w:rsid w:val="008800C8"/>
    <w:rsid w:val="008824FE"/>
    <w:rsid w:val="00883C6C"/>
    <w:rsid w:val="00891558"/>
    <w:rsid w:val="008952DA"/>
    <w:rsid w:val="008A22FD"/>
    <w:rsid w:val="008A5E42"/>
    <w:rsid w:val="008B14C0"/>
    <w:rsid w:val="008B620D"/>
    <w:rsid w:val="008C0819"/>
    <w:rsid w:val="008D506B"/>
    <w:rsid w:val="008F0218"/>
    <w:rsid w:val="00903596"/>
    <w:rsid w:val="00904028"/>
    <w:rsid w:val="0091010F"/>
    <w:rsid w:val="009211D5"/>
    <w:rsid w:val="00921D89"/>
    <w:rsid w:val="00923B25"/>
    <w:rsid w:val="009329F6"/>
    <w:rsid w:val="00952C48"/>
    <w:rsid w:val="0095503D"/>
    <w:rsid w:val="009555E9"/>
    <w:rsid w:val="00960868"/>
    <w:rsid w:val="0096787E"/>
    <w:rsid w:val="00967F2E"/>
    <w:rsid w:val="009702A9"/>
    <w:rsid w:val="0097109F"/>
    <w:rsid w:val="009842CD"/>
    <w:rsid w:val="00984E90"/>
    <w:rsid w:val="009925FC"/>
    <w:rsid w:val="009C1496"/>
    <w:rsid w:val="009C2A10"/>
    <w:rsid w:val="009C4210"/>
    <w:rsid w:val="009D22B4"/>
    <w:rsid w:val="009D6A38"/>
    <w:rsid w:val="009E20EA"/>
    <w:rsid w:val="009E31F2"/>
    <w:rsid w:val="009E4F76"/>
    <w:rsid w:val="009E5601"/>
    <w:rsid w:val="009F78E4"/>
    <w:rsid w:val="00A00A88"/>
    <w:rsid w:val="00A121FA"/>
    <w:rsid w:val="00A14041"/>
    <w:rsid w:val="00A24AFF"/>
    <w:rsid w:val="00A2725E"/>
    <w:rsid w:val="00A32D77"/>
    <w:rsid w:val="00A44A74"/>
    <w:rsid w:val="00A516D3"/>
    <w:rsid w:val="00A51F09"/>
    <w:rsid w:val="00A5256B"/>
    <w:rsid w:val="00A637AC"/>
    <w:rsid w:val="00A73C2D"/>
    <w:rsid w:val="00A76577"/>
    <w:rsid w:val="00A96F76"/>
    <w:rsid w:val="00AA3B7B"/>
    <w:rsid w:val="00AA65F9"/>
    <w:rsid w:val="00AA67F7"/>
    <w:rsid w:val="00AD040E"/>
    <w:rsid w:val="00AD51F8"/>
    <w:rsid w:val="00AD6C63"/>
    <w:rsid w:val="00AF0880"/>
    <w:rsid w:val="00AF2E1D"/>
    <w:rsid w:val="00B011D4"/>
    <w:rsid w:val="00B03F93"/>
    <w:rsid w:val="00B04999"/>
    <w:rsid w:val="00B0699D"/>
    <w:rsid w:val="00B117B1"/>
    <w:rsid w:val="00B16757"/>
    <w:rsid w:val="00B22FC0"/>
    <w:rsid w:val="00B27B0D"/>
    <w:rsid w:val="00B364AE"/>
    <w:rsid w:val="00B44178"/>
    <w:rsid w:val="00B50F72"/>
    <w:rsid w:val="00B54AE9"/>
    <w:rsid w:val="00B655DE"/>
    <w:rsid w:val="00B70975"/>
    <w:rsid w:val="00B73FC3"/>
    <w:rsid w:val="00B75542"/>
    <w:rsid w:val="00B76131"/>
    <w:rsid w:val="00B81449"/>
    <w:rsid w:val="00B82B59"/>
    <w:rsid w:val="00B83486"/>
    <w:rsid w:val="00B8395B"/>
    <w:rsid w:val="00B86EB4"/>
    <w:rsid w:val="00B87228"/>
    <w:rsid w:val="00B87F47"/>
    <w:rsid w:val="00B91228"/>
    <w:rsid w:val="00BA3B4F"/>
    <w:rsid w:val="00BA5B0D"/>
    <w:rsid w:val="00BB385B"/>
    <w:rsid w:val="00BB4250"/>
    <w:rsid w:val="00BB45A4"/>
    <w:rsid w:val="00BC04B4"/>
    <w:rsid w:val="00BC0D4B"/>
    <w:rsid w:val="00BC34FB"/>
    <w:rsid w:val="00BE566D"/>
    <w:rsid w:val="00C03923"/>
    <w:rsid w:val="00C05C20"/>
    <w:rsid w:val="00C13DD0"/>
    <w:rsid w:val="00C328EA"/>
    <w:rsid w:val="00C44184"/>
    <w:rsid w:val="00C60CA3"/>
    <w:rsid w:val="00C72D07"/>
    <w:rsid w:val="00C73AD4"/>
    <w:rsid w:val="00C908AC"/>
    <w:rsid w:val="00C94A2E"/>
    <w:rsid w:val="00CA55F9"/>
    <w:rsid w:val="00CB2211"/>
    <w:rsid w:val="00CB2D72"/>
    <w:rsid w:val="00CB37C4"/>
    <w:rsid w:val="00CB484A"/>
    <w:rsid w:val="00CC5A01"/>
    <w:rsid w:val="00CD0671"/>
    <w:rsid w:val="00CE7C6D"/>
    <w:rsid w:val="00CF6C60"/>
    <w:rsid w:val="00CF7BBF"/>
    <w:rsid w:val="00D03336"/>
    <w:rsid w:val="00D03A44"/>
    <w:rsid w:val="00D04A7A"/>
    <w:rsid w:val="00D10AE7"/>
    <w:rsid w:val="00D430B1"/>
    <w:rsid w:val="00D54F82"/>
    <w:rsid w:val="00D57BA5"/>
    <w:rsid w:val="00D704C7"/>
    <w:rsid w:val="00D71E43"/>
    <w:rsid w:val="00D86F7D"/>
    <w:rsid w:val="00D93530"/>
    <w:rsid w:val="00DA0B71"/>
    <w:rsid w:val="00DA0ED9"/>
    <w:rsid w:val="00DA5377"/>
    <w:rsid w:val="00DA637C"/>
    <w:rsid w:val="00DB0EA3"/>
    <w:rsid w:val="00DB4C19"/>
    <w:rsid w:val="00DB528E"/>
    <w:rsid w:val="00DC0F57"/>
    <w:rsid w:val="00DE10BC"/>
    <w:rsid w:val="00DE2E7C"/>
    <w:rsid w:val="00DE3CA8"/>
    <w:rsid w:val="00DE7ED5"/>
    <w:rsid w:val="00DF68A5"/>
    <w:rsid w:val="00DF7B71"/>
    <w:rsid w:val="00E01431"/>
    <w:rsid w:val="00E047D6"/>
    <w:rsid w:val="00E22997"/>
    <w:rsid w:val="00E231D1"/>
    <w:rsid w:val="00E244E5"/>
    <w:rsid w:val="00E32A3D"/>
    <w:rsid w:val="00E340EA"/>
    <w:rsid w:val="00E517F3"/>
    <w:rsid w:val="00E538BB"/>
    <w:rsid w:val="00E622BC"/>
    <w:rsid w:val="00E70F54"/>
    <w:rsid w:val="00E770C6"/>
    <w:rsid w:val="00E80CB5"/>
    <w:rsid w:val="00E83C2C"/>
    <w:rsid w:val="00E83FB1"/>
    <w:rsid w:val="00E85502"/>
    <w:rsid w:val="00E85C99"/>
    <w:rsid w:val="00E91586"/>
    <w:rsid w:val="00EC1F0E"/>
    <w:rsid w:val="00EC388D"/>
    <w:rsid w:val="00EC4151"/>
    <w:rsid w:val="00EC5560"/>
    <w:rsid w:val="00EC618B"/>
    <w:rsid w:val="00EC62DD"/>
    <w:rsid w:val="00EF6E23"/>
    <w:rsid w:val="00F0327F"/>
    <w:rsid w:val="00F043DA"/>
    <w:rsid w:val="00F04A75"/>
    <w:rsid w:val="00F053F0"/>
    <w:rsid w:val="00F11DE6"/>
    <w:rsid w:val="00F14B55"/>
    <w:rsid w:val="00F17207"/>
    <w:rsid w:val="00F225C2"/>
    <w:rsid w:val="00F27506"/>
    <w:rsid w:val="00F34636"/>
    <w:rsid w:val="00F35F6B"/>
    <w:rsid w:val="00F4269C"/>
    <w:rsid w:val="00F47C8F"/>
    <w:rsid w:val="00F66273"/>
    <w:rsid w:val="00F709E6"/>
    <w:rsid w:val="00F729F0"/>
    <w:rsid w:val="00F74259"/>
    <w:rsid w:val="00F83E7C"/>
    <w:rsid w:val="00F935BD"/>
    <w:rsid w:val="00FC1589"/>
    <w:rsid w:val="00FC3BE6"/>
    <w:rsid w:val="00FD7EFC"/>
    <w:rsid w:val="00FE46C2"/>
    <w:rsid w:val="00FE49B2"/>
    <w:rsid w:val="00FE5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D7B74E3F-71BA-4737-841E-E884E6A46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259"/>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jc w:val="center"/>
      <w:outlineLvl w:val="1"/>
    </w:pPr>
    <w:rPr>
      <w:b/>
      <w:bCs/>
      <w:u w:val="single"/>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jc w:val="center"/>
      <w:outlineLvl w:val="3"/>
    </w:pPr>
    <w:rPr>
      <w:b/>
      <w:bCs/>
      <w:sz w:val="28"/>
    </w:rPr>
  </w:style>
  <w:style w:type="paragraph" w:styleId="Heading5">
    <w:name w:val="heading 5"/>
    <w:basedOn w:val="Normal"/>
    <w:next w:val="Normal"/>
    <w:qFormat/>
    <w:pPr>
      <w:keepNext/>
      <w:outlineLvl w:val="4"/>
    </w:pPr>
    <w:rPr>
      <w:rFonts w:ascii="Freestyle Script" w:hAnsi="Freestyle Script"/>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jc w:val="both"/>
    </w:pPr>
  </w:style>
  <w:style w:type="paragraph" w:styleId="BodyText2">
    <w:name w:val="Body Text 2"/>
    <w:basedOn w:val="Normal"/>
    <w:rPr>
      <w:b/>
      <w:bCs/>
    </w:rPr>
  </w:style>
  <w:style w:type="character" w:styleId="Hyperlink">
    <w:name w:val="Hyperlink"/>
    <w:rPr>
      <w:color w:val="0000FF"/>
      <w:u w:val="single"/>
    </w:rPr>
  </w:style>
  <w:style w:type="character" w:customStyle="1" w:styleId="body1">
    <w:name w:val="body1"/>
    <w:rPr>
      <w:rFonts w:ascii="Verdana" w:hAnsi="Verdana" w:hint="default"/>
      <w:b w:val="0"/>
      <w:bCs w:val="0"/>
      <w:strike w:val="0"/>
      <w:dstrike w:val="0"/>
      <w:color w:val="000000"/>
      <w:sz w:val="17"/>
      <w:szCs w:val="17"/>
      <w:u w:val="none"/>
      <w:effect w:val="none"/>
    </w:rPr>
  </w:style>
  <w:style w:type="paragraph" w:styleId="BalloonText">
    <w:name w:val="Balloon Text"/>
    <w:basedOn w:val="Normal"/>
    <w:link w:val="BalloonTextChar"/>
    <w:rsid w:val="00AF0880"/>
    <w:rPr>
      <w:rFonts w:ascii="Segoe UI" w:hAnsi="Segoe UI" w:cs="Segoe UI"/>
      <w:sz w:val="18"/>
      <w:szCs w:val="18"/>
    </w:rPr>
  </w:style>
  <w:style w:type="character" w:customStyle="1" w:styleId="BalloonTextChar">
    <w:name w:val="Balloon Text Char"/>
    <w:link w:val="BalloonText"/>
    <w:rsid w:val="00AF08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526526">
      <w:bodyDiv w:val="1"/>
      <w:marLeft w:val="0"/>
      <w:marRight w:val="0"/>
      <w:marTop w:val="0"/>
      <w:marBottom w:val="0"/>
      <w:divBdr>
        <w:top w:val="none" w:sz="0" w:space="0" w:color="auto"/>
        <w:left w:val="none" w:sz="0" w:space="0" w:color="auto"/>
        <w:bottom w:val="none" w:sz="0" w:space="0" w:color="auto"/>
        <w:right w:val="none" w:sz="0" w:space="0" w:color="auto"/>
      </w:divBdr>
    </w:div>
    <w:div w:id="696273927">
      <w:bodyDiv w:val="1"/>
      <w:marLeft w:val="0"/>
      <w:marRight w:val="0"/>
      <w:marTop w:val="0"/>
      <w:marBottom w:val="0"/>
      <w:divBdr>
        <w:top w:val="none" w:sz="0" w:space="0" w:color="auto"/>
        <w:left w:val="none" w:sz="0" w:space="0" w:color="auto"/>
        <w:bottom w:val="none" w:sz="0" w:space="0" w:color="auto"/>
        <w:right w:val="none" w:sz="0" w:space="0" w:color="auto"/>
      </w:divBdr>
    </w:div>
    <w:div w:id="1150289491">
      <w:bodyDiv w:val="1"/>
      <w:marLeft w:val="0"/>
      <w:marRight w:val="0"/>
      <w:marTop w:val="0"/>
      <w:marBottom w:val="0"/>
      <w:divBdr>
        <w:top w:val="none" w:sz="0" w:space="0" w:color="auto"/>
        <w:left w:val="none" w:sz="0" w:space="0" w:color="auto"/>
        <w:bottom w:val="none" w:sz="0" w:space="0" w:color="auto"/>
        <w:right w:val="none" w:sz="0" w:space="0" w:color="auto"/>
      </w:divBdr>
    </w:div>
    <w:div w:id="1452817166">
      <w:bodyDiv w:val="1"/>
      <w:marLeft w:val="0"/>
      <w:marRight w:val="0"/>
      <w:marTop w:val="0"/>
      <w:marBottom w:val="0"/>
      <w:divBdr>
        <w:top w:val="none" w:sz="0" w:space="0" w:color="auto"/>
        <w:left w:val="none" w:sz="0" w:space="0" w:color="auto"/>
        <w:bottom w:val="none" w:sz="0" w:space="0" w:color="auto"/>
        <w:right w:val="none" w:sz="0" w:space="0" w:color="auto"/>
      </w:divBdr>
    </w:div>
    <w:div w:id="185391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sullivan@wakefield.ma.u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WFD%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WFD letterhead</Template>
  <TotalTime>1</TotalTime>
  <Pages>1</Pages>
  <Words>252</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October 31, 2000</vt:lpstr>
    </vt:vector>
  </TitlesOfParts>
  <Company>Town of Wakefield</Company>
  <LinksUpToDate>false</LinksUpToDate>
  <CharactersWithSpaces>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31, 2000</dc:title>
  <dc:subject/>
  <dc:creator>Rosemary Dellanno</dc:creator>
  <cp:keywords/>
  <dc:description/>
  <cp:lastModifiedBy>Chief Michael Sullivan</cp:lastModifiedBy>
  <cp:revision>2</cp:revision>
  <cp:lastPrinted>2018-02-13T21:33:00Z</cp:lastPrinted>
  <dcterms:created xsi:type="dcterms:W3CDTF">2018-12-11T19:49:00Z</dcterms:created>
  <dcterms:modified xsi:type="dcterms:W3CDTF">2018-12-11T19:49:00Z</dcterms:modified>
</cp:coreProperties>
</file>