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3AF7C" w14:textId="77777777" w:rsidR="009F25FE" w:rsidRDefault="00C3568A">
      <w:bookmarkStart w:id="0" w:name="_GoBack"/>
      <w:r>
        <w:t xml:space="preserve">I strongly support Net Neutrality and am absolutely against any moves  by the Trump </w:t>
      </w:r>
      <w:bookmarkEnd w:id="0"/>
      <w:r>
        <w:t>administration and GOP to diminish or get rid of it.</w:t>
      </w:r>
    </w:p>
    <w:sectPr w:rsidR="009F25FE" w:rsidSect="000E2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68A"/>
    <w:rsid w:val="000E2AE5"/>
    <w:rsid w:val="001E339F"/>
    <w:rsid w:val="00842129"/>
    <w:rsid w:val="00962A96"/>
    <w:rsid w:val="009F1F94"/>
    <w:rsid w:val="00AF1CD3"/>
    <w:rsid w:val="00C3568A"/>
    <w:rsid w:val="00F0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E43529"/>
  <w14:defaultImageDpi w14:val="32767"/>
  <w15:chartTrackingRefBased/>
  <w15:docId w15:val="{57007B6F-B150-6341-ABE1-4391BEF6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~WRD0001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Paxson</dc:creator>
  <cp:keywords/>
  <dc:description/>
  <cp:lastModifiedBy>Terri Paxson</cp:lastModifiedBy>
  <cp:revision>2</cp:revision>
  <dcterms:created xsi:type="dcterms:W3CDTF">2017-12-17T02:32:00Z</dcterms:created>
  <dcterms:modified xsi:type="dcterms:W3CDTF">2017-12-17T02:32:00Z</dcterms:modified>
</cp:coreProperties>
</file>