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1EA38" w14:textId="451311AE" w:rsidR="002509BD" w:rsidRDefault="002509BD"/>
    <w:p w14:paraId="079A0E5D" w14:textId="3C25CA92" w:rsidR="0031697E" w:rsidRPr="0031697E" w:rsidRDefault="0031697E" w:rsidP="0031697E"/>
    <w:p w14:paraId="10D91324" w14:textId="72C00638" w:rsidR="0031697E" w:rsidRPr="0031697E" w:rsidRDefault="0031697E" w:rsidP="0031697E"/>
    <w:p w14:paraId="4BBB90BF" w14:textId="75ACD9B5" w:rsidR="0031697E" w:rsidRPr="0031697E" w:rsidRDefault="0031697E" w:rsidP="0031697E"/>
    <w:p w14:paraId="0328EB4B" w14:textId="53D75D82" w:rsidR="0031697E" w:rsidRPr="0031697E" w:rsidRDefault="0031697E" w:rsidP="0031697E"/>
    <w:p w14:paraId="6FE58852" w14:textId="77777777" w:rsidR="0031697E" w:rsidRDefault="0031697E" w:rsidP="0031697E">
      <w:r>
        <w:t>December 17, 2018</w:t>
      </w:r>
    </w:p>
    <w:p w14:paraId="7909BAC9" w14:textId="77777777" w:rsidR="0031697E" w:rsidRDefault="0031697E" w:rsidP="0031697E"/>
    <w:p w14:paraId="082B2617" w14:textId="53AB9897" w:rsidR="0031697E" w:rsidRDefault="0031697E" w:rsidP="0031697E">
      <w:r>
        <w:t>Ms. Marlene H. Dortch, Secretary</w:t>
      </w:r>
    </w:p>
    <w:p w14:paraId="4D536EB5" w14:textId="0A9ADFCB" w:rsidR="0031697E" w:rsidRDefault="0031697E" w:rsidP="0031697E">
      <w:r>
        <w:t>Federal Communications Commission</w:t>
      </w:r>
    </w:p>
    <w:p w14:paraId="72883195" w14:textId="349200DC" w:rsidR="0031697E" w:rsidRDefault="0031697E" w:rsidP="0031697E">
      <w:r>
        <w:t>445 12</w:t>
      </w:r>
      <w:r w:rsidRPr="0031697E">
        <w:rPr>
          <w:vertAlign w:val="superscript"/>
        </w:rPr>
        <w:t>th</w:t>
      </w:r>
      <w:r>
        <w:t xml:space="preserve"> Street SW</w:t>
      </w:r>
    </w:p>
    <w:p w14:paraId="6037B79C" w14:textId="0F2A1A9B" w:rsidR="0031697E" w:rsidRDefault="0031697E" w:rsidP="0031697E">
      <w:r>
        <w:t>Washington, DC 20554</w:t>
      </w:r>
    </w:p>
    <w:p w14:paraId="73716FD1" w14:textId="1FC9FB60" w:rsidR="0031697E" w:rsidRDefault="0031697E" w:rsidP="0031697E"/>
    <w:p w14:paraId="47ACE9A3" w14:textId="77777777" w:rsidR="0031697E" w:rsidRDefault="0031697E" w:rsidP="0031697E">
      <w:r>
        <w:t xml:space="preserve">Re: GN Docket No. 17-183, Expanding Flexible Use in Mid-Band Spectrum </w:t>
      </w:r>
    </w:p>
    <w:p w14:paraId="22BD420E" w14:textId="034A94B8" w:rsidR="0031697E" w:rsidRDefault="0031697E" w:rsidP="0031697E">
      <w:r>
        <w:t xml:space="preserve">       Between 3.7 and 24 GHZ</w:t>
      </w:r>
    </w:p>
    <w:p w14:paraId="3D67A8FF" w14:textId="170BCF51" w:rsidR="0031697E" w:rsidRDefault="0031697E" w:rsidP="0031697E">
      <w:r>
        <w:t xml:space="preserve">       ET Docket No. 18295, Unlicensed use of the 6 GHZ Band</w:t>
      </w:r>
    </w:p>
    <w:p w14:paraId="4424B2A0" w14:textId="5B86F710" w:rsidR="0031697E" w:rsidRPr="0031697E" w:rsidRDefault="0031697E" w:rsidP="0031697E">
      <w:r>
        <w:t xml:space="preserve">       </w:t>
      </w:r>
      <w:r w:rsidRPr="0031697E">
        <w:t>Ex Parte</w:t>
      </w:r>
      <w:r>
        <w:t xml:space="preserve"> Communication</w:t>
      </w:r>
    </w:p>
    <w:p w14:paraId="4101C441" w14:textId="63C105BD" w:rsidR="0031697E" w:rsidRDefault="0031697E" w:rsidP="0031697E"/>
    <w:p w14:paraId="7F061732" w14:textId="005BD608" w:rsidR="0031697E" w:rsidRDefault="0031697E" w:rsidP="0031697E">
      <w:r>
        <w:t>Dear Ms. Dortch:</w:t>
      </w:r>
    </w:p>
    <w:p w14:paraId="5E2E8EBA" w14:textId="3B265AA7" w:rsidR="0031697E" w:rsidRDefault="0031697E" w:rsidP="0031697E"/>
    <w:p w14:paraId="49707BCE" w14:textId="415D7511" w:rsidR="0031697E" w:rsidRDefault="0031697E" w:rsidP="0031697E">
      <w:r>
        <w:t>I am filing this letter on behalf of EcliptixNet Broadband, Inc.</w:t>
      </w:r>
      <w:r w:rsidR="000E32EB">
        <w:t xml:space="preserve"> (EBI)</w:t>
      </w:r>
      <w:r w:rsidR="003B0C65">
        <w:t>.</w:t>
      </w:r>
      <w:bookmarkStart w:id="0" w:name="_GoBack"/>
      <w:bookmarkEnd w:id="0"/>
    </w:p>
    <w:p w14:paraId="2906FD67" w14:textId="4C4181FB" w:rsidR="0031697E" w:rsidRDefault="0031697E" w:rsidP="0031697E">
      <w:pPr>
        <w:numPr>
          <w:ilvl w:val="0"/>
          <w:numId w:val="1"/>
        </w:numPr>
      </w:pPr>
      <w:r>
        <w:t>E</w:t>
      </w:r>
      <w:r w:rsidR="000E32EB">
        <w:t>BI</w:t>
      </w:r>
      <w:r>
        <w:t xml:space="preserve"> is the licensee of several links in the 6 GHZ band which are used to carry data for rural broadband Internet Access under USDA Rural Utilities Service Project WA1109-A40, a $20 Million project to bring Internet Access to rural unserved and under-served areas of northeastern Washington State</w:t>
      </w:r>
      <w:r w:rsidR="006A4E62">
        <w:t xml:space="preserve">. In making the investment in these links, EBI expected to be protected from interference under the FCC Rules and Regulations, and these links were professionally engineered at no little expense to comply with these Rules. To find that the integrity of these links </w:t>
      </w:r>
      <w:r w:rsidR="000E32EB">
        <w:t xml:space="preserve">and this whole project </w:t>
      </w:r>
      <w:r w:rsidR="006A4E62">
        <w:t>may be compromised by an unlicensed operator is devastating.</w:t>
      </w:r>
    </w:p>
    <w:p w14:paraId="05022208" w14:textId="276A8F4E" w:rsidR="006A4E62" w:rsidRDefault="006A4E62" w:rsidP="0031697E">
      <w:pPr>
        <w:numPr>
          <w:ilvl w:val="0"/>
          <w:numId w:val="1"/>
        </w:numPr>
      </w:pPr>
      <w:r>
        <w:t>EBI urges most emphatically that, at the very least, the FCC maintain the proposal for AFC for all unlicensed devices in bands 5925-6425 and 6525-6875 MHZ. EBI understand</w:t>
      </w:r>
      <w:r w:rsidR="000E32EB">
        <w:t>s</w:t>
      </w:r>
      <w:r>
        <w:t xml:space="preserve"> that analysis by the Fixed Wireless Communications Commission proves that AFC is needed regardless of the power level or location of the unlicensed device.</w:t>
      </w:r>
    </w:p>
    <w:p w14:paraId="269945A2" w14:textId="6C94CF16" w:rsidR="006A4E62" w:rsidRDefault="006A4E62" w:rsidP="0031697E">
      <w:pPr>
        <w:numPr>
          <w:ilvl w:val="0"/>
          <w:numId w:val="1"/>
        </w:numPr>
      </w:pPr>
      <w:r>
        <w:t>EBI urges the FCC to ensure that the database used for the AFC system is accurate and up-to-date before unlicensed devices are installed.</w:t>
      </w:r>
    </w:p>
    <w:p w14:paraId="23D96ABE" w14:textId="0E6F522C" w:rsidR="006A4E62" w:rsidRPr="0031697E" w:rsidRDefault="006A4E62" w:rsidP="0031697E">
      <w:pPr>
        <w:numPr>
          <w:ilvl w:val="0"/>
          <w:numId w:val="1"/>
        </w:numPr>
      </w:pPr>
      <w:r>
        <w:t>EBI urges the FCC to carefully review the data provided by the Fixed Wireless Communications Commission on the need to ensure that fixed link adjacent channels are fully protected.</w:t>
      </w:r>
    </w:p>
    <w:p w14:paraId="15825F99" w14:textId="77777777" w:rsidR="000E32EB" w:rsidRDefault="000E32EB" w:rsidP="0031697E"/>
    <w:p w14:paraId="612D0ECD" w14:textId="7DE6ACDC" w:rsidR="0031697E" w:rsidRDefault="006A4E62" w:rsidP="0031697E">
      <w:r>
        <w:t>Respectfully submitted,</w:t>
      </w:r>
    </w:p>
    <w:p w14:paraId="501A3E21" w14:textId="4582E3D4" w:rsidR="000E32EB" w:rsidRDefault="000E32EB" w:rsidP="0031697E">
      <w:r>
        <w:pict w14:anchorId="3A799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9.6pt;height:45.6pt">
            <v:imagedata r:id="rId7" o:title="Signature Rodney J Bacon"/>
          </v:shape>
        </w:pict>
      </w:r>
    </w:p>
    <w:p w14:paraId="34B4306F" w14:textId="77777777" w:rsidR="000E32EB" w:rsidRDefault="000E32EB" w:rsidP="000E32EB">
      <w:r>
        <w:t>Rodney J. Bacon</w:t>
      </w:r>
    </w:p>
    <w:p w14:paraId="26617219" w14:textId="77777777" w:rsidR="000E32EB" w:rsidRDefault="000E32EB" w:rsidP="0031697E"/>
    <w:p w14:paraId="679A40EC" w14:textId="6EFF38D7" w:rsidR="0031697E" w:rsidRPr="0031697E" w:rsidRDefault="006A4E62" w:rsidP="000E32EB">
      <w:r>
        <w:t>Presiden</w:t>
      </w:r>
      <w:r w:rsidR="000E32EB">
        <w:t>t</w:t>
      </w:r>
    </w:p>
    <w:sectPr w:rsidR="0031697E" w:rsidRPr="0031697E" w:rsidSect="0031697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56CF7" w14:textId="77777777" w:rsidR="000006B4" w:rsidRDefault="000006B4">
      <w:r>
        <w:separator/>
      </w:r>
    </w:p>
  </w:endnote>
  <w:endnote w:type="continuationSeparator" w:id="0">
    <w:p w14:paraId="09482F67" w14:textId="77777777" w:rsidR="000006B4" w:rsidRDefault="0000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30204"/>
    <w:charset w:val="00"/>
    <w:family w:val="swiss"/>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351FF" w14:textId="77777777" w:rsidR="000006B4" w:rsidRDefault="000006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A143B" w14:textId="77777777" w:rsidR="00F02B5B" w:rsidRDefault="00F02B5B" w:rsidP="00F02B5B">
    <w:pPr>
      <w:pStyle w:val="Footer"/>
      <w:jc w:val="center"/>
      <w:rPr>
        <w:rFonts w:ascii="Helvetica" w:hAnsi="Helvetica"/>
      </w:rPr>
    </w:pPr>
  </w:p>
  <w:p w14:paraId="2AC70B14" w14:textId="77777777" w:rsidR="00F02B5B" w:rsidRDefault="00F02B5B" w:rsidP="00F02B5B">
    <w:pPr>
      <w:pStyle w:val="Footer"/>
      <w:jc w:val="center"/>
      <w:rPr>
        <w:rFonts w:ascii="Helvetica" w:hAnsi="Helvetica"/>
      </w:rPr>
    </w:pPr>
  </w:p>
  <w:p w14:paraId="3100CA78" w14:textId="77777777" w:rsidR="00F02B5B" w:rsidRPr="00F02B5B" w:rsidRDefault="00F02B5B" w:rsidP="00F02B5B">
    <w:pPr>
      <w:pStyle w:val="Footer"/>
      <w:jc w:val="center"/>
      <w:rPr>
        <w:rFonts w:ascii="Helvetica" w:hAnsi="Helvetica"/>
      </w:rPr>
    </w:pPr>
    <w:r w:rsidRPr="00F02B5B">
      <w:rPr>
        <w:rFonts w:ascii="Helvetica" w:hAnsi="Helvetica"/>
      </w:rPr>
      <w:t xml:space="preserve">EcliptixNet Broadband, Inc.  </w:t>
    </w:r>
    <w:r w:rsidRPr="00F02B5B">
      <w:rPr>
        <w:rFonts w:ascii="Helvetica" w:hAnsi="Helvetica"/>
        <w:color w:val="0000FF"/>
      </w:rPr>
      <w:t>•</w:t>
    </w:r>
    <w:r w:rsidRPr="00F02B5B">
      <w:rPr>
        <w:rFonts w:ascii="Helvetica" w:hAnsi="Helvetica"/>
      </w:rPr>
      <w:t xml:space="preserve">   1303 W. First Ave   </w:t>
    </w:r>
    <w:r w:rsidRPr="00F02B5B">
      <w:rPr>
        <w:rFonts w:ascii="Helvetica" w:hAnsi="Helvetica"/>
        <w:color w:val="0000FF"/>
      </w:rPr>
      <w:t>•</w:t>
    </w:r>
    <w:r w:rsidRPr="00F02B5B">
      <w:rPr>
        <w:rFonts w:ascii="Helvetica" w:hAnsi="Helvetica"/>
      </w:rPr>
      <w:t xml:space="preserve">  Spokane WA 99201-4106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E7C95" w14:textId="77777777" w:rsidR="000006B4" w:rsidRDefault="000006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339AA" w14:textId="77777777" w:rsidR="000006B4" w:rsidRDefault="000006B4">
      <w:r>
        <w:separator/>
      </w:r>
    </w:p>
  </w:footnote>
  <w:footnote w:type="continuationSeparator" w:id="0">
    <w:p w14:paraId="1187A84B" w14:textId="77777777" w:rsidR="000006B4" w:rsidRDefault="00000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2B192" w14:textId="77777777" w:rsidR="000006B4" w:rsidRDefault="000006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9FB94" w14:textId="77777777" w:rsidR="00F02B5B" w:rsidRDefault="003B0C65">
    <w:pPr>
      <w:pStyle w:val="Header"/>
    </w:pPr>
    <w:r>
      <w:rPr>
        <w:noProof/>
      </w:rPr>
      <w:pict w14:anchorId="1353B6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135pt;height:77.35pt;z-index:-251658752;mso-position-horizontal:center" wrapcoords="-56 0 -56 21502 21600 21502 21600 0 -56 0">
          <v:imagedata r:id="rId1" o:title="11-23-18 E-CLIP-TIX-NET Business Cards + Letterhead"/>
          <w10:wrap type="tigh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FE0F9" w14:textId="77777777" w:rsidR="000006B4" w:rsidRDefault="000006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3444E"/>
    <w:multiLevelType w:val="hybridMultilevel"/>
    <w:tmpl w:val="2D44E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6B4"/>
    <w:rsid w:val="000006B4"/>
    <w:rsid w:val="00000D87"/>
    <w:rsid w:val="00001460"/>
    <w:rsid w:val="0000156E"/>
    <w:rsid w:val="00001AD8"/>
    <w:rsid w:val="00002186"/>
    <w:rsid w:val="00002828"/>
    <w:rsid w:val="000034D6"/>
    <w:rsid w:val="0000356F"/>
    <w:rsid w:val="00003EF3"/>
    <w:rsid w:val="000043BB"/>
    <w:rsid w:val="00004BD7"/>
    <w:rsid w:val="00004D89"/>
    <w:rsid w:val="00004EBF"/>
    <w:rsid w:val="000052FE"/>
    <w:rsid w:val="0000530B"/>
    <w:rsid w:val="00005765"/>
    <w:rsid w:val="00007108"/>
    <w:rsid w:val="00007B29"/>
    <w:rsid w:val="00007B97"/>
    <w:rsid w:val="00007C19"/>
    <w:rsid w:val="00010635"/>
    <w:rsid w:val="00010C04"/>
    <w:rsid w:val="00010F66"/>
    <w:rsid w:val="00011655"/>
    <w:rsid w:val="00011DA0"/>
    <w:rsid w:val="00012332"/>
    <w:rsid w:val="00012ECB"/>
    <w:rsid w:val="00014055"/>
    <w:rsid w:val="00014A8A"/>
    <w:rsid w:val="00016D62"/>
    <w:rsid w:val="00016F19"/>
    <w:rsid w:val="000171D9"/>
    <w:rsid w:val="00017EBD"/>
    <w:rsid w:val="00022522"/>
    <w:rsid w:val="00022B65"/>
    <w:rsid w:val="0002338D"/>
    <w:rsid w:val="0002385F"/>
    <w:rsid w:val="00023A5E"/>
    <w:rsid w:val="000247A3"/>
    <w:rsid w:val="000249E1"/>
    <w:rsid w:val="00024E47"/>
    <w:rsid w:val="00025800"/>
    <w:rsid w:val="00025BF6"/>
    <w:rsid w:val="00027949"/>
    <w:rsid w:val="00030145"/>
    <w:rsid w:val="000308BB"/>
    <w:rsid w:val="00032C06"/>
    <w:rsid w:val="00032F7B"/>
    <w:rsid w:val="00034D12"/>
    <w:rsid w:val="00035FF1"/>
    <w:rsid w:val="00036BA2"/>
    <w:rsid w:val="0003723E"/>
    <w:rsid w:val="00040C9C"/>
    <w:rsid w:val="00041219"/>
    <w:rsid w:val="00041238"/>
    <w:rsid w:val="0004170D"/>
    <w:rsid w:val="00042703"/>
    <w:rsid w:val="00043783"/>
    <w:rsid w:val="000445C0"/>
    <w:rsid w:val="00045C0A"/>
    <w:rsid w:val="00046620"/>
    <w:rsid w:val="00046A9B"/>
    <w:rsid w:val="0004758D"/>
    <w:rsid w:val="00047BC5"/>
    <w:rsid w:val="00051550"/>
    <w:rsid w:val="00053630"/>
    <w:rsid w:val="000542E1"/>
    <w:rsid w:val="00055266"/>
    <w:rsid w:val="00055963"/>
    <w:rsid w:val="000568C1"/>
    <w:rsid w:val="0005695F"/>
    <w:rsid w:val="00056A0A"/>
    <w:rsid w:val="000570F2"/>
    <w:rsid w:val="000573B2"/>
    <w:rsid w:val="00057930"/>
    <w:rsid w:val="00057B6F"/>
    <w:rsid w:val="00060F90"/>
    <w:rsid w:val="00061083"/>
    <w:rsid w:val="000627A1"/>
    <w:rsid w:val="00062AB5"/>
    <w:rsid w:val="00062F7B"/>
    <w:rsid w:val="000646C0"/>
    <w:rsid w:val="00064836"/>
    <w:rsid w:val="0006491B"/>
    <w:rsid w:val="00064AFE"/>
    <w:rsid w:val="000661C0"/>
    <w:rsid w:val="00070082"/>
    <w:rsid w:val="00070169"/>
    <w:rsid w:val="00070F13"/>
    <w:rsid w:val="00071058"/>
    <w:rsid w:val="00071DAE"/>
    <w:rsid w:val="00072932"/>
    <w:rsid w:val="00072FD9"/>
    <w:rsid w:val="0007332F"/>
    <w:rsid w:val="0007374C"/>
    <w:rsid w:val="000748E8"/>
    <w:rsid w:val="00074ABA"/>
    <w:rsid w:val="00076FE1"/>
    <w:rsid w:val="00077168"/>
    <w:rsid w:val="0007751C"/>
    <w:rsid w:val="000775D7"/>
    <w:rsid w:val="00077C3C"/>
    <w:rsid w:val="0008052D"/>
    <w:rsid w:val="000822EC"/>
    <w:rsid w:val="00084578"/>
    <w:rsid w:val="00084866"/>
    <w:rsid w:val="000849F5"/>
    <w:rsid w:val="00086FF8"/>
    <w:rsid w:val="000902A0"/>
    <w:rsid w:val="00090826"/>
    <w:rsid w:val="00091269"/>
    <w:rsid w:val="00091A34"/>
    <w:rsid w:val="000921FD"/>
    <w:rsid w:val="00092326"/>
    <w:rsid w:val="0009285F"/>
    <w:rsid w:val="00092C19"/>
    <w:rsid w:val="0009351E"/>
    <w:rsid w:val="00094883"/>
    <w:rsid w:val="00095D97"/>
    <w:rsid w:val="000961E7"/>
    <w:rsid w:val="00097366"/>
    <w:rsid w:val="00097378"/>
    <w:rsid w:val="000974B3"/>
    <w:rsid w:val="000A0164"/>
    <w:rsid w:val="000A17CF"/>
    <w:rsid w:val="000A20E0"/>
    <w:rsid w:val="000A3111"/>
    <w:rsid w:val="000A3329"/>
    <w:rsid w:val="000A3744"/>
    <w:rsid w:val="000A3F3C"/>
    <w:rsid w:val="000A532C"/>
    <w:rsid w:val="000A5813"/>
    <w:rsid w:val="000A6C8A"/>
    <w:rsid w:val="000A7672"/>
    <w:rsid w:val="000A7A56"/>
    <w:rsid w:val="000A7C08"/>
    <w:rsid w:val="000B0851"/>
    <w:rsid w:val="000B0B80"/>
    <w:rsid w:val="000B1144"/>
    <w:rsid w:val="000B24F3"/>
    <w:rsid w:val="000B2AE0"/>
    <w:rsid w:val="000B2CCE"/>
    <w:rsid w:val="000B2DF4"/>
    <w:rsid w:val="000B4C23"/>
    <w:rsid w:val="000B4D78"/>
    <w:rsid w:val="000B50C8"/>
    <w:rsid w:val="000B5457"/>
    <w:rsid w:val="000B5766"/>
    <w:rsid w:val="000B6C01"/>
    <w:rsid w:val="000B6C59"/>
    <w:rsid w:val="000B704E"/>
    <w:rsid w:val="000C0623"/>
    <w:rsid w:val="000C0B06"/>
    <w:rsid w:val="000C0F5D"/>
    <w:rsid w:val="000C18BB"/>
    <w:rsid w:val="000C1D29"/>
    <w:rsid w:val="000C1D73"/>
    <w:rsid w:val="000C2314"/>
    <w:rsid w:val="000C23F2"/>
    <w:rsid w:val="000C2943"/>
    <w:rsid w:val="000C48C2"/>
    <w:rsid w:val="000C4D44"/>
    <w:rsid w:val="000C508D"/>
    <w:rsid w:val="000C50CB"/>
    <w:rsid w:val="000C63A3"/>
    <w:rsid w:val="000C63AD"/>
    <w:rsid w:val="000C63CB"/>
    <w:rsid w:val="000C7405"/>
    <w:rsid w:val="000C791F"/>
    <w:rsid w:val="000C7972"/>
    <w:rsid w:val="000D04D7"/>
    <w:rsid w:val="000D40A1"/>
    <w:rsid w:val="000D473D"/>
    <w:rsid w:val="000D4D5B"/>
    <w:rsid w:val="000D4F24"/>
    <w:rsid w:val="000D53F9"/>
    <w:rsid w:val="000D6140"/>
    <w:rsid w:val="000D6ACA"/>
    <w:rsid w:val="000E0677"/>
    <w:rsid w:val="000E0818"/>
    <w:rsid w:val="000E08B8"/>
    <w:rsid w:val="000E29C5"/>
    <w:rsid w:val="000E31B2"/>
    <w:rsid w:val="000E32EB"/>
    <w:rsid w:val="000E3E5B"/>
    <w:rsid w:val="000E3F70"/>
    <w:rsid w:val="000E516B"/>
    <w:rsid w:val="000E5A94"/>
    <w:rsid w:val="000E760A"/>
    <w:rsid w:val="000F139A"/>
    <w:rsid w:val="000F1901"/>
    <w:rsid w:val="000F3C0F"/>
    <w:rsid w:val="000F4D49"/>
    <w:rsid w:val="000F796C"/>
    <w:rsid w:val="000F7D80"/>
    <w:rsid w:val="001001E4"/>
    <w:rsid w:val="00101A5F"/>
    <w:rsid w:val="0010229E"/>
    <w:rsid w:val="00102EE9"/>
    <w:rsid w:val="00103429"/>
    <w:rsid w:val="00103FA8"/>
    <w:rsid w:val="00104043"/>
    <w:rsid w:val="00104AA3"/>
    <w:rsid w:val="00104FBC"/>
    <w:rsid w:val="00105B91"/>
    <w:rsid w:val="00105D57"/>
    <w:rsid w:val="00105EC0"/>
    <w:rsid w:val="001065E7"/>
    <w:rsid w:val="00106B82"/>
    <w:rsid w:val="001073B5"/>
    <w:rsid w:val="00110C78"/>
    <w:rsid w:val="001110CE"/>
    <w:rsid w:val="001112E8"/>
    <w:rsid w:val="0011172C"/>
    <w:rsid w:val="00112318"/>
    <w:rsid w:val="00112776"/>
    <w:rsid w:val="0011279C"/>
    <w:rsid w:val="0011285B"/>
    <w:rsid w:val="00113917"/>
    <w:rsid w:val="00114315"/>
    <w:rsid w:val="00114484"/>
    <w:rsid w:val="0011467D"/>
    <w:rsid w:val="00114E56"/>
    <w:rsid w:val="00115AEB"/>
    <w:rsid w:val="00115DD6"/>
    <w:rsid w:val="00115F0E"/>
    <w:rsid w:val="001169D7"/>
    <w:rsid w:val="0012016D"/>
    <w:rsid w:val="00120CE6"/>
    <w:rsid w:val="00120E6E"/>
    <w:rsid w:val="00120F61"/>
    <w:rsid w:val="00121CB9"/>
    <w:rsid w:val="00122CF7"/>
    <w:rsid w:val="00123154"/>
    <w:rsid w:val="00123CB4"/>
    <w:rsid w:val="001244CF"/>
    <w:rsid w:val="001249DF"/>
    <w:rsid w:val="00125978"/>
    <w:rsid w:val="00127074"/>
    <w:rsid w:val="00130097"/>
    <w:rsid w:val="00130234"/>
    <w:rsid w:val="001304E1"/>
    <w:rsid w:val="00133211"/>
    <w:rsid w:val="0013382B"/>
    <w:rsid w:val="00133C44"/>
    <w:rsid w:val="00135780"/>
    <w:rsid w:val="00135E75"/>
    <w:rsid w:val="001365A9"/>
    <w:rsid w:val="0013749C"/>
    <w:rsid w:val="0013752F"/>
    <w:rsid w:val="00141971"/>
    <w:rsid w:val="00143A79"/>
    <w:rsid w:val="00143C3A"/>
    <w:rsid w:val="00144D84"/>
    <w:rsid w:val="00144F2E"/>
    <w:rsid w:val="0014587B"/>
    <w:rsid w:val="00145BE1"/>
    <w:rsid w:val="00145D31"/>
    <w:rsid w:val="00145DBC"/>
    <w:rsid w:val="001463D7"/>
    <w:rsid w:val="001469A1"/>
    <w:rsid w:val="00146B24"/>
    <w:rsid w:val="00147B62"/>
    <w:rsid w:val="00150DAF"/>
    <w:rsid w:val="00150F96"/>
    <w:rsid w:val="00151D54"/>
    <w:rsid w:val="001534D4"/>
    <w:rsid w:val="00154891"/>
    <w:rsid w:val="00155735"/>
    <w:rsid w:val="001566E2"/>
    <w:rsid w:val="00156B2F"/>
    <w:rsid w:val="00157060"/>
    <w:rsid w:val="001572F7"/>
    <w:rsid w:val="0016099B"/>
    <w:rsid w:val="00160A96"/>
    <w:rsid w:val="00162406"/>
    <w:rsid w:val="001629E0"/>
    <w:rsid w:val="00164053"/>
    <w:rsid w:val="001645B1"/>
    <w:rsid w:val="00165006"/>
    <w:rsid w:val="001654C6"/>
    <w:rsid w:val="00165C9F"/>
    <w:rsid w:val="001665EA"/>
    <w:rsid w:val="00166847"/>
    <w:rsid w:val="00166AAB"/>
    <w:rsid w:val="00166BF5"/>
    <w:rsid w:val="00166D2A"/>
    <w:rsid w:val="00166FB0"/>
    <w:rsid w:val="00171866"/>
    <w:rsid w:val="00171CF6"/>
    <w:rsid w:val="00171DBA"/>
    <w:rsid w:val="0017208F"/>
    <w:rsid w:val="0017235F"/>
    <w:rsid w:val="0017372E"/>
    <w:rsid w:val="00173761"/>
    <w:rsid w:val="00174F2F"/>
    <w:rsid w:val="001762E2"/>
    <w:rsid w:val="0017655C"/>
    <w:rsid w:val="001765DA"/>
    <w:rsid w:val="00176A6A"/>
    <w:rsid w:val="00180E62"/>
    <w:rsid w:val="0018126E"/>
    <w:rsid w:val="00181666"/>
    <w:rsid w:val="00183F45"/>
    <w:rsid w:val="001841BB"/>
    <w:rsid w:val="001845B8"/>
    <w:rsid w:val="001850BF"/>
    <w:rsid w:val="00185562"/>
    <w:rsid w:val="001867E1"/>
    <w:rsid w:val="00187089"/>
    <w:rsid w:val="001905E6"/>
    <w:rsid w:val="00190918"/>
    <w:rsid w:val="00194CDE"/>
    <w:rsid w:val="00195477"/>
    <w:rsid w:val="0019619B"/>
    <w:rsid w:val="0019633E"/>
    <w:rsid w:val="00196416"/>
    <w:rsid w:val="001970D0"/>
    <w:rsid w:val="001978F1"/>
    <w:rsid w:val="00197951"/>
    <w:rsid w:val="001A0B7D"/>
    <w:rsid w:val="001A126D"/>
    <w:rsid w:val="001A15EF"/>
    <w:rsid w:val="001A1968"/>
    <w:rsid w:val="001A1CDF"/>
    <w:rsid w:val="001A2473"/>
    <w:rsid w:val="001A249A"/>
    <w:rsid w:val="001A2611"/>
    <w:rsid w:val="001A297D"/>
    <w:rsid w:val="001A2AA6"/>
    <w:rsid w:val="001A4A41"/>
    <w:rsid w:val="001A4AC3"/>
    <w:rsid w:val="001A5F59"/>
    <w:rsid w:val="001A79EE"/>
    <w:rsid w:val="001B0535"/>
    <w:rsid w:val="001B09A5"/>
    <w:rsid w:val="001B15CF"/>
    <w:rsid w:val="001B1C83"/>
    <w:rsid w:val="001B203E"/>
    <w:rsid w:val="001B240B"/>
    <w:rsid w:val="001B2672"/>
    <w:rsid w:val="001B383E"/>
    <w:rsid w:val="001B419F"/>
    <w:rsid w:val="001B461A"/>
    <w:rsid w:val="001B475F"/>
    <w:rsid w:val="001B4859"/>
    <w:rsid w:val="001B4B8E"/>
    <w:rsid w:val="001B5D28"/>
    <w:rsid w:val="001B6A5F"/>
    <w:rsid w:val="001B6CC0"/>
    <w:rsid w:val="001C0E2C"/>
    <w:rsid w:val="001C105A"/>
    <w:rsid w:val="001C1485"/>
    <w:rsid w:val="001C3167"/>
    <w:rsid w:val="001C365E"/>
    <w:rsid w:val="001C3808"/>
    <w:rsid w:val="001C3825"/>
    <w:rsid w:val="001C446F"/>
    <w:rsid w:val="001C5A21"/>
    <w:rsid w:val="001C6370"/>
    <w:rsid w:val="001C6427"/>
    <w:rsid w:val="001C6518"/>
    <w:rsid w:val="001C6C36"/>
    <w:rsid w:val="001C6EED"/>
    <w:rsid w:val="001D000C"/>
    <w:rsid w:val="001D136A"/>
    <w:rsid w:val="001D16AD"/>
    <w:rsid w:val="001D2667"/>
    <w:rsid w:val="001D3385"/>
    <w:rsid w:val="001D36C9"/>
    <w:rsid w:val="001D464F"/>
    <w:rsid w:val="001D489C"/>
    <w:rsid w:val="001D4FFF"/>
    <w:rsid w:val="001D526E"/>
    <w:rsid w:val="001D5553"/>
    <w:rsid w:val="001D5734"/>
    <w:rsid w:val="001D5FF2"/>
    <w:rsid w:val="001D600E"/>
    <w:rsid w:val="001D62F2"/>
    <w:rsid w:val="001D6B5B"/>
    <w:rsid w:val="001D7022"/>
    <w:rsid w:val="001D7B1F"/>
    <w:rsid w:val="001D7E92"/>
    <w:rsid w:val="001E0734"/>
    <w:rsid w:val="001E0B0B"/>
    <w:rsid w:val="001E0C66"/>
    <w:rsid w:val="001E1F47"/>
    <w:rsid w:val="001E2069"/>
    <w:rsid w:val="001E2446"/>
    <w:rsid w:val="001E25A7"/>
    <w:rsid w:val="001E2BB8"/>
    <w:rsid w:val="001E75BF"/>
    <w:rsid w:val="001F04E1"/>
    <w:rsid w:val="001F24F5"/>
    <w:rsid w:val="001F3974"/>
    <w:rsid w:val="001F3D80"/>
    <w:rsid w:val="001F4F18"/>
    <w:rsid w:val="001F5653"/>
    <w:rsid w:val="001F5DD3"/>
    <w:rsid w:val="001F7528"/>
    <w:rsid w:val="001F75AB"/>
    <w:rsid w:val="002007C8"/>
    <w:rsid w:val="00200A02"/>
    <w:rsid w:val="00200FEA"/>
    <w:rsid w:val="002011A0"/>
    <w:rsid w:val="002019DB"/>
    <w:rsid w:val="00201A63"/>
    <w:rsid w:val="00202756"/>
    <w:rsid w:val="00203337"/>
    <w:rsid w:val="00203F24"/>
    <w:rsid w:val="00204261"/>
    <w:rsid w:val="00204A28"/>
    <w:rsid w:val="00204B97"/>
    <w:rsid w:val="00205393"/>
    <w:rsid w:val="00205907"/>
    <w:rsid w:val="00205C4F"/>
    <w:rsid w:val="002068CD"/>
    <w:rsid w:val="00207861"/>
    <w:rsid w:val="00207E5C"/>
    <w:rsid w:val="00210288"/>
    <w:rsid w:val="0021077F"/>
    <w:rsid w:val="0021088F"/>
    <w:rsid w:val="00211691"/>
    <w:rsid w:val="00213878"/>
    <w:rsid w:val="002140A7"/>
    <w:rsid w:val="00215BC1"/>
    <w:rsid w:val="00215D8D"/>
    <w:rsid w:val="00216CBC"/>
    <w:rsid w:val="00220781"/>
    <w:rsid w:val="00220845"/>
    <w:rsid w:val="0022120C"/>
    <w:rsid w:val="00221E06"/>
    <w:rsid w:val="00222387"/>
    <w:rsid w:val="0022294E"/>
    <w:rsid w:val="00223862"/>
    <w:rsid w:val="002250CB"/>
    <w:rsid w:val="002251B9"/>
    <w:rsid w:val="0022533D"/>
    <w:rsid w:val="00225959"/>
    <w:rsid w:val="00225B0E"/>
    <w:rsid w:val="00226EE7"/>
    <w:rsid w:val="00227434"/>
    <w:rsid w:val="0023023A"/>
    <w:rsid w:val="00230990"/>
    <w:rsid w:val="00231992"/>
    <w:rsid w:val="00232AA1"/>
    <w:rsid w:val="00232C5E"/>
    <w:rsid w:val="00233E65"/>
    <w:rsid w:val="00234621"/>
    <w:rsid w:val="00234A06"/>
    <w:rsid w:val="00234AE0"/>
    <w:rsid w:val="00235600"/>
    <w:rsid w:val="00235DD4"/>
    <w:rsid w:val="0023632C"/>
    <w:rsid w:val="00236856"/>
    <w:rsid w:val="00237993"/>
    <w:rsid w:val="00237CA6"/>
    <w:rsid w:val="00237F8F"/>
    <w:rsid w:val="00240984"/>
    <w:rsid w:val="00241708"/>
    <w:rsid w:val="002427FF"/>
    <w:rsid w:val="002436B1"/>
    <w:rsid w:val="00243769"/>
    <w:rsid w:val="00244501"/>
    <w:rsid w:val="00244996"/>
    <w:rsid w:val="00245742"/>
    <w:rsid w:val="00246B23"/>
    <w:rsid w:val="0024754B"/>
    <w:rsid w:val="002504C1"/>
    <w:rsid w:val="002504FF"/>
    <w:rsid w:val="0025070D"/>
    <w:rsid w:val="0025082E"/>
    <w:rsid w:val="002509BD"/>
    <w:rsid w:val="00251415"/>
    <w:rsid w:val="00251EAC"/>
    <w:rsid w:val="00253F84"/>
    <w:rsid w:val="002540CF"/>
    <w:rsid w:val="00254319"/>
    <w:rsid w:val="002557E9"/>
    <w:rsid w:val="00256081"/>
    <w:rsid w:val="002560D4"/>
    <w:rsid w:val="002560E9"/>
    <w:rsid w:val="00256D44"/>
    <w:rsid w:val="00256DD9"/>
    <w:rsid w:val="00257D18"/>
    <w:rsid w:val="002604DF"/>
    <w:rsid w:val="00260C15"/>
    <w:rsid w:val="002612E0"/>
    <w:rsid w:val="0026130A"/>
    <w:rsid w:val="002628EC"/>
    <w:rsid w:val="00262BF9"/>
    <w:rsid w:val="00262C8C"/>
    <w:rsid w:val="00263445"/>
    <w:rsid w:val="002651E9"/>
    <w:rsid w:val="0026536F"/>
    <w:rsid w:val="00265D60"/>
    <w:rsid w:val="00266705"/>
    <w:rsid w:val="00266AF2"/>
    <w:rsid w:val="0027047F"/>
    <w:rsid w:val="00270DC6"/>
    <w:rsid w:val="002715A7"/>
    <w:rsid w:val="0027360B"/>
    <w:rsid w:val="0027415E"/>
    <w:rsid w:val="00275D03"/>
    <w:rsid w:val="0027683F"/>
    <w:rsid w:val="00276AFC"/>
    <w:rsid w:val="00276D1C"/>
    <w:rsid w:val="002777EC"/>
    <w:rsid w:val="0027783F"/>
    <w:rsid w:val="00280977"/>
    <w:rsid w:val="002815BB"/>
    <w:rsid w:val="00284460"/>
    <w:rsid w:val="0028540C"/>
    <w:rsid w:val="0028541E"/>
    <w:rsid w:val="00286E40"/>
    <w:rsid w:val="00291D12"/>
    <w:rsid w:val="00292225"/>
    <w:rsid w:val="002925C7"/>
    <w:rsid w:val="002926E9"/>
    <w:rsid w:val="00292AE4"/>
    <w:rsid w:val="0029326E"/>
    <w:rsid w:val="00293455"/>
    <w:rsid w:val="00293A16"/>
    <w:rsid w:val="00294927"/>
    <w:rsid w:val="00295B0B"/>
    <w:rsid w:val="002979E2"/>
    <w:rsid w:val="00297A9C"/>
    <w:rsid w:val="00297F7F"/>
    <w:rsid w:val="002A075E"/>
    <w:rsid w:val="002A0921"/>
    <w:rsid w:val="002A0C35"/>
    <w:rsid w:val="002A0C6B"/>
    <w:rsid w:val="002A0F11"/>
    <w:rsid w:val="002A173B"/>
    <w:rsid w:val="002A19CC"/>
    <w:rsid w:val="002A1C41"/>
    <w:rsid w:val="002A2051"/>
    <w:rsid w:val="002A35F5"/>
    <w:rsid w:val="002A38DC"/>
    <w:rsid w:val="002A3C9B"/>
    <w:rsid w:val="002A478A"/>
    <w:rsid w:val="002A5F1B"/>
    <w:rsid w:val="002A6972"/>
    <w:rsid w:val="002A6AC9"/>
    <w:rsid w:val="002A7CE8"/>
    <w:rsid w:val="002A7FC9"/>
    <w:rsid w:val="002B00A2"/>
    <w:rsid w:val="002B0E27"/>
    <w:rsid w:val="002B23F0"/>
    <w:rsid w:val="002B2BDC"/>
    <w:rsid w:val="002B2EA3"/>
    <w:rsid w:val="002B359F"/>
    <w:rsid w:val="002B3DA0"/>
    <w:rsid w:val="002B46AA"/>
    <w:rsid w:val="002B4A94"/>
    <w:rsid w:val="002B5168"/>
    <w:rsid w:val="002B6351"/>
    <w:rsid w:val="002B63A4"/>
    <w:rsid w:val="002B6924"/>
    <w:rsid w:val="002B7240"/>
    <w:rsid w:val="002B729B"/>
    <w:rsid w:val="002B72B3"/>
    <w:rsid w:val="002B7C3B"/>
    <w:rsid w:val="002B7C8C"/>
    <w:rsid w:val="002C1AC5"/>
    <w:rsid w:val="002C24D7"/>
    <w:rsid w:val="002C25EA"/>
    <w:rsid w:val="002C2F44"/>
    <w:rsid w:val="002C36D2"/>
    <w:rsid w:val="002D05AF"/>
    <w:rsid w:val="002D15D0"/>
    <w:rsid w:val="002D4D4E"/>
    <w:rsid w:val="002D5AC3"/>
    <w:rsid w:val="002D73E9"/>
    <w:rsid w:val="002E043C"/>
    <w:rsid w:val="002E05AD"/>
    <w:rsid w:val="002E060C"/>
    <w:rsid w:val="002E1C2D"/>
    <w:rsid w:val="002E2E93"/>
    <w:rsid w:val="002E4189"/>
    <w:rsid w:val="002E4C8B"/>
    <w:rsid w:val="002E4E7F"/>
    <w:rsid w:val="002E5FB9"/>
    <w:rsid w:val="002E7423"/>
    <w:rsid w:val="002E743E"/>
    <w:rsid w:val="002F0C57"/>
    <w:rsid w:val="002F1F41"/>
    <w:rsid w:val="002F2184"/>
    <w:rsid w:val="002F21BD"/>
    <w:rsid w:val="002F2B5B"/>
    <w:rsid w:val="002F378F"/>
    <w:rsid w:val="002F5425"/>
    <w:rsid w:val="002F6520"/>
    <w:rsid w:val="002F6F9D"/>
    <w:rsid w:val="002F76DB"/>
    <w:rsid w:val="002F7D16"/>
    <w:rsid w:val="002F7E57"/>
    <w:rsid w:val="003003A5"/>
    <w:rsid w:val="003008DC"/>
    <w:rsid w:val="003009C8"/>
    <w:rsid w:val="0030107E"/>
    <w:rsid w:val="00301C7F"/>
    <w:rsid w:val="0030214E"/>
    <w:rsid w:val="00302EEB"/>
    <w:rsid w:val="00303B64"/>
    <w:rsid w:val="00303CE8"/>
    <w:rsid w:val="0030467B"/>
    <w:rsid w:val="00304F25"/>
    <w:rsid w:val="0030591D"/>
    <w:rsid w:val="00305A71"/>
    <w:rsid w:val="0030606D"/>
    <w:rsid w:val="003060FF"/>
    <w:rsid w:val="00307D60"/>
    <w:rsid w:val="00310526"/>
    <w:rsid w:val="0031134F"/>
    <w:rsid w:val="0031337A"/>
    <w:rsid w:val="0031377C"/>
    <w:rsid w:val="00313B9F"/>
    <w:rsid w:val="00313F3E"/>
    <w:rsid w:val="003143DC"/>
    <w:rsid w:val="0031541F"/>
    <w:rsid w:val="00315B63"/>
    <w:rsid w:val="003163F2"/>
    <w:rsid w:val="0031697E"/>
    <w:rsid w:val="00316E93"/>
    <w:rsid w:val="003175F2"/>
    <w:rsid w:val="00317629"/>
    <w:rsid w:val="00320258"/>
    <w:rsid w:val="00321189"/>
    <w:rsid w:val="00322297"/>
    <w:rsid w:val="003223EF"/>
    <w:rsid w:val="003238A6"/>
    <w:rsid w:val="00323D78"/>
    <w:rsid w:val="00323D7C"/>
    <w:rsid w:val="00324951"/>
    <w:rsid w:val="00324AB5"/>
    <w:rsid w:val="00325B95"/>
    <w:rsid w:val="00330852"/>
    <w:rsid w:val="003308A4"/>
    <w:rsid w:val="00330C92"/>
    <w:rsid w:val="00330D38"/>
    <w:rsid w:val="003343CC"/>
    <w:rsid w:val="00334500"/>
    <w:rsid w:val="003345B8"/>
    <w:rsid w:val="00334E01"/>
    <w:rsid w:val="00335578"/>
    <w:rsid w:val="00335F70"/>
    <w:rsid w:val="003368C4"/>
    <w:rsid w:val="00336AD2"/>
    <w:rsid w:val="00336D62"/>
    <w:rsid w:val="003404FF"/>
    <w:rsid w:val="00340913"/>
    <w:rsid w:val="00340DFB"/>
    <w:rsid w:val="003416AC"/>
    <w:rsid w:val="00342749"/>
    <w:rsid w:val="00342DED"/>
    <w:rsid w:val="003434DF"/>
    <w:rsid w:val="00343BE5"/>
    <w:rsid w:val="0034405E"/>
    <w:rsid w:val="00344945"/>
    <w:rsid w:val="0034497F"/>
    <w:rsid w:val="0034657A"/>
    <w:rsid w:val="00346CAE"/>
    <w:rsid w:val="00346E99"/>
    <w:rsid w:val="00347FC0"/>
    <w:rsid w:val="00350B1E"/>
    <w:rsid w:val="00350BE8"/>
    <w:rsid w:val="0035151A"/>
    <w:rsid w:val="003525EA"/>
    <w:rsid w:val="003526D4"/>
    <w:rsid w:val="00353B4C"/>
    <w:rsid w:val="0035434B"/>
    <w:rsid w:val="00355BDD"/>
    <w:rsid w:val="0035609E"/>
    <w:rsid w:val="00356D9D"/>
    <w:rsid w:val="00360575"/>
    <w:rsid w:val="00361A6E"/>
    <w:rsid w:val="00361E23"/>
    <w:rsid w:val="00362DDB"/>
    <w:rsid w:val="0036423E"/>
    <w:rsid w:val="003643A4"/>
    <w:rsid w:val="003649B6"/>
    <w:rsid w:val="00365B81"/>
    <w:rsid w:val="00366076"/>
    <w:rsid w:val="0036651C"/>
    <w:rsid w:val="0036655E"/>
    <w:rsid w:val="00366AAF"/>
    <w:rsid w:val="0036748F"/>
    <w:rsid w:val="00373029"/>
    <w:rsid w:val="00373370"/>
    <w:rsid w:val="00373548"/>
    <w:rsid w:val="00373FE3"/>
    <w:rsid w:val="00375A47"/>
    <w:rsid w:val="00375D4F"/>
    <w:rsid w:val="00376563"/>
    <w:rsid w:val="00376E20"/>
    <w:rsid w:val="003776C7"/>
    <w:rsid w:val="00380F99"/>
    <w:rsid w:val="003810C0"/>
    <w:rsid w:val="00381A67"/>
    <w:rsid w:val="0038238C"/>
    <w:rsid w:val="00383624"/>
    <w:rsid w:val="003842C2"/>
    <w:rsid w:val="00384BA5"/>
    <w:rsid w:val="00384CC8"/>
    <w:rsid w:val="00384D6D"/>
    <w:rsid w:val="00385B22"/>
    <w:rsid w:val="00386732"/>
    <w:rsid w:val="0038721D"/>
    <w:rsid w:val="0038747F"/>
    <w:rsid w:val="00387974"/>
    <w:rsid w:val="00387D0A"/>
    <w:rsid w:val="00391215"/>
    <w:rsid w:val="003912AF"/>
    <w:rsid w:val="003922D0"/>
    <w:rsid w:val="00393051"/>
    <w:rsid w:val="003930F4"/>
    <w:rsid w:val="0039356F"/>
    <w:rsid w:val="003939BF"/>
    <w:rsid w:val="00393D88"/>
    <w:rsid w:val="00394968"/>
    <w:rsid w:val="003954DF"/>
    <w:rsid w:val="0039622F"/>
    <w:rsid w:val="0039734C"/>
    <w:rsid w:val="003973DB"/>
    <w:rsid w:val="00397C99"/>
    <w:rsid w:val="00397DE1"/>
    <w:rsid w:val="003A246D"/>
    <w:rsid w:val="003A2620"/>
    <w:rsid w:val="003A2FA0"/>
    <w:rsid w:val="003A40C6"/>
    <w:rsid w:val="003A46CD"/>
    <w:rsid w:val="003A5D4C"/>
    <w:rsid w:val="003A6D44"/>
    <w:rsid w:val="003A7A44"/>
    <w:rsid w:val="003B0148"/>
    <w:rsid w:val="003B01B6"/>
    <w:rsid w:val="003B0C65"/>
    <w:rsid w:val="003B1401"/>
    <w:rsid w:val="003B18D1"/>
    <w:rsid w:val="003B221F"/>
    <w:rsid w:val="003B2B92"/>
    <w:rsid w:val="003B33C7"/>
    <w:rsid w:val="003B3684"/>
    <w:rsid w:val="003B454C"/>
    <w:rsid w:val="003B4D84"/>
    <w:rsid w:val="003B52FF"/>
    <w:rsid w:val="003B5795"/>
    <w:rsid w:val="003B5E49"/>
    <w:rsid w:val="003B67EF"/>
    <w:rsid w:val="003B6AD5"/>
    <w:rsid w:val="003B6B85"/>
    <w:rsid w:val="003B754B"/>
    <w:rsid w:val="003C2B9E"/>
    <w:rsid w:val="003C36FB"/>
    <w:rsid w:val="003C4203"/>
    <w:rsid w:val="003C42E3"/>
    <w:rsid w:val="003C4F4C"/>
    <w:rsid w:val="003C6447"/>
    <w:rsid w:val="003C6623"/>
    <w:rsid w:val="003D0554"/>
    <w:rsid w:val="003D113B"/>
    <w:rsid w:val="003D2A54"/>
    <w:rsid w:val="003D31DA"/>
    <w:rsid w:val="003D3508"/>
    <w:rsid w:val="003D3A19"/>
    <w:rsid w:val="003D3EFD"/>
    <w:rsid w:val="003D5755"/>
    <w:rsid w:val="003D6791"/>
    <w:rsid w:val="003D7016"/>
    <w:rsid w:val="003E0C51"/>
    <w:rsid w:val="003E14F2"/>
    <w:rsid w:val="003E1E58"/>
    <w:rsid w:val="003E22DA"/>
    <w:rsid w:val="003E23BE"/>
    <w:rsid w:val="003E25DB"/>
    <w:rsid w:val="003E2807"/>
    <w:rsid w:val="003E2F6E"/>
    <w:rsid w:val="003E3784"/>
    <w:rsid w:val="003E45CB"/>
    <w:rsid w:val="003E45F3"/>
    <w:rsid w:val="003E592D"/>
    <w:rsid w:val="003E5B1E"/>
    <w:rsid w:val="003E5F44"/>
    <w:rsid w:val="003E630E"/>
    <w:rsid w:val="003E6517"/>
    <w:rsid w:val="003E6872"/>
    <w:rsid w:val="003E6B9B"/>
    <w:rsid w:val="003F00C5"/>
    <w:rsid w:val="003F0B25"/>
    <w:rsid w:val="003F18A2"/>
    <w:rsid w:val="003F23EF"/>
    <w:rsid w:val="003F4385"/>
    <w:rsid w:val="003F49D6"/>
    <w:rsid w:val="003F54F4"/>
    <w:rsid w:val="003F5BB6"/>
    <w:rsid w:val="003F60A1"/>
    <w:rsid w:val="003F7483"/>
    <w:rsid w:val="003F7739"/>
    <w:rsid w:val="004020E1"/>
    <w:rsid w:val="0040213D"/>
    <w:rsid w:val="004022D1"/>
    <w:rsid w:val="00402765"/>
    <w:rsid w:val="0040368D"/>
    <w:rsid w:val="004044EC"/>
    <w:rsid w:val="004049BF"/>
    <w:rsid w:val="00404AE3"/>
    <w:rsid w:val="00404B3D"/>
    <w:rsid w:val="00405F32"/>
    <w:rsid w:val="00410D5D"/>
    <w:rsid w:val="00412D12"/>
    <w:rsid w:val="00413288"/>
    <w:rsid w:val="0041537F"/>
    <w:rsid w:val="0041556C"/>
    <w:rsid w:val="00415D17"/>
    <w:rsid w:val="00415D37"/>
    <w:rsid w:val="004203E8"/>
    <w:rsid w:val="00420DF9"/>
    <w:rsid w:val="00420F16"/>
    <w:rsid w:val="00420FE4"/>
    <w:rsid w:val="00421135"/>
    <w:rsid w:val="004215AB"/>
    <w:rsid w:val="00421648"/>
    <w:rsid w:val="0042194B"/>
    <w:rsid w:val="004221E5"/>
    <w:rsid w:val="00422252"/>
    <w:rsid w:val="00423450"/>
    <w:rsid w:val="0042362C"/>
    <w:rsid w:val="00423D13"/>
    <w:rsid w:val="00424381"/>
    <w:rsid w:val="00424861"/>
    <w:rsid w:val="00424A1F"/>
    <w:rsid w:val="00424EAD"/>
    <w:rsid w:val="0042589E"/>
    <w:rsid w:val="004262C4"/>
    <w:rsid w:val="00430542"/>
    <w:rsid w:val="0043065D"/>
    <w:rsid w:val="00430C32"/>
    <w:rsid w:val="00431161"/>
    <w:rsid w:val="00432BAB"/>
    <w:rsid w:val="00436707"/>
    <w:rsid w:val="00436CC4"/>
    <w:rsid w:val="0044178F"/>
    <w:rsid w:val="0044239D"/>
    <w:rsid w:val="004431D6"/>
    <w:rsid w:val="004455AE"/>
    <w:rsid w:val="0044632A"/>
    <w:rsid w:val="00446813"/>
    <w:rsid w:val="004468C7"/>
    <w:rsid w:val="00446A08"/>
    <w:rsid w:val="00447790"/>
    <w:rsid w:val="00450324"/>
    <w:rsid w:val="00450344"/>
    <w:rsid w:val="00450743"/>
    <w:rsid w:val="004507AC"/>
    <w:rsid w:val="00450F8E"/>
    <w:rsid w:val="004510E9"/>
    <w:rsid w:val="0045117A"/>
    <w:rsid w:val="00451205"/>
    <w:rsid w:val="00451BD5"/>
    <w:rsid w:val="004524EA"/>
    <w:rsid w:val="00453D37"/>
    <w:rsid w:val="00457192"/>
    <w:rsid w:val="00457C99"/>
    <w:rsid w:val="004602D0"/>
    <w:rsid w:val="004609ED"/>
    <w:rsid w:val="00460D92"/>
    <w:rsid w:val="0046455F"/>
    <w:rsid w:val="0046457C"/>
    <w:rsid w:val="0046491A"/>
    <w:rsid w:val="0046494F"/>
    <w:rsid w:val="00464CE1"/>
    <w:rsid w:val="00464F1A"/>
    <w:rsid w:val="00466124"/>
    <w:rsid w:val="004666D8"/>
    <w:rsid w:val="0046688A"/>
    <w:rsid w:val="00467997"/>
    <w:rsid w:val="00467C57"/>
    <w:rsid w:val="00471377"/>
    <w:rsid w:val="00471898"/>
    <w:rsid w:val="00471DD1"/>
    <w:rsid w:val="00472D2C"/>
    <w:rsid w:val="0047357F"/>
    <w:rsid w:val="00473776"/>
    <w:rsid w:val="0047401C"/>
    <w:rsid w:val="00475430"/>
    <w:rsid w:val="004762A1"/>
    <w:rsid w:val="004777DD"/>
    <w:rsid w:val="0048039D"/>
    <w:rsid w:val="00480720"/>
    <w:rsid w:val="004808D5"/>
    <w:rsid w:val="00480A42"/>
    <w:rsid w:val="00480C1D"/>
    <w:rsid w:val="004824A1"/>
    <w:rsid w:val="004830CE"/>
    <w:rsid w:val="00483827"/>
    <w:rsid w:val="004846C8"/>
    <w:rsid w:val="004853BD"/>
    <w:rsid w:val="00487294"/>
    <w:rsid w:val="00487522"/>
    <w:rsid w:val="00490CAC"/>
    <w:rsid w:val="00493A3B"/>
    <w:rsid w:val="00494970"/>
    <w:rsid w:val="00494E1B"/>
    <w:rsid w:val="00495241"/>
    <w:rsid w:val="0049537E"/>
    <w:rsid w:val="00495E82"/>
    <w:rsid w:val="004A145E"/>
    <w:rsid w:val="004A205D"/>
    <w:rsid w:val="004A24B6"/>
    <w:rsid w:val="004A28C2"/>
    <w:rsid w:val="004A3069"/>
    <w:rsid w:val="004A34AE"/>
    <w:rsid w:val="004A3A64"/>
    <w:rsid w:val="004A4A35"/>
    <w:rsid w:val="004A557C"/>
    <w:rsid w:val="004A68DF"/>
    <w:rsid w:val="004A7BF2"/>
    <w:rsid w:val="004B0617"/>
    <w:rsid w:val="004B0EEA"/>
    <w:rsid w:val="004B25DA"/>
    <w:rsid w:val="004B3336"/>
    <w:rsid w:val="004B372E"/>
    <w:rsid w:val="004B51DE"/>
    <w:rsid w:val="004B5437"/>
    <w:rsid w:val="004B62BE"/>
    <w:rsid w:val="004B7498"/>
    <w:rsid w:val="004B7B1F"/>
    <w:rsid w:val="004C1560"/>
    <w:rsid w:val="004C1BE1"/>
    <w:rsid w:val="004C1CA0"/>
    <w:rsid w:val="004C2047"/>
    <w:rsid w:val="004C2102"/>
    <w:rsid w:val="004C28BF"/>
    <w:rsid w:val="004C3549"/>
    <w:rsid w:val="004C4348"/>
    <w:rsid w:val="004C4722"/>
    <w:rsid w:val="004C627A"/>
    <w:rsid w:val="004C71DF"/>
    <w:rsid w:val="004D29E0"/>
    <w:rsid w:val="004D3570"/>
    <w:rsid w:val="004D3F6B"/>
    <w:rsid w:val="004D40C7"/>
    <w:rsid w:val="004D40DD"/>
    <w:rsid w:val="004D42F1"/>
    <w:rsid w:val="004D4687"/>
    <w:rsid w:val="004D5684"/>
    <w:rsid w:val="004D6A8F"/>
    <w:rsid w:val="004D78FD"/>
    <w:rsid w:val="004E03D1"/>
    <w:rsid w:val="004E1A23"/>
    <w:rsid w:val="004E1E01"/>
    <w:rsid w:val="004E29B9"/>
    <w:rsid w:val="004E40C7"/>
    <w:rsid w:val="004E4965"/>
    <w:rsid w:val="004E4C99"/>
    <w:rsid w:val="004E56FC"/>
    <w:rsid w:val="004E7308"/>
    <w:rsid w:val="004F0187"/>
    <w:rsid w:val="004F113E"/>
    <w:rsid w:val="004F12A2"/>
    <w:rsid w:val="004F1CAB"/>
    <w:rsid w:val="004F26DD"/>
    <w:rsid w:val="004F3EEE"/>
    <w:rsid w:val="004F5AAA"/>
    <w:rsid w:val="004F7388"/>
    <w:rsid w:val="004F751E"/>
    <w:rsid w:val="005002A6"/>
    <w:rsid w:val="00500662"/>
    <w:rsid w:val="00501DD6"/>
    <w:rsid w:val="00502459"/>
    <w:rsid w:val="0050339D"/>
    <w:rsid w:val="00505F18"/>
    <w:rsid w:val="00510090"/>
    <w:rsid w:val="005101DA"/>
    <w:rsid w:val="005115C7"/>
    <w:rsid w:val="00512426"/>
    <w:rsid w:val="0051361B"/>
    <w:rsid w:val="00513E0B"/>
    <w:rsid w:val="00514BA8"/>
    <w:rsid w:val="0051532F"/>
    <w:rsid w:val="00516448"/>
    <w:rsid w:val="00517BB4"/>
    <w:rsid w:val="005206FE"/>
    <w:rsid w:val="005210B1"/>
    <w:rsid w:val="00521BB3"/>
    <w:rsid w:val="00521E60"/>
    <w:rsid w:val="00522AEE"/>
    <w:rsid w:val="00523C4C"/>
    <w:rsid w:val="00524C83"/>
    <w:rsid w:val="0052569C"/>
    <w:rsid w:val="00525B11"/>
    <w:rsid w:val="00525D4B"/>
    <w:rsid w:val="00526912"/>
    <w:rsid w:val="00526A28"/>
    <w:rsid w:val="00530537"/>
    <w:rsid w:val="00530B90"/>
    <w:rsid w:val="0053126D"/>
    <w:rsid w:val="005335D3"/>
    <w:rsid w:val="0053391F"/>
    <w:rsid w:val="00534C4E"/>
    <w:rsid w:val="00535ADD"/>
    <w:rsid w:val="00535D3B"/>
    <w:rsid w:val="00536081"/>
    <w:rsid w:val="005360A5"/>
    <w:rsid w:val="005360C9"/>
    <w:rsid w:val="005377D0"/>
    <w:rsid w:val="00541488"/>
    <w:rsid w:val="00541713"/>
    <w:rsid w:val="005420BC"/>
    <w:rsid w:val="0054273E"/>
    <w:rsid w:val="005429D1"/>
    <w:rsid w:val="00543286"/>
    <w:rsid w:val="005434A2"/>
    <w:rsid w:val="00543D8D"/>
    <w:rsid w:val="005444BE"/>
    <w:rsid w:val="00544801"/>
    <w:rsid w:val="0054551A"/>
    <w:rsid w:val="00546101"/>
    <w:rsid w:val="005463CD"/>
    <w:rsid w:val="0054722F"/>
    <w:rsid w:val="0055065C"/>
    <w:rsid w:val="00550FCC"/>
    <w:rsid w:val="00551051"/>
    <w:rsid w:val="005510FF"/>
    <w:rsid w:val="00551860"/>
    <w:rsid w:val="0055259B"/>
    <w:rsid w:val="00552C68"/>
    <w:rsid w:val="005542D9"/>
    <w:rsid w:val="0055430B"/>
    <w:rsid w:val="005543F5"/>
    <w:rsid w:val="005550A8"/>
    <w:rsid w:val="00555D15"/>
    <w:rsid w:val="005560C1"/>
    <w:rsid w:val="0055616B"/>
    <w:rsid w:val="00556794"/>
    <w:rsid w:val="00556D5A"/>
    <w:rsid w:val="00557A81"/>
    <w:rsid w:val="005602A4"/>
    <w:rsid w:val="00561410"/>
    <w:rsid w:val="0056177F"/>
    <w:rsid w:val="005669E5"/>
    <w:rsid w:val="00566B01"/>
    <w:rsid w:val="0056733E"/>
    <w:rsid w:val="005676F0"/>
    <w:rsid w:val="0056783D"/>
    <w:rsid w:val="00567A34"/>
    <w:rsid w:val="00567CBF"/>
    <w:rsid w:val="00571C8E"/>
    <w:rsid w:val="0057276F"/>
    <w:rsid w:val="00572FB7"/>
    <w:rsid w:val="00573348"/>
    <w:rsid w:val="005735AD"/>
    <w:rsid w:val="00574414"/>
    <w:rsid w:val="00574D6D"/>
    <w:rsid w:val="005751C5"/>
    <w:rsid w:val="0057557E"/>
    <w:rsid w:val="00575AED"/>
    <w:rsid w:val="005760F1"/>
    <w:rsid w:val="005764AA"/>
    <w:rsid w:val="005801C2"/>
    <w:rsid w:val="0058051B"/>
    <w:rsid w:val="00580528"/>
    <w:rsid w:val="00580D73"/>
    <w:rsid w:val="005818EE"/>
    <w:rsid w:val="00582C39"/>
    <w:rsid w:val="00582D02"/>
    <w:rsid w:val="00583B37"/>
    <w:rsid w:val="00583D13"/>
    <w:rsid w:val="00584497"/>
    <w:rsid w:val="00584574"/>
    <w:rsid w:val="00585212"/>
    <w:rsid w:val="00585C9D"/>
    <w:rsid w:val="00586678"/>
    <w:rsid w:val="00586908"/>
    <w:rsid w:val="00586DA9"/>
    <w:rsid w:val="00586F5F"/>
    <w:rsid w:val="0058756C"/>
    <w:rsid w:val="005875D9"/>
    <w:rsid w:val="005877C2"/>
    <w:rsid w:val="00587828"/>
    <w:rsid w:val="00591114"/>
    <w:rsid w:val="00592553"/>
    <w:rsid w:val="0059262E"/>
    <w:rsid w:val="00592D7F"/>
    <w:rsid w:val="0059308E"/>
    <w:rsid w:val="00593149"/>
    <w:rsid w:val="00593162"/>
    <w:rsid w:val="0059394B"/>
    <w:rsid w:val="00593B89"/>
    <w:rsid w:val="00595D9E"/>
    <w:rsid w:val="00596749"/>
    <w:rsid w:val="00596BE2"/>
    <w:rsid w:val="0059760D"/>
    <w:rsid w:val="005A26E8"/>
    <w:rsid w:val="005A4251"/>
    <w:rsid w:val="005A451E"/>
    <w:rsid w:val="005A4F0F"/>
    <w:rsid w:val="005A55B0"/>
    <w:rsid w:val="005A5A10"/>
    <w:rsid w:val="005A5F21"/>
    <w:rsid w:val="005A5F9D"/>
    <w:rsid w:val="005A6539"/>
    <w:rsid w:val="005A72C0"/>
    <w:rsid w:val="005A74C5"/>
    <w:rsid w:val="005A7C5D"/>
    <w:rsid w:val="005B01B0"/>
    <w:rsid w:val="005B0734"/>
    <w:rsid w:val="005B155A"/>
    <w:rsid w:val="005B1E7F"/>
    <w:rsid w:val="005B2254"/>
    <w:rsid w:val="005B2741"/>
    <w:rsid w:val="005B2BD0"/>
    <w:rsid w:val="005B33FA"/>
    <w:rsid w:val="005B3E99"/>
    <w:rsid w:val="005B40B1"/>
    <w:rsid w:val="005B44CB"/>
    <w:rsid w:val="005B4727"/>
    <w:rsid w:val="005B54F7"/>
    <w:rsid w:val="005B60DB"/>
    <w:rsid w:val="005B62A4"/>
    <w:rsid w:val="005B63DD"/>
    <w:rsid w:val="005B6D9A"/>
    <w:rsid w:val="005C0DEC"/>
    <w:rsid w:val="005C2AC4"/>
    <w:rsid w:val="005C2F4B"/>
    <w:rsid w:val="005C40E8"/>
    <w:rsid w:val="005C4242"/>
    <w:rsid w:val="005C556D"/>
    <w:rsid w:val="005C641E"/>
    <w:rsid w:val="005C7CAA"/>
    <w:rsid w:val="005D03EA"/>
    <w:rsid w:val="005D0566"/>
    <w:rsid w:val="005D15FF"/>
    <w:rsid w:val="005D2151"/>
    <w:rsid w:val="005D2332"/>
    <w:rsid w:val="005D3909"/>
    <w:rsid w:val="005D4DCF"/>
    <w:rsid w:val="005D6054"/>
    <w:rsid w:val="005D7011"/>
    <w:rsid w:val="005D72CE"/>
    <w:rsid w:val="005D777E"/>
    <w:rsid w:val="005D7921"/>
    <w:rsid w:val="005D7B88"/>
    <w:rsid w:val="005E0E9A"/>
    <w:rsid w:val="005E1BA5"/>
    <w:rsid w:val="005E2D75"/>
    <w:rsid w:val="005E367D"/>
    <w:rsid w:val="005E3E3F"/>
    <w:rsid w:val="005E42CD"/>
    <w:rsid w:val="005E5366"/>
    <w:rsid w:val="005E5D35"/>
    <w:rsid w:val="005E648E"/>
    <w:rsid w:val="005F00F4"/>
    <w:rsid w:val="005F02E4"/>
    <w:rsid w:val="005F081C"/>
    <w:rsid w:val="005F083F"/>
    <w:rsid w:val="005F1450"/>
    <w:rsid w:val="005F1A24"/>
    <w:rsid w:val="005F22D7"/>
    <w:rsid w:val="005F3887"/>
    <w:rsid w:val="005F3C33"/>
    <w:rsid w:val="005F42FC"/>
    <w:rsid w:val="005F5344"/>
    <w:rsid w:val="005F5D88"/>
    <w:rsid w:val="005F6092"/>
    <w:rsid w:val="005F6531"/>
    <w:rsid w:val="005F7E8C"/>
    <w:rsid w:val="006006CE"/>
    <w:rsid w:val="00600CB3"/>
    <w:rsid w:val="00600E6F"/>
    <w:rsid w:val="00601457"/>
    <w:rsid w:val="00601894"/>
    <w:rsid w:val="006025EA"/>
    <w:rsid w:val="00603063"/>
    <w:rsid w:val="00603463"/>
    <w:rsid w:val="00603C18"/>
    <w:rsid w:val="00606F1E"/>
    <w:rsid w:val="00607496"/>
    <w:rsid w:val="006100A7"/>
    <w:rsid w:val="00610497"/>
    <w:rsid w:val="006105AF"/>
    <w:rsid w:val="00611B01"/>
    <w:rsid w:val="00611B4D"/>
    <w:rsid w:val="00611FB9"/>
    <w:rsid w:val="00612D49"/>
    <w:rsid w:val="00613F08"/>
    <w:rsid w:val="00614C2E"/>
    <w:rsid w:val="006150DA"/>
    <w:rsid w:val="00615A45"/>
    <w:rsid w:val="006169E7"/>
    <w:rsid w:val="00617E3D"/>
    <w:rsid w:val="0062019A"/>
    <w:rsid w:val="00620293"/>
    <w:rsid w:val="0062071E"/>
    <w:rsid w:val="00620B69"/>
    <w:rsid w:val="00621342"/>
    <w:rsid w:val="00621E53"/>
    <w:rsid w:val="006223DA"/>
    <w:rsid w:val="00622DE7"/>
    <w:rsid w:val="00624F08"/>
    <w:rsid w:val="006254AC"/>
    <w:rsid w:val="00626293"/>
    <w:rsid w:val="0062651E"/>
    <w:rsid w:val="006267DB"/>
    <w:rsid w:val="00626ABC"/>
    <w:rsid w:val="00627F2E"/>
    <w:rsid w:val="00630AA7"/>
    <w:rsid w:val="00631CBC"/>
    <w:rsid w:val="00631EC2"/>
    <w:rsid w:val="006321B0"/>
    <w:rsid w:val="00632EC6"/>
    <w:rsid w:val="00633C02"/>
    <w:rsid w:val="0063580D"/>
    <w:rsid w:val="00635C02"/>
    <w:rsid w:val="0063676A"/>
    <w:rsid w:val="00636B26"/>
    <w:rsid w:val="00636E5D"/>
    <w:rsid w:val="006400BE"/>
    <w:rsid w:val="00640AC0"/>
    <w:rsid w:val="006419B7"/>
    <w:rsid w:val="006427D9"/>
    <w:rsid w:val="00642838"/>
    <w:rsid w:val="00642DCD"/>
    <w:rsid w:val="00643DDF"/>
    <w:rsid w:val="00644310"/>
    <w:rsid w:val="00644497"/>
    <w:rsid w:val="006453D7"/>
    <w:rsid w:val="0064561F"/>
    <w:rsid w:val="00646CAC"/>
    <w:rsid w:val="0064716A"/>
    <w:rsid w:val="00647F20"/>
    <w:rsid w:val="00651F57"/>
    <w:rsid w:val="006525AB"/>
    <w:rsid w:val="006536EC"/>
    <w:rsid w:val="006537A2"/>
    <w:rsid w:val="006539D3"/>
    <w:rsid w:val="006541C4"/>
    <w:rsid w:val="0066007F"/>
    <w:rsid w:val="006609F0"/>
    <w:rsid w:val="00660E5C"/>
    <w:rsid w:val="0066201C"/>
    <w:rsid w:val="0066287E"/>
    <w:rsid w:val="00662B1E"/>
    <w:rsid w:val="00663DF7"/>
    <w:rsid w:val="00664709"/>
    <w:rsid w:val="0066476E"/>
    <w:rsid w:val="00664D64"/>
    <w:rsid w:val="00664FF3"/>
    <w:rsid w:val="00665021"/>
    <w:rsid w:val="006660CD"/>
    <w:rsid w:val="00667CC0"/>
    <w:rsid w:val="00667CC4"/>
    <w:rsid w:val="006706D0"/>
    <w:rsid w:val="0067075A"/>
    <w:rsid w:val="00670764"/>
    <w:rsid w:val="00670F05"/>
    <w:rsid w:val="006729E5"/>
    <w:rsid w:val="00672D28"/>
    <w:rsid w:val="00673107"/>
    <w:rsid w:val="00673B0D"/>
    <w:rsid w:val="00673D80"/>
    <w:rsid w:val="0067449E"/>
    <w:rsid w:val="006744AF"/>
    <w:rsid w:val="006747D0"/>
    <w:rsid w:val="00674E0D"/>
    <w:rsid w:val="00675DD4"/>
    <w:rsid w:val="006771E1"/>
    <w:rsid w:val="006802C6"/>
    <w:rsid w:val="006802CA"/>
    <w:rsid w:val="0068123B"/>
    <w:rsid w:val="00681C12"/>
    <w:rsid w:val="006821EE"/>
    <w:rsid w:val="00683E13"/>
    <w:rsid w:val="00683FC7"/>
    <w:rsid w:val="006862F7"/>
    <w:rsid w:val="00686B22"/>
    <w:rsid w:val="006915D9"/>
    <w:rsid w:val="00691908"/>
    <w:rsid w:val="006925EE"/>
    <w:rsid w:val="00692602"/>
    <w:rsid w:val="006939F8"/>
    <w:rsid w:val="00693BE9"/>
    <w:rsid w:val="00694F64"/>
    <w:rsid w:val="0069509F"/>
    <w:rsid w:val="006950C9"/>
    <w:rsid w:val="00695791"/>
    <w:rsid w:val="00696D93"/>
    <w:rsid w:val="006973E1"/>
    <w:rsid w:val="006A07B9"/>
    <w:rsid w:val="006A179D"/>
    <w:rsid w:val="006A1DC5"/>
    <w:rsid w:val="006A2FEA"/>
    <w:rsid w:val="006A30B3"/>
    <w:rsid w:val="006A35D6"/>
    <w:rsid w:val="006A3B0A"/>
    <w:rsid w:val="006A44BB"/>
    <w:rsid w:val="006A4E62"/>
    <w:rsid w:val="006A56F6"/>
    <w:rsid w:val="006A69D3"/>
    <w:rsid w:val="006A6A47"/>
    <w:rsid w:val="006A6AED"/>
    <w:rsid w:val="006A7422"/>
    <w:rsid w:val="006B0992"/>
    <w:rsid w:val="006B0EAD"/>
    <w:rsid w:val="006B1FBD"/>
    <w:rsid w:val="006B2948"/>
    <w:rsid w:val="006B31D6"/>
    <w:rsid w:val="006B32DC"/>
    <w:rsid w:val="006B3497"/>
    <w:rsid w:val="006B36EE"/>
    <w:rsid w:val="006B4FFF"/>
    <w:rsid w:val="006B5D6D"/>
    <w:rsid w:val="006B6102"/>
    <w:rsid w:val="006B761E"/>
    <w:rsid w:val="006B7727"/>
    <w:rsid w:val="006B7C7F"/>
    <w:rsid w:val="006B7DA3"/>
    <w:rsid w:val="006C0E4F"/>
    <w:rsid w:val="006C135D"/>
    <w:rsid w:val="006C2641"/>
    <w:rsid w:val="006C4830"/>
    <w:rsid w:val="006C50A5"/>
    <w:rsid w:val="006C5109"/>
    <w:rsid w:val="006C56C8"/>
    <w:rsid w:val="006C5E67"/>
    <w:rsid w:val="006C6430"/>
    <w:rsid w:val="006C68D9"/>
    <w:rsid w:val="006C7374"/>
    <w:rsid w:val="006C73E5"/>
    <w:rsid w:val="006C743C"/>
    <w:rsid w:val="006D0BC9"/>
    <w:rsid w:val="006D13F2"/>
    <w:rsid w:val="006D40FC"/>
    <w:rsid w:val="006D4398"/>
    <w:rsid w:val="006D43B8"/>
    <w:rsid w:val="006D47D5"/>
    <w:rsid w:val="006D728F"/>
    <w:rsid w:val="006D7A22"/>
    <w:rsid w:val="006D7ABE"/>
    <w:rsid w:val="006D7D24"/>
    <w:rsid w:val="006D7DE5"/>
    <w:rsid w:val="006E0F7E"/>
    <w:rsid w:val="006E1B2A"/>
    <w:rsid w:val="006E2937"/>
    <w:rsid w:val="006E2CD4"/>
    <w:rsid w:val="006E2D5A"/>
    <w:rsid w:val="006E3DD3"/>
    <w:rsid w:val="006E41A7"/>
    <w:rsid w:val="006E4CDF"/>
    <w:rsid w:val="006E4E5B"/>
    <w:rsid w:val="006E6D37"/>
    <w:rsid w:val="006E6E62"/>
    <w:rsid w:val="006F1A6D"/>
    <w:rsid w:val="006F23E4"/>
    <w:rsid w:val="006F32BA"/>
    <w:rsid w:val="006F3E6D"/>
    <w:rsid w:val="006F42D3"/>
    <w:rsid w:val="006F4B36"/>
    <w:rsid w:val="006F4B66"/>
    <w:rsid w:val="006F5532"/>
    <w:rsid w:val="006F5817"/>
    <w:rsid w:val="006F5D55"/>
    <w:rsid w:val="006F5D97"/>
    <w:rsid w:val="006F6674"/>
    <w:rsid w:val="006F6A12"/>
    <w:rsid w:val="006F6E0E"/>
    <w:rsid w:val="006F70FC"/>
    <w:rsid w:val="006F74DA"/>
    <w:rsid w:val="006F7631"/>
    <w:rsid w:val="006F76C6"/>
    <w:rsid w:val="00700528"/>
    <w:rsid w:val="007005BF"/>
    <w:rsid w:val="007006F8"/>
    <w:rsid w:val="00701848"/>
    <w:rsid w:val="00701E2E"/>
    <w:rsid w:val="007022CA"/>
    <w:rsid w:val="00703743"/>
    <w:rsid w:val="007038B3"/>
    <w:rsid w:val="00703A62"/>
    <w:rsid w:val="00703A87"/>
    <w:rsid w:val="00703ADE"/>
    <w:rsid w:val="00703B2D"/>
    <w:rsid w:val="0070470B"/>
    <w:rsid w:val="00704E7D"/>
    <w:rsid w:val="0070519F"/>
    <w:rsid w:val="007051C5"/>
    <w:rsid w:val="007058FC"/>
    <w:rsid w:val="0070602C"/>
    <w:rsid w:val="00706429"/>
    <w:rsid w:val="007068D1"/>
    <w:rsid w:val="00706C4A"/>
    <w:rsid w:val="00706D1F"/>
    <w:rsid w:val="0070778F"/>
    <w:rsid w:val="007109F9"/>
    <w:rsid w:val="0071113E"/>
    <w:rsid w:val="00711900"/>
    <w:rsid w:val="00712A49"/>
    <w:rsid w:val="00712EF5"/>
    <w:rsid w:val="0071306F"/>
    <w:rsid w:val="00713C95"/>
    <w:rsid w:val="00715D47"/>
    <w:rsid w:val="00715D7D"/>
    <w:rsid w:val="00716039"/>
    <w:rsid w:val="0071609F"/>
    <w:rsid w:val="0071703A"/>
    <w:rsid w:val="0071772F"/>
    <w:rsid w:val="007179C5"/>
    <w:rsid w:val="00717D7F"/>
    <w:rsid w:val="007202EB"/>
    <w:rsid w:val="00720CA4"/>
    <w:rsid w:val="007210E9"/>
    <w:rsid w:val="0072264B"/>
    <w:rsid w:val="00722885"/>
    <w:rsid w:val="00723F7F"/>
    <w:rsid w:val="007243FE"/>
    <w:rsid w:val="00724DD0"/>
    <w:rsid w:val="00724FF5"/>
    <w:rsid w:val="0072556B"/>
    <w:rsid w:val="007257F1"/>
    <w:rsid w:val="00727D5C"/>
    <w:rsid w:val="00730C86"/>
    <w:rsid w:val="00731F8A"/>
    <w:rsid w:val="007336AC"/>
    <w:rsid w:val="00734901"/>
    <w:rsid w:val="00735176"/>
    <w:rsid w:val="00735334"/>
    <w:rsid w:val="007355D0"/>
    <w:rsid w:val="00735F7F"/>
    <w:rsid w:val="007361A2"/>
    <w:rsid w:val="00740276"/>
    <w:rsid w:val="00740A2B"/>
    <w:rsid w:val="00740EA0"/>
    <w:rsid w:val="007410DA"/>
    <w:rsid w:val="007419BA"/>
    <w:rsid w:val="00741F3B"/>
    <w:rsid w:val="007427DA"/>
    <w:rsid w:val="007435B0"/>
    <w:rsid w:val="007439A1"/>
    <w:rsid w:val="00744043"/>
    <w:rsid w:val="00744181"/>
    <w:rsid w:val="00744757"/>
    <w:rsid w:val="007449ED"/>
    <w:rsid w:val="00745C61"/>
    <w:rsid w:val="00747A3B"/>
    <w:rsid w:val="00750D51"/>
    <w:rsid w:val="00751162"/>
    <w:rsid w:val="00751366"/>
    <w:rsid w:val="007516CE"/>
    <w:rsid w:val="00751713"/>
    <w:rsid w:val="0075173C"/>
    <w:rsid w:val="00751F80"/>
    <w:rsid w:val="00752572"/>
    <w:rsid w:val="00752AAB"/>
    <w:rsid w:val="00752D01"/>
    <w:rsid w:val="00752D32"/>
    <w:rsid w:val="00754384"/>
    <w:rsid w:val="00755067"/>
    <w:rsid w:val="00756043"/>
    <w:rsid w:val="00757B3C"/>
    <w:rsid w:val="00760640"/>
    <w:rsid w:val="00761D57"/>
    <w:rsid w:val="00761DC5"/>
    <w:rsid w:val="00761E5A"/>
    <w:rsid w:val="00763821"/>
    <w:rsid w:val="0076400D"/>
    <w:rsid w:val="0076481C"/>
    <w:rsid w:val="00766048"/>
    <w:rsid w:val="00766311"/>
    <w:rsid w:val="00767116"/>
    <w:rsid w:val="00767998"/>
    <w:rsid w:val="00770858"/>
    <w:rsid w:val="00770A22"/>
    <w:rsid w:val="00773C83"/>
    <w:rsid w:val="0077432B"/>
    <w:rsid w:val="00774417"/>
    <w:rsid w:val="00774F70"/>
    <w:rsid w:val="00774F9D"/>
    <w:rsid w:val="0077521C"/>
    <w:rsid w:val="007757F3"/>
    <w:rsid w:val="00776AB0"/>
    <w:rsid w:val="00776D91"/>
    <w:rsid w:val="007773DD"/>
    <w:rsid w:val="00777EBC"/>
    <w:rsid w:val="00780667"/>
    <w:rsid w:val="0078089C"/>
    <w:rsid w:val="007819E2"/>
    <w:rsid w:val="007822F4"/>
    <w:rsid w:val="0078273C"/>
    <w:rsid w:val="00782876"/>
    <w:rsid w:val="00782FD4"/>
    <w:rsid w:val="00783730"/>
    <w:rsid w:val="007857ED"/>
    <w:rsid w:val="00786425"/>
    <w:rsid w:val="0078676C"/>
    <w:rsid w:val="00790159"/>
    <w:rsid w:val="007901AA"/>
    <w:rsid w:val="007901AE"/>
    <w:rsid w:val="007908E0"/>
    <w:rsid w:val="00791641"/>
    <w:rsid w:val="00791964"/>
    <w:rsid w:val="00791C95"/>
    <w:rsid w:val="0079337C"/>
    <w:rsid w:val="007949D2"/>
    <w:rsid w:val="00794B93"/>
    <w:rsid w:val="0079631B"/>
    <w:rsid w:val="00796D68"/>
    <w:rsid w:val="007974CD"/>
    <w:rsid w:val="007A0131"/>
    <w:rsid w:val="007A0953"/>
    <w:rsid w:val="007A0CC0"/>
    <w:rsid w:val="007A125C"/>
    <w:rsid w:val="007A1418"/>
    <w:rsid w:val="007A19F8"/>
    <w:rsid w:val="007A23C9"/>
    <w:rsid w:val="007A3859"/>
    <w:rsid w:val="007A38C4"/>
    <w:rsid w:val="007A3B29"/>
    <w:rsid w:val="007A436C"/>
    <w:rsid w:val="007A46DE"/>
    <w:rsid w:val="007A4F42"/>
    <w:rsid w:val="007A5558"/>
    <w:rsid w:val="007A65A9"/>
    <w:rsid w:val="007A67BE"/>
    <w:rsid w:val="007A6C16"/>
    <w:rsid w:val="007B1D87"/>
    <w:rsid w:val="007B2050"/>
    <w:rsid w:val="007B2ED2"/>
    <w:rsid w:val="007B3187"/>
    <w:rsid w:val="007B49DE"/>
    <w:rsid w:val="007B53AE"/>
    <w:rsid w:val="007B618A"/>
    <w:rsid w:val="007B7B47"/>
    <w:rsid w:val="007B7D8A"/>
    <w:rsid w:val="007B7F17"/>
    <w:rsid w:val="007C0108"/>
    <w:rsid w:val="007C1CF5"/>
    <w:rsid w:val="007C2BBE"/>
    <w:rsid w:val="007C3063"/>
    <w:rsid w:val="007C41DA"/>
    <w:rsid w:val="007C423F"/>
    <w:rsid w:val="007C5900"/>
    <w:rsid w:val="007C5931"/>
    <w:rsid w:val="007C6303"/>
    <w:rsid w:val="007C6CAE"/>
    <w:rsid w:val="007C70E6"/>
    <w:rsid w:val="007D01BD"/>
    <w:rsid w:val="007D0B68"/>
    <w:rsid w:val="007D10E2"/>
    <w:rsid w:val="007D2A50"/>
    <w:rsid w:val="007D3A58"/>
    <w:rsid w:val="007D43F0"/>
    <w:rsid w:val="007D50AF"/>
    <w:rsid w:val="007D53F4"/>
    <w:rsid w:val="007D5808"/>
    <w:rsid w:val="007D6229"/>
    <w:rsid w:val="007D7102"/>
    <w:rsid w:val="007D7419"/>
    <w:rsid w:val="007D7C6F"/>
    <w:rsid w:val="007D7F56"/>
    <w:rsid w:val="007E005D"/>
    <w:rsid w:val="007E02E6"/>
    <w:rsid w:val="007E07B9"/>
    <w:rsid w:val="007E0C29"/>
    <w:rsid w:val="007E0E0D"/>
    <w:rsid w:val="007E2906"/>
    <w:rsid w:val="007E3366"/>
    <w:rsid w:val="007E36E0"/>
    <w:rsid w:val="007E45B5"/>
    <w:rsid w:val="007E4A0C"/>
    <w:rsid w:val="007E4C72"/>
    <w:rsid w:val="007E5CDB"/>
    <w:rsid w:val="007E65B9"/>
    <w:rsid w:val="007E66DA"/>
    <w:rsid w:val="007E67C0"/>
    <w:rsid w:val="007E701D"/>
    <w:rsid w:val="007E7219"/>
    <w:rsid w:val="007E7531"/>
    <w:rsid w:val="007F1B52"/>
    <w:rsid w:val="007F1B6C"/>
    <w:rsid w:val="007F34FC"/>
    <w:rsid w:val="007F3A66"/>
    <w:rsid w:val="007F4172"/>
    <w:rsid w:val="007F6618"/>
    <w:rsid w:val="007F7557"/>
    <w:rsid w:val="00800714"/>
    <w:rsid w:val="00801690"/>
    <w:rsid w:val="00802E8B"/>
    <w:rsid w:val="00803613"/>
    <w:rsid w:val="00804550"/>
    <w:rsid w:val="00804659"/>
    <w:rsid w:val="00804D19"/>
    <w:rsid w:val="0080553B"/>
    <w:rsid w:val="00805B4C"/>
    <w:rsid w:val="00805FB9"/>
    <w:rsid w:val="00807BFC"/>
    <w:rsid w:val="008106CF"/>
    <w:rsid w:val="008113DA"/>
    <w:rsid w:val="0081313F"/>
    <w:rsid w:val="008134DA"/>
    <w:rsid w:val="00814B8C"/>
    <w:rsid w:val="008158AB"/>
    <w:rsid w:val="008162B2"/>
    <w:rsid w:val="00816A52"/>
    <w:rsid w:val="0081721F"/>
    <w:rsid w:val="00823230"/>
    <w:rsid w:val="00823CD0"/>
    <w:rsid w:val="00824234"/>
    <w:rsid w:val="00824D5C"/>
    <w:rsid w:val="00825774"/>
    <w:rsid w:val="00825E4A"/>
    <w:rsid w:val="008262F2"/>
    <w:rsid w:val="0082700F"/>
    <w:rsid w:val="00827A92"/>
    <w:rsid w:val="00827E3C"/>
    <w:rsid w:val="00831CBC"/>
    <w:rsid w:val="00832701"/>
    <w:rsid w:val="00832B5B"/>
    <w:rsid w:val="008347D0"/>
    <w:rsid w:val="00834A0C"/>
    <w:rsid w:val="008355F0"/>
    <w:rsid w:val="008356F7"/>
    <w:rsid w:val="008361D8"/>
    <w:rsid w:val="008361F4"/>
    <w:rsid w:val="00836247"/>
    <w:rsid w:val="00840082"/>
    <w:rsid w:val="008404CE"/>
    <w:rsid w:val="00840DAB"/>
    <w:rsid w:val="00840EB5"/>
    <w:rsid w:val="00841066"/>
    <w:rsid w:val="008423A6"/>
    <w:rsid w:val="0084328E"/>
    <w:rsid w:val="008448AC"/>
    <w:rsid w:val="0084517F"/>
    <w:rsid w:val="00845980"/>
    <w:rsid w:val="00845DE2"/>
    <w:rsid w:val="00847206"/>
    <w:rsid w:val="00850017"/>
    <w:rsid w:val="0085013D"/>
    <w:rsid w:val="008507DF"/>
    <w:rsid w:val="00850E43"/>
    <w:rsid w:val="00851668"/>
    <w:rsid w:val="008538D7"/>
    <w:rsid w:val="00853E17"/>
    <w:rsid w:val="00853F58"/>
    <w:rsid w:val="00854DFA"/>
    <w:rsid w:val="0085564F"/>
    <w:rsid w:val="00855804"/>
    <w:rsid w:val="00855BE3"/>
    <w:rsid w:val="00855E93"/>
    <w:rsid w:val="00857169"/>
    <w:rsid w:val="00857700"/>
    <w:rsid w:val="00857A09"/>
    <w:rsid w:val="00857F99"/>
    <w:rsid w:val="00862BF3"/>
    <w:rsid w:val="00863BE1"/>
    <w:rsid w:val="00863C0B"/>
    <w:rsid w:val="008640F6"/>
    <w:rsid w:val="0086434A"/>
    <w:rsid w:val="0086543E"/>
    <w:rsid w:val="008655A1"/>
    <w:rsid w:val="00865B95"/>
    <w:rsid w:val="00865E7C"/>
    <w:rsid w:val="008666D7"/>
    <w:rsid w:val="00867CF6"/>
    <w:rsid w:val="00867FEE"/>
    <w:rsid w:val="0087089E"/>
    <w:rsid w:val="00870D84"/>
    <w:rsid w:val="00874798"/>
    <w:rsid w:val="008753E9"/>
    <w:rsid w:val="00875914"/>
    <w:rsid w:val="00875B91"/>
    <w:rsid w:val="00875B9F"/>
    <w:rsid w:val="008772E0"/>
    <w:rsid w:val="00877F09"/>
    <w:rsid w:val="0088006E"/>
    <w:rsid w:val="0088022E"/>
    <w:rsid w:val="008803B9"/>
    <w:rsid w:val="008805B8"/>
    <w:rsid w:val="008806EA"/>
    <w:rsid w:val="00880F8E"/>
    <w:rsid w:val="008810E4"/>
    <w:rsid w:val="00881619"/>
    <w:rsid w:val="00882293"/>
    <w:rsid w:val="008832A1"/>
    <w:rsid w:val="00883947"/>
    <w:rsid w:val="00883A1F"/>
    <w:rsid w:val="00886D75"/>
    <w:rsid w:val="0088713B"/>
    <w:rsid w:val="0088746A"/>
    <w:rsid w:val="00887944"/>
    <w:rsid w:val="008906B4"/>
    <w:rsid w:val="008916AD"/>
    <w:rsid w:val="0089211A"/>
    <w:rsid w:val="0089290C"/>
    <w:rsid w:val="00893B52"/>
    <w:rsid w:val="00894450"/>
    <w:rsid w:val="00894A0D"/>
    <w:rsid w:val="00896AB1"/>
    <w:rsid w:val="00896E39"/>
    <w:rsid w:val="00897626"/>
    <w:rsid w:val="008A168A"/>
    <w:rsid w:val="008A2159"/>
    <w:rsid w:val="008A2B97"/>
    <w:rsid w:val="008A2E57"/>
    <w:rsid w:val="008A3763"/>
    <w:rsid w:val="008A38E0"/>
    <w:rsid w:val="008A3C5B"/>
    <w:rsid w:val="008A44F6"/>
    <w:rsid w:val="008A5FD3"/>
    <w:rsid w:val="008A6333"/>
    <w:rsid w:val="008A646B"/>
    <w:rsid w:val="008A6A25"/>
    <w:rsid w:val="008A6DF6"/>
    <w:rsid w:val="008A76B4"/>
    <w:rsid w:val="008B1775"/>
    <w:rsid w:val="008B17FD"/>
    <w:rsid w:val="008B1AA9"/>
    <w:rsid w:val="008B320C"/>
    <w:rsid w:val="008B38AF"/>
    <w:rsid w:val="008B4139"/>
    <w:rsid w:val="008B5414"/>
    <w:rsid w:val="008B61EE"/>
    <w:rsid w:val="008B6689"/>
    <w:rsid w:val="008B6842"/>
    <w:rsid w:val="008B6B20"/>
    <w:rsid w:val="008B766D"/>
    <w:rsid w:val="008B7D32"/>
    <w:rsid w:val="008C0E5F"/>
    <w:rsid w:val="008C0ECE"/>
    <w:rsid w:val="008C2139"/>
    <w:rsid w:val="008C25BC"/>
    <w:rsid w:val="008C38EC"/>
    <w:rsid w:val="008C3C5C"/>
    <w:rsid w:val="008C3CC1"/>
    <w:rsid w:val="008C5E4E"/>
    <w:rsid w:val="008C6184"/>
    <w:rsid w:val="008C7008"/>
    <w:rsid w:val="008C72D7"/>
    <w:rsid w:val="008D0BBE"/>
    <w:rsid w:val="008D1915"/>
    <w:rsid w:val="008D1D5C"/>
    <w:rsid w:val="008D2709"/>
    <w:rsid w:val="008D2B5B"/>
    <w:rsid w:val="008D3C2B"/>
    <w:rsid w:val="008D44EC"/>
    <w:rsid w:val="008D48DA"/>
    <w:rsid w:val="008D4C2F"/>
    <w:rsid w:val="008D4F63"/>
    <w:rsid w:val="008D5464"/>
    <w:rsid w:val="008D5601"/>
    <w:rsid w:val="008D6A92"/>
    <w:rsid w:val="008D70BD"/>
    <w:rsid w:val="008D7971"/>
    <w:rsid w:val="008E0CD2"/>
    <w:rsid w:val="008E1483"/>
    <w:rsid w:val="008E1A63"/>
    <w:rsid w:val="008E1AB0"/>
    <w:rsid w:val="008E35E7"/>
    <w:rsid w:val="008E3FCE"/>
    <w:rsid w:val="008E44DE"/>
    <w:rsid w:val="008E5043"/>
    <w:rsid w:val="008E5423"/>
    <w:rsid w:val="008E54D1"/>
    <w:rsid w:val="008E5893"/>
    <w:rsid w:val="008E5EE8"/>
    <w:rsid w:val="008E6764"/>
    <w:rsid w:val="008E71E1"/>
    <w:rsid w:val="008F05D7"/>
    <w:rsid w:val="008F1ADF"/>
    <w:rsid w:val="008F25AF"/>
    <w:rsid w:val="008F2635"/>
    <w:rsid w:val="008F3B3A"/>
    <w:rsid w:val="008F3B3D"/>
    <w:rsid w:val="008F4D4F"/>
    <w:rsid w:val="008F544E"/>
    <w:rsid w:val="008F641B"/>
    <w:rsid w:val="008F6B4E"/>
    <w:rsid w:val="008F6BA0"/>
    <w:rsid w:val="008F6CBB"/>
    <w:rsid w:val="00902385"/>
    <w:rsid w:val="00902D32"/>
    <w:rsid w:val="009032AD"/>
    <w:rsid w:val="00903C89"/>
    <w:rsid w:val="009041CF"/>
    <w:rsid w:val="009062B4"/>
    <w:rsid w:val="0090715B"/>
    <w:rsid w:val="009107DC"/>
    <w:rsid w:val="009109E4"/>
    <w:rsid w:val="0091123B"/>
    <w:rsid w:val="0091135E"/>
    <w:rsid w:val="00911955"/>
    <w:rsid w:val="00911A72"/>
    <w:rsid w:val="00911C04"/>
    <w:rsid w:val="00913A34"/>
    <w:rsid w:val="00913C0F"/>
    <w:rsid w:val="00914B62"/>
    <w:rsid w:val="009163FB"/>
    <w:rsid w:val="00916ACC"/>
    <w:rsid w:val="00917731"/>
    <w:rsid w:val="009210F1"/>
    <w:rsid w:val="00921888"/>
    <w:rsid w:val="00921F8F"/>
    <w:rsid w:val="00922EE8"/>
    <w:rsid w:val="0092320C"/>
    <w:rsid w:val="00923676"/>
    <w:rsid w:val="00923830"/>
    <w:rsid w:val="00924AB0"/>
    <w:rsid w:val="00926DF0"/>
    <w:rsid w:val="00927594"/>
    <w:rsid w:val="00927BA7"/>
    <w:rsid w:val="00927CC6"/>
    <w:rsid w:val="0093019B"/>
    <w:rsid w:val="009306CB"/>
    <w:rsid w:val="00930841"/>
    <w:rsid w:val="0093178A"/>
    <w:rsid w:val="00931ADE"/>
    <w:rsid w:val="00932837"/>
    <w:rsid w:val="00932D63"/>
    <w:rsid w:val="00933D49"/>
    <w:rsid w:val="0093432B"/>
    <w:rsid w:val="009364FE"/>
    <w:rsid w:val="00936A19"/>
    <w:rsid w:val="00936B13"/>
    <w:rsid w:val="0093763E"/>
    <w:rsid w:val="009401D6"/>
    <w:rsid w:val="00940EEA"/>
    <w:rsid w:val="009413E0"/>
    <w:rsid w:val="00941933"/>
    <w:rsid w:val="00942199"/>
    <w:rsid w:val="00942FE9"/>
    <w:rsid w:val="00944BBD"/>
    <w:rsid w:val="00945091"/>
    <w:rsid w:val="00945A5D"/>
    <w:rsid w:val="009461D8"/>
    <w:rsid w:val="00947E97"/>
    <w:rsid w:val="00950B49"/>
    <w:rsid w:val="00951549"/>
    <w:rsid w:val="00951A7B"/>
    <w:rsid w:val="00952AA1"/>
    <w:rsid w:val="00952E35"/>
    <w:rsid w:val="009535F7"/>
    <w:rsid w:val="00953699"/>
    <w:rsid w:val="009537B6"/>
    <w:rsid w:val="009537E3"/>
    <w:rsid w:val="00955598"/>
    <w:rsid w:val="009557C0"/>
    <w:rsid w:val="009566BE"/>
    <w:rsid w:val="009600CE"/>
    <w:rsid w:val="00960211"/>
    <w:rsid w:val="00960372"/>
    <w:rsid w:val="00960C5B"/>
    <w:rsid w:val="00961B54"/>
    <w:rsid w:val="00962621"/>
    <w:rsid w:val="009628BC"/>
    <w:rsid w:val="009643D0"/>
    <w:rsid w:val="009646DF"/>
    <w:rsid w:val="00964B36"/>
    <w:rsid w:val="00965567"/>
    <w:rsid w:val="009659BB"/>
    <w:rsid w:val="00966B29"/>
    <w:rsid w:val="00967683"/>
    <w:rsid w:val="0097021B"/>
    <w:rsid w:val="009706AB"/>
    <w:rsid w:val="00971BAE"/>
    <w:rsid w:val="00971DD9"/>
    <w:rsid w:val="00971ED3"/>
    <w:rsid w:val="00972AB3"/>
    <w:rsid w:val="00973339"/>
    <w:rsid w:val="00974076"/>
    <w:rsid w:val="00974126"/>
    <w:rsid w:val="009742DE"/>
    <w:rsid w:val="00974481"/>
    <w:rsid w:val="00975143"/>
    <w:rsid w:val="00975B10"/>
    <w:rsid w:val="009764A8"/>
    <w:rsid w:val="00976539"/>
    <w:rsid w:val="00976816"/>
    <w:rsid w:val="00976884"/>
    <w:rsid w:val="00981975"/>
    <w:rsid w:val="0098260D"/>
    <w:rsid w:val="00982754"/>
    <w:rsid w:val="0098299B"/>
    <w:rsid w:val="009829A3"/>
    <w:rsid w:val="00982DE9"/>
    <w:rsid w:val="0098378C"/>
    <w:rsid w:val="009839E9"/>
    <w:rsid w:val="00983F77"/>
    <w:rsid w:val="009845BF"/>
    <w:rsid w:val="00985103"/>
    <w:rsid w:val="0098659A"/>
    <w:rsid w:val="00986A97"/>
    <w:rsid w:val="00987594"/>
    <w:rsid w:val="00987BF5"/>
    <w:rsid w:val="0099060A"/>
    <w:rsid w:val="00990836"/>
    <w:rsid w:val="0099108C"/>
    <w:rsid w:val="009911AE"/>
    <w:rsid w:val="009916BD"/>
    <w:rsid w:val="00991D12"/>
    <w:rsid w:val="00992157"/>
    <w:rsid w:val="0099235E"/>
    <w:rsid w:val="00992605"/>
    <w:rsid w:val="00992A69"/>
    <w:rsid w:val="009942BA"/>
    <w:rsid w:val="009949B2"/>
    <w:rsid w:val="00994DD3"/>
    <w:rsid w:val="00997506"/>
    <w:rsid w:val="009976FF"/>
    <w:rsid w:val="009A01E7"/>
    <w:rsid w:val="009A0307"/>
    <w:rsid w:val="009A093E"/>
    <w:rsid w:val="009A43F0"/>
    <w:rsid w:val="009A4DE4"/>
    <w:rsid w:val="009A4E57"/>
    <w:rsid w:val="009A5593"/>
    <w:rsid w:val="009A56D4"/>
    <w:rsid w:val="009A588D"/>
    <w:rsid w:val="009A632C"/>
    <w:rsid w:val="009B00A4"/>
    <w:rsid w:val="009B069A"/>
    <w:rsid w:val="009B0869"/>
    <w:rsid w:val="009B14DF"/>
    <w:rsid w:val="009B1F07"/>
    <w:rsid w:val="009B265D"/>
    <w:rsid w:val="009B2683"/>
    <w:rsid w:val="009B3A8D"/>
    <w:rsid w:val="009B3AEB"/>
    <w:rsid w:val="009B3CC7"/>
    <w:rsid w:val="009B479D"/>
    <w:rsid w:val="009B511B"/>
    <w:rsid w:val="009C152B"/>
    <w:rsid w:val="009C1BE5"/>
    <w:rsid w:val="009C1BE6"/>
    <w:rsid w:val="009C1EC1"/>
    <w:rsid w:val="009C1F4E"/>
    <w:rsid w:val="009C24CD"/>
    <w:rsid w:val="009C2652"/>
    <w:rsid w:val="009C3298"/>
    <w:rsid w:val="009C34CF"/>
    <w:rsid w:val="009C3DB8"/>
    <w:rsid w:val="009C3F0C"/>
    <w:rsid w:val="009C42B7"/>
    <w:rsid w:val="009C48A2"/>
    <w:rsid w:val="009C4E86"/>
    <w:rsid w:val="009C56EC"/>
    <w:rsid w:val="009C58E0"/>
    <w:rsid w:val="009C65CA"/>
    <w:rsid w:val="009C67D2"/>
    <w:rsid w:val="009C6C08"/>
    <w:rsid w:val="009D12E6"/>
    <w:rsid w:val="009D1549"/>
    <w:rsid w:val="009D15F5"/>
    <w:rsid w:val="009D1973"/>
    <w:rsid w:val="009D1AA7"/>
    <w:rsid w:val="009D2725"/>
    <w:rsid w:val="009D3774"/>
    <w:rsid w:val="009D3931"/>
    <w:rsid w:val="009D3CBD"/>
    <w:rsid w:val="009D4311"/>
    <w:rsid w:val="009D4C8A"/>
    <w:rsid w:val="009D5297"/>
    <w:rsid w:val="009D598F"/>
    <w:rsid w:val="009D5D4C"/>
    <w:rsid w:val="009D7418"/>
    <w:rsid w:val="009D7AEF"/>
    <w:rsid w:val="009E0853"/>
    <w:rsid w:val="009E113F"/>
    <w:rsid w:val="009E1BC2"/>
    <w:rsid w:val="009E35EC"/>
    <w:rsid w:val="009E4261"/>
    <w:rsid w:val="009E477B"/>
    <w:rsid w:val="009E4AC7"/>
    <w:rsid w:val="009E5010"/>
    <w:rsid w:val="009E537A"/>
    <w:rsid w:val="009E5723"/>
    <w:rsid w:val="009E5AA5"/>
    <w:rsid w:val="009E6018"/>
    <w:rsid w:val="009E6822"/>
    <w:rsid w:val="009E69EA"/>
    <w:rsid w:val="009E701A"/>
    <w:rsid w:val="009E7EF7"/>
    <w:rsid w:val="009F0446"/>
    <w:rsid w:val="009F11CC"/>
    <w:rsid w:val="009F29AB"/>
    <w:rsid w:val="009F2A77"/>
    <w:rsid w:val="009F3818"/>
    <w:rsid w:val="009F41BA"/>
    <w:rsid w:val="009F5708"/>
    <w:rsid w:val="009F5D02"/>
    <w:rsid w:val="009F5F6F"/>
    <w:rsid w:val="009F60F4"/>
    <w:rsid w:val="009F63B8"/>
    <w:rsid w:val="009F6A16"/>
    <w:rsid w:val="00A01869"/>
    <w:rsid w:val="00A01BB7"/>
    <w:rsid w:val="00A02459"/>
    <w:rsid w:val="00A025F8"/>
    <w:rsid w:val="00A02E1F"/>
    <w:rsid w:val="00A037BF"/>
    <w:rsid w:val="00A03EA8"/>
    <w:rsid w:val="00A05D44"/>
    <w:rsid w:val="00A06309"/>
    <w:rsid w:val="00A07368"/>
    <w:rsid w:val="00A0767A"/>
    <w:rsid w:val="00A111AF"/>
    <w:rsid w:val="00A11A3A"/>
    <w:rsid w:val="00A12491"/>
    <w:rsid w:val="00A13482"/>
    <w:rsid w:val="00A137A7"/>
    <w:rsid w:val="00A13996"/>
    <w:rsid w:val="00A13DAF"/>
    <w:rsid w:val="00A1433B"/>
    <w:rsid w:val="00A20DF6"/>
    <w:rsid w:val="00A2171E"/>
    <w:rsid w:val="00A228B2"/>
    <w:rsid w:val="00A24332"/>
    <w:rsid w:val="00A24695"/>
    <w:rsid w:val="00A24B93"/>
    <w:rsid w:val="00A24E06"/>
    <w:rsid w:val="00A24EB3"/>
    <w:rsid w:val="00A25595"/>
    <w:rsid w:val="00A25671"/>
    <w:rsid w:val="00A256A4"/>
    <w:rsid w:val="00A26D8C"/>
    <w:rsid w:val="00A26F0E"/>
    <w:rsid w:val="00A2741C"/>
    <w:rsid w:val="00A308DB"/>
    <w:rsid w:val="00A309B6"/>
    <w:rsid w:val="00A3105A"/>
    <w:rsid w:val="00A31415"/>
    <w:rsid w:val="00A339EC"/>
    <w:rsid w:val="00A34619"/>
    <w:rsid w:val="00A35543"/>
    <w:rsid w:val="00A35C64"/>
    <w:rsid w:val="00A35FFD"/>
    <w:rsid w:val="00A3623B"/>
    <w:rsid w:val="00A3661A"/>
    <w:rsid w:val="00A36A0D"/>
    <w:rsid w:val="00A4170D"/>
    <w:rsid w:val="00A4305E"/>
    <w:rsid w:val="00A43157"/>
    <w:rsid w:val="00A43400"/>
    <w:rsid w:val="00A43ADC"/>
    <w:rsid w:val="00A45285"/>
    <w:rsid w:val="00A456CF"/>
    <w:rsid w:val="00A45777"/>
    <w:rsid w:val="00A45F46"/>
    <w:rsid w:val="00A46298"/>
    <w:rsid w:val="00A469CF"/>
    <w:rsid w:val="00A47684"/>
    <w:rsid w:val="00A47B5A"/>
    <w:rsid w:val="00A513D6"/>
    <w:rsid w:val="00A54032"/>
    <w:rsid w:val="00A5445E"/>
    <w:rsid w:val="00A5486B"/>
    <w:rsid w:val="00A54DF2"/>
    <w:rsid w:val="00A55940"/>
    <w:rsid w:val="00A5638F"/>
    <w:rsid w:val="00A564BD"/>
    <w:rsid w:val="00A56513"/>
    <w:rsid w:val="00A57533"/>
    <w:rsid w:val="00A6059A"/>
    <w:rsid w:val="00A60AFD"/>
    <w:rsid w:val="00A6244A"/>
    <w:rsid w:val="00A63678"/>
    <w:rsid w:val="00A638E2"/>
    <w:rsid w:val="00A65869"/>
    <w:rsid w:val="00A663A1"/>
    <w:rsid w:val="00A66551"/>
    <w:rsid w:val="00A667DB"/>
    <w:rsid w:val="00A66E5B"/>
    <w:rsid w:val="00A6771C"/>
    <w:rsid w:val="00A6788D"/>
    <w:rsid w:val="00A70D10"/>
    <w:rsid w:val="00A71143"/>
    <w:rsid w:val="00A7144D"/>
    <w:rsid w:val="00A71D51"/>
    <w:rsid w:val="00A72BC5"/>
    <w:rsid w:val="00A752EF"/>
    <w:rsid w:val="00A76284"/>
    <w:rsid w:val="00A77882"/>
    <w:rsid w:val="00A77DDC"/>
    <w:rsid w:val="00A803F9"/>
    <w:rsid w:val="00A80ADB"/>
    <w:rsid w:val="00A81346"/>
    <w:rsid w:val="00A81A2B"/>
    <w:rsid w:val="00A82600"/>
    <w:rsid w:val="00A855E4"/>
    <w:rsid w:val="00A858B9"/>
    <w:rsid w:val="00A861F5"/>
    <w:rsid w:val="00A90077"/>
    <w:rsid w:val="00A90196"/>
    <w:rsid w:val="00A9150C"/>
    <w:rsid w:val="00A91569"/>
    <w:rsid w:val="00A9204E"/>
    <w:rsid w:val="00A921CA"/>
    <w:rsid w:val="00A924DA"/>
    <w:rsid w:val="00A926A5"/>
    <w:rsid w:val="00A94193"/>
    <w:rsid w:val="00A944DD"/>
    <w:rsid w:val="00A94D1A"/>
    <w:rsid w:val="00AA0082"/>
    <w:rsid w:val="00AA0BEB"/>
    <w:rsid w:val="00AA2130"/>
    <w:rsid w:val="00AA3853"/>
    <w:rsid w:val="00AA3A77"/>
    <w:rsid w:val="00AA3B6B"/>
    <w:rsid w:val="00AA41D0"/>
    <w:rsid w:val="00AA4E67"/>
    <w:rsid w:val="00AA5BB1"/>
    <w:rsid w:val="00AA6A3B"/>
    <w:rsid w:val="00AB0F6E"/>
    <w:rsid w:val="00AB1C4C"/>
    <w:rsid w:val="00AB22FE"/>
    <w:rsid w:val="00AB2676"/>
    <w:rsid w:val="00AB3BC7"/>
    <w:rsid w:val="00AB4354"/>
    <w:rsid w:val="00AB45DC"/>
    <w:rsid w:val="00AB466F"/>
    <w:rsid w:val="00AB4863"/>
    <w:rsid w:val="00AB4A94"/>
    <w:rsid w:val="00AB533C"/>
    <w:rsid w:val="00AB55F8"/>
    <w:rsid w:val="00AB63DA"/>
    <w:rsid w:val="00AB7589"/>
    <w:rsid w:val="00AC1407"/>
    <w:rsid w:val="00AC4233"/>
    <w:rsid w:val="00AC44F5"/>
    <w:rsid w:val="00AC485B"/>
    <w:rsid w:val="00AC49CF"/>
    <w:rsid w:val="00AC6AA3"/>
    <w:rsid w:val="00AC76DB"/>
    <w:rsid w:val="00AC7B77"/>
    <w:rsid w:val="00AD079F"/>
    <w:rsid w:val="00AD0E58"/>
    <w:rsid w:val="00AD10D5"/>
    <w:rsid w:val="00AD4240"/>
    <w:rsid w:val="00AD5024"/>
    <w:rsid w:val="00AD58DC"/>
    <w:rsid w:val="00AD6095"/>
    <w:rsid w:val="00AD64BF"/>
    <w:rsid w:val="00AD6A9A"/>
    <w:rsid w:val="00AD7102"/>
    <w:rsid w:val="00AD7AD7"/>
    <w:rsid w:val="00AE10DD"/>
    <w:rsid w:val="00AE14F9"/>
    <w:rsid w:val="00AE2CEA"/>
    <w:rsid w:val="00AE31F9"/>
    <w:rsid w:val="00AE39E1"/>
    <w:rsid w:val="00AE3EE1"/>
    <w:rsid w:val="00AE40F8"/>
    <w:rsid w:val="00AE45AC"/>
    <w:rsid w:val="00AE4B48"/>
    <w:rsid w:val="00AE4F40"/>
    <w:rsid w:val="00AE54AA"/>
    <w:rsid w:val="00AE601B"/>
    <w:rsid w:val="00AE68AA"/>
    <w:rsid w:val="00AE6ECE"/>
    <w:rsid w:val="00AE7D0E"/>
    <w:rsid w:val="00AF0009"/>
    <w:rsid w:val="00AF10E8"/>
    <w:rsid w:val="00AF126A"/>
    <w:rsid w:val="00AF187E"/>
    <w:rsid w:val="00AF2746"/>
    <w:rsid w:val="00AF5843"/>
    <w:rsid w:val="00AF5944"/>
    <w:rsid w:val="00AF6736"/>
    <w:rsid w:val="00AF6FB1"/>
    <w:rsid w:val="00B01848"/>
    <w:rsid w:val="00B0292A"/>
    <w:rsid w:val="00B04DE6"/>
    <w:rsid w:val="00B04FF6"/>
    <w:rsid w:val="00B0581D"/>
    <w:rsid w:val="00B066A8"/>
    <w:rsid w:val="00B07886"/>
    <w:rsid w:val="00B07FBE"/>
    <w:rsid w:val="00B1091F"/>
    <w:rsid w:val="00B10ECE"/>
    <w:rsid w:val="00B12C62"/>
    <w:rsid w:val="00B12E7B"/>
    <w:rsid w:val="00B13D84"/>
    <w:rsid w:val="00B153F8"/>
    <w:rsid w:val="00B1553C"/>
    <w:rsid w:val="00B173CE"/>
    <w:rsid w:val="00B176EB"/>
    <w:rsid w:val="00B179AD"/>
    <w:rsid w:val="00B2083B"/>
    <w:rsid w:val="00B218AB"/>
    <w:rsid w:val="00B2279A"/>
    <w:rsid w:val="00B22CCD"/>
    <w:rsid w:val="00B22FFE"/>
    <w:rsid w:val="00B2370A"/>
    <w:rsid w:val="00B23DE9"/>
    <w:rsid w:val="00B24D00"/>
    <w:rsid w:val="00B2525B"/>
    <w:rsid w:val="00B2548F"/>
    <w:rsid w:val="00B25631"/>
    <w:rsid w:val="00B256DC"/>
    <w:rsid w:val="00B260A3"/>
    <w:rsid w:val="00B26DAC"/>
    <w:rsid w:val="00B3087F"/>
    <w:rsid w:val="00B308DB"/>
    <w:rsid w:val="00B30CA5"/>
    <w:rsid w:val="00B30FC9"/>
    <w:rsid w:val="00B31160"/>
    <w:rsid w:val="00B31355"/>
    <w:rsid w:val="00B32295"/>
    <w:rsid w:val="00B32811"/>
    <w:rsid w:val="00B3351A"/>
    <w:rsid w:val="00B34BF2"/>
    <w:rsid w:val="00B356B1"/>
    <w:rsid w:val="00B35F31"/>
    <w:rsid w:val="00B36CFB"/>
    <w:rsid w:val="00B378C3"/>
    <w:rsid w:val="00B4259B"/>
    <w:rsid w:val="00B42711"/>
    <w:rsid w:val="00B4368B"/>
    <w:rsid w:val="00B43FC5"/>
    <w:rsid w:val="00B444FA"/>
    <w:rsid w:val="00B446D3"/>
    <w:rsid w:val="00B44BED"/>
    <w:rsid w:val="00B4526E"/>
    <w:rsid w:val="00B4575D"/>
    <w:rsid w:val="00B45CAC"/>
    <w:rsid w:val="00B46066"/>
    <w:rsid w:val="00B4679E"/>
    <w:rsid w:val="00B4768B"/>
    <w:rsid w:val="00B50BB2"/>
    <w:rsid w:val="00B50BDA"/>
    <w:rsid w:val="00B5160E"/>
    <w:rsid w:val="00B516A7"/>
    <w:rsid w:val="00B52C99"/>
    <w:rsid w:val="00B541E6"/>
    <w:rsid w:val="00B54658"/>
    <w:rsid w:val="00B563CE"/>
    <w:rsid w:val="00B56FFA"/>
    <w:rsid w:val="00B571D9"/>
    <w:rsid w:val="00B57244"/>
    <w:rsid w:val="00B57705"/>
    <w:rsid w:val="00B577E2"/>
    <w:rsid w:val="00B60369"/>
    <w:rsid w:val="00B6107F"/>
    <w:rsid w:val="00B62030"/>
    <w:rsid w:val="00B62644"/>
    <w:rsid w:val="00B63B69"/>
    <w:rsid w:val="00B644E9"/>
    <w:rsid w:val="00B64A52"/>
    <w:rsid w:val="00B6575E"/>
    <w:rsid w:val="00B65A70"/>
    <w:rsid w:val="00B661D5"/>
    <w:rsid w:val="00B66C8D"/>
    <w:rsid w:val="00B6703A"/>
    <w:rsid w:val="00B67061"/>
    <w:rsid w:val="00B67516"/>
    <w:rsid w:val="00B67569"/>
    <w:rsid w:val="00B70097"/>
    <w:rsid w:val="00B700D7"/>
    <w:rsid w:val="00B706C6"/>
    <w:rsid w:val="00B7091D"/>
    <w:rsid w:val="00B70B2D"/>
    <w:rsid w:val="00B70FFF"/>
    <w:rsid w:val="00B716C3"/>
    <w:rsid w:val="00B71FCE"/>
    <w:rsid w:val="00B724C4"/>
    <w:rsid w:val="00B72F49"/>
    <w:rsid w:val="00B7370E"/>
    <w:rsid w:val="00B74B58"/>
    <w:rsid w:val="00B76F1B"/>
    <w:rsid w:val="00B77F5C"/>
    <w:rsid w:val="00B80747"/>
    <w:rsid w:val="00B81D95"/>
    <w:rsid w:val="00B83414"/>
    <w:rsid w:val="00B83C5B"/>
    <w:rsid w:val="00B841AC"/>
    <w:rsid w:val="00B84AA9"/>
    <w:rsid w:val="00B84C94"/>
    <w:rsid w:val="00B84CBF"/>
    <w:rsid w:val="00B86604"/>
    <w:rsid w:val="00B86E6D"/>
    <w:rsid w:val="00B8773D"/>
    <w:rsid w:val="00B879D8"/>
    <w:rsid w:val="00B87B7C"/>
    <w:rsid w:val="00B90277"/>
    <w:rsid w:val="00B9247E"/>
    <w:rsid w:val="00B9286D"/>
    <w:rsid w:val="00B93053"/>
    <w:rsid w:val="00B9338D"/>
    <w:rsid w:val="00B945D7"/>
    <w:rsid w:val="00B95CE6"/>
    <w:rsid w:val="00B962F3"/>
    <w:rsid w:val="00B96383"/>
    <w:rsid w:val="00B96DEB"/>
    <w:rsid w:val="00B97011"/>
    <w:rsid w:val="00B97A34"/>
    <w:rsid w:val="00BA013E"/>
    <w:rsid w:val="00BA188E"/>
    <w:rsid w:val="00BA2088"/>
    <w:rsid w:val="00BA249D"/>
    <w:rsid w:val="00BA312D"/>
    <w:rsid w:val="00BA3C5F"/>
    <w:rsid w:val="00BA4FBA"/>
    <w:rsid w:val="00BA7110"/>
    <w:rsid w:val="00BA7259"/>
    <w:rsid w:val="00BA7CAF"/>
    <w:rsid w:val="00BB1215"/>
    <w:rsid w:val="00BB15DF"/>
    <w:rsid w:val="00BB1E2B"/>
    <w:rsid w:val="00BB24DE"/>
    <w:rsid w:val="00BB2876"/>
    <w:rsid w:val="00BB299F"/>
    <w:rsid w:val="00BB4116"/>
    <w:rsid w:val="00BB4487"/>
    <w:rsid w:val="00BB4536"/>
    <w:rsid w:val="00BB645C"/>
    <w:rsid w:val="00BB6C4B"/>
    <w:rsid w:val="00BB7A0A"/>
    <w:rsid w:val="00BB7E71"/>
    <w:rsid w:val="00BC0A6D"/>
    <w:rsid w:val="00BC14D8"/>
    <w:rsid w:val="00BC1BFE"/>
    <w:rsid w:val="00BC2292"/>
    <w:rsid w:val="00BC2A35"/>
    <w:rsid w:val="00BC2BE5"/>
    <w:rsid w:val="00BC2C6B"/>
    <w:rsid w:val="00BC3AD4"/>
    <w:rsid w:val="00BC4736"/>
    <w:rsid w:val="00BC5051"/>
    <w:rsid w:val="00BC584F"/>
    <w:rsid w:val="00BC5BD0"/>
    <w:rsid w:val="00BC7771"/>
    <w:rsid w:val="00BD022D"/>
    <w:rsid w:val="00BD0D82"/>
    <w:rsid w:val="00BD0DC9"/>
    <w:rsid w:val="00BD37B2"/>
    <w:rsid w:val="00BD3A49"/>
    <w:rsid w:val="00BD3C44"/>
    <w:rsid w:val="00BD4044"/>
    <w:rsid w:val="00BD40D3"/>
    <w:rsid w:val="00BD44DE"/>
    <w:rsid w:val="00BD4C44"/>
    <w:rsid w:val="00BD53D2"/>
    <w:rsid w:val="00BD625C"/>
    <w:rsid w:val="00BD6426"/>
    <w:rsid w:val="00BD6F20"/>
    <w:rsid w:val="00BE09CD"/>
    <w:rsid w:val="00BE1263"/>
    <w:rsid w:val="00BE1368"/>
    <w:rsid w:val="00BE160D"/>
    <w:rsid w:val="00BE1CD3"/>
    <w:rsid w:val="00BE1DF9"/>
    <w:rsid w:val="00BE3252"/>
    <w:rsid w:val="00BE45F4"/>
    <w:rsid w:val="00BE5397"/>
    <w:rsid w:val="00BE561B"/>
    <w:rsid w:val="00BE5774"/>
    <w:rsid w:val="00BF07BF"/>
    <w:rsid w:val="00BF0A61"/>
    <w:rsid w:val="00BF13F8"/>
    <w:rsid w:val="00BF21B7"/>
    <w:rsid w:val="00BF2538"/>
    <w:rsid w:val="00BF3FA0"/>
    <w:rsid w:val="00BF4111"/>
    <w:rsid w:val="00BF4BC1"/>
    <w:rsid w:val="00BF4D3E"/>
    <w:rsid w:val="00BF4DDE"/>
    <w:rsid w:val="00BF50D6"/>
    <w:rsid w:val="00BF51AC"/>
    <w:rsid w:val="00BF5D7E"/>
    <w:rsid w:val="00BF6F0A"/>
    <w:rsid w:val="00BF718C"/>
    <w:rsid w:val="00BF72DB"/>
    <w:rsid w:val="00C024EF"/>
    <w:rsid w:val="00C02CCD"/>
    <w:rsid w:val="00C03681"/>
    <w:rsid w:val="00C051D1"/>
    <w:rsid w:val="00C06554"/>
    <w:rsid w:val="00C0766F"/>
    <w:rsid w:val="00C0780F"/>
    <w:rsid w:val="00C1036C"/>
    <w:rsid w:val="00C119A9"/>
    <w:rsid w:val="00C11B5D"/>
    <w:rsid w:val="00C120F2"/>
    <w:rsid w:val="00C1338C"/>
    <w:rsid w:val="00C13505"/>
    <w:rsid w:val="00C13515"/>
    <w:rsid w:val="00C14141"/>
    <w:rsid w:val="00C144A6"/>
    <w:rsid w:val="00C1685A"/>
    <w:rsid w:val="00C16F84"/>
    <w:rsid w:val="00C17356"/>
    <w:rsid w:val="00C17AEC"/>
    <w:rsid w:val="00C2003A"/>
    <w:rsid w:val="00C200C4"/>
    <w:rsid w:val="00C20215"/>
    <w:rsid w:val="00C207D3"/>
    <w:rsid w:val="00C20D1B"/>
    <w:rsid w:val="00C21319"/>
    <w:rsid w:val="00C21E0D"/>
    <w:rsid w:val="00C22A72"/>
    <w:rsid w:val="00C22C52"/>
    <w:rsid w:val="00C23154"/>
    <w:rsid w:val="00C25F90"/>
    <w:rsid w:val="00C30073"/>
    <w:rsid w:val="00C31EB5"/>
    <w:rsid w:val="00C335DD"/>
    <w:rsid w:val="00C33CA7"/>
    <w:rsid w:val="00C34340"/>
    <w:rsid w:val="00C351CE"/>
    <w:rsid w:val="00C3544F"/>
    <w:rsid w:val="00C35AB3"/>
    <w:rsid w:val="00C360AD"/>
    <w:rsid w:val="00C3649F"/>
    <w:rsid w:val="00C36795"/>
    <w:rsid w:val="00C36F50"/>
    <w:rsid w:val="00C406A3"/>
    <w:rsid w:val="00C40DBE"/>
    <w:rsid w:val="00C4104F"/>
    <w:rsid w:val="00C42154"/>
    <w:rsid w:val="00C4322F"/>
    <w:rsid w:val="00C432EF"/>
    <w:rsid w:val="00C43F51"/>
    <w:rsid w:val="00C47368"/>
    <w:rsid w:val="00C50323"/>
    <w:rsid w:val="00C5116D"/>
    <w:rsid w:val="00C5130B"/>
    <w:rsid w:val="00C519C4"/>
    <w:rsid w:val="00C51C24"/>
    <w:rsid w:val="00C52254"/>
    <w:rsid w:val="00C54026"/>
    <w:rsid w:val="00C54B88"/>
    <w:rsid w:val="00C54EC2"/>
    <w:rsid w:val="00C55A27"/>
    <w:rsid w:val="00C55C22"/>
    <w:rsid w:val="00C56AFF"/>
    <w:rsid w:val="00C56E81"/>
    <w:rsid w:val="00C56F48"/>
    <w:rsid w:val="00C57979"/>
    <w:rsid w:val="00C60426"/>
    <w:rsid w:val="00C61866"/>
    <w:rsid w:val="00C61929"/>
    <w:rsid w:val="00C621C3"/>
    <w:rsid w:val="00C62712"/>
    <w:rsid w:val="00C63FE5"/>
    <w:rsid w:val="00C64411"/>
    <w:rsid w:val="00C64C2D"/>
    <w:rsid w:val="00C66D9C"/>
    <w:rsid w:val="00C67561"/>
    <w:rsid w:val="00C67995"/>
    <w:rsid w:val="00C67D42"/>
    <w:rsid w:val="00C70FC4"/>
    <w:rsid w:val="00C7135F"/>
    <w:rsid w:val="00C7141D"/>
    <w:rsid w:val="00C71855"/>
    <w:rsid w:val="00C7197E"/>
    <w:rsid w:val="00C7273E"/>
    <w:rsid w:val="00C72BE0"/>
    <w:rsid w:val="00C74088"/>
    <w:rsid w:val="00C76961"/>
    <w:rsid w:val="00C76B72"/>
    <w:rsid w:val="00C77254"/>
    <w:rsid w:val="00C77D36"/>
    <w:rsid w:val="00C80370"/>
    <w:rsid w:val="00C806AD"/>
    <w:rsid w:val="00C81065"/>
    <w:rsid w:val="00C827FB"/>
    <w:rsid w:val="00C83146"/>
    <w:rsid w:val="00C85338"/>
    <w:rsid w:val="00C85ED2"/>
    <w:rsid w:val="00C86103"/>
    <w:rsid w:val="00C86690"/>
    <w:rsid w:val="00C870DE"/>
    <w:rsid w:val="00C87212"/>
    <w:rsid w:val="00C8734B"/>
    <w:rsid w:val="00C879E2"/>
    <w:rsid w:val="00C87D06"/>
    <w:rsid w:val="00C87EFE"/>
    <w:rsid w:val="00C90332"/>
    <w:rsid w:val="00C90448"/>
    <w:rsid w:val="00C92C82"/>
    <w:rsid w:val="00C931AB"/>
    <w:rsid w:val="00C9331E"/>
    <w:rsid w:val="00C93348"/>
    <w:rsid w:val="00C9386D"/>
    <w:rsid w:val="00C946F8"/>
    <w:rsid w:val="00C94BC4"/>
    <w:rsid w:val="00C94F08"/>
    <w:rsid w:val="00C94FD9"/>
    <w:rsid w:val="00C9531F"/>
    <w:rsid w:val="00C95497"/>
    <w:rsid w:val="00C95B2E"/>
    <w:rsid w:val="00C97300"/>
    <w:rsid w:val="00CA00B8"/>
    <w:rsid w:val="00CA1A17"/>
    <w:rsid w:val="00CA1CB5"/>
    <w:rsid w:val="00CA30B9"/>
    <w:rsid w:val="00CA3FCB"/>
    <w:rsid w:val="00CA4173"/>
    <w:rsid w:val="00CA4EF5"/>
    <w:rsid w:val="00CA5323"/>
    <w:rsid w:val="00CA5F0C"/>
    <w:rsid w:val="00CA72F9"/>
    <w:rsid w:val="00CA7F78"/>
    <w:rsid w:val="00CB03E5"/>
    <w:rsid w:val="00CB0935"/>
    <w:rsid w:val="00CB0C41"/>
    <w:rsid w:val="00CB12E1"/>
    <w:rsid w:val="00CB412E"/>
    <w:rsid w:val="00CB41B5"/>
    <w:rsid w:val="00CB5013"/>
    <w:rsid w:val="00CB5CA2"/>
    <w:rsid w:val="00CB6322"/>
    <w:rsid w:val="00CB73D3"/>
    <w:rsid w:val="00CB7D61"/>
    <w:rsid w:val="00CC03D6"/>
    <w:rsid w:val="00CC03FD"/>
    <w:rsid w:val="00CC0B31"/>
    <w:rsid w:val="00CC0E85"/>
    <w:rsid w:val="00CC2AD7"/>
    <w:rsid w:val="00CC36EF"/>
    <w:rsid w:val="00CC3DE9"/>
    <w:rsid w:val="00CC3FFA"/>
    <w:rsid w:val="00CC4C51"/>
    <w:rsid w:val="00CC5CDE"/>
    <w:rsid w:val="00CD067C"/>
    <w:rsid w:val="00CD0D5A"/>
    <w:rsid w:val="00CD337B"/>
    <w:rsid w:val="00CD45B8"/>
    <w:rsid w:val="00CD47DE"/>
    <w:rsid w:val="00CD5D1F"/>
    <w:rsid w:val="00CD65AC"/>
    <w:rsid w:val="00CE069F"/>
    <w:rsid w:val="00CE1EE1"/>
    <w:rsid w:val="00CE2365"/>
    <w:rsid w:val="00CE27EB"/>
    <w:rsid w:val="00CE2C86"/>
    <w:rsid w:val="00CE3EF1"/>
    <w:rsid w:val="00CE5F87"/>
    <w:rsid w:val="00CE7E1E"/>
    <w:rsid w:val="00CF0785"/>
    <w:rsid w:val="00CF0B4D"/>
    <w:rsid w:val="00CF151A"/>
    <w:rsid w:val="00CF18CE"/>
    <w:rsid w:val="00CF18D3"/>
    <w:rsid w:val="00CF1DD0"/>
    <w:rsid w:val="00CF2785"/>
    <w:rsid w:val="00CF2B38"/>
    <w:rsid w:val="00CF32F2"/>
    <w:rsid w:val="00CF372D"/>
    <w:rsid w:val="00CF376E"/>
    <w:rsid w:val="00CF3780"/>
    <w:rsid w:val="00CF37D0"/>
    <w:rsid w:val="00CF37DF"/>
    <w:rsid w:val="00CF3A0E"/>
    <w:rsid w:val="00CF3FC9"/>
    <w:rsid w:val="00CF45A2"/>
    <w:rsid w:val="00CF567D"/>
    <w:rsid w:val="00CF58F5"/>
    <w:rsid w:val="00CF6A37"/>
    <w:rsid w:val="00CF7031"/>
    <w:rsid w:val="00CF716C"/>
    <w:rsid w:val="00CF77CB"/>
    <w:rsid w:val="00CF77FF"/>
    <w:rsid w:val="00D01E45"/>
    <w:rsid w:val="00D02027"/>
    <w:rsid w:val="00D0243E"/>
    <w:rsid w:val="00D053B7"/>
    <w:rsid w:val="00D067B7"/>
    <w:rsid w:val="00D07D86"/>
    <w:rsid w:val="00D07DF3"/>
    <w:rsid w:val="00D10B77"/>
    <w:rsid w:val="00D116FB"/>
    <w:rsid w:val="00D11AB5"/>
    <w:rsid w:val="00D11F43"/>
    <w:rsid w:val="00D13677"/>
    <w:rsid w:val="00D13811"/>
    <w:rsid w:val="00D14659"/>
    <w:rsid w:val="00D14E6F"/>
    <w:rsid w:val="00D15A52"/>
    <w:rsid w:val="00D15A92"/>
    <w:rsid w:val="00D15DD5"/>
    <w:rsid w:val="00D15E5A"/>
    <w:rsid w:val="00D16998"/>
    <w:rsid w:val="00D17164"/>
    <w:rsid w:val="00D2017C"/>
    <w:rsid w:val="00D20C8B"/>
    <w:rsid w:val="00D20DBF"/>
    <w:rsid w:val="00D2125D"/>
    <w:rsid w:val="00D2133E"/>
    <w:rsid w:val="00D21C66"/>
    <w:rsid w:val="00D232B9"/>
    <w:rsid w:val="00D23A4F"/>
    <w:rsid w:val="00D24E12"/>
    <w:rsid w:val="00D24E26"/>
    <w:rsid w:val="00D24EB0"/>
    <w:rsid w:val="00D2615C"/>
    <w:rsid w:val="00D2710D"/>
    <w:rsid w:val="00D27B04"/>
    <w:rsid w:val="00D27E55"/>
    <w:rsid w:val="00D27F94"/>
    <w:rsid w:val="00D311A0"/>
    <w:rsid w:val="00D313B6"/>
    <w:rsid w:val="00D3204B"/>
    <w:rsid w:val="00D321F6"/>
    <w:rsid w:val="00D3307E"/>
    <w:rsid w:val="00D33C6E"/>
    <w:rsid w:val="00D343AF"/>
    <w:rsid w:val="00D35008"/>
    <w:rsid w:val="00D357B7"/>
    <w:rsid w:val="00D35FC0"/>
    <w:rsid w:val="00D36691"/>
    <w:rsid w:val="00D375BB"/>
    <w:rsid w:val="00D410C8"/>
    <w:rsid w:val="00D41A2D"/>
    <w:rsid w:val="00D4230E"/>
    <w:rsid w:val="00D42F20"/>
    <w:rsid w:val="00D435AE"/>
    <w:rsid w:val="00D43A5A"/>
    <w:rsid w:val="00D45277"/>
    <w:rsid w:val="00D45A25"/>
    <w:rsid w:val="00D4677B"/>
    <w:rsid w:val="00D46D9D"/>
    <w:rsid w:val="00D47704"/>
    <w:rsid w:val="00D5187F"/>
    <w:rsid w:val="00D51C51"/>
    <w:rsid w:val="00D523DB"/>
    <w:rsid w:val="00D52C55"/>
    <w:rsid w:val="00D53BEF"/>
    <w:rsid w:val="00D543FD"/>
    <w:rsid w:val="00D574B0"/>
    <w:rsid w:val="00D604AF"/>
    <w:rsid w:val="00D60E3A"/>
    <w:rsid w:val="00D61879"/>
    <w:rsid w:val="00D61DD4"/>
    <w:rsid w:val="00D61E8F"/>
    <w:rsid w:val="00D620BF"/>
    <w:rsid w:val="00D62173"/>
    <w:rsid w:val="00D621B8"/>
    <w:rsid w:val="00D629D4"/>
    <w:rsid w:val="00D63E2D"/>
    <w:rsid w:val="00D65F0A"/>
    <w:rsid w:val="00D6620A"/>
    <w:rsid w:val="00D66261"/>
    <w:rsid w:val="00D70079"/>
    <w:rsid w:val="00D70228"/>
    <w:rsid w:val="00D70BCE"/>
    <w:rsid w:val="00D70C92"/>
    <w:rsid w:val="00D71035"/>
    <w:rsid w:val="00D71EF9"/>
    <w:rsid w:val="00D72511"/>
    <w:rsid w:val="00D72E05"/>
    <w:rsid w:val="00D736EB"/>
    <w:rsid w:val="00D75574"/>
    <w:rsid w:val="00D75AD4"/>
    <w:rsid w:val="00D76870"/>
    <w:rsid w:val="00D76E8A"/>
    <w:rsid w:val="00D7774F"/>
    <w:rsid w:val="00D80A49"/>
    <w:rsid w:val="00D80AA0"/>
    <w:rsid w:val="00D82460"/>
    <w:rsid w:val="00D825CB"/>
    <w:rsid w:val="00D849EB"/>
    <w:rsid w:val="00D86025"/>
    <w:rsid w:val="00D86237"/>
    <w:rsid w:val="00D87E71"/>
    <w:rsid w:val="00D904E2"/>
    <w:rsid w:val="00D90ADB"/>
    <w:rsid w:val="00D90C02"/>
    <w:rsid w:val="00D91402"/>
    <w:rsid w:val="00D91E50"/>
    <w:rsid w:val="00D92124"/>
    <w:rsid w:val="00D92F47"/>
    <w:rsid w:val="00D935CD"/>
    <w:rsid w:val="00D93E16"/>
    <w:rsid w:val="00D94F98"/>
    <w:rsid w:val="00D95D9F"/>
    <w:rsid w:val="00D95E85"/>
    <w:rsid w:val="00D964EE"/>
    <w:rsid w:val="00D97F83"/>
    <w:rsid w:val="00DA0087"/>
    <w:rsid w:val="00DA04AE"/>
    <w:rsid w:val="00DA117F"/>
    <w:rsid w:val="00DA18AB"/>
    <w:rsid w:val="00DA201B"/>
    <w:rsid w:val="00DA2102"/>
    <w:rsid w:val="00DA2223"/>
    <w:rsid w:val="00DA2901"/>
    <w:rsid w:val="00DA3F9B"/>
    <w:rsid w:val="00DA4057"/>
    <w:rsid w:val="00DA44AA"/>
    <w:rsid w:val="00DA4AD9"/>
    <w:rsid w:val="00DA522C"/>
    <w:rsid w:val="00DA670A"/>
    <w:rsid w:val="00DA6A11"/>
    <w:rsid w:val="00DA6C7D"/>
    <w:rsid w:val="00DA7166"/>
    <w:rsid w:val="00DB2163"/>
    <w:rsid w:val="00DB2331"/>
    <w:rsid w:val="00DB2C2C"/>
    <w:rsid w:val="00DB31F1"/>
    <w:rsid w:val="00DB3C4C"/>
    <w:rsid w:val="00DB44B4"/>
    <w:rsid w:val="00DB4F83"/>
    <w:rsid w:val="00DB6499"/>
    <w:rsid w:val="00DB66C6"/>
    <w:rsid w:val="00DB7697"/>
    <w:rsid w:val="00DC0E6F"/>
    <w:rsid w:val="00DC0EC2"/>
    <w:rsid w:val="00DC0FA9"/>
    <w:rsid w:val="00DC16E2"/>
    <w:rsid w:val="00DC19BD"/>
    <w:rsid w:val="00DC1A00"/>
    <w:rsid w:val="00DC1C75"/>
    <w:rsid w:val="00DC2F3B"/>
    <w:rsid w:val="00DC3530"/>
    <w:rsid w:val="00DC36EC"/>
    <w:rsid w:val="00DC3AD9"/>
    <w:rsid w:val="00DC6012"/>
    <w:rsid w:val="00DC646F"/>
    <w:rsid w:val="00DC77B2"/>
    <w:rsid w:val="00DC7D09"/>
    <w:rsid w:val="00DD0463"/>
    <w:rsid w:val="00DD1582"/>
    <w:rsid w:val="00DD1C86"/>
    <w:rsid w:val="00DD58F8"/>
    <w:rsid w:val="00DD5A81"/>
    <w:rsid w:val="00DD61FB"/>
    <w:rsid w:val="00DD6B64"/>
    <w:rsid w:val="00DD7C56"/>
    <w:rsid w:val="00DE0AA8"/>
    <w:rsid w:val="00DE0C39"/>
    <w:rsid w:val="00DE0E6E"/>
    <w:rsid w:val="00DE10C4"/>
    <w:rsid w:val="00DE1238"/>
    <w:rsid w:val="00DE132D"/>
    <w:rsid w:val="00DE1FF4"/>
    <w:rsid w:val="00DE247C"/>
    <w:rsid w:val="00DE3D00"/>
    <w:rsid w:val="00DE3E4E"/>
    <w:rsid w:val="00DE3EDB"/>
    <w:rsid w:val="00DE3F3F"/>
    <w:rsid w:val="00DE4539"/>
    <w:rsid w:val="00DE4655"/>
    <w:rsid w:val="00DE5247"/>
    <w:rsid w:val="00DE5D54"/>
    <w:rsid w:val="00DE62B1"/>
    <w:rsid w:val="00DE7A91"/>
    <w:rsid w:val="00DF0168"/>
    <w:rsid w:val="00DF05BF"/>
    <w:rsid w:val="00DF0F7B"/>
    <w:rsid w:val="00DF311C"/>
    <w:rsid w:val="00DF3F27"/>
    <w:rsid w:val="00DF52F8"/>
    <w:rsid w:val="00DF56C9"/>
    <w:rsid w:val="00DF581F"/>
    <w:rsid w:val="00DF5BD3"/>
    <w:rsid w:val="00DF5C28"/>
    <w:rsid w:val="00DF6455"/>
    <w:rsid w:val="00E003D0"/>
    <w:rsid w:val="00E006AB"/>
    <w:rsid w:val="00E00CD1"/>
    <w:rsid w:val="00E0236B"/>
    <w:rsid w:val="00E02FB8"/>
    <w:rsid w:val="00E044D6"/>
    <w:rsid w:val="00E06048"/>
    <w:rsid w:val="00E06871"/>
    <w:rsid w:val="00E0721B"/>
    <w:rsid w:val="00E07327"/>
    <w:rsid w:val="00E07583"/>
    <w:rsid w:val="00E07954"/>
    <w:rsid w:val="00E109C5"/>
    <w:rsid w:val="00E11740"/>
    <w:rsid w:val="00E120FD"/>
    <w:rsid w:val="00E1245F"/>
    <w:rsid w:val="00E12977"/>
    <w:rsid w:val="00E131B1"/>
    <w:rsid w:val="00E1465D"/>
    <w:rsid w:val="00E14EF8"/>
    <w:rsid w:val="00E15222"/>
    <w:rsid w:val="00E1570E"/>
    <w:rsid w:val="00E16303"/>
    <w:rsid w:val="00E16723"/>
    <w:rsid w:val="00E17D60"/>
    <w:rsid w:val="00E17E13"/>
    <w:rsid w:val="00E17FB9"/>
    <w:rsid w:val="00E203ED"/>
    <w:rsid w:val="00E21A03"/>
    <w:rsid w:val="00E21B8E"/>
    <w:rsid w:val="00E224CC"/>
    <w:rsid w:val="00E22AA5"/>
    <w:rsid w:val="00E22E20"/>
    <w:rsid w:val="00E23587"/>
    <w:rsid w:val="00E240D4"/>
    <w:rsid w:val="00E24A0E"/>
    <w:rsid w:val="00E24E62"/>
    <w:rsid w:val="00E25580"/>
    <w:rsid w:val="00E27386"/>
    <w:rsid w:val="00E307A7"/>
    <w:rsid w:val="00E30969"/>
    <w:rsid w:val="00E31DC5"/>
    <w:rsid w:val="00E32052"/>
    <w:rsid w:val="00E323FC"/>
    <w:rsid w:val="00E32835"/>
    <w:rsid w:val="00E32FD7"/>
    <w:rsid w:val="00E33457"/>
    <w:rsid w:val="00E3356F"/>
    <w:rsid w:val="00E35B70"/>
    <w:rsid w:val="00E3605E"/>
    <w:rsid w:val="00E36911"/>
    <w:rsid w:val="00E36AE7"/>
    <w:rsid w:val="00E36DDC"/>
    <w:rsid w:val="00E37188"/>
    <w:rsid w:val="00E4047F"/>
    <w:rsid w:val="00E40F21"/>
    <w:rsid w:val="00E422B7"/>
    <w:rsid w:val="00E42DEB"/>
    <w:rsid w:val="00E43AF5"/>
    <w:rsid w:val="00E43B17"/>
    <w:rsid w:val="00E43E0F"/>
    <w:rsid w:val="00E45909"/>
    <w:rsid w:val="00E459DF"/>
    <w:rsid w:val="00E470CF"/>
    <w:rsid w:val="00E47AB5"/>
    <w:rsid w:val="00E505DE"/>
    <w:rsid w:val="00E508E4"/>
    <w:rsid w:val="00E50B92"/>
    <w:rsid w:val="00E50D63"/>
    <w:rsid w:val="00E51753"/>
    <w:rsid w:val="00E51A11"/>
    <w:rsid w:val="00E51E5B"/>
    <w:rsid w:val="00E52126"/>
    <w:rsid w:val="00E52952"/>
    <w:rsid w:val="00E5348C"/>
    <w:rsid w:val="00E54265"/>
    <w:rsid w:val="00E54AB1"/>
    <w:rsid w:val="00E54F12"/>
    <w:rsid w:val="00E54F1A"/>
    <w:rsid w:val="00E55DCD"/>
    <w:rsid w:val="00E56708"/>
    <w:rsid w:val="00E56D66"/>
    <w:rsid w:val="00E56EDA"/>
    <w:rsid w:val="00E602BF"/>
    <w:rsid w:val="00E6038B"/>
    <w:rsid w:val="00E60681"/>
    <w:rsid w:val="00E60E7C"/>
    <w:rsid w:val="00E62C5D"/>
    <w:rsid w:val="00E62FAB"/>
    <w:rsid w:val="00E632AD"/>
    <w:rsid w:val="00E63D42"/>
    <w:rsid w:val="00E6400D"/>
    <w:rsid w:val="00E655DE"/>
    <w:rsid w:val="00E66604"/>
    <w:rsid w:val="00E666AF"/>
    <w:rsid w:val="00E666DB"/>
    <w:rsid w:val="00E6770C"/>
    <w:rsid w:val="00E70418"/>
    <w:rsid w:val="00E707F0"/>
    <w:rsid w:val="00E70BF9"/>
    <w:rsid w:val="00E70E29"/>
    <w:rsid w:val="00E714AE"/>
    <w:rsid w:val="00E7264F"/>
    <w:rsid w:val="00E730BC"/>
    <w:rsid w:val="00E73598"/>
    <w:rsid w:val="00E73F05"/>
    <w:rsid w:val="00E75191"/>
    <w:rsid w:val="00E763C4"/>
    <w:rsid w:val="00E767D0"/>
    <w:rsid w:val="00E76EA8"/>
    <w:rsid w:val="00E774AA"/>
    <w:rsid w:val="00E80B42"/>
    <w:rsid w:val="00E81226"/>
    <w:rsid w:val="00E81D5B"/>
    <w:rsid w:val="00E81E23"/>
    <w:rsid w:val="00E82007"/>
    <w:rsid w:val="00E8302E"/>
    <w:rsid w:val="00E847DB"/>
    <w:rsid w:val="00E853A1"/>
    <w:rsid w:val="00E865D1"/>
    <w:rsid w:val="00E8733B"/>
    <w:rsid w:val="00E87D81"/>
    <w:rsid w:val="00E91589"/>
    <w:rsid w:val="00E920E1"/>
    <w:rsid w:val="00E92FC4"/>
    <w:rsid w:val="00E93291"/>
    <w:rsid w:val="00E93A6F"/>
    <w:rsid w:val="00E93FF8"/>
    <w:rsid w:val="00E94032"/>
    <w:rsid w:val="00E9612D"/>
    <w:rsid w:val="00E96C40"/>
    <w:rsid w:val="00E97368"/>
    <w:rsid w:val="00E975D8"/>
    <w:rsid w:val="00E979FD"/>
    <w:rsid w:val="00EA0327"/>
    <w:rsid w:val="00EA05DF"/>
    <w:rsid w:val="00EA06D6"/>
    <w:rsid w:val="00EA07E5"/>
    <w:rsid w:val="00EA0934"/>
    <w:rsid w:val="00EA09E8"/>
    <w:rsid w:val="00EA1352"/>
    <w:rsid w:val="00EA1519"/>
    <w:rsid w:val="00EA1E9F"/>
    <w:rsid w:val="00EA1F69"/>
    <w:rsid w:val="00EA2529"/>
    <w:rsid w:val="00EA37EA"/>
    <w:rsid w:val="00EA392F"/>
    <w:rsid w:val="00EA3BF2"/>
    <w:rsid w:val="00EA49A7"/>
    <w:rsid w:val="00EA4AFD"/>
    <w:rsid w:val="00EB03D2"/>
    <w:rsid w:val="00EB0431"/>
    <w:rsid w:val="00EB04D2"/>
    <w:rsid w:val="00EB0D43"/>
    <w:rsid w:val="00EB11B4"/>
    <w:rsid w:val="00EB182E"/>
    <w:rsid w:val="00EB21F7"/>
    <w:rsid w:val="00EB241D"/>
    <w:rsid w:val="00EB45B3"/>
    <w:rsid w:val="00EB4D4C"/>
    <w:rsid w:val="00EB670E"/>
    <w:rsid w:val="00EB6896"/>
    <w:rsid w:val="00EB6BE0"/>
    <w:rsid w:val="00EB7350"/>
    <w:rsid w:val="00EB7612"/>
    <w:rsid w:val="00EB77EE"/>
    <w:rsid w:val="00EC0787"/>
    <w:rsid w:val="00EC0AB4"/>
    <w:rsid w:val="00EC17CE"/>
    <w:rsid w:val="00EC2586"/>
    <w:rsid w:val="00EC355A"/>
    <w:rsid w:val="00EC4D70"/>
    <w:rsid w:val="00EC5089"/>
    <w:rsid w:val="00EC5667"/>
    <w:rsid w:val="00EC57D0"/>
    <w:rsid w:val="00EC5C8D"/>
    <w:rsid w:val="00EC654D"/>
    <w:rsid w:val="00EC6D4E"/>
    <w:rsid w:val="00EC7028"/>
    <w:rsid w:val="00EC761F"/>
    <w:rsid w:val="00ED0F51"/>
    <w:rsid w:val="00ED15DA"/>
    <w:rsid w:val="00ED1EBB"/>
    <w:rsid w:val="00ED20EC"/>
    <w:rsid w:val="00ED3203"/>
    <w:rsid w:val="00ED41F7"/>
    <w:rsid w:val="00ED449E"/>
    <w:rsid w:val="00ED4F56"/>
    <w:rsid w:val="00ED5867"/>
    <w:rsid w:val="00ED6AB3"/>
    <w:rsid w:val="00ED7C4D"/>
    <w:rsid w:val="00ED7C50"/>
    <w:rsid w:val="00EE03A7"/>
    <w:rsid w:val="00EE2217"/>
    <w:rsid w:val="00EE2582"/>
    <w:rsid w:val="00EE2F7B"/>
    <w:rsid w:val="00EE36A3"/>
    <w:rsid w:val="00EE42F7"/>
    <w:rsid w:val="00EE4B1F"/>
    <w:rsid w:val="00EE53C8"/>
    <w:rsid w:val="00EE5E7C"/>
    <w:rsid w:val="00EE678D"/>
    <w:rsid w:val="00EE682B"/>
    <w:rsid w:val="00EE6C8D"/>
    <w:rsid w:val="00EE7264"/>
    <w:rsid w:val="00EE7422"/>
    <w:rsid w:val="00EF06FB"/>
    <w:rsid w:val="00EF15AE"/>
    <w:rsid w:val="00EF4A3B"/>
    <w:rsid w:val="00EF4DF7"/>
    <w:rsid w:val="00EF5F9B"/>
    <w:rsid w:val="00EF6E0A"/>
    <w:rsid w:val="00EF7D9C"/>
    <w:rsid w:val="00F00183"/>
    <w:rsid w:val="00F0161E"/>
    <w:rsid w:val="00F02B08"/>
    <w:rsid w:val="00F02B5B"/>
    <w:rsid w:val="00F02EFF"/>
    <w:rsid w:val="00F066FF"/>
    <w:rsid w:val="00F068E8"/>
    <w:rsid w:val="00F07C5F"/>
    <w:rsid w:val="00F10955"/>
    <w:rsid w:val="00F10C66"/>
    <w:rsid w:val="00F1156A"/>
    <w:rsid w:val="00F1228A"/>
    <w:rsid w:val="00F12C6D"/>
    <w:rsid w:val="00F13ACC"/>
    <w:rsid w:val="00F13CBC"/>
    <w:rsid w:val="00F13E56"/>
    <w:rsid w:val="00F15FB9"/>
    <w:rsid w:val="00F16791"/>
    <w:rsid w:val="00F16F87"/>
    <w:rsid w:val="00F21E9E"/>
    <w:rsid w:val="00F223D0"/>
    <w:rsid w:val="00F2325F"/>
    <w:rsid w:val="00F23DC0"/>
    <w:rsid w:val="00F24D8F"/>
    <w:rsid w:val="00F251A5"/>
    <w:rsid w:val="00F252AB"/>
    <w:rsid w:val="00F25B36"/>
    <w:rsid w:val="00F25F3E"/>
    <w:rsid w:val="00F264F5"/>
    <w:rsid w:val="00F2710A"/>
    <w:rsid w:val="00F27DC9"/>
    <w:rsid w:val="00F27F1E"/>
    <w:rsid w:val="00F3027C"/>
    <w:rsid w:val="00F31F0C"/>
    <w:rsid w:val="00F32043"/>
    <w:rsid w:val="00F328A3"/>
    <w:rsid w:val="00F333AC"/>
    <w:rsid w:val="00F338E2"/>
    <w:rsid w:val="00F338EC"/>
    <w:rsid w:val="00F33AEF"/>
    <w:rsid w:val="00F35052"/>
    <w:rsid w:val="00F353C2"/>
    <w:rsid w:val="00F36786"/>
    <w:rsid w:val="00F367D3"/>
    <w:rsid w:val="00F37FCA"/>
    <w:rsid w:val="00F40CDA"/>
    <w:rsid w:val="00F41A62"/>
    <w:rsid w:val="00F431AA"/>
    <w:rsid w:val="00F454B8"/>
    <w:rsid w:val="00F459BB"/>
    <w:rsid w:val="00F45CE4"/>
    <w:rsid w:val="00F46310"/>
    <w:rsid w:val="00F4677F"/>
    <w:rsid w:val="00F47B68"/>
    <w:rsid w:val="00F47C48"/>
    <w:rsid w:val="00F50E22"/>
    <w:rsid w:val="00F5133F"/>
    <w:rsid w:val="00F51504"/>
    <w:rsid w:val="00F530D4"/>
    <w:rsid w:val="00F53700"/>
    <w:rsid w:val="00F5399A"/>
    <w:rsid w:val="00F54A80"/>
    <w:rsid w:val="00F54B6E"/>
    <w:rsid w:val="00F5509E"/>
    <w:rsid w:val="00F55DBA"/>
    <w:rsid w:val="00F5662B"/>
    <w:rsid w:val="00F56A90"/>
    <w:rsid w:val="00F56EEA"/>
    <w:rsid w:val="00F57027"/>
    <w:rsid w:val="00F57132"/>
    <w:rsid w:val="00F57B74"/>
    <w:rsid w:val="00F6024C"/>
    <w:rsid w:val="00F6102A"/>
    <w:rsid w:val="00F62216"/>
    <w:rsid w:val="00F64E38"/>
    <w:rsid w:val="00F64F88"/>
    <w:rsid w:val="00F65333"/>
    <w:rsid w:val="00F65C09"/>
    <w:rsid w:val="00F6663E"/>
    <w:rsid w:val="00F7026A"/>
    <w:rsid w:val="00F70AA8"/>
    <w:rsid w:val="00F711E7"/>
    <w:rsid w:val="00F7215C"/>
    <w:rsid w:val="00F721D8"/>
    <w:rsid w:val="00F7257B"/>
    <w:rsid w:val="00F72AD9"/>
    <w:rsid w:val="00F73103"/>
    <w:rsid w:val="00F7336F"/>
    <w:rsid w:val="00F7385E"/>
    <w:rsid w:val="00F7387F"/>
    <w:rsid w:val="00F76A68"/>
    <w:rsid w:val="00F77F52"/>
    <w:rsid w:val="00F81455"/>
    <w:rsid w:val="00F826C2"/>
    <w:rsid w:val="00F8306C"/>
    <w:rsid w:val="00F837C7"/>
    <w:rsid w:val="00F83923"/>
    <w:rsid w:val="00F858D0"/>
    <w:rsid w:val="00F8597F"/>
    <w:rsid w:val="00F85D4F"/>
    <w:rsid w:val="00F85F42"/>
    <w:rsid w:val="00F874BD"/>
    <w:rsid w:val="00F902D2"/>
    <w:rsid w:val="00F91207"/>
    <w:rsid w:val="00F91AB0"/>
    <w:rsid w:val="00F91D3D"/>
    <w:rsid w:val="00F91D6E"/>
    <w:rsid w:val="00F92481"/>
    <w:rsid w:val="00F93329"/>
    <w:rsid w:val="00F934DF"/>
    <w:rsid w:val="00F94406"/>
    <w:rsid w:val="00F9454E"/>
    <w:rsid w:val="00F94CE2"/>
    <w:rsid w:val="00F954DE"/>
    <w:rsid w:val="00F95BEE"/>
    <w:rsid w:val="00F96149"/>
    <w:rsid w:val="00F96E22"/>
    <w:rsid w:val="00F97A86"/>
    <w:rsid w:val="00F97BED"/>
    <w:rsid w:val="00FA14E5"/>
    <w:rsid w:val="00FA1511"/>
    <w:rsid w:val="00FA275D"/>
    <w:rsid w:val="00FA3854"/>
    <w:rsid w:val="00FA47E8"/>
    <w:rsid w:val="00FA4B8E"/>
    <w:rsid w:val="00FA59DE"/>
    <w:rsid w:val="00FA5B3C"/>
    <w:rsid w:val="00FA5EA9"/>
    <w:rsid w:val="00FB057D"/>
    <w:rsid w:val="00FB095C"/>
    <w:rsid w:val="00FB13FD"/>
    <w:rsid w:val="00FB15D8"/>
    <w:rsid w:val="00FB27AE"/>
    <w:rsid w:val="00FB2F95"/>
    <w:rsid w:val="00FB3067"/>
    <w:rsid w:val="00FB3936"/>
    <w:rsid w:val="00FB3C27"/>
    <w:rsid w:val="00FB5DED"/>
    <w:rsid w:val="00FB646F"/>
    <w:rsid w:val="00FB67A8"/>
    <w:rsid w:val="00FB714E"/>
    <w:rsid w:val="00FC0F61"/>
    <w:rsid w:val="00FC144C"/>
    <w:rsid w:val="00FC1E79"/>
    <w:rsid w:val="00FC1FA3"/>
    <w:rsid w:val="00FC26A3"/>
    <w:rsid w:val="00FC3955"/>
    <w:rsid w:val="00FC4035"/>
    <w:rsid w:val="00FC47A2"/>
    <w:rsid w:val="00FC6073"/>
    <w:rsid w:val="00FC63A6"/>
    <w:rsid w:val="00FD02BC"/>
    <w:rsid w:val="00FD03E3"/>
    <w:rsid w:val="00FD1025"/>
    <w:rsid w:val="00FD1482"/>
    <w:rsid w:val="00FD2E8D"/>
    <w:rsid w:val="00FD2F4D"/>
    <w:rsid w:val="00FD4434"/>
    <w:rsid w:val="00FD4935"/>
    <w:rsid w:val="00FD4936"/>
    <w:rsid w:val="00FD55FF"/>
    <w:rsid w:val="00FD5A6B"/>
    <w:rsid w:val="00FD5D37"/>
    <w:rsid w:val="00FD721F"/>
    <w:rsid w:val="00FD7ACA"/>
    <w:rsid w:val="00FE02EF"/>
    <w:rsid w:val="00FE06BA"/>
    <w:rsid w:val="00FE0D00"/>
    <w:rsid w:val="00FE10C6"/>
    <w:rsid w:val="00FE194F"/>
    <w:rsid w:val="00FE3623"/>
    <w:rsid w:val="00FE3A05"/>
    <w:rsid w:val="00FE3EF1"/>
    <w:rsid w:val="00FE48FD"/>
    <w:rsid w:val="00FE4F3A"/>
    <w:rsid w:val="00FE52FB"/>
    <w:rsid w:val="00FE5473"/>
    <w:rsid w:val="00FE57B2"/>
    <w:rsid w:val="00FE5EEE"/>
    <w:rsid w:val="00FE5F44"/>
    <w:rsid w:val="00FE64FE"/>
    <w:rsid w:val="00FE6DCD"/>
    <w:rsid w:val="00FE7A97"/>
    <w:rsid w:val="00FE7B4D"/>
    <w:rsid w:val="00FE7D8D"/>
    <w:rsid w:val="00FF0325"/>
    <w:rsid w:val="00FF0F0B"/>
    <w:rsid w:val="00FF183A"/>
    <w:rsid w:val="00FF23CC"/>
    <w:rsid w:val="00FF2B57"/>
    <w:rsid w:val="00FF3220"/>
    <w:rsid w:val="00FF385F"/>
    <w:rsid w:val="00FF3ECB"/>
    <w:rsid w:val="00FF4191"/>
    <w:rsid w:val="00FF45AA"/>
    <w:rsid w:val="00FF4D18"/>
    <w:rsid w:val="00FF501D"/>
    <w:rsid w:val="00FF527C"/>
    <w:rsid w:val="00FF5A5A"/>
    <w:rsid w:val="00FF62E5"/>
    <w:rsid w:val="00FF66CF"/>
    <w:rsid w:val="00FF6772"/>
    <w:rsid w:val="00FF6BDA"/>
    <w:rsid w:val="00FF6C59"/>
    <w:rsid w:val="00FF6F1B"/>
    <w:rsid w:val="00FF702D"/>
    <w:rsid w:val="00FF74EC"/>
    <w:rsid w:val="00FF7589"/>
    <w:rsid w:val="00FF7920"/>
    <w:rsid w:val="00FF7BD8"/>
    <w:rsid w:val="00FF7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4A13A94"/>
  <w15:chartTrackingRefBased/>
  <w15:docId w15:val="{2D106DF5-8990-4407-BD44-67F5E43BC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2B5B"/>
    <w:pPr>
      <w:tabs>
        <w:tab w:val="center" w:pos="4320"/>
        <w:tab w:val="right" w:pos="8640"/>
      </w:tabs>
    </w:pPr>
  </w:style>
  <w:style w:type="paragraph" w:styleId="Footer">
    <w:name w:val="footer"/>
    <w:basedOn w:val="Normal"/>
    <w:rsid w:val="00F02B5B"/>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bacon\AppData\Local\Microsoft\Windows\INetCache\Content.Outlook\4XZ34MTQ\E-CLIP-TIX-NET%20Letterhea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E-CLIP-TIX-NET Letterhead Template.dot</Template>
  <TotalTime>1</TotalTime>
  <Pages>1</Pages>
  <Words>262</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 Bacon</dc:creator>
  <cp:keywords/>
  <dc:description/>
  <cp:lastModifiedBy>Rod Bacon</cp:lastModifiedBy>
  <cp:revision>3</cp:revision>
  <dcterms:created xsi:type="dcterms:W3CDTF">2018-12-18T01:36:00Z</dcterms:created>
  <dcterms:modified xsi:type="dcterms:W3CDTF">2018-12-18T01:36:00Z</dcterms:modified>
</cp:coreProperties>
</file>